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616" w:rsidRDefault="000029B1" w:rsidP="00D028F5">
      <w:pPr>
        <w:tabs>
          <w:tab w:val="left" w:pos="7371"/>
        </w:tabs>
        <w:ind w:firstLine="708"/>
        <w:jc w:val="center"/>
        <w:rPr>
          <w:b/>
          <w:color w:val="92D050"/>
          <w:sz w:val="24"/>
          <w:szCs w:val="24"/>
        </w:rPr>
      </w:pPr>
      <w:r>
        <w:rPr>
          <w:bCs/>
          <w:smallCaps/>
          <w:noProof/>
          <w:sz w:val="28"/>
        </w:rPr>
        <mc:AlternateContent>
          <mc:Choice Requires="wpg">
            <w:drawing>
              <wp:anchor distT="0" distB="0" distL="114300" distR="114300" simplePos="0" relativeHeight="251657728" behindDoc="0" locked="0" layoutInCell="1" allowOverlap="1">
                <wp:simplePos x="0" y="0"/>
                <wp:positionH relativeFrom="column">
                  <wp:posOffset>2473960</wp:posOffset>
                </wp:positionH>
                <wp:positionV relativeFrom="paragraph">
                  <wp:posOffset>-255270</wp:posOffset>
                </wp:positionV>
                <wp:extent cx="1214755" cy="847090"/>
                <wp:effectExtent l="0" t="1905"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4755" cy="847090"/>
                          <a:chOff x="2840" y="1704"/>
                          <a:chExt cx="3969" cy="2835"/>
                        </a:xfrm>
                      </wpg:grpSpPr>
                      <wpg:grpSp>
                        <wpg:cNvPr id="2" name="Group 3"/>
                        <wpg:cNvGrpSpPr>
                          <a:grpSpLocks/>
                        </wpg:cNvGrpSpPr>
                        <wpg:grpSpPr bwMode="auto">
                          <a:xfrm>
                            <a:off x="3629" y="1738"/>
                            <a:ext cx="2543" cy="2766"/>
                            <a:chOff x="1798" y="7722"/>
                            <a:chExt cx="4437" cy="4827"/>
                          </a:xfrm>
                        </wpg:grpSpPr>
                        <wps:wsp>
                          <wps:cNvPr id="3" name="Freeform 4"/>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2818" y="10506"/>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0"/>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3"/>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4"/>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5"/>
                          <wps:cNvSpPr>
                            <a:spLocks/>
                          </wps:cNvSpPr>
                          <wps:spPr bwMode="auto">
                            <a:xfrm>
                              <a:off x="3418" y="10877"/>
                              <a:ext cx="44" cy="668"/>
                            </a:xfrm>
                            <a:custGeom>
                              <a:avLst/>
                              <a:gdLst>
                                <a:gd name="T0" fmla="*/ 0 w 44"/>
                                <a:gd name="T1" fmla="*/ 648 h 668"/>
                                <a:gd name="T2" fmla="*/ 0 w 44"/>
                                <a:gd name="T3" fmla="*/ 0 h 668"/>
                                <a:gd name="T4" fmla="*/ 4 w 44"/>
                                <a:gd name="T5" fmla="*/ 4 h 668"/>
                                <a:gd name="T6" fmla="*/ 12 w 44"/>
                                <a:gd name="T7" fmla="*/ 12 h 668"/>
                                <a:gd name="T8" fmla="*/ 16 w 44"/>
                                <a:gd name="T9" fmla="*/ 20 h 668"/>
                                <a:gd name="T10" fmla="*/ 20 w 44"/>
                                <a:gd name="T11" fmla="*/ 28 h 668"/>
                                <a:gd name="T12" fmla="*/ 28 w 44"/>
                                <a:gd name="T13" fmla="*/ 36 h 668"/>
                                <a:gd name="T14" fmla="*/ 32 w 44"/>
                                <a:gd name="T15" fmla="*/ 40 h 668"/>
                                <a:gd name="T16" fmla="*/ 36 w 44"/>
                                <a:gd name="T17" fmla="*/ 48 h 668"/>
                                <a:gd name="T18" fmla="*/ 44 w 44"/>
                                <a:gd name="T19" fmla="*/ 56 h 668"/>
                                <a:gd name="T20" fmla="*/ 44 w 44"/>
                                <a:gd name="T21" fmla="*/ 668 h 668"/>
                                <a:gd name="T22" fmla="*/ 40 w 44"/>
                                <a:gd name="T23" fmla="*/ 664 h 668"/>
                                <a:gd name="T24" fmla="*/ 32 w 44"/>
                                <a:gd name="T25" fmla="*/ 664 h 668"/>
                                <a:gd name="T26" fmla="*/ 28 w 44"/>
                                <a:gd name="T27" fmla="*/ 660 h 668"/>
                                <a:gd name="T28" fmla="*/ 24 w 44"/>
                                <a:gd name="T29" fmla="*/ 656 h 668"/>
                                <a:gd name="T30" fmla="*/ 16 w 44"/>
                                <a:gd name="T31" fmla="*/ 656 h 668"/>
                                <a:gd name="T32" fmla="*/ 12 w 44"/>
                                <a:gd name="T33" fmla="*/ 652 h 668"/>
                                <a:gd name="T34" fmla="*/ 8 w 44"/>
                                <a:gd name="T35" fmla="*/ 648 h 668"/>
                                <a:gd name="T36" fmla="*/ 0 w 44"/>
                                <a:gd name="T37" fmla="*/ 648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668">
                                  <a:moveTo>
                                    <a:pt x="0" y="648"/>
                                  </a:moveTo>
                                  <a:lnTo>
                                    <a:pt x="0" y="0"/>
                                  </a:lnTo>
                                  <a:lnTo>
                                    <a:pt x="4" y="4"/>
                                  </a:lnTo>
                                  <a:lnTo>
                                    <a:pt x="12" y="12"/>
                                  </a:lnTo>
                                  <a:lnTo>
                                    <a:pt x="16" y="20"/>
                                  </a:lnTo>
                                  <a:lnTo>
                                    <a:pt x="20" y="28"/>
                                  </a:lnTo>
                                  <a:lnTo>
                                    <a:pt x="28" y="36"/>
                                  </a:lnTo>
                                  <a:lnTo>
                                    <a:pt x="32" y="40"/>
                                  </a:lnTo>
                                  <a:lnTo>
                                    <a:pt x="36" y="48"/>
                                  </a:lnTo>
                                  <a:lnTo>
                                    <a:pt x="44" y="56"/>
                                  </a:lnTo>
                                  <a:lnTo>
                                    <a:pt x="44" y="668"/>
                                  </a:lnTo>
                                  <a:lnTo>
                                    <a:pt x="40" y="664"/>
                                  </a:lnTo>
                                  <a:lnTo>
                                    <a:pt x="32" y="664"/>
                                  </a:lnTo>
                                  <a:lnTo>
                                    <a:pt x="28" y="660"/>
                                  </a:lnTo>
                                  <a:lnTo>
                                    <a:pt x="24" y="656"/>
                                  </a:lnTo>
                                  <a:lnTo>
                                    <a:pt x="16" y="656"/>
                                  </a:lnTo>
                                  <a:lnTo>
                                    <a:pt x="12" y="652"/>
                                  </a:lnTo>
                                  <a:lnTo>
                                    <a:pt x="8" y="648"/>
                                  </a:lnTo>
                                  <a:lnTo>
                                    <a:pt x="0" y="648"/>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6"/>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7"/>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8"/>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9"/>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40"/>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1"/>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2"/>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3"/>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4"/>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5"/>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6"/>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0" y="871"/>
                                  </a:lnTo>
                                  <a:lnTo>
                                    <a:pt x="0" y="871"/>
                                  </a:lnTo>
                                  <a:lnTo>
                                    <a:pt x="4" y="871"/>
                                  </a:lnTo>
                                  <a:lnTo>
                                    <a:pt x="4" y="871"/>
                                  </a:lnTo>
                                  <a:lnTo>
                                    <a:pt x="4" y="871"/>
                                  </a:lnTo>
                                  <a:lnTo>
                                    <a:pt x="4" y="871"/>
                                  </a:lnTo>
                                  <a:lnTo>
                                    <a:pt x="8"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8" y="1374"/>
                                  </a:lnTo>
                                  <a:lnTo>
                                    <a:pt x="4" y="1374"/>
                                  </a:lnTo>
                                  <a:lnTo>
                                    <a:pt x="4" y="1374"/>
                                  </a:lnTo>
                                  <a:lnTo>
                                    <a:pt x="4" y="1374"/>
                                  </a:lnTo>
                                  <a:lnTo>
                                    <a:pt x="4" y="1374"/>
                                  </a:lnTo>
                                  <a:lnTo>
                                    <a:pt x="0" y="1374"/>
                                  </a:lnTo>
                                  <a:lnTo>
                                    <a:pt x="0"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7"/>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8"/>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9"/>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50"/>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1"/>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2"/>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3"/>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4"/>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5"/>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6"/>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7"/>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0" y="673"/>
                                  </a:lnTo>
                                  <a:lnTo>
                                    <a:pt x="4" y="669"/>
                                  </a:lnTo>
                                  <a:lnTo>
                                    <a:pt x="4" y="669"/>
                                  </a:lnTo>
                                  <a:lnTo>
                                    <a:pt x="4" y="665"/>
                                  </a:lnTo>
                                  <a:lnTo>
                                    <a:pt x="8" y="665"/>
                                  </a:lnTo>
                                  <a:lnTo>
                                    <a:pt x="8" y="661"/>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8"/>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9"/>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60"/>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61"/>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62"/>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3"/>
                          <wps:cNvSpPr>
                            <a:spLocks/>
                          </wps:cNvSpPr>
                          <wps:spPr bwMode="auto">
                            <a:xfrm>
                              <a:off x="4623" y="10474"/>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64"/>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65"/>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6"/>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7"/>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8"/>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9"/>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70"/>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1"/>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2"/>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3"/>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4"/>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5"/>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6"/>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7"/>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8"/>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9"/>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80"/>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81"/>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82"/>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83"/>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84"/>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85"/>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86"/>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87"/>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88"/>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89"/>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90"/>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91"/>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92"/>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93"/>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94"/>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95"/>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96"/>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97"/>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98"/>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99"/>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100"/>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1"/>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02"/>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03"/>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04"/>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05"/>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06"/>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07"/>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8"/>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09"/>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10"/>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1"/>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2"/>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3"/>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4"/>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5"/>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16"/>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17"/>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18"/>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19"/>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20"/>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21"/>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22"/>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23"/>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24"/>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25"/>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26"/>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27"/>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128"/>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29"/>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30"/>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31"/>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32"/>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33"/>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34"/>
                          <wps:cNvSpPr>
                            <a:spLocks/>
                          </wps:cNvSpPr>
                          <wps:spPr bwMode="auto">
                            <a:xfrm>
                              <a:off x="3386" y="9942"/>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35"/>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Rectangle 136"/>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Freeform 137"/>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38"/>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39"/>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40"/>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41"/>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42"/>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43"/>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44"/>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145"/>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46"/>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147"/>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148"/>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49"/>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50"/>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51"/>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52"/>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53"/>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54"/>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55"/>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Freeform 156"/>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157"/>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58"/>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Freeform 159"/>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Freeform 160"/>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161"/>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162"/>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163"/>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64"/>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165"/>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166"/>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167"/>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68"/>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169"/>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70"/>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171"/>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172"/>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73"/>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174"/>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75"/>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176"/>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177"/>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78"/>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179"/>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180"/>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181"/>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82"/>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83"/>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84"/>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85"/>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86"/>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187"/>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88"/>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189"/>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190"/>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91"/>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192"/>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193"/>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194"/>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195"/>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196"/>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97"/>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198"/>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99"/>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200"/>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201"/>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202"/>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203"/>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204"/>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205"/>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206"/>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207"/>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208"/>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209"/>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210"/>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211"/>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212"/>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Freeform 213"/>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214"/>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215"/>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Rectangle 216"/>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217"/>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218"/>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219"/>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220"/>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221"/>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222"/>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223"/>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224"/>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225"/>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26"/>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Rectangle 227"/>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Rectangle 228"/>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29"/>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Freeform 230"/>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Rectangle 231"/>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232"/>
                          <wps:cNvSpPr>
                            <a:spLocks noChangeArrowheads="1"/>
                          </wps:cNvSpPr>
                          <wps:spPr bwMode="auto">
                            <a:xfrm>
                              <a:off x="2866" y="7818"/>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33"/>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Rectangle 234"/>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Rectangle 235"/>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6"/>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Rectangle 237"/>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Rectangle 238"/>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Rectangle 239"/>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Rectangle 240"/>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41"/>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Rectangle 242"/>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Rectangle 243"/>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Rectangle 244"/>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Rectangle 245"/>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Rectangle 246"/>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247"/>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247" name="Rectangle 248"/>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94.8pt;margin-top:-20.1pt;width:95.65pt;height:66.7pt;z-index:251657728" coordorigin="2840,1704" coordsize="3969,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">
                <v:group id="Group 3" o:spid="_x0000_s1027" style="position:absolute;left:3629;top:1738;width:2543;height:2766" coordorigin="1798,7722" coordsize="443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4" o:spid="_x0000_s1028" style="position:absolute;left:1907;top:9902;width:3990;height:1337;visibility:visible;mso-wrap-style:square;v-text-anchor:top" coordsize="3990,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lo4cEA&#10;AADaAAAADwAAAGRycy9kb3ducmV2LnhtbESP3YrCMBSE7wXfIRxh7zT1F6lG0QVZ71x/HuDYHNti&#10;c1KbbK0+vVkQvBxm5htmvmxMIWqqXG5ZQb8XgSBOrM45VXA6brpTEM4jaywsk4IHOVgu2q05xtre&#10;eU/1waciQNjFqCDzvoyldElGBl3PlsTBu9jKoA+ySqWu8B7gppCDKJpIgzmHhQxL+s4ouR7+jIJb&#10;Ovk9b0+3psbLE3elG41/1iOlvjrNagbCU+M/4Xd7qxUM4f9Ku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JaOHBAAAA2gAAAA8AAAAAAAAAAAAAAAAAmAIAAGRycy9kb3du&#10;cmV2LnhtbFBLBQYAAAAABAAEAPUAAACGAw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5" o:spid="_x0000_s1029" style="position:absolute;left:2028;top:11235;width:3748;height:1314;visibility:visible;mso-wrap-style:square;v-text-anchor:top" coordsize="3748,1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7TsMA&#10;AADaAAAADwAAAGRycy9kb3ducmV2LnhtbESP3WrCQBSE7wu+w3KE3jUbS5EQswlFsAr2h6R6f8ge&#10;k9Ds2ZBdNb59t1DwcpiZb5ismEwvLjS6zrKCRRSDIK6t7rhRcPjePCUgnEfW2FsmBTdyUOSzhwxT&#10;ba9c0qXyjQgQdikqaL0fUild3ZJBF9mBOHgnOxr0QY6N1CNeA9z08jmOl9Jgx2GhxYHWLdU/1dko&#10;0B+W9tXXZ7+ckqNLtudy/fZeKvU4n15XIDxN/h7+b++0ghf4uxJu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7TsMAAADaAAAADwAAAAAAAAAAAAAAAACYAgAAZHJzL2Rv&#10;d25yZXYueG1sUEsFBgAAAAAEAAQA9QAAAIgDA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6" o:spid="_x0000_s1030" style="position:absolute;left:2016;top:8560;width:3772;height:1342;visibility:visible;mso-wrap-style:square;v-text-anchor:top" coordsize="377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SthcUA&#10;AADaAAAADwAAAGRycy9kb3ducmV2LnhtbESPQWvCQBSE74L/YXmF3nSTUm1JXUUKpSJ4iJGW3l6z&#10;r0lI9m3YXTX+e1cQehxm5htmsRpMJ07kfGNZQTpNQBCXVjdcKTgUH5NXED4ga+wsk4ILeVgtx6MF&#10;ZtqeOafTPlQiQthnqKAOoc+k9GVNBv3U9sTR+7POYIjSVVI7PEe46eRTksylwYbjQo09vddUtvuj&#10;UfBZtNufPN3tDunvpfXPxUv+/eWUenwY1m8gAg3hP3xvb7SCGdyuxBs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JK2FxQAAANoAAAAPAAAAAAAAAAAAAAAAAJgCAABkcnMv&#10;ZG93bnJldi54bWxQSwUGAAAAAAQABAD1AAAAigM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7" o:spid="_x0000_s1031" style="position:absolute;left:4913;top:9881;width:875;height:37;visibility:visible;mso-wrap-style:square;v-text-anchor:top" coordsize="8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OH78A&#10;AADaAAAADwAAAGRycy9kb3ducmV2LnhtbESPwQrCMBBE74L/EFbwpqkeRKpRRFCE4sHqwePSrG21&#10;2ZQmavXrjSB4HGbmDTNftqYSD2pcaVnBaBiBIM6sLjlXcDpuBlMQziNrrCyTghc5WC66nTnG2j75&#10;QI/U5yJA2MWooPC+jqV0WUEG3dDWxMG72MagD7LJpW7wGeCmkuMomkiDJYeFAmtaF5Td0rtR8G6r&#10;9W1/vif6HV1Ph2RUym2SKtXvtasZCE+t/4d/7Z1WMIHvlXAD5O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1E4fvwAAANoAAAAPAAAAAAAAAAAAAAAAAJgCAABkcnMvZG93bnJl&#10;di54bWxQSwUGAAAAAAQABAD1AAAAhAMAAAAA&#10;" path="m,29r16,8l875,37r,-33l16,,28,8,,29r4,8l16,37,,29xe" fillcolor="#009" stroked="f">
                    <v:path arrowok="t" o:connecttype="custom" o:connectlocs="0,29;16,37;875,37;875,4;16,0;28,8;0,29;4,37;16,37;0,29" o:connectangles="0,0,0,0,0,0,0,0,0,0"/>
                  </v:shape>
                  <v:shape id="Freeform 8" o:spid="_x0000_s1032" style="position:absolute;left:3902;top:9321;width:1039;height:589;visibility:visible;mso-wrap-style:square;v-text-anchor:top" coordsize="1039,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g/sMA&#10;AADaAAAADwAAAGRycy9kb3ducmV2LnhtbESPQWvCQBSE70L/w/IKvemmLWhJXUMoLRRExGh7fmaf&#10;SWj2bdjdmuivdwXB4zAz3zDzbDCtOJLzjWUFz5MEBHFpdcOVgt32a/wGwgdkja1lUnAiD9niYTTH&#10;VNueN3QsQiUihH2KCuoQulRKX9Zk0E9sRxy9g3UGQ5SuktphH+GmlS9JMpUGG44LNXb0UVP5V/wb&#10;BU4Wbpl/tqt9t+vX65/f8+uMz0o9PQ75O4hAQ7iHb+1vrWAG1yvxBs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xg/sMAAADaAAAADwAAAAAAAAAAAAAAAACYAgAAZHJzL2Rv&#10;d25yZXYueG1sUEsFBgAAAAAEAAQA9QAAAIgDA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9" o:spid="_x0000_s1033" style="position:absolute;left:2858;top:9321;width:1044;height:597;visibility:visible;mso-wrap-style:square;v-text-anchor:top" coordsize="1044,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NlsEA&#10;AADaAAAADwAAAGRycy9kb3ducmV2LnhtbERPu27CMBTdkfoP1q3EBg4M0KY4EeKhdqhUoKjzJb44&#10;aePrKHYg/H09IDEenfci720tLtT6yrGCyTgBQVw4XbFRcPzejl5A+ICssXZMCm7kIc+eBgtMtbvy&#10;ni6HYEQMYZ+igjKEJpXSFyVZ9GPXEEfu7FqLIcLWSN3iNYbbWk6TZCYtVhwbSmxoVVLxd+isgmX4&#10;7Lx5Xf/szKb7+t1OTu/741yp4XO/fAMRqA8P8d39oRXErfFKvAE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JzZbBAAAA2gAAAA8AAAAAAAAAAAAAAAAAmAIAAGRycy9kb3du&#10;cmV2LnhtbFBLBQYAAAAABAAEAPUAAACGAw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10" o:spid="_x0000_s1034" style="position:absolute;left:1991;top:9885;width:883;height:33;visibility:visible;mso-wrap-style:square;v-text-anchor:top" coordsize="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aiDcEA&#10;AADaAAAADwAAAGRycy9kb3ducmV2LnhtbESPT4vCMBTE78J+h/CEvciaKiJuNYosuHj1DxRvz+bZ&#10;FJuX0kSN394IC3scZuY3zGIVbSPu1PnasYLRMANBXDpdc6XgeNh8zUD4gKyxcUwKnuRhtfzoLTDX&#10;7sE7uu9DJRKEfY4KTAhtLqUvDVn0Q9cSJ+/iOoshya6SusNHgttGjrNsKi3WnBYMtvRjqLzub1bB&#10;bhT173pgLsVschpn2xCLc2GU+uzH9RxEoBj+w3/trVbwDe8r6Qb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Gog3BAAAA2gAAAA8AAAAAAAAAAAAAAAAAmAIAAGRycy9kb3du&#10;cmV2LnhtbFBLBQYAAAAABAAEAPUAAACGAwAAAAA=&#10;" path="m9,13l25,33r858,l883,,25,,41,21,9,13,,33r25,l9,13xe" fillcolor="#009" stroked="f">
                    <v:path arrowok="t" o:connecttype="custom" o:connectlocs="9,13;25,33;883,33;883,0;25,0;41,21;9,13;0,33;25,33;9,13" o:connectangles="0,0,0,0,0,0,0,0,0,0"/>
                  </v:shape>
                  <v:shape id="Freeform 11" o:spid="_x0000_s1035" style="position:absolute;left:2000;top:8544;width:1902;height:1362;visibility:visible;mso-wrap-style:square;v-text-anchor:top" coordsize="1902,1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Pr8MA&#10;AADbAAAADwAAAGRycy9kb3ducmV2LnhtbESPQWvDMAyF74P+B6PCbqvTDUaW1i2lUNhxSUfWo4jV&#10;xDSW09hrs38/HQa7Sbyn9z6tt5Pv1Y3G6AIbWC4yUMRNsI5bA5/Hw1MOKiZki31gMvBDEbab2cMa&#10;CxvuXNKtSq2SEI4FGuhSGgqtY9ORx7gIA7Fo5zB6TLKOrbYj3iXc9/o5y161R8fS0OFA+46aS/Xt&#10;Dbz5l/yrDCc62aH6uJaudse8NuZxPu1WoBJN6d/8d/1uBV/o5Rc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Pr8MAAADbAAAADwAAAAAAAAAAAAAAAACYAgAAZHJzL2Rv&#10;d25yZXYueG1sUEsFBgAAAAAEAAQA9QAAAIgDA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12" o:spid="_x0000_s1036" style="position:absolute;left:3902;top:8544;width:1910;height:1374;visibility:visible;mso-wrap-style:square;v-text-anchor:top" coordsize="191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ixd78A&#10;AADbAAAADwAAAGRycy9kb3ducmV2LnhtbERPS4vCMBC+L+x/CLPgZVnTelC3GkUWFjx48YHnoRmb&#10;YjMpzaj13xtB8DYf33Pmy9436kpdrAMbyIcZKOIy2JorA4f9/88UVBRki01gMnCnCMvF58ccCxtu&#10;vKXrTiqVQjgWaMCJtIXWsXTkMQ5DS5y4U+g8SoJdpW2HtxTuGz3KsrH2WHNqcNjSn6PyvLt4AxN/&#10;XK/u37nOL5PYZmf3G2Qjxgy++tUMlFAvb/HLvbZpfg7PX9IBevE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LF3vwAAANsAAAAPAAAAAAAAAAAAAAAAAJgCAABkcnMvZG93bnJl&#10;di54bWxQSwUGAAAAAAQABAD1AAAAhAM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13" o:spid="_x0000_s1037" style="position:absolute;left:3769;top:9885;width:443;height:556;visibility:visible;mso-wrap-style:square;v-text-anchor:top" coordsize="44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u5J8EA&#10;AADbAAAADwAAAGRycy9kb3ducmV2LnhtbERP22oCMRB9L/gPYQq+FM1WisjWKEVqUZCCqx8wbMZs&#10;6GayJKmufr0pCH2bw7nOfNm7VpwpROtZweu4AEFce23ZKDge1qMZiJiQNbaeScGVIiwXg6c5ltpf&#10;eE/nKhmRQziWqKBJqSuljHVDDuPYd8SZO/ngMGUYjNQBLznctXJSFFPp0HJuaLCjVUP1T/XrFNht&#10;WL/MCv99O31O5Zv5qszuYJUaPvcf7yAS9elf/HBvdJ4/gb9f8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LuSfBAAAA2wAAAA8AAAAAAAAAAAAAAAAAmAIAAGRycy9kb3du&#10;cmV2LnhtbFBLBQYAAAAABAAEAPUAAACGAwAAAAA=&#10;" path="m435,69l298,77,,436,145,556,443,198r-137,8l435,69,362,,298,77,435,69xe" stroked="f">
                    <v:path arrowok="t" o:connecttype="custom" o:connectlocs="435,69;298,77;0,436;145,556;443,198;306,206;435,69;362,0;298,77;435,69" o:connectangles="0,0,0,0,0,0,0,0,0,0"/>
                  </v:shape>
                  <v:shape id="Freeform 14" o:spid="_x0000_s1038" style="position:absolute;left:4075;top:9954;width:995;height:911;visibility:visible;mso-wrap-style:square;v-text-anchor:top" coordsize="99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TWsL4A&#10;AADbAAAADwAAAGRycy9kb3ducmV2LnhtbERP3QoBQRS+V95hOsodsyhpGZIiUspP4e60c+xuds5s&#10;O4P19kYpd+fr+z2TWW0K8aTK5ZYV9LoRCOLE6pxTBafjsjMC4TyyxsIyKXiTg9m02ZhgrO2L9/Q8&#10;+FSEEHYxKsi8L2MpXZKRQde1JXHgbrYy6AOsUqkrfIVwU8h+FA2lwZxDQ4YlLTJK7oeHUZCn5bK4&#10;DU+76LLps109+HrZnpVqt+r5GISn2v/FP/dah/kD+P4SDpDT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01rC+AAAA2wAAAA8AAAAAAAAAAAAAAAAAmAIAAGRycy9kb3ducmV2&#10;LnhtbFBLBQYAAAAABAAEAPUAAACDAwAAAAA=&#10;" path="m983,862l955,770,129,,,137,826,911,802,818r181,44l995,810,955,770r28,92xe" stroked="f">
                    <v:path arrowok="t" o:connecttype="custom" o:connectlocs="983,862;955,770;129,0;0,137;826,911;802,818;983,862;995,810;955,770;983,862" o:connectangles="0,0,0,0,0,0,0,0,0,0"/>
                  </v:shape>
                  <v:shape id="Freeform 15" o:spid="_x0000_s1039" style="position:absolute;left:3902;top:10772;width:1156;height:963;visibility:visible;mso-wrap-style:square;v-text-anchor:top" coordsize="1156,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2oHsIA&#10;AADbAAAADwAAAGRycy9kb3ducmV2LnhtbERP32vCMBB+H/g/hBN801QpotUobuCQCQPdBB+P5myK&#10;zaU0me38681A2Nt9fD9vue5sJW7U+NKxgvEoAUGcO11yoeD7azucgfABWWPlmBT8kof1qveyxEy7&#10;lg90O4ZCxBD2GSowIdSZlD43ZNGPXE0cuYtrLIYIm0LqBtsYbis5SZKptFhybDBY05uh/Hr8sQr2&#10;7f01CWRO53F1nX/6TTp7/0iVGvS7zQJEoC78i5/unY7zU/j7JR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agewgAAANsAAAAPAAAAAAAAAAAAAAAAAJgCAABkcnMvZG93&#10;bnJldi54bWxQSwUGAAAAAAQABAD1AAAAhwM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16" o:spid="_x0000_s1040" style="position:absolute;left:2717;top:10506;width:1185;height:1229;visibility:visible;mso-wrap-style:square;v-text-anchor:top" coordsize="1185,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ctBL0A&#10;AADbAAAADwAAAGRycy9kb3ducmV2LnhtbERPSwrCMBDdC94hjOBOUwVFqlHED7hwYxV0OTRjW2wm&#10;pUm13t4Igrt5vO8sVq0pxZNqV1hWMBpGIIhTqwvOFFzO+8EMhPPIGkvLpOBNDlbLbmeBsbYvPtEz&#10;8ZkIIexiVJB7X8VSujQng25oK+LA3W1t0AdYZ1LX+ArhppTjKJpKgwWHhhwr2uSUPpLGKJA7r8tj&#10;014nI05O23N2S9fbm1L9Xrueg/DU+r/45z7oMH8C31/CAXL5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pctBL0AAADbAAAADwAAAAAAAAAAAAAAAACYAgAAZHJzL2Rvd25yZXYu&#10;eG1sUEsFBgAAAAAEAAQA9QAAAIIDA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17" o:spid="_x0000_s1041" style="position:absolute;left:2818;top:1050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36d78A&#10;AADbAAAADwAAAGRycy9kb3ducmV2LnhtbERPTYvCMBC9C/6HMII3m+pBpGsUUURBYdEVz2MzttVm&#10;UppU67/fCIK3ebzPmc5bU4oH1a6wrGAYxSCIU6sLzhSc/taDCQjnkTWWlknBixzMZ93OFBNtn3yg&#10;x9FnIoSwS1BB7n2VSOnSnAy6yFbEgbva2qAPsM6krvEZwk0pR3E8lgYLDg05VrTMKb0fG6Pg1mZV&#10;MzrvD5fVLm7s73mzPXlWqt9rFz8gPLX+K/64tzrMH8P7l3CAn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fp3vwAAANsAAAAPAAAAAAAAAAAAAAAAAJgCAABkcnMvZG93bnJl&#10;di54bWxQSwUGAAAAAAQABAD1AAAAhAMAAAAA&#10;" path="m600,85l503,,,,,189r503,l411,105,600,85,592,,503,r97,85xe" stroked="f">
                    <v:path arrowok="t" o:connecttype="custom" o:connectlocs="600,85;503,0;0,0;0,189;503,189;411,105;600,85;592,0;503,0;600,85" o:connectangles="0,0,0,0,0,0,0,0,0,0"/>
                  </v:shape>
                  <v:shape id="Freeform 18" o:spid="_x0000_s1042" style="position:absolute;left:3229;top:10591;width:673;height:644;visibility:visible;mso-wrap-style:square;v-text-anchor:top" coordsize="673,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48G8EA&#10;AADbAAAADwAAAGRycy9kb3ducmV2LnhtbERPTU/CQBC9m/gfNmPCTbYKUVJYiIJVrgKB66Q7tA3d&#10;2WZ3gPLvXRMTb/PyPme26F2rLhRi49nA0zADRVx623BlYLctHiegoiBbbD2TgRtFWMzv72aYW3/l&#10;b7pspFIphGOOBmqRLtc6ljU5jEPfESfu6INDSTBU2ga8pnDX6ucse9EOG04NNXa0rKk8bc7OwD7q&#10;8Vg+D/uPoth+BX1bvctoZczgoX+bghLq5V/8517bNP8Vfn9JB+j5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uPBvBAAAA2wAAAA8AAAAAAAAAAAAAAAAAmAIAAGRycy9kb3du&#10;cmV2LnhtbFBLBQYAAAAABAAEAPUAAACGAw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19" o:spid="_x0000_s1043" style="position:absolute;left:3902;top:10824;width:600;height:411;visibility:visible;mso-wrap-style:square;v-text-anchor:top" coordsize="600,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qgMQA&#10;AADbAAAADwAAAGRycy9kb3ducmV2LnhtbESPT2/CMAzF70h8h8hIXNBI2WGCQkATEojDduDP7lZj&#10;mmqNUzVZW/j082HSbrbe83s/b3aDr1VHbawCG1jMM1DERbAVlwZu18PLElRMyBbrwGTgQRF22/Fo&#10;g7kNPZ+pu6RSSQjHHA24lJpc61g48hjnoSEW7R5aj0nWttS2xV7Cfa1fs+xNe6xYGhw2tHdUfF9+&#10;vIGZ66ry8bFoPp+30xXxuOq/jitjppPhfQ0q0ZD+zX/XJyv4Aiu/yAB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U6oDEAAAA2wAAAA8AAAAAAAAAAAAAAAAAmAIAAGRycy9k&#10;b3ducmV2LnhtbFBLBQYAAAAABAAEAPUAAACJAw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20" o:spid="_x0000_s1044" style="position:absolute;left:3712;top:10313;width:730;height:648;visibility:visible;mso-wrap-style:square;v-text-anchor:top" coordsize="730,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lW4sUA&#10;AADbAAAADwAAAGRycy9kb3ducmV2LnhtbESPQWvCQBCF74X+h2UK3uqmUjTGbEQqBXsJGEWvQ3ZM&#10;0mZnQ3Y1qb++Wyj0NsN787436Xo0rbhR7xrLCl6mEQji0uqGKwXHw/tzDMJ5ZI2tZVLwTQ7W2eND&#10;iom2A+/pVvhKhBB2CSqove8SKV1Zk0E3tR1x0C62N+jD2ldS9ziEcNPKWRTNpcGGA6HGjt5qKr+K&#10;qwmQIV5w/rHdnD/j14M75bku7lelJk/jZgXC0+j/zX/XOx3qL+H3lzC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iVbixQAAANsAAAAPAAAAAAAAAAAAAAAAAJgCAABkcnMv&#10;ZG93bnJldi54bWxQSwUGAAAAAAQABAD1AAAAigMAAAAA&#10;" path="m57,8r8,129l597,648,730,511,194,r8,128l57,8,,76r65,61l57,8xe" stroked="f">
                    <v:path arrowok="t" o:connecttype="custom" o:connectlocs="57,8;65,137;597,648;730,511;194,0;202,128;57,8;0,76;65,137;57,8" o:connectangles="0,0,0,0,0,0,0,0,0,0"/>
                  </v:shape>
                  <v:shape id="Freeform 21" o:spid="_x0000_s1045" style="position:absolute;left:2818;top:10599;width:44;height:249;visibility:visible;mso-wrap-style:square;v-text-anchor:top" coordsize="4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Vq78AA&#10;AADbAAAADwAAAGRycy9kb3ducmV2LnhtbERPS2rDMBDdF3IHMYHuajlZhOJENvk1tJQu4vgAgzWR&#10;TayRsVTbvX21KHT5eP9dMdtOjDT41rGCVZKCIK6dbtkoqG5vL68gfEDW2DkmBT/kocgXTzvMtJv4&#10;SmMZjIgh7DNU0ITQZ1L6uiGLPnE9ceTubrAYIhyM1ANOMdx2cp2mG2mx5djQYE/HhupH+W0VoPk0&#10;+uOclvP5cfmqenswJz4o9byc91sQgebwL/5zv2sF67g+fok/QO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Vq78AAAADbAAAADwAAAAAAAAAAAAAAAACYAgAAZHJzL2Rvd25y&#10;ZXYueG1sUEsFBgAAAAAEAAQA9QAAAIUDAAAAAA==&#10;" path="m44,r,249l32,221,28,189,20,161,12,129,8,96,4,64,,32,,,44,xe" fillcolor="blue" stroked="f">
                    <v:path arrowok="t" o:connecttype="custom" o:connectlocs="44,0;44,249;32,221;28,189;20,161;12,129;8,96;4,64;0,32;0,0;44,0" o:connectangles="0,0,0,0,0,0,0,0,0,0,0"/>
                  </v:shape>
                  <v:shape id="Freeform 22" o:spid="_x0000_s1046" style="position:absolute;left:2862;top:10599;width:40;height:370;visibility:visible;mso-wrap-style:square;v-text-anchor:top" coordsize="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Q8IA&#10;AADbAAAADwAAAGRycy9kb3ducmV2LnhtbESPQYvCMBSE74L/ITzBm6YKylKNIqXCgid1pddn82yr&#10;zUtpsrXur98IC3scZuYbZr3tTS06al1lWcFsGoEgzq2uuFDwdd5PPkA4j6yxtkwKXuRguxkO1hhr&#10;++QjdSdfiABhF6OC0vsmltLlJRl0U9sQB+9mW4M+yLaQusVngJtazqNoKQ1WHBZKbCgpKX+cvo0C&#10;vNpU+0OWLsyuOy5d8pNfsrtS41G/W4Hw1Pv/8F/7UyuYz+D9Jfw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5JDwgAAANsAAAAPAAAAAAAAAAAAAAAAAJgCAABkcnMvZG93&#10;bnJldi54bWxQSwUGAAAAAAQABAD1AAAAhwMAAAAA&#10;" path="m,249l,,40,r,370l36,354,28,342,24,326,16,310,12,294,8,282,4,266,,249xe" fillcolor="#0305ff" stroked="f">
                    <v:path arrowok="t" o:connecttype="custom" o:connectlocs="0,249;0,0;40,0;40,370;36,354;28,342;24,326;16,310;12,294;8,282;4,266;0,249" o:connectangles="0,0,0,0,0,0,0,0,0,0,0,0"/>
                  </v:shape>
                  <v:shape id="Freeform 23" o:spid="_x0000_s1047" style="position:absolute;left:2902;top:10599;width:45;height:459;visibility:visible;mso-wrap-style:square;v-text-anchor:top" coordsize="45,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ppUMQA&#10;AADbAAAADwAAAGRycy9kb3ducmV2LnhtbESPzWrDMBCE74W8g9hAb40cH1zXsRJCoJCcit1QyG2x&#10;1j+JtTKWErtvXxUKPQ4z8w2T72bTiweNrrOsYL2KQBBXVnfcKDh/vr+kIJxH1thbJgXf5GC3XTzl&#10;mGk7cUGP0jciQNhlqKD1fsikdFVLBt3KDsTBq+1o0Ac5NlKPOAW46WUcRYk02HFYaHGgQ0vVrbwb&#10;Bdfk9Vx3H/Pgi9PxK3077S94n5R6Xs77DQhPs/8P/7WPWkEcw++X8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6aVDEAAAA2wAAAA8AAAAAAAAAAAAAAAAAmAIAAGRycy9k&#10;b3ducmV2LnhtbFBLBQYAAAAABAAEAPUAAACJAwAAAAA=&#10;" path="m,370l,,45,r,459l37,447r-5,-8l28,427,20,415,16,403r-4,-9l4,382,,370xe" fillcolor="#060aff" stroked="f">
                    <v:path arrowok="t" o:connecttype="custom" o:connectlocs="0,370;0,0;45,0;45,459;37,447;32,439;28,427;20,415;16,403;12,394;4,382;0,370" o:connectangles="0,0,0,0,0,0,0,0,0,0,0,0"/>
                  </v:shape>
                  <v:shape id="Freeform 24" o:spid="_x0000_s1048" style="position:absolute;left:2947;top:10599;width:44;height:531;visibility:visible;mso-wrap-style:square;v-text-anchor:top" coordsize="4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FpA8EA&#10;AADbAAAADwAAAGRycy9kb3ducmV2LnhtbESPzarCMBSE9xd8h3AEd9dUBanVKHrhggs3Vt0fm9Mf&#10;bE5KE7X69EYQXA4z8w2zWHWmFjdqXWVZwWgYgSDOrK64UHA8/P/GIJxH1lhbJgUPcrBa9n4WmGh7&#10;5z3dUl+IAGGXoILS+yaR0mUlGXRD2xAHL7etQR9kW0jd4j3ATS3HUTSVBisOCyU29FdSdkmvRkHn&#10;6jyu0ud+Vmyi+HqWp53NR0oN+t16DsJT57/hT3urFYwn8P4Sf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haQPBAAAA2wAAAA8AAAAAAAAAAAAAAAAAmAIAAGRycy9kb3du&#10;cmV2LnhtbFBLBQYAAAAABAAEAPUAAACGAwAAAAA=&#10;" path="m,459l,,44,r,531l36,523r-4,-8l24,507,20,495r-4,-8l8,479,4,471,,459xe" fillcolor="#090fff" stroked="f">
                    <v:path arrowok="t" o:connecttype="custom" o:connectlocs="0,459;0,0;44,0;44,531;36,523;32,515;24,507;20,495;16,487;8,479;4,471;0,459" o:connectangles="0,0,0,0,0,0,0,0,0,0,0,0"/>
                  </v:shape>
                  <v:shape id="Freeform 25" o:spid="_x0000_s1049" style="position:absolute;left:2991;top:10599;width:40;height:596;visibility:visible;mso-wrap-style:square;v-text-anchor:top" coordsize="40,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NDccMA&#10;AADbAAAADwAAAGRycy9kb3ducmV2LnhtbESPQWvCQBSE74L/YXmF3upuQ2lLdBURrb0UMRW8vmSf&#10;STD7NmQ3Mf333ULB4zAz3zCL1WgbMVDna8canmcKBHHhTM2lhtP37ukdhA/IBhvHpOGHPKyW08kC&#10;U+NufKQhC6WIEPYpaqhCaFMpfVGRRT9zLXH0Lq6zGKLsSmk6vEW4bWSi1Ku0WHNcqLClTUXFNeut&#10;hrx3fLAq328pP+Rf/dnu1duH1o8P43oOItAY7uH/9qfRkLzA35f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NDccMAAADbAAAADwAAAAAAAAAAAAAAAACYAgAAZHJzL2Rv&#10;d25yZXYueG1sUEsFBgAAAAAEAAQA9QAAAIgDAAAAAA==&#10;" path="m,531l,,40,r,596l36,588r-8,-8l24,572r-4,-8l12,556,8,548,4,540,,531xe" fillcolor="#0c14ff" stroked="f">
                    <v:path arrowok="t" o:connecttype="custom" o:connectlocs="0,531;0,0;40,0;40,596;36,588;28,580;24,572;20,564;12,556;8,548;4,540;0,531" o:connectangles="0,0,0,0,0,0,0,0,0,0,0,0"/>
                  </v:shape>
                  <v:shape id="Freeform 26" o:spid="_x0000_s1050" style="position:absolute;left:3031;top:10599;width:45;height:652;visibility:visible;mso-wrap-style:square;v-text-anchor:top" coordsize="45,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W2/8QA&#10;AADbAAAADwAAAGRycy9kb3ducmV2LnhtbESPzWrDMBCE74G+g9hCb4kcQ0txo4QQEnAppdQJPS/W&#10;xjKxVsaSf5KnjwqFHoeZ+YZZbSbbiIE6XztWsFwkIIhLp2uuFJyOh/krCB+QNTaOScGVPGzWD7MV&#10;ZtqN/E1DESoRIewzVGBCaDMpfWnIol+4ljh6Z9dZDFF2ldQdjhFuG5kmyYu0WHNcMNjSzlB5KXqr&#10;oDdSHvaf559l/n6rv8brnj4uJ6WeHqftG4hAU/gP/7VzrSB9ht8v8Qf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ltv/EAAAA2wAAAA8AAAAAAAAAAAAAAAAAmAIAAGRycy9k&#10;b3ducmV2LnhtbFBLBQYAAAAABAAEAPUAAACJAwAAAAA=&#10;" path="m,596l,,45,r,652l36,644r-4,-8l28,632r-8,-8l16,616r-4,-4l4,604,,596xe" fillcolor="#0f1aff" stroked="f">
                    <v:path arrowok="t" o:connecttype="custom" o:connectlocs="0,596;0,0;45,0;45,652;36,644;32,636;28,632;20,624;16,616;12,612;4,604;0,596" o:connectangles="0,0,0,0,0,0,0,0,0,0,0,0"/>
                  </v:shape>
                  <v:shape id="Freeform 27" o:spid="_x0000_s1051" style="position:absolute;left:3076;top:10599;width:44;height:701;visibility:visible;mso-wrap-style:square;v-text-anchor:top" coordsize="44,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g+NMMA&#10;AADbAAAADwAAAGRycy9kb3ducmV2LnhtbESPQWvCQBSE7wX/w/KE3upLPaQlukoTFHqoh6oI3p7Z&#10;ZxLMvg3ZrcZ/7xYKPQ4z8w0zXw62VVfufeNEw+skAcVSOtNIpWG/W7+8g/KBxFDrhDXc2cNyMXqa&#10;U2bcTb75ug2VihDxGWmoQ+gyRF/WbMlPXMcSvbPrLYUo+wpNT7cIty1OkyRFS43EhZo6LmouL9sf&#10;q+HkNhuzeiM8FPK1z3E4pjl2Wj+Ph48ZqMBD+A//tT+NhmkKv1/iD8D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g+NMMAAADbAAAADwAAAAAAAAAAAAAAAACYAgAAZHJzL2Rv&#10;d25yZXYueG1sUEsFBgAAAAAEAAQA9QAAAIgDAAAAAA==&#10;" path="m,652l,,44,r,701l36,693r-4,-4l24,681r-4,-4l16,668,8,664,4,656,,652xe" fillcolor="#121fff" stroked="f">
                    <v:path arrowok="t" o:connecttype="custom" o:connectlocs="0,652;0,0;44,0;44,701;36,693;32,689;24,681;20,677;16,668;8,664;4,656;0,652" o:connectangles="0,0,0,0,0,0,0,0,0,0,0,0"/>
                  </v:shape>
                  <v:shape id="Freeform 28" o:spid="_x0000_s1052" style="position:absolute;left:3120;top:10599;width:40;height:741;visibility:visible;mso-wrap-style:square;v-text-anchor:top" coordsize="40,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HaIMQA&#10;AADbAAAADwAAAGRycy9kb3ducmV2LnhtbESP3WrCQBSE7wXfYTlC73SjYK3RTbAtLQUR6t/9IXua&#10;hGbPprvbmL59VxC8HGbmG2ad96YRHTlfW1YwnSQgiAuray4VnI5v4ycQPiBrbCyTgj/ykGfDwRpT&#10;bS+8p+4QShEh7FNUUIXQplL6oiKDfmJb4uh9WWcwROlKqR1eItw0cpYkj9JgzXGhwpZeKiq+D79G&#10;Qetf37c/y89m77r589Kxm593TqmHUb9ZgQjUh3v41v7QCmYLuH6JP0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R2iDEAAAA2wAAAA8AAAAAAAAAAAAAAAAAmAIAAGRycy9k&#10;b3ducmV2LnhtbFBLBQYAAAAABAAEAPUAAACJAwAAAAA=&#10;" path="m,701l,,40,r,741l36,737r-8,-4l24,725r-4,-4l12,717,8,709,4,705,,701xe" fillcolor="#1524ff" stroked="f">
                    <v:path arrowok="t" o:connecttype="custom" o:connectlocs="0,701;0,0;40,0;40,741;36,737;28,733;24,725;20,721;12,717;8,709;4,705;0,701" o:connectangles="0,0,0,0,0,0,0,0,0,0,0,0"/>
                  </v:shape>
                  <v:shape id="Freeform 29" o:spid="_x0000_s1053" style="position:absolute;left:3160;top:10599;width:44;height:781;visibility:visible;mso-wrap-style:square;v-text-anchor:top" coordsize="4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tr4A&#10;AADbAAAADwAAAGRycy9kb3ducmV2LnhtbERPyW7CMBC9V+IfrEHqrThQVKGAQayi1wLiPMRDEsiM&#10;Q2wg/fv6UInj09sns5Yr9aDGl04M9HsJKJLM2VJyA4f95mMEygcUi5UTMvBLHmbTztsEU+ue8kOP&#10;XchVDBGfooEihDrV2mcFMfqeq0kid3YNY4iwybVt8BnDudKDJPnSjKXEhgJrWhaUXXd3NnBqZbjK&#10;try+bPz5xovhET9XbMx7t52PQQVqw0v87/62BgZxbPwSf4Ce/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RIJba+AAAA2wAAAA8AAAAAAAAAAAAAAAAAmAIAAGRycy9kb3ducmV2&#10;LnhtbFBLBQYAAAAABAAEAPUAAACDAwAAAAA=&#10;" path="m,741l,,44,r,781l40,777r-8,-4l28,765r-8,-4l16,757r-4,-4l8,749,,741xe" fillcolor="#1829ff" stroked="f">
                    <v:path arrowok="t" o:connecttype="custom" o:connectlocs="0,741;0,0;44,0;44,781;40,777;32,773;28,765;20,761;16,757;12,753;8,749;0,741" o:connectangles="0,0,0,0,0,0,0,0,0,0,0,0"/>
                  </v:shape>
                  <v:shape id="Freeform 30" o:spid="_x0000_s1054" style="position:absolute;left:3204;top:10599;width:45;height:818;visibility:visible;mso-wrap-style:square;v-text-anchor:top" coordsize="45,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9eHcUA&#10;AADbAAAADwAAAGRycy9kb3ducmV2LnhtbESPzWrDMBCE74W+g9hAb42cHxrHiWJMk5hcAmmaB1is&#10;je3WWhlLtd23rwqFHoeZ+YbZpqNpRE+dqy0rmE0jEMSF1TWXCm7vx+cYhPPIGhvLpOCbHKS7x4ct&#10;JtoO/Eb91ZciQNglqKDyvk2kdEVFBt3UtsTBu9vOoA+yK6XucAhw08h5FL1IgzWHhQpbeq2o+Lx+&#10;GQWXpt3rQ364ZbFfLc73/PSRx0ulniZjtgHhafT/4b/2SSuYr+H3S/gB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14dxQAAANsAAAAPAAAAAAAAAAAAAAAAAJgCAABkcnMv&#10;ZG93bnJldi54bWxQSwUGAAAAAAQABAD1AAAAigMAAAAA&#10;" path="m,781l,,45,r,818l37,814r-4,-4l29,805r-8,-8l17,793r-4,-4l5,785,,781xe" fillcolor="#1c2eff" stroked="f">
                    <v:path arrowok="t" o:connecttype="custom" o:connectlocs="0,781;0,0;45,0;45,818;37,814;33,810;29,805;21,797;17,793;13,789;5,785;0,781" o:connectangles="0,0,0,0,0,0,0,0,0,0,0,0"/>
                  </v:shape>
                  <v:shape id="Freeform 31" o:spid="_x0000_s1055" style="position:absolute;left:3249;top:10599;width:40;height:850;visibility:visible;mso-wrap-style:square;v-text-anchor:top" coordsize="4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l9J8IA&#10;AADbAAAADwAAAGRycy9kb3ducmV2LnhtbERPz2vCMBS+D/wfwhN2W1PdmFqNIgNhA5lYd9jx2Tyb&#10;YvPSNVlb//vlMPD48f1ebQZbi45aXzlWMElSEMSF0xWXCr5Ou6c5CB+QNdaOScGNPGzWo4cVZtr1&#10;fKQuD6WIIewzVGBCaDIpfWHIok9cQxy5i2sthgjbUuoW+xhuazlN01dpseLYYLChN0PFNf+1Cj5f&#10;ZrfF7oN/zofphb+N24f6sFfqcTxslyACDeEu/ne/awXPcX38En+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iX0nwgAAANsAAAAPAAAAAAAAAAAAAAAAAJgCAABkcnMvZG93&#10;bnJldi54bWxQSwUGAAAAAAQABAD1AAAAhwMAAAAA&#10;" path="m,818l,,40,r,850l36,846r-4,-4l24,838r-4,-4l16,830,8,826,4,822,,818xe" fillcolor="#1f34ff" stroked="f">
                    <v:path arrowok="t" o:connecttype="custom" o:connectlocs="0,818;0,0;40,0;40,850;36,846;32,842;24,838;20,834;16,830;8,826;4,822;0,818" o:connectangles="0,0,0,0,0,0,0,0,0,0,0,0"/>
                  </v:shape>
                  <v:shape id="Freeform 32" o:spid="_x0000_s1056" style="position:absolute;left:3289;top:10599;width:44;height:878;visibility:visible;mso-wrap-style:square;v-text-anchor:top" coordsize="44,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rb9MIA&#10;AADbAAAADwAAAGRycy9kb3ducmV2LnhtbESPQWsCMRSE74L/ITyhN83qQi2rUWxpwR5rpfT42Dw3&#10;i5uXkER3+++NIPQ4zMw3zHo72E5cKcTWsYL5rABBXDvdcqPg+P0xfQERE7LGzjEp+KMI2814tMZK&#10;u56/6HpIjcgQjhUqMCn5SspYG7IYZ84TZ+/kgsWUZWikDthnuO3koiiepcWW84JBT2+G6vPhYhWc&#10;ykXZ/yzPw+/Fd59Bvr8e/dIo9TQZdisQiYb0H36091pBOYf7l/wD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Ktv0wgAAANsAAAAPAAAAAAAAAAAAAAAAAJgCAABkcnMvZG93&#10;bnJldi54bWxQSwUGAAAAAAQABAD1AAAAhwM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33" o:spid="_x0000_s1057" style="position:absolute;left:3333;top:10671;width:45;height:830;visibility:visible;mso-wrap-style:square;v-text-anchor:top" coordsize="4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vOIcEA&#10;AADbAAAADwAAAGRycy9kb3ducmV2LnhtbESPT4vCMBTE7wt+h/AEb2tqlVWqUWRF3KN/74/m2RaT&#10;l9JkbfXTbwRhj8PM/IZZrDprxJ0aXzlWMBomIIhzpysuFJxP288ZCB+QNRrHpOBBHlbL3scCM+1a&#10;PtD9GAoRIewzVFCGUGdS+rwki37oauLoXV1jMUTZFFI32Ea4NTJNki9pseK4UGJN3yXlt+OvVVAf&#10;Jm5n9s9TlaTdRbdjs5k+tkoN+t16DiJQF/7D7/aPVjBO4fUl/g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bziHBAAAA2wAAAA8AAAAAAAAAAAAAAAAAmAIAAGRycy9kb3du&#10;cmV2LnhtbFBLBQYAAAAABAAEAPUAAACGAw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34" o:spid="_x0000_s1058" style="position:absolute;left:3378;top:10800;width:40;height:725;visibility:visible;mso-wrap-style:square;v-text-anchor:top" coordsize="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7bFcUA&#10;AADbAAAADwAAAGRycy9kb3ducmV2LnhtbESPQWvCQBSE7wX/w/KE3urGWoqNriKC0FNoo9T29sw+&#10;k2D2bdzdmvTfu0LB4zAz3zDzZW8acSHna8sKxqMEBHFhdc2lgt128zQF4QOyxsYyKfgjD8vF4GGO&#10;qbYdf9IlD6WIEPYpKqhCaFMpfVGRQT+yLXH0jtYZDFG6UmqHXYSbRj4nyas0WHNcqLCldUXFKf81&#10;Cjbm+yf7yNZv5xebnb+6vdvl+4NSj8N+NQMRqA/38H/7XSuYTOD2Jf4A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PtsVxQAAANsAAAAPAAAAAAAAAAAAAAAAAJgCAABkcnMv&#10;ZG93bnJldi54bWxQSwUGAAAAAAQABAD1AAAAigM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35" o:spid="_x0000_s1059" style="position:absolute;left:3418;top:10877;width:44;height:668;visibility:visible;mso-wrap-style:square;v-text-anchor:top" coordsize="44,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SO8UA&#10;AADbAAAADwAAAGRycy9kb3ducmV2LnhtbESPQWvCQBSE74L/YXlCL1I3tlokdRUptLQUBKMgvT2y&#10;zySYfZvurkn8992C4HGYmW+Y5bo3tWjJ+cqygukkAUGcW11xoeCwf39cgPABWWNtmRRcycN6NRws&#10;MdW24x21WShEhLBPUUEZQpNK6fOSDPqJbYijd7LOYIjSFVI77CLc1PIpSV6kwYrjQokNvZWUn7OL&#10;UdD9fH+148v1Y/u7y/vu4Bnd/KjUw6jfvIII1Id7+Nb+1AqeZ/D/Jf4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6xI7xQAAANsAAAAPAAAAAAAAAAAAAAAAAJgCAABkcnMv&#10;ZG93bnJldi54bWxQSwUGAAAAAAQABAD1AAAAigMAAAAA&#10;" path="m,648l,,4,4r8,8l16,20r4,8l28,36r4,4l36,48r8,8l44,668r-4,-4l32,664r-4,-4l24,656r-8,l12,652,8,648r-8,xe" fillcolor="#2b48ff" stroked="f">
                    <v:path arrowok="t" o:connecttype="custom" o:connectlocs="0,648;0,0;4,4;12,12;16,20;20,28;28,36;32,40;36,48;44,56;44,668;40,664;32,664;28,660;24,656;16,656;12,652;8,648;0,648" o:connectangles="0,0,0,0,0,0,0,0,0,0,0,0,0,0,0,0,0,0,0"/>
                  </v:shape>
                  <v:shape id="Freeform 36" o:spid="_x0000_s1060" style="position:absolute;left:3462;top:10933;width:45;height:633;visibility:visible;mso-wrap-style:square;v-text-anchor:top" coordsize="45,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WhsEA&#10;AADbAAAADwAAAGRycy9kb3ducmV2LnhtbESPzYrCMBSF9wO+Q7iCm2FMrShjNYoIYheCqDP7S3Nt&#10;i81NaWKtb28EweXh/HycxaozlWipcaVlBaNhBII4s7rkXMHfefvzC8J5ZI2VZVLwIAerZe9rgYm2&#10;dz5Se/K5CCPsElRQeF8nUrqsIINuaGvi4F1sY9AH2eRSN3gP46aScRRNpcGSA6HAmjYFZdfTzQTu&#10;fxx3u+/xY12m6Y73Rh/SdqbUoN+t5yA8df4TfrdTrWA8gdeX8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dFobBAAAA2wAAAA8AAAAAAAAAAAAAAAAAmAIAAGRycy9kb3du&#10;cmV2LnhtbFBLBQYAAAAABAAEAPUAAACGAw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37" o:spid="_x0000_s1061" style="position:absolute;left:3507;top:10977;width:40;height:605;visibility:visible;mso-wrap-style:square;v-text-anchor:top" coordsize="40,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KsF8MA&#10;AADbAAAADwAAAGRycy9kb3ducmV2LnhtbESPwWrDMBBE74X+g9hCLyWW24IJTmRTAoFAcqnrQ46L&#10;tbGcWitjqbbz91Gh0OMwM2+YbbnYXkw0+s6xgtckBUHcON1xq6D+2q/WIHxA1tg7JgU38lAWjw9b&#10;zLWb+ZOmKrQiQtjnqMCEMORS+saQRZ+4gTh6FzdaDFGOrdQjzhFue/mWppm02HFcMDjQzlDzXf1Y&#10;Bfq0Pk3ozi9tV1NaZ9fqOJlKqeen5WMDItAS/sN/7YNW8J7B7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KsF8MAAADbAAAADwAAAAAAAAAAAAAAAACYAgAAZHJzL2Rv&#10;d25yZXYueG1sUEsFBgAAAAAEAAQA9QAAAIgDA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38" o:spid="_x0000_s1062" style="position:absolute;left:3547;top:11014;width:44;height:580;visibility:visible;mso-wrap-style:square;v-text-anchor:top" coordsize="4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L3d8MA&#10;AADbAAAADwAAAGRycy9kb3ducmV2LnhtbESPT2vCQBTE70K/w/IKXqTZqKAlzUZKUazHaOn5Nfvy&#10;p82+Ddk1xm/fFQSPw8z8hkk3o2nFQL1rLCuYRzEI4sLqhisFX6fdyysI55E1tpZJwZUcbLKnSYqJ&#10;thfOaTj6SgQIuwQV1N53iZSuqMmgi2xHHLzS9gZ9kH0ldY+XADetXMTxShpsOCzU2NFHTcXf8WwU&#10;lMW33M7M7+HU+cHtlz+5pXxUavo8vr+B8DT6R/je/tQKlmu4fQk/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L3d8MAAADbAAAADwAAAAAAAAAAAAAAAACYAgAAZHJzL2Rv&#10;d25yZXYueG1sUEsFBgAAAAAEAAQA9QAAAIgDA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39" o:spid="_x0000_s1063" style="position:absolute;left:3591;top:11046;width:45;height:560;visibility:visible;mso-wrap-style:square;v-text-anchor:top" coordsize="45,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j90MIA&#10;AADbAAAADwAAAGRycy9kb3ducmV2LnhtbERPTWsCMRC9F/wPYYReRLO2ILIaRWqXSi+lWtHjsBl3&#10;1yaTJUl1++/NQfD4eN/zZWeNuJAPjWMF41EGgrh0uuFKwc+uGE5BhIis0TgmBf8UYLnoPc0x1+7K&#10;33TZxkqkEA45KqhjbHMpQ1mTxTByLXHiTs5bjAn6SmqP1xRujXzJsom02HBqqLGlt5rK3+2fVXDY&#10;f/rzZGcG73Hw9bHeHKdFYYJSz/1uNQMRqYsP8d290Qpe09j0Jf0Au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iP3QwgAAANsAAAAPAAAAAAAAAAAAAAAAAJgCAABkcnMvZG93&#10;bnJldi54bWxQSwUGAAAAAAQABAD1AAAAhwM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40" o:spid="_x0000_s1064" style="position:absolute;left:3636;top:11070;width:40;height:548;visibility:visible;mso-wrap-style:square;v-text-anchor:top" coordsize="40,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yPIsMA&#10;AADbAAAADwAAAGRycy9kb3ducmV2LnhtbESPQYvCMBSE78L+h/AEL6KpLohbjaLCih6tsl4fzbMt&#10;Ni/dJKv1328EweMwM98w82VranEj5yvLCkbDBARxbnXFhYLT8XswBeEDssbaMil4kIfl4qMzx1Tb&#10;Ox/oloVCRAj7FBWUITSplD4vyaAf2oY4ehfrDIYoXSG1w3uEm1qOk2QiDVYcF0psaFNSfs3+jIKj&#10;+/25bM/rPBuNTT1dFdf9vn9SqtdtVzMQgdrwDr/aO63g8wueX+IP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yPIsMAAADbAAAADwAAAAAAAAAAAAAAAACYAgAAZHJzL2Rv&#10;d25yZXYueG1sUEsFBgAAAAAEAAQA9QAAAIgDA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41" o:spid="_x0000_s1065" style="position:absolute;left:3676;top:11094;width:44;height:532;visibility:visible;mso-wrap-style:square;v-text-anchor:top" coordsize="44,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HuO8AA&#10;AADbAAAADwAAAGRycy9kb3ducmV2LnhtbERP3WrCMBS+H/gO4Qi7W1OHjNE1iuiUgjBY7QMcmmNb&#10;1pykTbTd25uLwS4/vv98O5te3Gn0nWUFqyQFQVxb3XGjoLocX95B+ICssbdMCn7Jw3azeMox03bi&#10;b7qXoRExhH2GCtoQXCalr1sy6BPriCN3taPBEOHYSD3iFMNNL1/T9E0a7Dg2tOho31L9U96Mgp6+&#10;hi5c8HCy1bm8umr4LNyg1PNy3n2ACDSHf/Gfu9AK1nF9/BJ/gN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HuO8AAAADbAAAADwAAAAAAAAAAAAAAAACYAgAAZHJzL2Rvd25y&#10;ZXYueG1sUEsFBgAAAAAEAAQA9QAAAIUDA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42" o:spid="_x0000_s1066" style="position:absolute;left:3720;top:11110;width:45;height:520;visibility:visible;mso-wrap-style:square;v-text-anchor:top" coordsize="4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lzFr4A&#10;AADbAAAADwAAAGRycy9kb3ducmV2LnhtbESPzQrCMBCE74LvEFbwpmlFpFajiCB4EvwpeFyatS02&#10;m9JErW9vBMHjMDPfMMt1Z2rxpNZVlhXE4wgEcW51xYWCy3k3SkA4j6yxtkwK3uRgver3lphq++Ij&#10;PU++EAHCLkUFpfdNKqXLSzLoxrYhDt7NtgZ9kG0hdYuvADe1nETRTBqsOCyU2NC2pPx+ehgFk9hb&#10;ScnloBOZzZtHtr/VfFVqOOg2CxCeOv8P/9p7rWAaw/dL+AF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Opcxa+AAAA2wAAAA8AAAAAAAAAAAAAAAAAmAIAAGRycy9kb3ducmV2&#10;LnhtbFBLBQYAAAAABAAEAPUAAACDAw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43" o:spid="_x0000_s1067" style="position:absolute;left:3765;top:11122;width:40;height:516;visibility:visible;mso-wrap-style:square;v-text-anchor:top" coordsize="4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gJHsQA&#10;AADbAAAADwAAAGRycy9kb3ducmV2LnhtbESPQUvDQBSE74L/YXmCN7uxhFBit6UGhR4KYtpDj4/s&#10;axKbfRt2n236711B8DjMfDPMcj25QV0oxN6zgedZBoq48bbn1sBh//60ABUF2eLgmQzcKMJ6dX+3&#10;xNL6K3/SpZZWpRKOJRroRMZS69h05DDO/EicvJMPDiXJ0Gob8JrK3aDnWVZohz2nhQ5HqjpqzvW3&#10;M5B/HKu84u2r5EXxJW/F7hTqhTGPD9PmBZTQJP/hP3prEzeH3y/pB+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ICR7EAAAA2wAAAA8AAAAAAAAAAAAAAAAAmAIAAGRycy9k&#10;b3ducmV2LnhtbFBLBQYAAAAABAAEAPUAAACJAwAAAAA=&#10;" path="m,508l,,4,,8,r8,4l20,4r4,l32,8r4,l40,8r,508l36,512r-4,l24,512r-4,l16,512r-8,l4,512,,508xe" fillcolor="#4472ff" stroked="f">
                    <v:path arrowok="t" o:connecttype="custom" o:connectlocs="0,508;0,0;4,0;8,0;16,4;20,4;24,4;32,8;36,8;40,8;40,516;36,512;32,512;24,512;20,512;16,512;8,512;4,512;0,508" o:connectangles="0,0,0,0,0,0,0,0,0,0,0,0,0,0,0,0,0,0,0"/>
                  </v:shape>
                  <v:shape id="Freeform 44" o:spid="_x0000_s1068" style="position:absolute;left:3805;top:10373;width:44;height:1265;visibility:visible;mso-wrap-style:square;v-text-anchor:top" coordsize="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bsbsQA&#10;AADbAAAADwAAAGRycy9kb3ducmV2LnhtbESP0WrCQBRE3wX/YblC38ymrRSJrqFtKNSnUvUDrtlr&#10;Npq9m2ZXE/36bqHg4zAzZ5hlPthGXKjztWMFj0kKgrh0uuZKwW77MZ2D8AFZY+OYFFzJQ74aj5aY&#10;adfzN102oRIRwj5DBSaENpPSl4Ys+sS1xNE7uM5iiLKrpO6wj3DbyKc0fZEWa44LBlt6N1SeNmer&#10;QAYzHM63taP98af4Ktb92/7WK/UwGV4XIAIN4R7+b39qBbNn+PsSf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G7G7EAAAA2wAAAA8AAAAAAAAAAAAAAAAAmAIAAGRycy9k&#10;b3ducmV2LnhtbFBLBQYAAAAABAAEAPUAAACJAw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45" o:spid="_x0000_s1069" style="position:absolute;left:3849;top:10321;width:45;height:1321;visibility:visible;mso-wrap-style:square;v-text-anchor:top" coordsize="45,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nGMIA&#10;AADbAAAADwAAAGRycy9kb3ducmV2LnhtbESPT2sCMRTE7wW/Q3iCt5q1SCmrUUQpeBP/QY+vm+dm&#10;dfOyJHHd/famIPQ4zMxvmPmys7VoyYfKsYLJOANBXDhdcangdPx+/wIRIrLG2jEp6CnAcjF4m2Ou&#10;3YP31B5iKRKEQ44KTIxNLmUoDFkMY9cQJ+/ivMWYpC+l9vhIcFvLjyz7lBYrTgsGG1obKm6Hu1Vw&#10;97vf9c/masjY/no+c9ufeKfUaNitZiAidfE//GpvtYLpFP6+pB8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uWcYwgAAANsAAAAPAAAAAAAAAAAAAAAAAJgCAABkcnMvZG93&#10;bnJldi54bWxQSwUGAAAAAAQABAD1AAAAhwM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46" o:spid="_x0000_s1070" style="position:absolute;left:3894;top:10268;width:40;height:1374;visibility:visible;mso-wrap-style:square;v-text-anchor:top" coordsize="4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ji/cQA&#10;AADbAAAADwAAAGRycy9kb3ducmV2LnhtbESPQWvCQBSE74L/YXmCN91YrEjqKlbRFsSDaSl4e2af&#10;STD7NmRXE/99VxA8DjPzDTNbtKYUN6pdYVnBaBiBIE6tLjhT8PuzGUxBOI+ssbRMCu7kYDHvdmYY&#10;a9vwgW6Jz0SAsItRQe59FUvp0pwMuqGtiIN3trVBH2SdSV1jE+CmlG9RNJEGCw4LOVa0yim9JFej&#10;YGv3p4n8jNa0+jsm46b9uu+2rFS/1y4/QHhq/Sv8bH9rBeN3eHw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Y4v3EAAAA2wAAAA8AAAAAAAAAAAAAAAAAmAIAAGRycy9k&#10;b3ducmV2LnhtbFBLBQYAAAAABAAEAPUAAACJAwAAAAA=&#10;" path="m,1374l,871r,l,871r4,l4,871r,l4,871r4,l8,871r4,l16,871r4,l24,871r4,l32,871r4,l40,871r,503l36,1374r-4,l28,1374r-4,l20,1374r-4,l12,1374r-4,l8,1374r-4,l4,1374r,l4,1374r-4,l,1374r,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47" o:spid="_x0000_s1071" style="position:absolute;left:3934;top:10216;width:44;height:1426;visibility:visible;mso-wrap-style:square;v-text-anchor:top" coordsize="44,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QAMQA&#10;AADbAAAADwAAAGRycy9kb3ducmV2LnhtbESPQWsCMRSE7wX/Q3gFL6Vma2UpW6OIRfBQBNd6f2ye&#10;m6XJy5Jkdf33TaHQ4zAz3zDL9eisuFKInWcFL7MCBHHjdcetgq/T7vkNREzIGq1nUnCnCOvV5GGJ&#10;lfY3PtK1Tq3IEI4VKjAp9ZWUsTHkMM58T5y9iw8OU5ahlTrgLcOdlfOiKKXDjvOCwZ62hprvenAK&#10;alu+DvZ8PCzM5nD6DPunj/NlUGr6OG7eQSQa03/4r73XChYl/H7JP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W0ADEAAAA2wAAAA8AAAAAAAAAAAAAAAAAmAIAAGRycy9k&#10;b3ducmV2LnhtbFBLBQYAAAAABAAEAPUAAACJAw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48" o:spid="_x0000_s1072" style="position:absolute;left:3978;top:10163;width:45;height:1475;visibility:visible;mso-wrap-style:square;v-text-anchor:top" coordsize="45,1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A0a8QA&#10;AADbAAAADwAAAGRycy9kb3ducmV2LnhtbESPX2vCQBDE3wt+h2OFvtVL/9BK9BS1lPpSJFb6vM2t&#10;udDcXshtY/z2nlDo4zAzv2Hmy8E3qqcu1oEN3E8yUMRlsDVXBg6fb3dTUFGQLTaBycCZIiwXo5s5&#10;5jacuKB+L5VKEI45GnAiba51LB15jJPQEifvGDqPkmRXadvhKcF9ox+y7Fl7rDktOGxp46j82f96&#10;A1+7jUzlu/goYlX3B7d+fG353Zjb8bCagRIa5D/8195aA08vcP2SfoBe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gNGvEAAAA2wAAAA8AAAAAAAAAAAAAAAAAmAIAAGRycy9k&#10;b3ducmV2LnhtbFBLBQYAAAAABAAEAPUAAACJAw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49" o:spid="_x0000_s1073" style="position:absolute;left:4023;top:10111;width:40;height:1523;visibility:visible;mso-wrap-style:square;v-text-anchor:top" coordsize="40,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ir9b8A&#10;AADbAAAADwAAAGRycy9kb3ducmV2LnhtbERPTYvCMBC9C/sfwix4EU0VKUs1ioqCeBHdhcXb2Mw2&#10;XZtJaaLWf28OgsfH+57OW1uJGzW+dKxgOEhAEOdOl1wo+Pne9L9A+ICssXJMCh7kYT776Ewx0+7O&#10;B7odQyFiCPsMFZgQ6kxKnxuy6AeuJo7cn2sshgibQuoG7zHcVnKUJKm0WHJsMFjTylB+OV6tguV/&#10;1SMmV+4s8v60NumvP6dKdT/bxQREoDa8xS/3VisYx7HxS/wBcvY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WKv1vwAAANsAAAAPAAAAAAAAAAAAAAAAAJgCAABkcnMvZG93bnJl&#10;di54bWxQSwUGAAAAAAQABAD1AAAAhAM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50" o:spid="_x0000_s1074" style="position:absolute;left:4063;top:10059;width:44;height:1571;visibility:visible;mso-wrap-style:square;v-text-anchor:top" coordsize="44,1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dBo8EA&#10;AADbAAAADwAAAGRycy9kb3ducmV2LnhtbESPT2sCMRTE7wW/Q3hCb92sRUpdjSJCwaN/qufH5rlZ&#10;3bwsm2jSb28KhR6HmfkNs1gl24kHDb51rGBSlCCIa6dbbhR8H7/ePkH4gKyxc0wKfsjDajl6WWCl&#10;XeQ9PQ6hERnCvkIFJoS+ktLXhiz6wvXE2bu4wWLIcmikHjBmuO3ke1l+SIst5wWDPW0M1bfD3Spw&#10;MZlmve3v6RQv9fEqd+mMUanXcVrPQQRK4T/8195qBdMZ/H7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nQaPBAAAA2wAAAA8AAAAAAAAAAAAAAAAAmAIAAGRycy9kb3du&#10;cmV2LnhtbFBLBQYAAAAABAAEAPUAAACGAw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51" o:spid="_x0000_s1075" style="position:absolute;left:4107;top:10022;width:45;height:1600;visibility:visible;mso-wrap-style:square;v-text-anchor:top" coordsize="45,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g8q7wA&#10;AADbAAAADwAAAGRycy9kb3ducmV2LnhtbERPTYvCMBC9C/6HMII3TRUU6RpFBMWLB91lz0MztsVk&#10;Ujqx1n9vDoLHx/teb3vvVEet1IENzKYZKOIi2JpLA3+/h8kKlERkiy4wGXiRwHYzHKwxt+HJF+qu&#10;sVQphCVHA1WMTa61FBV5lGloiBN3C63HmGBbatviM4V7p+dZttQea04NFTa0r6i4Xx/ewGMp6OV4&#10;3nW8KPvAMnfu8G/MeNTvfkBF6uNX/HGfrIFFWp++pB+gN2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5iDyrvAAAANsAAAAPAAAAAAAAAAAAAAAAAJgCAABkcnMvZG93bnJldi54&#10;bWxQSwUGAAAAAAQABAD1AAAAgQM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52" o:spid="_x0000_s1076" style="position:absolute;left:4152;top:10035;width:40;height:1579;visibility:visible;mso-wrap-style:square;v-text-anchor:top" coordsize="40,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5DU8QA&#10;AADbAAAADwAAAGRycy9kb3ducmV2LnhtbESPQWsCMRSE74X+h/AK3mpWoa2sRrGVwl5sqRb0+Nw8&#10;N8HNy5JE3f77plDwOMzMN8xs0btWXChE61nBaFiAIK69ttwo+N6+P05AxISssfVMCn4owmJ+fzfD&#10;Uvsrf9FlkxqRIRxLVGBS6kopY23IYRz6jjh7Rx8cpixDI3XAa4a7Vo6L4lk6tJwXDHb0Zqg+bc5O&#10;wdmsD68v1O0/Vx/W2Wpb7SZhr9TgoV9OQSTq0y383660gqcR/H3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eQ1PEAAAA2wAAAA8AAAAAAAAAAAAAAAAAmAIAAGRycy9k&#10;b3ducmV2LnhtbFBLBQYAAAAABAAEAPUAAACJAw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53" o:spid="_x0000_s1077" style="position:absolute;left:4192;top:10075;width:44;height:1527;visibility:visible;mso-wrap-style:square;v-text-anchor:top" coordsize="44,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SLAMQA&#10;AADbAAAADwAAAGRycy9kb3ducmV2LnhtbESPS4vCQBCE7wv+h6EFbzpRUSQ6ig8E8bCsD/DaybRJ&#10;MNMTMqNGf/3OgrDHoqq+omaLxpTiQbUrLCvo9yIQxKnVBWcKzqdtdwLCeWSNpWVS8CIHi3nra4ax&#10;tk8+0OPoMxEg7GJUkHtfxVK6NCeDrmcr4uBdbW3QB1lnUtf4DHBTykEUjaXBgsNCjhWtc0pvx7tR&#10;sNqsE3u6mOtm9P3+wWGVjPe7RKlOu1lOQXhq/H/4095pBaMB/H0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UiwDEAAAA2wAAAA8AAAAAAAAAAAAAAAAAmAIAAGRycy9k&#10;b3ducmV2LnhtbFBLBQYAAAAABAAEAPUAAACJAw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54" o:spid="_x0000_s1078" style="position:absolute;left:4236;top:10111;width:45;height:1479;visibility:visible;mso-wrap-style:square;v-text-anchor:top" coordsize="45,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QbSMYA&#10;AADbAAAADwAAAGRycy9kb3ducmV2LnhtbESPW2sCMRSE3wX/QzhCX0rNVmuRrVGKYBHxgpeHPh42&#10;x93o5mTZRF3/vSkUfBxm5htmNGlsKa5Ue+NYwXs3AUGcOW04V3DYz96GIHxA1lg6JgV38jAZt1sj&#10;TLW78Zauu5CLCGGfooIihCqV0mcFWfRdVxFH7+hqiyHKOpe6xluE21L2kuRTWjQcFwqsaFpQdt5d&#10;rAJDRm5+t4vVYb28u+n59PH6s3FKvXSa7y8QgZrwDP+351rBoA9/X+IPkO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QbSMYAAADbAAAADwAAAAAAAAAAAAAAAACYAgAAZHJz&#10;L2Rvd25yZXYueG1sUEsFBgAAAAAEAAQA9QAAAIsDA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55" o:spid="_x0000_s1079" style="position:absolute;left:4281;top:10151;width:40;height:1423;visibility:visible;mso-wrap-style:square;v-text-anchor:top" coordsize="40,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vcUA&#10;AADbAAAADwAAAGRycy9kb3ducmV2LnhtbESPQWvCQBSE70L/w/IKvemmokZTV5FGi5T2YBR6fWRf&#10;k2D2bciuMf33riD0OMzMN8xy3ZtadNS6yrKC11EEgji3uuJCwem4G85BOI+ssbZMCv7IwXr1NFhi&#10;ou2VD9RlvhABwi5BBaX3TSKly0sy6Ea2IQ7er20N+iDbQuoWrwFuajmOopk0WHFYKLGh95Lyc3Yx&#10;Cr6/zNbFk4/FZ3b+SZtZGqfdIlbq5bnfvIHw1Pv/8KO91wqmE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Zu9xQAAANsAAAAPAAAAAAAAAAAAAAAAAJgCAABkcnMv&#10;ZG93bnJldi54bWxQSwUGAAAAAAQABAD1AAAAigM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56" o:spid="_x0000_s1080" style="position:absolute;left:4321;top:10192;width:44;height:1366;visibility:visible;mso-wrap-style:square;v-text-anchor:top" coordsize="44,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rpDcMA&#10;AADbAAAADwAAAGRycy9kb3ducmV2LnhtbESPQWvCQBSE70L/w/KEXkQ3tiTU6ColohZvVcHrI/tM&#10;otm3Ibtq+u/dguBxmJlvmNmiM7W4UesqywrGowgEcW51xYWCw341/ALhPLLG2jIp+CMHi/lbb4ap&#10;tnf+pdvOFyJA2KWooPS+SaV0eUkG3cg2xME72dagD7ItpG7xHuCmlh9RlEiDFYeFEhvKSsovu6tR&#10;kCVyn2AWTzZbe7wM1tn5+mmWSr33u+8pCE+df4Wf7R+tII7h/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2rpDcMAAADbAAAADwAAAAAAAAAAAAAAAACYAgAAZHJzL2Rv&#10;d25yZXYueG1sUEsFBgAAAAAEAAQA9QAAAIgDA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57" o:spid="_x0000_s1081" style="position:absolute;left:4365;top:10232;width:44;height:1305;visibility:visible;mso-wrap-style:square;v-text-anchor:top" coordsize="44,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SYcMA&#10;AADbAAAADwAAAGRycy9kb3ducmV2LnhtbESPS2sCQRCE7wH/w9CCl6CzChFZHUUlgWDIwRdem53e&#10;B+70LDutrv8+EwjkWFTVV9Ri1bla3akNlWcD41ECijjztuLCwOn4MZyBCoJssfZMBp4UYLXsvSww&#10;tf7Be7ofpFARwiFFA6VIk2odspIchpFviKOX+9ahRNkW2rb4iHBX60mSTLXDiuNCiQ1tS8quh5sz&#10;sPk67d5z+u5uu3yLcjlL/voUYwb9bj0HJdTJf/iv/WkNvE3h90v8AX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FSYcMAAADbAAAADwAAAAAAAAAAAAAAAACYAgAAZHJzL2Rv&#10;d25yZXYueG1sUEsFBgAAAAAEAAQA9QAAAIgDAAAAAA==&#10;" path="m,1305l,673r,l4,669r,l4,665r4,l8,661r,l12,661,,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58" o:spid="_x0000_s1082" style="position:absolute;left:4409;top:10272;width:41;height:1241;visibility:visible;mso-wrap-style:square;v-text-anchor:top" coordsize="41,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9Jg8IA&#10;AADbAAAADwAAAGRycy9kb3ducmV2LnhtbESPzarCMBSE9xd8h3AEd9dUwR+qUUQQBBG0unF3aI5t&#10;tTmpTbT17c2FCy6HmfmGmS9bU4oX1a6wrGDQj0AQp1YXnCk4nza/UxDOI2ssLZOCNzlYLjo/c4y1&#10;bfhIr8RnIkDYxagg976KpXRpTgZd31bEwbva2qAPss6krrEJcFPKYRSNpcGCw0KOFa1zSu/J0yjY&#10;3o6HRL/9Zbw7OGsb4/aP81SpXrddzUB4av03/N/eagWjCfx9CT9AL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b0mDwgAAANsAAAAPAAAAAAAAAAAAAAAAAJgCAABkcnMvZG93&#10;bnJldi54bWxQSwUGAAAAAAQABAD1AAAAhwMAAAAA&#10;" path="m,1241l,,41,41r,1180l37,1221r-4,4l25,1229r-4,4l17,1233r-8,4l5,1241r-5,xe" fillcolor="#73c0ff" stroked="f">
                    <v:path arrowok="t" o:connecttype="custom" o:connectlocs="0,1241;0,0;41,41;41,1221;37,1221;33,1225;25,1229;21,1233;17,1233;9,1237;5,1241;0,1241" o:connectangles="0,0,0,0,0,0,0,0,0,0,0,0"/>
                  </v:shape>
                  <v:shape id="Freeform 59" o:spid="_x0000_s1083" style="position:absolute;left:4450;top:10313;width:44;height:1180;visibility:visible;mso-wrap-style:square;v-text-anchor:top" coordsize="44,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EDL8A&#10;AADbAAAADwAAAGRycy9kb3ducmV2LnhtbERPy4rCMBTdD/gP4QruxtQBB6lGEUFQxEXrY31prm21&#10;uek0sa1/bxYDLg/nvVj1phItNa60rGAyjkAQZ1aXnCs4n7bfMxDOI2usLJOCFzlYLQdfC4y17Tih&#10;NvW5CCHsYlRQeF/HUrqsIINubGviwN1sY9AH2ORSN9iFcFPJnyj6lQZLDg0F1rQpKHukT6PAXzrq&#10;Nrv2mvwl68Mxlfdqb09KjYb9eg7CU+8/4n/3TiuYhrHhS/gBcvk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VAQMvwAAANsAAAAPAAAAAAAAAAAAAAAAAJgCAABkcnMvZG93bnJl&#10;di54bWxQSwUGAAAAAAQABAD1AAAAhAMAAAAA&#10;" path="m,1180l,,44,40r,1112l40,1156r-8,4l28,1160r-4,4l16,1168r-4,4l8,1176r-8,4xe" fillcolor="#76c5ff" stroked="f">
                    <v:path arrowok="t" o:connecttype="custom" o:connectlocs="0,1180;0,0;44,40;44,1152;40,1156;32,1160;28,1160;24,1164;16,1168;12,1172;8,1176;0,1180" o:connectangles="0,0,0,0,0,0,0,0,0,0,0,0"/>
                  </v:shape>
                  <v:shape id="Freeform 60" o:spid="_x0000_s1084" style="position:absolute;left:4494;top:10353;width:44;height:1112;visibility:visible;mso-wrap-style:square;v-text-anchor:top" coordsize="44,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MWMMA&#10;AADbAAAADwAAAGRycy9kb3ducmV2LnhtbESPQYvCMBSE78L+h/AWvGm6i7pu1ygiFjwJul68PZpn&#10;W21eShK1+uuNIHgcZuYbZjJrTS0u5HxlWcFXPwFBnFtdcaFg95/1xiB8QNZYWyYFN/Iwm350Jphq&#10;e+UNXbahEBHCPkUFZQhNKqXPSzLo+7Yhjt7BOoMhSldI7fAa4aaW30kykgYrjgslNrQoKT9tz0YB&#10;ro/7e7s4zDM/+Ml0ZXduP14q1f1s538gArXhHX61V1rB8Be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0MWMMAAADbAAAADwAAAAAAAAAAAAAAAACYAgAAZHJzL2Rv&#10;d25yZXYueG1sUEsFBgAAAAAEAAQA9QAAAIgDAAAAAA==&#10;" path="m,1112l,,44,40r,1044l36,1088r-4,4l28,1092r-8,4l16,1100r-4,4l4,1108r-4,4xe" fillcolor="#79caff" stroked="f">
                    <v:path arrowok="t" o:connecttype="custom" o:connectlocs="0,1112;0,0;44,40;44,1084;36,1088;32,1092;28,1092;20,1096;16,1100;12,1104;4,1108;0,1112" o:connectangles="0,0,0,0,0,0,0,0,0,0,0,0"/>
                  </v:shape>
                  <v:shape id="Freeform 61" o:spid="_x0000_s1085" style="position:absolute;left:4538;top:10393;width:41;height:1044;visibility:visible;mso-wrap-style:square;v-text-anchor:top" coordsize="41,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" path="m,1044l,,41,40r,971l37,1016r-4,4l25,1024r-4,4l17,1032r-8,4l4,1040r-4,4xe" fillcolor="#7cd0ff" stroked="f">
                    <v:path arrowok="t" o:connecttype="custom" o:connectlocs="0,1044;0,0;41,40;41,1011;37,1016;33,1020;25,1024;21,1028;17,1032;9,1036;4,1040;0,1044" o:connectangles="0,0,0,0,0,0,0,0,0,0,0,0"/>
                  </v:shape>
                  <v:shape id="Freeform 62" o:spid="_x0000_s1086" style="position:absolute;left:4579;top:10433;width:44;height:971;visibility:visible;mso-wrap-style:square;v-text-anchor:top" coordsize="4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s0TsMA&#10;AADbAAAADwAAAGRycy9kb3ducmV2LnhtbESPT4vCMBTE78J+h/AWvGnqIiLVtIiLrKAH65/7o3k2&#10;xealNFmt394sLHgcZuY3zDLvbSPu1PnasYLJOAFBXDpdc6XgfNqM5iB8QNbYOCYFT/KQZx+DJaba&#10;Pbig+zFUIkLYp6jAhNCmUvrSkEU/di1x9K6usxii7CqpO3xEuG3kV5LMpMWa44LBltaGytvx1yrY&#10;7qf7w8/3bVoezu2lKHbFpkKj1PCzXy1ABOrDO/zf3moFswn8fYk/QG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s0TsMAAADbAAAADwAAAAAAAAAAAAAAAACYAgAAZHJzL2Rv&#10;d25yZXYueG1sUEsFBgAAAAAEAAQA9QAAAIgDAAAAAA==&#10;" path="m,971l,,44,41r,894l40,939r-8,4l28,947r-4,4l16,955r-4,4l8,963,,971xe" fillcolor="#80d5ff" stroked="f">
                    <v:path arrowok="t" o:connecttype="custom" o:connectlocs="0,971;0,0;44,41;44,935;40,939;32,943;28,947;24,951;16,955;12,959;8,963;0,971" o:connectangles="0,0,0,0,0,0,0,0,0,0,0,0"/>
                  </v:shape>
                  <v:shape id="Freeform 63" o:spid="_x0000_s1087" style="position:absolute;left:4623;top:10474;width:44;height:894;visibility:visible;mso-wrap-style:square;v-text-anchor:top" coordsize="44,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yj8QA&#10;AADbAAAADwAAAGRycy9kb3ducmV2LnhtbESPT4vCMBTE78J+h/AW9qZpPdRuNYosLHgQxD8Hj2+b&#10;Z1ttXkoTa9dPbwTB4zAzv2Fmi97UoqPWVZYVxKMIBHFudcWFgsP+d5iCcB5ZY22ZFPyTg8X8YzDD&#10;TNsbb6nb+UIECLsMFZTeN5mULi/JoBvZhjh4J9sa9EG2hdQt3gLc1HIcRYk0WHFYKLGhn5Lyy+5q&#10;FFw6nW7y+zb+XqfxtUvOf8eimSj19dkvpyA89f4dfrVXWkEyhueX8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VMo/EAAAA2wAAAA8AAAAAAAAAAAAAAAAAmAIAAGRycy9k&#10;b3ducmV2LnhtbFBLBQYAAAAABAAEAPUAAACJAwAAAAA=&#10;" path="m,894l,,44,40r,814l36,858r-4,4l28,870r-8,4l16,878r-4,4l4,886,,894xe" fillcolor="#83daff" stroked="f">
                    <v:path arrowok="t" o:connecttype="custom" o:connectlocs="0,894;0,0;44,40;44,854;36,858;32,862;28,870;20,874;16,878;12,882;4,886;0,894" o:connectangles="0,0,0,0,0,0,0,0,0,0,0,0"/>
                  </v:shape>
                  <v:shape id="Freeform 64" o:spid="_x0000_s1088" style="position:absolute;left:4667;top:10514;width:41;height:814;visibility:visible;mso-wrap-style:square;v-text-anchor:top" coordsize="4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7jhcEA&#10;AADbAAAADwAAAGRycy9kb3ducmV2LnhtbESP0YrCMBRE3xf8h3AF39ZUBZFqFBEElX3Yqh9waa5N&#10;sbmpTarx7zcLC/s4zMwZZrWJthFP6nztWMFknIEgLp2uuVJwvew/FyB8QNbYOCYFb/KwWQ8+Vphr&#10;9+KCnudQiQRhn6MCE0KbS+lLQxb92LXEybu5zmJIsquk7vCV4LaR0yybS4s1pwWDLe0MlfdzbxXQ&#10;4xG/TwUV1Vaa+CUXx3vvjkqNhnG7BBEohv/wX/ugFcxn8Psl/QC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u44XBAAAA2wAAAA8AAAAAAAAAAAAAAAAAmAIAAGRycy9kb3du&#10;cmV2LnhtbFBLBQYAAAAABAAEAPUAAACGAwAAAAA=&#10;" path="m,814l,,41,40r,730l37,774r-4,4l25,786r-4,4l17,798r-9,4l4,806,,814xe" fillcolor="#86dfff" stroked="f">
                    <v:path arrowok="t" o:connecttype="custom" o:connectlocs="0,814;0,0;41,40;41,770;37,774;33,778;25,786;21,790;17,798;8,802;4,806;0,814" o:connectangles="0,0,0,0,0,0,0,0,0,0,0,0"/>
                  </v:shape>
                  <v:shape id="Freeform 65" o:spid="_x0000_s1089" style="position:absolute;left:4708;top:10554;width:44;height:730;visibility:visible;mso-wrap-style:square;v-text-anchor:top" coordsize="4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MiMAA&#10;AADbAAAADwAAAGRycy9kb3ducmV2LnhtbESPQYvCMBCF7wv+hzDC3tZU2VWppkUEwauuoMexGdNi&#10;M6lNrPXfbwRhj48373vzlnlva9FR6yvHCsajBARx4XTFRsHhd/M1B+EDssbaMSl4koc8G3wsMdXu&#10;wTvq9sGICGGfooIyhCaV0hclWfQj1xBH7+JaiyHK1kjd4iPCbS0nSTKVFiuODSU2tC6puO7vNr5x&#10;1D9+po3RibOHE59voetvSn0O+9UCRKA+/B+/01utYPoNry0RAD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MiMAAAADbAAAADwAAAAAAAAAAAAAAAACYAgAAZHJzL2Rvd25y&#10;ZXYueG1sUEsFBgAAAAAEAAQA9QAAAIUDAAAAAA==&#10;" path="m,730l,,44,41r,636l40,685r-8,4l28,697r-4,8l16,709r-4,9l8,722,,730xe" fillcolor="#89e4ff" stroked="f">
                    <v:path arrowok="t" o:connecttype="custom" o:connectlocs="0,730;0,0;44,41;44,677;40,685;32,689;28,697;24,705;16,709;12,718;8,722;0,730" o:connectangles="0,0,0,0,0,0,0,0,0,0,0,0"/>
                  </v:shape>
                  <v:shape id="Freeform 66" o:spid="_x0000_s1090" style="position:absolute;left:4752;top:10595;width:44;height:636;visibility:visible;mso-wrap-style:square;v-text-anchor:top" coordsize="44,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osrMAA&#10;AADbAAAADwAAAGRycy9kb3ducmV2LnhtbESP0YrCMBRE34X9h3AX9k2TVRSpRnFFYR+19gOuzbUt&#10;Njclidr9+40g+DjMzBlmue5tK+7kQ+NYw/dIgSAunWm40lCc9sM5iBCRDbaOScMfBVivPgZLzIx7&#10;8JHueaxEgnDIUEMdY5dJGcqaLIaR64iTd3HeYkzSV9J4fCS4beVYqZm02HBaqLGjbU3lNb/ZRJng&#10;/PBzbs6+MLmatHmh/G2n9ddnv1mAiNTHd/jV/jUaZlN4fk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osrMAAAADbAAAADwAAAAAAAAAAAAAAAACYAgAAZHJzL2Rvd25y&#10;ZXYueG1sUEsFBgAAAAAEAAQA9QAAAIUDAAAAAA==&#10;" path="m,636l,,44,40r,540l36,588r-4,8l28,604r-4,4l16,616r-4,8l4,632,,636xe" fillcolor="#8ceaff" stroked="f">
                    <v:path arrowok="t" o:connecttype="custom" o:connectlocs="0,636;0,0;44,40;44,580;36,588;32,596;28,604;24,608;16,616;12,624;4,632;0,636" o:connectangles="0,0,0,0,0,0,0,0,0,0,0,0"/>
                  </v:shape>
                  <v:shape id="Freeform 67" o:spid="_x0000_s1091" style="position:absolute;left:4796;top:10635;width:41;height:540;visibility:visible;mso-wrap-style:square;v-text-anchor:top" coordsize="4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yxAsMA&#10;AADbAAAADwAAAGRycy9kb3ducmV2LnhtbESPwWrDMBBE74X8g9hCb7WcHtzgRAmh0NKSU51AyG2x&#10;NpaJtXIkxXb+vioUehxm5g2z2ky2EwP50DpWMM9yEMS10y03Cg779+cFiBCRNXaOScGdAmzWs4cV&#10;ltqN/E1DFRuRIBxKVGBi7EspQ23IYshcT5y8s/MWY5K+kdrjmOC2ky95XkiLLacFgz29Gaov1c0q&#10;2Jnhw+++7tXxdqJXP86vkQmVenqctksQkab4H/5rf2oFRQG/X9IP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yxAsMAAADbAAAADwAAAAAAAAAAAAAAAACYAgAAZHJzL2Rv&#10;d25yZXYueG1sUEsFBgAAAAAEAAQA9QAAAIgDAAAAAA==&#10;" path="m,540l,,41,40r,435l37,483r-4,8l29,500r-8,8l16,516r-4,8l4,532,,540xe" fillcolor="#8fefff" stroked="f">
                    <v:path arrowok="t" o:connecttype="custom" o:connectlocs="0,540;0,0;41,40;41,475;37,483;33,491;29,500;21,508;16,516;12,524;4,532;0,540" o:connectangles="0,0,0,0,0,0,0,0,0,0,0,0"/>
                  </v:shape>
                  <v:shape id="Freeform 68" o:spid="_x0000_s1092" style="position:absolute;left:4837;top:10675;width:44;height:435;visibility:visible;mso-wrap-style:square;v-text-anchor:top" coordsize="44,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Sv8UA&#10;AADbAAAADwAAAGRycy9kb3ducmV2LnhtbESPW2vCQBSE3wv+h+UIfSm6aRGVmFW0UqgvFS+gvh2y&#10;JxfMno3ZNab/vlso9HGY+WaYZNGZSrTUuNKygtdhBII4tbrkXMHx8DGYgnAeWWNlmRR8k4PFvPeU&#10;YKztg3fU7n0uQgm7GBUU3texlC4tyKAb2po4eJltDPogm1zqBh+h3FTyLYrG0mDJYaHAmt4LSq/7&#10;u1EwXlYn/HLr1aG93V8255G8bClT6rnfLWcgPHX+P/xHf+rATeD3S/gBc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39K/xQAAANsAAAAPAAAAAAAAAAAAAAAAAJgCAABkcnMv&#10;ZG93bnJldi54bWxQSwUGAAAAAAQABAD1AAAAigMAAAAA&#10;" path="m,435l,,44,40r,319l40,367r-4,12l28,387r-4,8l20,407r-8,8l8,427,,435xe" fillcolor="#92f4ff" stroked="f">
                    <v:path arrowok="t" o:connecttype="custom" o:connectlocs="0,435;0,0;44,40;44,359;40,367;36,379;28,387;24,395;20,407;12,415;8,427;0,435" o:connectangles="0,0,0,0,0,0,0,0,0,0,0,0"/>
                  </v:shape>
                  <v:shape id="Freeform 69" o:spid="_x0000_s1093" style="position:absolute;left:4881;top:10715;width:44;height:319;visibility:visible;mso-wrap-style:square;v-text-anchor:top" coordsize="44,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xIvMIA&#10;AADbAAAADwAAAGRycy9kb3ducmV2LnhtbERPy4rCMBTdC/5DuANuRNMZQaQaZRAcBsWFjq/ZXZo7&#10;bbG5KUm09e/NQpjl4bxni9ZU4k7Ol5YVvA8TEMSZ1SXnCg4/q8EEhA/IGivLpOBBHhbzbmeGqbYN&#10;7+i+D7mIIexTVFCEUKdS+qwgg35oa+LI/VlnMETocqkdNjHcVPIjScbSYMmxocCalgVl1/3NKNi0&#10;2fH0df5d98+7UeI2E9uE7UWp3lv7OQURqA3/4pf7WysYx7HxS/w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vEi8wgAAANsAAAAPAAAAAAAAAAAAAAAAAJgCAABkcnMvZG93&#10;bnJldi54bWxQSwUGAAAAAAQABAD1AAAAhwMAAAAA&#10;" path="m,319l,,44,41r,177l40,230r-8,16l28,258r-4,12l16,283r-4,12l8,307,,319xe" fillcolor="#95f9ff" stroked="f">
                    <v:path arrowok="t" o:connecttype="custom" o:connectlocs="0,319;0,0;44,41;44,218;40,230;32,246;28,258;24,270;16,283;12,295;8,307;0,319" o:connectangles="0,0,0,0,0,0,0,0,0,0,0,0"/>
                  </v:shape>
                  <v:shape id="Freeform 70" o:spid="_x0000_s1094" style="position:absolute;left:4925;top:10756;width:41;height:177;visibility:visible;mso-wrap-style:square;v-text-anchor:top" coordsize="4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GGz78A&#10;AADbAAAADwAAAGRycy9kb3ducmV2LnhtbESPzQrCMBCE74LvEFbwpqkeRKtRRFA8FMSfg8elWdti&#10;sylNWuvbG0HwOMzMN8xq05lStFS7wrKCyTgCQZxaXXCm4Hbdj+YgnEfWWFomBW9ysFn3eyuMtX3x&#10;mdqLz0SAsItRQe59FUvp0pwMurGtiIP3sLVBH2SdSV3jK8BNKadRNJMGCw4LOVa0yyl9XhqjIEld&#10;cmzu72Z/mDR04kQu2u6h1HDQbZcgPHX+H/61j1rBbAHfL+EHyP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YbPvwAAANsAAAAPAAAAAAAAAAAAAAAAAJgCAABkcnMvZG93bnJl&#10;di54bWxQSwUGAAAAAAQABAD1AAAAhAMAAAAA&#10;" path="m,177l,,41,40,37,56,33,72,29,92r-4,17l16,129r-4,16l4,161,,177xe" fillcolor="#9ff" stroked="f">
                    <v:path arrowok="t" o:connecttype="custom" o:connectlocs="0,177;0,0;41,40;37,56;33,72;29,92;25,109;16,129;12,145;4,161;0,177" o:connectangles="0,0,0,0,0,0,0,0,0,0,0"/>
                  </v:shape>
                  <v:shape id="Freeform 71" o:spid="_x0000_s1095" style="position:absolute;left:5526;top:8979;width:709;height:189;visibility:visible;mso-wrap-style:square;v-text-anchor:top" coordsize="70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y0rcMA&#10;AADbAAAADwAAAGRycy9kb3ducmV2LnhtbERPTWvCQBC9F/wPywi9iG7sobWpa2gFwYIHY8Veh+yY&#10;RLOzIbuaxF/vHgSPj/c9TzpTiSs1rrSsYDqJQBBnVpecK9j/rcYzEM4ja6wsk4KeHCSLwcscY21b&#10;Tum687kIIexiVFB4X8dSuqwgg25ia+LAHW1j0AfY5FI32IZwU8m3KHqXBksODQXWtCwoO+8uRkF2&#10;Skf/x1l/22/8ci23n5fD789Iqddh9/0FwlPnn+KHe60VfIT14Uv4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y0rcMAAADbAAAADwAAAAAAAAAAAAAAAACYAgAAZHJzL2Rv&#10;d25yZXYueG1sUEsFBgAAAAAEAAQA9QAAAIgDAAAAAA==&#10;" path="m584,157l512,,,,,189r512,l439,36,584,157,709,,512,r72,157xe" stroked="f">
                    <v:path arrowok="t" o:connecttype="custom" o:connectlocs="584,157;512,0;0,0;0,189;512,189;439,36;584,157;709,0;512,0;584,157" o:connectangles="0,0,0,0,0,0,0,0,0,0"/>
                  </v:shape>
                  <v:shape id="Freeform 72" o:spid="_x0000_s1096" style="position:absolute;left:4986;top:9015;width:1124;height:1245;visibility:visible;mso-wrap-style:square;v-text-anchor:top" coordsize="1124,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ClScUA&#10;AADbAAAADwAAAGRycy9kb3ducmV2LnhtbESPQWvCQBSE74X+h+UJvZS6sYcq0VVsQPDQS6NCentm&#10;n9lg9m3IrjH++64geBxm5htmsRpsI3rqfO1YwWScgCAuna65UrDfbT5mIHxA1tg4JgU38rBavr4s&#10;MNXuyr/U56ESEcI+RQUmhDaV0peGLPqxa4mjd3KdxRBlV0nd4TXCbSM/k+RLWqw5LhhsKTNUnvOL&#10;VbD9Nrd19l4cZFH0+HP8y/PpKVPqbTSs5yACDeEZfrS3WsF0Avcv8Qf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AKVJxQAAANsAAAAPAAAAAAAAAAAAAAAAAJgCAABkcnMv&#10;ZG93bnJldi54bWxQSwUGAAAAAAQABAD1AAAAigMAAAAA&#10;" path="m197,1108r4,129l1124,121,979,,56,1116r8,129l56,1116,,1185r64,60l197,1108xe" stroked="f">
                    <v:path arrowok="t" o:connecttype="custom" o:connectlocs="197,1108;201,1237;1124,121;979,0;56,1116;64,1245;56,1116;0,1185;64,1245;197,1108" o:connectangles="0,0,0,0,0,0,0,0,0,0"/>
                  </v:shape>
                  <v:shape id="Freeform 73" o:spid="_x0000_s1097" style="position:absolute;left:5050;top:10123;width:1080;height:1016;visibility:visible;mso-wrap-style:square;v-text-anchor:top" coordsize="1080,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B9NMUA&#10;AADbAAAADwAAAGRycy9kb3ducmV2LnhtbESPQWvCQBSE7wX/w/KEXopuGlBL6ioSKAptD429eHtm&#10;X5Ng9m3YXZP4791CocdhZr5h1tvRtKIn5xvLCp7nCQji0uqGKwXfx7fZCwgfkDW2lknBjTxsN5OH&#10;NWbaDvxFfREqESHsM1RQh9BlUvqyJoN+bjvi6P1YZzBE6SqpHQ4RblqZJslSGmw4LtTYUV5TeSmu&#10;RsHJFWaVHz/3h2UYPZ9u56fFx7tSj9Nx9woi0Bj+w3/tg1awSuH3S/wB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gH00xQAAANsAAAAPAAAAAAAAAAAAAAAAAJgCAABkcnMv&#10;ZG93bnJldi54bWxQSwUGAAAAAAQABAD1AAAAigMAAAAA&#10;" path="m1080,947r-28,-68l133,,,137r923,879l891,947r189,l1080,907r-28,-28l1080,947xe" stroked="f">
                    <v:path arrowok="t" o:connecttype="custom" o:connectlocs="1080,947;1052,879;133,0;0,137;923,1016;891,947;1080,947;1080,907;1052,879;1080,947" o:connectangles="0,0,0,0,0,0,0,0,0,0"/>
                  </v:shape>
                  <v:shape id="Freeform 74" o:spid="_x0000_s1098" style="position:absolute;left:5941;top:11070;width:189;height:814;visibility:visible;mso-wrap-style:square;v-text-anchor:top" coordsize="189,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xMkcUA&#10;AADbAAAADwAAAGRycy9kb3ducmV2LnhtbESPzWoCQRCE7wHfYWjBS4i9GkjCxlH8QRLwpAmE3Jqd&#10;zu7oTs+yM+rq02cCQo5FVX1FTWadq9WJ22C9aBgNM1AshTdWSg2fH+uHF1AhkhiqvbCGCweYTXt3&#10;E8qNP8uWT7tYqgSRkJOGKsYmRwxFxY7C0DcsyfvxraOYZFuiaemc4K7GcZY9oSMraaGihpcVF4fd&#10;0Wl4QzyK3yxwtNjcf9lvu9ru8ar1oN/NX0FF7uJ/+NZ+NxqeH+HvS/oBOP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jEyRxQAAANsAAAAPAAAAAAAAAAAAAAAAAJgCAABkcnMv&#10;ZG93bnJldi54bWxQSwUGAAAAAAQABAD1AAAAigMAAAAA&#10;" path="m32,661l189,592,189,,,,,592,161,524,32,661,189,814r,-222l32,661xe" stroked="f">
                    <v:path arrowok="t" o:connecttype="custom" o:connectlocs="32,661;189,592;189,0;0,0;0,592;161,524;32,661;189,814;189,592;32,661" o:connectangles="0,0,0,0,0,0,0,0,0,0"/>
                  </v:shape>
                  <v:shape id="Freeform 75" o:spid="_x0000_s1099" style="position:absolute;left:4337;top:10075;width:1765;height:1656;visibility:visible;mso-wrap-style:square;v-text-anchor:top" coordsize="1765,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cv8QA&#10;AADbAAAADwAAAGRycy9kb3ducmV2LnhtbESPzW7CMBCE70h9B2srcStOK35TnKhCoHLgAqX3VbzE&#10;UeN1GhuS8vQYqRLH0cx8o1nmva3FhVpfOVbwOkpAEBdOV1wqOH5tXuYgfEDWWDsmBX/kIc+eBktM&#10;tet4T5dDKEWEsE9RgQmhSaX0hSGLfuQa4uidXGsxRNmWUrfYRbit5VuSTKXFiuOCwYZWhoqfw9kq&#10;+F748YSP8+mn2f1OrtStC31dKzV87j/eQQTqwyP8395qBbMx3L/EH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hnL/EAAAA2wAAAA8AAAAAAAAAAAAAAAAAmAIAAGRycy9k&#10;b3ducmV2LnhtbFBLBQYAAAAABAAEAPUAAACJAwAAAAA=&#10;" path="m,68r32,69l1636,1656r129,-137l161,r28,68l,68r,41l32,137,,68xe" stroked="f">
                    <v:path arrowok="t" o:connecttype="custom" o:connectlocs="0,68;32,137;1636,1656;1765,1519;161,0;189,68;0,68;0,109;32,137;0,68" o:connectangles="0,0,0,0,0,0,0,0,0,0"/>
                  </v:shape>
                  <v:shape id="Freeform 76" o:spid="_x0000_s1100" style="position:absolute;left:4337;top:8096;width:189;height:2047;visibility:visible;mso-wrap-style:square;v-text-anchor:top" coordsize="189,2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JOsMA&#10;AADbAAAADwAAAGRycy9kb3ducmV2LnhtbESPT2sCMRTE7wW/Q3iCt5ptxSpbo4hQ8OBFK54fm9fs&#10;0s3Lusn+/fRGKPQ4zMxvmM2ut6VoqfaFYwVv8wQEceZ0wUbB9fvrdQ3CB2SNpWNSMJCH3XbyssFU&#10;u47P1F6CERHCPkUFeQhVKqXPcrLo564ijt6Pqy2GKGsjdY1dhNtSvifJh7RYcFzIsaJDTtnvpbEK&#10;xuamD/f2ak6mHcflsCi6UzMoNZv2+08QgfrwH/5rH7WC1RKeX+IPkN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pJOsMAAADbAAAADwAAAAAAAAAAAAAAAACYAgAAZHJzL2Rv&#10;d25yZXYueG1sUEsFBgAAAAAEAAQA9QAAAIgDAAAAAA==&#10;" path="m97,l,97,,2047r189,l189,97,97,190,97,,,,,97,97,xe" stroked="f">
                    <v:path arrowok="t" o:connecttype="custom" o:connectlocs="97,0;0,97;0,2047;189,2047;189,97;97,190;97,0;0,0;0,97;97,0" o:connectangles="0,0,0,0,0,0,0,0,0,0"/>
                  </v:shape>
                  <v:shape id="Freeform 77" o:spid="_x0000_s1101" style="position:absolute;left:4434;top:8096;width:604;height:190;visibility:visible;mso-wrap-style:square;v-text-anchor:top" coordsize="604,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YUI8QA&#10;AADbAAAADwAAAGRycy9kb3ducmV2LnhtbESPQWvCQBSE7wX/w/KE3pqNQtMSXUWkBSmhEK3k+sg+&#10;k2D2bdhdY/rvu4VCj8PMfMOst5PpxUjOd5YVLJIUBHFtdceNgq/T+9MrCB+QNfaWScE3edhuZg9r&#10;zLW9c0njMTQiQtjnqKANYcil9HVLBn1iB+LoXawzGKJ0jdQO7xFuerlM00wa7DgutDjQvqX6erwZ&#10;BeXzUNRvu2z5ea7cWJ0w8774UOpxPu1WIAJN4T/81z5oBS8Z/H6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mFCPEAAAA2wAAAA8AAAAAAAAAAAAAAAAAmAIAAGRycy9k&#10;b3ducmV2LnhtbFBLBQYAAAAABAAEAPUAAACJAwAAAAA=&#10;" path="m604,97l507,,,,,190r507,l415,97r189,l604,,507,r97,97xe" stroked="f">
                    <v:path arrowok="t" o:connecttype="custom" o:connectlocs="604,97;507,0;0,0;0,190;507,190;415,97;604,97;604,0;507,0;604,97" o:connectangles="0,0,0,0,0,0,0,0,0,0"/>
                  </v:shape>
                  <v:shape id="Freeform 78" o:spid="_x0000_s1102" style="position:absolute;left:4849;top:8193;width:189;height:1805;visibility:visible;mso-wrap-style:square;v-text-anchor:top" coordsize="189,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JdV8MA&#10;AADbAAAADwAAAGRycy9kb3ducmV2LnhtbESPQWvCQBSE7wX/w/KE3nSjlFpSN8FoLYKnqr2/Zp9J&#10;6u7bkN3G9N93BaHHYWa+YZb5YI3oqfONYwWzaQKCuHS64UrB6bidvIDwAVmjcUwKfslDno0elphq&#10;d+UP6g+hEhHCPkUFdQhtKqUva7Lop64ljt7ZdRZDlF0ldYfXCLdGzpPkWVpsOC7U2NK6pvJy+LEK&#10;qOjn3++rr13xVLzxxmw/3f5slHocD6tXEIGG8B++t3dawWIBty/xB8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JdV8MAAADbAAAADwAAAAAAAAAAAAAAAACYAgAAZHJzL2Rv&#10;d25yZXYueG1sUEsFBgAAAAAEAAQA9QAAAIgDAAAAAA==&#10;" path="m20,1491r169,64l189,,,,,1555r165,61l,1555r,250l165,1616,20,1491xe" stroked="f">
                    <v:path arrowok="t" o:connecttype="custom" o:connectlocs="20,1491;189,1555;189,0;0,0;0,1555;165,1616;0,1555;0,1805;165,1616;20,1491" o:connectangles="0,0,0,0,0,0,0,0,0,0"/>
                  </v:shape>
                  <v:shape id="Freeform 79" o:spid="_x0000_s1103" style="position:absolute;left:4869;top:8979;width:729;height:830;visibility:visible;mso-wrap-style:square;v-text-anchor:top" coordsize="729,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8kG7sA&#10;AADbAAAADwAAAGRycy9kb3ducmV2LnhtbERPSwrCMBDdC94hjOBGbKoLlWoUEQRxZ/UAYzM2xWZS&#10;mljr7c1CcPl4/82ut7XoqPWVYwWzJAVBXDhdcangdj1OVyB8QNZYOyYFH/Kw2w4HG8y0e/OFujyU&#10;Ioawz1CBCaHJpPSFIYs+cQ1x5B6utRgibEupW3zHcFvLeZoupMWKY4PBhg6Gimf+sgry193owk2k&#10;7+x5f5V8DsvDQqnxqN+vQQTqw1/8c5+0gmUcG7/EHyC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yfJBu7AAAA2wAAAA8AAAAAAAAAAAAAAAAAmAIAAGRycy9kb3ducmV2Lnht&#10;bFBLBQYAAAAABAAEAPUAAACAAwAAAAA=&#10;" path="m657,l584,32,,705,145,830,729,157r-72,32l657,,612,,584,32,657,xe" stroked="f">
                    <v:path arrowok="t" o:connecttype="custom" o:connectlocs="657,0;584,32;0,705;145,830;729,157;657,189;657,0;612,0;584,32;657,0" o:connectangles="0,0,0,0,0,0,0,0,0,0"/>
                  </v:shape>
                  <v:shape id="Freeform 80" o:spid="_x0000_s1104" style="position:absolute;left:4434;top:8193;width:32;height:1979;visibility:visible;mso-wrap-style:square;v-text-anchor:top" coordsize="32,1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B6McIA&#10;AADbAAAADwAAAGRycy9kb3ducmV2LnhtbESPzWrDMBCE74W+g9hCbonc5reulRBKAs2tdULOi7Wx&#10;jK2VkdTEefuqUOhxmJlvmGIz2E5cyYfGsYLnSQaCuHK64VrB6bgfr0CEiKyxc0wK7hRgs358KDDX&#10;7sZfdC1jLRKEQ44KTIx9LmWoDFkME9cTJ+/ivMWYpK+l9nhLcNvJlyxbSIsNpwWDPb0bqtry2yq4&#10;HA61b+afu7N3spy5dro1npUaPQ3bNxCRhvgf/mt/aAXLV/j9kn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HoxwgAAANsAAAAPAAAAAAAAAAAAAAAAAJgCAABkcnMvZG93&#10;bnJldi54bWxQSwUGAAAAAAQABAD1AAAAhwMAAAAA&#10;" path="m,1950l,,32,r,1979l,1950xe" fillcolor="blue" stroked="f">
                    <v:path arrowok="t" o:connecttype="custom" o:connectlocs="0,1950;0,0;32,0;32,1979;0,1950" o:connectangles="0,0,0,0,0"/>
                  </v:shape>
                  <v:shape id="Freeform 81" o:spid="_x0000_s1105" style="position:absolute;left:4466;top:8193;width:32;height:2011;visibility:visible;mso-wrap-style:square;v-text-anchor:top" coordsize="32,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Sc9sIA&#10;AADbAAAADwAAAGRycy9kb3ducmV2LnhtbERPTWsCMRC9F/ofwhR6KTWrQpHVKFUsVVCk6sXbdDNu&#10;tt1MliRd139vDgWPj/c9mXW2Fi35UDlW0O9lIIgLpysuFRwPH68jECEia6wdk4IrBZhNHx8mmGt3&#10;4S9q97EUKYRDjgpMjE0uZSgMWQw91xAn7uy8xZigL6X2eEnhtpaDLHuTFitODQYbWhgqfvd/VsFg&#10;03z+mOFLtVx/n8n7bVuf5julnp+69zGISF28i//dK61glNanL+kHyO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Jz2wgAAANsAAAAPAAAAAAAAAAAAAAAAAJgCAABkcnMvZG93&#10;bnJldi54bWxQSwUGAAAAAAQABAD1AAAAhwMAAAAA&#10;" path="m,1979l,,32,r,2011l,1979xe" fillcolor="#0305ff" stroked="f">
                    <v:path arrowok="t" o:connecttype="custom" o:connectlocs="0,1979;0,0;32,0;32,2011;0,1979" o:connectangles="0,0,0,0,0"/>
                  </v:shape>
                  <v:shape id="Freeform 82" o:spid="_x0000_s1106" style="position:absolute;left:4498;top:8193;width:32;height:2039;visibility:visible;mso-wrap-style:square;v-text-anchor:top" coordsize="32,2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yDiMMA&#10;AADbAAAADwAAAGRycy9kb3ducmV2LnhtbESPQWvCQBSE74L/YXlCb7rRQyvRVaqgLYJgbQ8en9ln&#10;Epr3NuxuY/rvu4VCj8PMN8Ms1z03qiMfaicGppMMFEnhbC2lgY/33XgOKkQUi40TMvBNAdar4WCJ&#10;uXV3eaPuHEuVSiTkaKCKsc21DkVFjGHiWpLk3ZxnjEn6UluP91TOjZ5l2aNmrCUtVNjStqLi8/zF&#10;Bub8csX9acOHXWf58uSOJ384GvMw6p8XoCL18T/8R7/axE3h90v6AX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yDiMMAAADbAAAADwAAAAAAAAAAAAAAAACYAgAAZHJzL2Rv&#10;d25yZXYueG1sUEsFBgAAAAAEAAQA9QAAAIgDAAAAAA==&#10;" path="m,2011l,,32,r,2039l,2011xe" fillcolor="#060aff" stroked="f">
                    <v:path arrowok="t" o:connecttype="custom" o:connectlocs="0,2011;0,0;32,0;32,2039;0,2011" o:connectangles="0,0,0,0,0"/>
                  </v:shape>
                  <v:shape id="Freeform 83" o:spid="_x0000_s1107" style="position:absolute;left:4530;top:8193;width:33;height:2071;visibility:visible;mso-wrap-style:square;v-text-anchor:top" coordsize="33,2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74OMUA&#10;AADbAAAADwAAAGRycy9kb3ducmV2LnhtbESPT4vCMBTE74LfITxhb2uq4iLVKKIsePDgv4PHZ/Ns&#10;q81LbbJt109vFhY8DjPzG2a2aE0haqpcblnBoB+BIE6szjlVcDp+f05AOI+ssbBMCn7JwWLe7cww&#10;1rbhPdUHn4oAYRejgsz7MpbSJRkZdH1bEgfvaiuDPsgqlbrCJsBNIYdR9CUN5hwWMixplVFyP/wY&#10;BY/npW5u68F4lOhdszvr7f7x3Cr10WuXUxCeWv8O/7c3WsFkCH9fwg+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bvg4xQAAANsAAAAPAAAAAAAAAAAAAAAAAJgCAABkcnMv&#10;ZG93bnJldi54bWxQSwUGAAAAAAQABAD1AAAAigMAAAAA&#10;" path="m,2039l,,33,r,2071l,2039xe" fillcolor="#090fff" stroked="f">
                    <v:path arrowok="t" o:connecttype="custom" o:connectlocs="0,2039;0,0;33,0;33,2071;0,2039" o:connectangles="0,0,0,0,0"/>
                  </v:shape>
                  <v:shape id="Freeform 84" o:spid="_x0000_s1108" style="position:absolute;left:4563;top:8193;width:32;height:2099;visibility:visible;mso-wrap-style:square;v-text-anchor:top" coordsize="32,2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r5KMQA&#10;AADbAAAADwAAAGRycy9kb3ducmV2LnhtbESPzWrDMBCE74G+g9hCb7XsNiTGjWxCStPcQpyf88ba&#10;2KbWylhq4r59VSjkOMzMN8yiGE0nrjS41rKCJIpBEFdWt1wrOOw/nlMQziNr7CyTgh9yUOQPkwVm&#10;2t54R9fS1yJA2GWooPG+z6R0VUMGXWR74uBd7GDQBznUUg94C3DTyZc4nkmDLYeFBntaNVR9ld9G&#10;wXm91pfpe4Lb6Wfr5ybpTpv0qNTT47h8A+Fp9Pfwf3ujFaSv8Pcl/A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a+SjEAAAA2wAAAA8AAAAAAAAAAAAAAAAAmAIAAGRycy9k&#10;b3ducmV2LnhtbFBLBQYAAAAABAAEAPUAAACJAwAAAAA=&#10;" path="m,2071l,,32,r,2099l,2071xe" fillcolor="#0c14ff" stroked="f">
                    <v:path arrowok="t" o:connecttype="custom" o:connectlocs="0,2071;0,0;32,0;32,2099;0,2071" o:connectangles="0,0,0,0,0"/>
                  </v:shape>
                  <v:shape id="Freeform 85" o:spid="_x0000_s1109" style="position:absolute;left:4595;top:8193;width:32;height:2132;visibility:visible;mso-wrap-style:square;v-text-anchor:top" coordsize="32,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3nr8MA&#10;AADbAAAADwAAAGRycy9kb3ducmV2LnhtbESPzWrDMBCE74W+g9hCLiWRbUpr3CgmPwRCc2qcB1ik&#10;rW1irYylxM7bR4VCj8PMfMMsy8l24kaDbx0rSBcJCGLtTMu1gnO1n+cgfEA22DkmBXfyUK6en5ZY&#10;GDfyN91OoRYRwr5ABU0IfSGl1w1Z9AvXE0fvxw0WQ5RDLc2AY4TbTmZJ8i4tthwXGuxp25C+nK5W&#10;wfbr9T66DHVaHT8u3THTG9xppWYv0/oTRKAp/If/2gejIH+D3y/x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3nr8MAAADbAAAADwAAAAAAAAAAAAAAAACYAgAAZHJzL2Rv&#10;d25yZXYueG1sUEsFBgAAAAAEAAQA9QAAAIgDAAAAAA==&#10;" path="m,2099l,,32,r,2132l,2099xe" fillcolor="#0f1aff" stroked="f">
                    <v:path arrowok="t" o:connecttype="custom" o:connectlocs="0,2099;0,0;32,0;32,2132;0,2099" o:connectangles="0,0,0,0,0"/>
                  </v:shape>
                  <v:shape id="Freeform 86" o:spid="_x0000_s1110" style="position:absolute;left:4627;top:8193;width:32;height:2164;visibility:visible;mso-wrap-style:square;v-text-anchor:top" coordsize="32,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2sQA&#10;AADbAAAADwAAAGRycy9kb3ducmV2LnhtbESPT2sCMRTE74V+h/AKvdWkQkVWo5TSinqQrnro8XXz&#10;uru4eVk22X/f3ggFj8PM/IZZrgdbiY4aXzrW8DpRIIgzZ0rONZxPXy9zED4gG6wck4aRPKxXjw9L&#10;TIzrOaXuGHIRIewT1FCEUCdS+qwgi37iauLo/bnGYoiyyaVpsI9wW8mpUjNpseS4UGBNHwVll2Nr&#10;NfhPSTvcqMOm+rnsU/X7fRrbXOvnp+F9ASLQEO7h//bWaJi/we1L/AF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v2trEAAAA2wAAAA8AAAAAAAAAAAAAAAAAmAIAAGRycy9k&#10;b3ducmV2LnhtbFBLBQYAAAAABAAEAPUAAACJAwAAAAA=&#10;" path="m,2132l,,32,r,2164l,2132xe" fillcolor="#121fff" stroked="f">
                    <v:path arrowok="t" o:connecttype="custom" o:connectlocs="0,2132;0,0;32,0;32,2164;0,2132" o:connectangles="0,0,0,0,0"/>
                  </v:shape>
                  <v:shape id="Freeform 87" o:spid="_x0000_s1111" style="position:absolute;left:4659;top:8193;width:29;height:2192;visibility:visible;mso-wrap-style:square;v-text-anchor:top" coordsize="29,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QKDsUA&#10;AADbAAAADwAAAGRycy9kb3ducmV2LnhtbESPQWuDQBCF74H+h2UKvSVrcgipySohIPbiobZQehvc&#10;iRrdWeOuie2v7xYKPT7evO/NO6Sz6cWNRtdaVrBeRSCIK6tbrhW8v2XLHQjnkTX2lknBFzlIk4fF&#10;AWNt7/xKt9LXIkDYxaig8X6IpXRVQwbdyg7EwTvb0aAPcqylHvEe4KaXmyjaSoMth4YGBzo1VHXl&#10;ZMIbmZF5Z76L50tZFB/XqfjMcq/U0+N83IPwNPv/47/0i1aw28LvlgAAm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BAoOxQAAANsAAAAPAAAAAAAAAAAAAAAAAJgCAABkcnMv&#10;ZG93bnJldi54bWxQSwUGAAAAAAQABAD1AAAAigMAAAAA&#10;" path="m,2164l,,29,r,2192l,2164xe" fillcolor="#1524ff" stroked="f">
                    <v:path arrowok="t" o:connecttype="custom" o:connectlocs="0,2164;0,0;29,0;29,2192;0,2164" o:connectangles="0,0,0,0,0"/>
                  </v:shape>
                  <v:shape id="Freeform 88" o:spid="_x0000_s1112" style="position:absolute;left:4688;top:8193;width:32;height:2224;visibility:visible;mso-wrap-style:square;v-text-anchor:top" coordsize="32,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4wmsEA&#10;AADbAAAADwAAAGRycy9kb3ducmV2LnhtbESPQYvCMBSE7wv+h/AEb2uqB7dUo4iyoHhYtgpen80z&#10;LTYvpcnW+u+NIOxxmJlvmMWqt7XoqPWVYwWTcQKCuHC6YqPgdPz+TEH4gKyxdkwKHuRhtRx8LDDT&#10;7s6/1OXBiAhhn6GCMoQmk9IXJVn0Y9cQR+/qWoshytZI3eI9wm0tp0kykxYrjgslNrQpqbjlf1bB&#10;9nCe/FDTUbA+LS7Th0n2uVFqNOzXcxCB+vAffrd3WkH6Ba8v8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eMJrBAAAA2wAAAA8AAAAAAAAAAAAAAAAAmAIAAGRycy9kb3du&#10;cmV2LnhtbFBLBQYAAAAABAAEAPUAAACGAwAAAAA=&#10;" path="m,2192l,,32,r,2224l,2192xe" fillcolor="#1829ff" stroked="f">
                    <v:path arrowok="t" o:connecttype="custom" o:connectlocs="0,2192;0,0;32,0;32,2224;0,2192" o:connectangles="0,0,0,0,0"/>
                  </v:shape>
                  <v:shape id="Freeform 89" o:spid="_x0000_s1113" style="position:absolute;left:4720;top:8193;width:32;height:2252;visibility:visible;mso-wrap-style:square;v-text-anchor:top" coordsize="32,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Fd+cEA&#10;AADbAAAADwAAAGRycy9kb3ducmV2LnhtbERPy2oCMRTdF/yHcIXuasZSRKZGsUIf6GpUiu6ukzuT&#10;oZObIUl1/HuzEFweznu26G0rzuRD41jBeJSBIC6dbrhWsN99vkxBhIissXVMCq4UYDEfPM0w1+7C&#10;BZ23sRYphEOOCkyMXS5lKA1ZDCPXESeuct5iTNDXUnu8pHDbytcsm0iLDacGgx2tDJV/23+rgPfH&#10;8vRVrT90sTHx+5cOReXflHoe9st3EJH6+BDf3T9awTSNTV/SD5Dz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xXfnBAAAA2wAAAA8AAAAAAAAAAAAAAAAAmAIAAGRycy9kb3du&#10;cmV2LnhtbFBLBQYAAAAABAAEAPUAAACGAwAAAAA=&#10;" path="m,2224l,,32,r,2252l,2224xe" fillcolor="#1c2eff" stroked="f">
                    <v:path arrowok="t" o:connecttype="custom" o:connectlocs="0,2224;0,0;32,0;32,2252;0,2224" o:connectangles="0,0,0,0,0"/>
                  </v:shape>
                  <v:shape id="Freeform 90" o:spid="_x0000_s1114" style="position:absolute;left:4752;top:8193;width:32;height:2285;visibility:visible;mso-wrap-style:square;v-text-anchor:top" coordsize="32,2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3z8MA&#10;AADbAAAADwAAAGRycy9kb3ducmV2LnhtbESPQWvCQBSE7wX/w/IK3uqmPbQ2ukoNtPaqVtHbI/tM&#10;YrNvQ/Zp4r93hUKPw8x8w0znvavVhdpQeTbwPEpAEefeVlwY+Nl8Po1BBUG2WHsmA1cKMJ8NHqaY&#10;Wt/xii5rKVSEcEjRQCnSpFqHvCSHYeQb4ugdfetQomwLbVvsItzV+iVJXrXDiuNCiQ1lJeW/67Mz&#10;kG2X2eFraRdy0vtOdgHfTh6NGT72HxNQQr38h//a39bA+B3uX+IP0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q3z8MAAADbAAAADwAAAAAAAAAAAAAAAACYAgAAZHJzL2Rv&#10;d25yZXYueG1sUEsFBgAAAAAEAAQA9QAAAIgDAAAAAA==&#10;" path="m,2252l,,32,r,2285l,2252xe" fillcolor="#1f34ff" stroked="f">
                    <v:path arrowok="t" o:connecttype="custom" o:connectlocs="0,2252;0,0;32,0;32,2285;0,2252" o:connectangles="0,0,0,0,0"/>
                  </v:shape>
                  <v:shape id="Freeform 91" o:spid="_x0000_s1115" style="position:absolute;left:4784;top:8193;width:33;height:2313;visibility:visible;mso-wrap-style:square;v-text-anchor:top" coordsize="33,2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M2xMIA&#10;AADbAAAADwAAAGRycy9kb3ducmV2LnhtbERPz2vCMBS+D/wfwhN2m2kdjFqNMjYET47VKnh7a97a&#10;rslLaaJ2//1yGHj8+H6vNqM14kqDbx0rSGcJCOLK6ZZrBeVh+5SB8AFZo3FMCn7Jw2Y9eVhhrt2N&#10;P+lahFrEEPY5KmhC6HMpfdWQRT9zPXHkvt1gMUQ41FIPeIvh1sh5krxIiy3HhgZ7emuo6oqLVXA2&#10;ycdPZfZzZ4/Z6X3xVT6nvlPqcTq+LkEEGsNd/O/eaQWLuD5+i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zbEwgAAANsAAAAPAAAAAAAAAAAAAAAAAJgCAABkcnMvZG93&#10;bnJldi54bWxQSwUGAAAAAAQABAD1AAAAhwMAAAAA&#10;" path="m,2285l,,33,r,2313l,2285xe" fillcolor="#2239ff" stroked="f">
                    <v:path arrowok="t" o:connecttype="custom" o:connectlocs="0,2285;0,0;33,0;33,2313;0,2285" o:connectangles="0,0,0,0,0"/>
                  </v:shape>
                  <v:shape id="Freeform 92" o:spid="_x0000_s1116" style="position:absolute;left:4817;top:8193;width:32;height:2345;visibility:visible;mso-wrap-style:square;v-text-anchor:top" coordsize="3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1wTsUA&#10;AADbAAAADwAAAGRycy9kb3ducmV2LnhtbESPQWvCQBSE70L/w/IK3nSjB6vRVUpp0WIPmhbx+Jp9&#10;zabNvg3ZNcZ/3xUEj8N8M8MsVp2tREuNLx0rGA0TEMS50yUXCr4+3wZTED4ga6wck4ILeVgtH3oL&#10;TLU7857aLBQilrBPUYEJoU6l9Lkhi37oauLo/bjGYoiyKaRu8BzLbSXHSTKRFkuOCwZrejGU/2Un&#10;q+Cp+DDbw+79sFm/Hr+TXz1uI6lU/7F7noMI1IU7fEtvtILZCK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bXBOxQAAANsAAAAPAAAAAAAAAAAAAAAAAJgCAABkcnMv&#10;ZG93bnJldi54bWxQSwUGAAAAAAQABAD1AAAAigMAAAAA&#10;" path="m,2313l,,32,r,2345l,2313xe" fillcolor="#253eff" stroked="f">
                    <v:path arrowok="t" o:connecttype="custom" o:connectlocs="0,2313;0,0;32,0;32,2345;0,2313" o:connectangles="0,0,0,0,0"/>
                  </v:shape>
                  <v:shape id="Freeform 93" o:spid="_x0000_s1117" style="position:absolute;left:4849;top:8193;width:32;height:2373;visibility:visible;mso-wrap-style:square;v-text-anchor:top" coordsize="32,2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fHhcAA&#10;AADbAAAADwAAAGRycy9kb3ducmV2LnhtbESPT4vCMBTE7wt+h/CEva2p4opWo4iw4NU/CN4ezbOp&#10;Ni+lybbZb28WBI/DzPyGWW2irUVHra8cKxiPMhDEhdMVlwrOp5+vOQgfkDXWjknBH3nYrAcfK8y1&#10;6/lA3TGUIkHY56jAhNDkUvrCkEU/cg1x8m6utRiSbEupW+wT3NZykmUzabHitGCwoZ2h4nH8tQq6&#10;aZw5rO7d9/3imquZy8i9VOpzGLdLEIFieIdf7b1WsJjA/5f0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fHhcAAAADbAAAADwAAAAAAAAAAAAAAAACYAgAAZHJzL2Rvd25y&#10;ZXYueG1sUEsFBgAAAAAEAAQA9QAAAIUDAAAAAA==&#10;" path="m,2345l,,32,r,2373l,2345xe" fillcolor="#2843ff" stroked="f">
                    <v:path arrowok="t" o:connecttype="custom" o:connectlocs="0,2345;0,0;32,0;32,2373;0,2345" o:connectangles="0,0,0,0,0"/>
                  </v:shape>
                  <v:shape id="Freeform 94" o:spid="_x0000_s1118" style="position:absolute;left:4881;top:8193;width:32;height:2406;visibility:visible;mso-wrap-style:square;v-text-anchor:top" coordsize="32,2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pU8QA&#10;AADbAAAADwAAAGRycy9kb3ducmV2LnhtbESPQWvCQBSE7wX/w/IEL6VuakFrdJWqVLwaLfT4zD6T&#10;aPZtyK4m+uvdgtDjMDPfMNN5a0pxpdoVlhW89yMQxKnVBWcK9rvvt08QziNrLC2Tghs5mM86L1OM&#10;tW14S9fEZyJA2MWoIPe+iqV0aU4GXd9WxME72tqgD7LOpK6xCXBTykEUDaXBgsNCjhUtc0rPycUo&#10;eE3K39FqtV7ctv7H7c3hlC2bu1K9bvs1AeGp9f/hZ3ujFYw/4O9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0KVPEAAAA2wAAAA8AAAAAAAAAAAAAAAAAmAIAAGRycy9k&#10;b3ducmV2LnhtbFBLBQYAAAAABAAEAPUAAACJAwAAAAA=&#10;" path="m,2373l,,32,r,2406l,2373xe" fillcolor="#2b48ff" stroked="f">
                    <v:path arrowok="t" o:connecttype="custom" o:connectlocs="0,2373;0,0;32,0;32,2406;0,2373" o:connectangles="0,0,0,0,0"/>
                  </v:shape>
                  <v:shape id="Freeform 95" o:spid="_x0000_s1119" style="position:absolute;left:4913;top:8193;width:32;height:2438;visibility:visible;mso-wrap-style:square;v-text-anchor:top" coordsize="32,2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3YhsQA&#10;AADbAAAADwAAAGRycy9kb3ducmV2LnhtbESPQWsCMRSE70L/Q3iFXkSzliJ2NUq7ILZ4Uqt7fWxe&#10;s0s3L0sSdfvvm4LgcZiZb5jFqretuJAPjWMFk3EGgrhyumGj4OuwHs1AhIissXVMCn4pwGr5MFhg&#10;rt2Vd3TZRyMShEOOCuoYu1zKUNVkMYxdR5y8b+ctxiS9kdrjNcFtK5+zbCotNpwWauyoqKn62Z+t&#10;gmKIzhzLT/febLLi5Et/KM1WqafH/m0OIlIf7+Fb+0MreH2B/y/p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d2IbEAAAA2wAAAA8AAAAAAAAAAAAAAAAAmAIAAGRycy9k&#10;b3ducmV2LnhtbFBLBQYAAAAABAAEAPUAAACJAwAAAAA=&#10;" path="m,2406l,,28,r,1555l32,1551r,887l,2406xe" fillcolor="#2e4eff" stroked="f">
                    <v:path arrowok="t" o:connecttype="custom" o:connectlocs="0,2406;0,0;28,0;28,1555;32,1551;32,2438;0,2406" o:connectangles="0,0,0,0,0,0,0"/>
                  </v:shape>
                  <v:shape id="Freeform 96" o:spid="_x0000_s1120" style="position:absolute;left:4945;top:9704;width:33;height:955;visibility:visible;mso-wrap-style:square;v-text-anchor:top" coordsize="33,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uubsEA&#10;AADbAAAADwAAAGRycy9kb3ducmV2LnhtbESPQYvCMBSE78L+h/AWvGm6sopbjbIIC14UrPX+aN62&#10;xealJNFWf70RBI/DzHzDLNe9acSVnK8tK/gaJyCIC6trLhXkx7/RHIQPyBoby6TgRh7Wq4/BElNt&#10;Oz7QNQuliBD2KSqoQmhTKX1RkUE/ti1x9P6tMxiidKXUDrsIN42cJMlMGqw5LlTY0qai4pxdjAKX&#10;38PtZHnv3Snp8t1u872lTKnhZ/+7ABGoD+/wq73VCn6m8PwSf4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brm7BAAAA2wAAAA8AAAAAAAAAAAAAAAAAmAIAAGRycy9kb3du&#10;cmV2LnhtbFBLBQYAAAAABAAEAPUAAACGAwAAAAA=&#10;" path="m,927l,40,33,r,955l,927xe" fillcolor="#3153ff" stroked="f">
                    <v:path arrowok="t" o:connecttype="custom" o:connectlocs="0,927;0,40;33,0;33,955;0,927" o:connectangles="0,0,0,0,0"/>
                  </v:shape>
                  <v:shape id="Freeform 97" o:spid="_x0000_s1121" style="position:absolute;left:4978;top:9668;width:32;height:1023;visibility:visible;mso-wrap-style:square;v-text-anchor:top" coordsize="32,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aDU8MA&#10;AADbAAAADwAAAGRycy9kb3ducmV2LnhtbESP3WrCQBSE7wXfYTmCd7qpQppGVxGpWEgv/OkDHLLH&#10;JDR7NuxuNb69WxC8HGbmG2a57k0rruR8Y1nB2zQBQVxa3XCl4Oe8m2QgfEDW2FomBXfysF4NB0vM&#10;tb3xka6nUIkIYZ+jgjqELpfSlzUZ9FPbEUfvYp3BEKWrpHZ4i3DTylmSpNJgw3Ghxo62NZW/pz+j&#10;4Fxsq/a9mxcHlxIXn9k3FvtMqfGo3yxABOrDK/xsf2kFHyn8f4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aDU8MAAADbAAAADwAAAAAAAAAAAAAAAACYAgAAZHJzL2Rv&#10;d25yZXYueG1sUEsFBgAAAAAEAAQA9QAAAIgDAAAAAA==&#10;" path="m,991l,36,32,r,1023l,991xe" fillcolor="#3558ff" stroked="f">
                    <v:path arrowok="t" o:connecttype="custom" o:connectlocs="0,991;0,36;32,0;32,1023;0,991" o:connectangles="0,0,0,0,0"/>
                  </v:shape>
                  <v:shape id="Freeform 98" o:spid="_x0000_s1122" style="position:absolute;left:5010;top:9632;width:32;height:1087;visibility:visible;mso-wrap-style:square;v-text-anchor:top" coordsize="32,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6Kp8IA&#10;AADbAAAADwAAAGRycy9kb3ducmV2LnhtbESPT4vCMBTE74LfITxhb5oqsmursYggLutl/Xt+NM+2&#10;tHkpTdTut98IgsdhZn7DLNLO1OJOrSstKxiPIhDEmdUl5wpOx81wBsJ5ZI21ZVLwRw7SZb+3wETb&#10;B+/pfvC5CBB2CSoovG8SKV1WkEE3sg1x8K62NeiDbHOpW3wEuKnlJIo+pcGSw0KBDa0LyqrDzSho&#10;stl5bae7yO3iH3Ou9vH28uuV+hh0qzkIT51/h1/tb60g/oLnl/A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HoqnwgAAANsAAAAPAAAAAAAAAAAAAAAAAJgCAABkcnMvZG93&#10;bnJldi54bWxQSwUGAAAAAAQABAD1AAAAhwMAAAAA&#10;" path="m,1059l,36,32,r,1087l,1059xe" fillcolor="#385dff" stroked="f">
                    <v:path arrowok="t" o:connecttype="custom" o:connectlocs="0,1059;0,36;32,0;32,1087;0,1059" o:connectangles="0,0,0,0,0"/>
                  </v:shape>
                  <v:shape id="Freeform 99" o:spid="_x0000_s1123" style="position:absolute;left:5042;top:9595;width:32;height:1157;visibility:visible;mso-wrap-style:square;v-text-anchor:top" coordsize="32,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QWCsAA&#10;AADbAAAADwAAAGRycy9kb3ducmV2LnhtbERPzYrCMBC+C75DGMGbpoqI2zWKCqLoxVUfYLaZTcs2&#10;k9pErT69OQgeP77/6byxpbhR7QvHCgb9BARx5nTBRsH5tO5NQPiArLF0TAoe5GE+a7emmGp35x+6&#10;HYMRMYR9igryEKpUSp/lZNH3XUUcuT9XWwwR1kbqGu8x3JZymCRjabHg2JBjRaucsv/j1Sq4FJPR&#10;ZcOL5363XO/N4XfzNAdWqttpFt8gAjXhI367t1rBVxwbv8QfIG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QWCsAAAADbAAAADwAAAAAAAAAAAAAAAACYAgAAZHJzL2Rvd25y&#10;ZXYueG1sUEsFBgAAAAAEAAQA9QAAAIUDAAAAAA==&#10;" path="m,1124l,37,32,r,1157l,1124xe" fillcolor="#3b62ff" stroked="f">
                    <v:path arrowok="t" o:connecttype="custom" o:connectlocs="0,1124;0,37;32,0;32,1157;0,1124" o:connectangles="0,0,0,0,0"/>
                  </v:shape>
                  <v:shape id="Freeform 100" o:spid="_x0000_s1124" style="position:absolute;left:5074;top:9559;width:33;height:1221;visibility:visible;mso-wrap-style:square;v-text-anchor:top" coordsize="33,1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AZMYA&#10;AADbAAAADwAAAGRycy9kb3ducmV2LnhtbESPQWvCQBSE74L/YXkFb7qpB6upq1SLWKQgTXNob4/s&#10;azY0+zbNrib+e7cgeBxm5htmue5tLc7U+sqxgsdJAoK4cLriUkH+uRvPQfiArLF2TAou5GG9Gg6W&#10;mGrX8Qeds1CKCGGfogITQpNK6QtDFv3ENcTR+3GtxRBlW0rdYhfhtpbTJJlJixXHBYMNbQ0Vv9nJ&#10;Kjh1u80+eT2Y/EnOvv6O+fvl2xVKjR76l2cQgfpwD9/ab1rBYgH/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AAZMYAAADbAAAADwAAAAAAAAAAAAAAAACYAgAAZHJz&#10;L2Rvd25yZXYueG1sUEsFBgAAAAAEAAQA9QAAAIsDAAAAAA==&#10;" path="m,1193l,36,33,r,1221l,1193xe" fillcolor="#3e68ff" stroked="f">
                    <v:path arrowok="t" o:connecttype="custom" o:connectlocs="0,1193;0,36;33,0;33,1221;0,1193" o:connectangles="0,0,0,0,0"/>
                  </v:shape>
                  <v:shape id="Freeform 101" o:spid="_x0000_s1125" style="position:absolute;left:5107;top:9519;width:32;height:1293;visibility:visible;mso-wrap-style:square;v-text-anchor:top" coordsize="32,1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1m2sMA&#10;AADcAAAADwAAAGRycy9kb3ducmV2LnhtbESPT2sCQQzF7wW/wxDBW521YKmro4gg9KCHtaXnuJP9&#10;ozuZZWfU8ds3h0JvCe/lvV9Wm+Q6dachtJ4NzKYZKOLS25ZrA99f+9cPUCEiW+w8k4EnBdisRy8r&#10;zK1/cEH3U6yVhHDI0UATY59rHcqGHIap74lFq/zgMMo61NoO+JBw1+m3LHvXDluWhgZ72jVUXk83&#10;Z+BSuGp3PuLhRuHnueB5SlVbGDMZp+0SVKQU/81/159W8DPBl2dkAr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1m2sMAAADcAAAADwAAAAAAAAAAAAAAAACYAgAAZHJzL2Rv&#10;d25yZXYueG1sUEsFBgAAAAAEAAQA9QAAAIgDAAAAAA==&#10;" path="m,1261l,40,32,r,648l8,673r24,24l32,1293,,1261xe" fillcolor="#416dff" stroked="f">
                    <v:path arrowok="t" o:connecttype="custom" o:connectlocs="0,1261;0,40;32,0;32,648;8,673;32,697;32,1293;0,1261" o:connectangles="0,0,0,0,0,0,0,0"/>
                  </v:shape>
                  <v:shape id="Freeform 102" o:spid="_x0000_s1126" style="position:absolute;left:5139;top:9482;width:32;height:1358;visibility:visible;mso-wrap-style:square;v-text-anchor:top" coordsize="32,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8FMUA&#10;AADcAAAADwAAAGRycy9kb3ducmV2LnhtbESPT4vCMBDF74LfIYzgzaYK/usaRQRxL6JWD3scmtm2&#10;azMpTdTufvqNIHib4b15vzeLVWsqcafGlZYVDKMYBHFmdcm5gst5O5iBcB5ZY2WZFPySg9Wy21lg&#10;ou2DT3RPfS5CCLsEFRTe14mULivIoItsTRy0b9sY9GFtcqkbfIRwU8lRHE+kwZIDocCaNgVl1/Rm&#10;AiT9q6eHzdaM9X7+c5S7UZp/GaX6vXb9AcJT69/m1/WnDvXjITyfCRP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nwUxQAAANwAAAAPAAAAAAAAAAAAAAAAAJgCAABkcnMv&#10;ZG93bnJldi54bWxQSwUGAAAAAAQABAD1AAAAigMAAAAA&#10;" path="m,1330l,734r32,28l32,1358,,1330xm,685l,37,32,r,645l,685xe" fillcolor="#4472ff" stroked="f">
                    <v:path arrowok="t" o:connecttype="custom" o:connectlocs="0,1330;0,734;32,762;32,1358;0,1330;0,685;0,37;32,0;32,645;0,685" o:connectangles="0,0,0,0,0,0,0,0,0,0"/>
                    <o:lock v:ext="edit" verticies="t"/>
                  </v:shape>
                  <v:shape id="Freeform 103" o:spid="_x0000_s1127" style="position:absolute;left:5171;top:9446;width:32;height:1427;visibility:visible;mso-wrap-style:square;v-text-anchor:top" coordsize="32,1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Zn68EA&#10;AADcAAAADwAAAGRycy9kb3ducmV2LnhtbERPTUsDMRC9F/ofwgheis1aSmnXpqUIovXUbhU8Dptx&#10;s7iZLMnYrv/eCEJv83ifs94OvlNniqkNbOB+WoAiroNtuTHwdnq6W4JKgmyxC0wGfijBdjMerbG0&#10;4cJHOlfSqBzCqUQDTqQvtU61I49pGnrizH2G6FEyjI22ES853Hd6VhQL7bHl3OCwp0dH9Vf17Q08&#10;z/eeXrmWyUHeo5WVfCzdypjbm2H3AEpokKv43/1i8/xiBn/P5Av0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GZ+vBAAAA3AAAAA8AAAAAAAAAAAAAAAAAmAIAAGRycy9kb3du&#10;cmV2LnhtbFBLBQYAAAAABAAEAPUAAACGAwAAAAA=&#10;" path="m,1394l,798r32,32l32,1427,,1394xm,681l,36,32,r,641l,681xe" fillcolor="#4777ff" stroked="f">
                    <v:path arrowok="t" o:connecttype="custom" o:connectlocs="0,1394;0,798;32,830;32,1427;0,1394;0,681;0,36;32,0;32,641;0,681" o:connectangles="0,0,0,0,0,0,0,0,0,0"/>
                    <o:lock v:ext="edit" verticies="t"/>
                  </v:shape>
                  <v:shape id="Freeform 104" o:spid="_x0000_s1128" style="position:absolute;left:5203;top:9410;width:33;height:1495;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7kZ8EA&#10;AADcAAAADwAAAGRycy9kb3ducmV2LnhtbERPS4vCMBC+C/sfwix403QVRKtRZEEU8eKDPc82Y1u2&#10;mXST2NZ/bwTB23x8z1msOlOJhpwvLSv4GiYgiDOrS84VXM6bwRSED8gaK8uk4E4eVsuP3gJTbVs+&#10;UnMKuYgh7FNUUIRQp1L6rCCDfmhr4shdrTMYInS51A7bGG4qOUqSiTRYcmwosKbvgrK/080omB70&#10;hff/P8fmPtPb9WbkKtn+KtX/7NZzEIG68Ba/3Dsd5ydjeD4TL5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e5GfBAAAA3AAAAA8AAAAAAAAAAAAAAAAAmAIAAGRycy9kb3du&#10;cmV2LnhtbFBLBQYAAAAABAAEAPUAAACGAwAAAAA=&#10;" path="m,1463l,866r33,28l33,1495,,1463xm,677l,36,33,r,641l,677xe" fillcolor="#4a7cff" stroked="f">
                    <v:path arrowok="t" o:connecttype="custom" o:connectlocs="0,1463;0,866;33,894;33,1495;0,1463;0,677;0,36;33,0;33,641;0,677" o:connectangles="0,0,0,0,0,0,0,0,0,0"/>
                    <o:lock v:ext="edit" verticies="t"/>
                  </v:shape>
                  <v:shape id="Freeform 105" o:spid="_x0000_s1129" style="position:absolute;left:5236;top:9374;width:32;height:1559;visibility:visible;mso-wrap-style:square;v-text-anchor:top" coordsize="32,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0JfMIA&#10;AADcAAAADwAAAGRycy9kb3ducmV2LnhtbERPS4vCMBC+L/gfwgh7W1MfK1KNIqKwJ0G7HryNzdgW&#10;m0ltUlv/vREW9jYf33MWq86U4kG1KywrGA4iEMSp1QVnCn6T3dcMhPPIGkvLpOBJDlbL3scCY21b&#10;PtDj6DMRQtjFqCD3voqldGlOBt3AVsSBu9raoA+wzqSusQ3hppSjKJpKgwWHhhwr2uSU3o6NUbAf&#10;r8/JaXt/tt0wmTbfe39vLlqpz363noPw1Pl/8Z/7R4f50QTez4QL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Ql8wgAAANwAAAAPAAAAAAAAAAAAAAAAAJgCAABkcnMvZG93&#10;bnJldi54bWxQSwUGAAAAAAQABAD1AAAAhwMAAAAA&#10;" path="m,1531l,930r32,33l32,1559,,1531xm,677l,36,32,r,636l,677xe" fillcolor="#4e82ff" stroked="f">
                    <v:path arrowok="t" o:connecttype="custom" o:connectlocs="0,1531;0,930;32,963;32,1559;0,1531;0,677;0,36;32,0;32,636;0,677" o:connectangles="0,0,0,0,0,0,0,0,0,0"/>
                    <o:lock v:ext="edit" verticies="t"/>
                  </v:shape>
                  <v:shape id="Freeform 106" o:spid="_x0000_s1130" style="position:absolute;left:5268;top:9333;width:32;height:1632;visibility:visible;mso-wrap-style:square;v-text-anchor:top" coordsize="32,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lPXcQA&#10;AADcAAAADwAAAGRycy9kb3ducmV2LnhtbERP30vDMBB+F/wfwgl7EZcqbJS6bEhBcXMv61Tc25Hc&#10;2mJzqUm21f/eCIO93cf382aLwXbiSD60jhXcjzMQxNqZlmsF79vnuxxEiMgGO8ek4JcCLObXVzMs&#10;jDvxho5VrEUK4VCggibGvpAy6IYshrHriRO3d95iTNDX0ng8pXDbyYcsm0qLLaeGBnsqG9Lf1cEq&#10;0KX7+pjon8/87bZa0W6Zl/5lrdToZnh6BBFpiBfx2f1q0vxsAv/PpAv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ZT13EAAAA3AAAAA8AAAAAAAAAAAAAAAAAmAIAAGRycy9k&#10;b3ducmV2LnhtbFBLBQYAAAAABAAEAPUAAACJAwAAAAA=&#10;" path="m,1600l,1004r32,32l32,1632,,1600xm,677l,41,32,r,637l,677xe" fillcolor="#5187ff" stroked="f">
                    <v:path arrowok="t" o:connecttype="custom" o:connectlocs="0,1600;0,1004;32,1036;32,1632;0,1600;0,677;0,41;32,0;32,637;0,677" o:connectangles="0,0,0,0,0,0,0,0,0,0"/>
                    <o:lock v:ext="edit" verticies="t"/>
                  </v:shape>
                  <v:shape id="Freeform 107" o:spid="_x0000_s1131" style="position:absolute;left:5300;top:9297;width:32;height:1696;visibility:visible;mso-wrap-style:square;v-text-anchor:top" coordsize="32,1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jbcEA&#10;AADcAAAADwAAAGRycy9kb3ducmV2LnhtbERP24rCMBB9X/Afwgi+rakXVKpp0RVBWBC84PPQjG2x&#10;mZQma+vfmwXBtzmc66zSzlTiQY0rLSsYDSMQxJnVJecKLufd9wKE88gaK8uk4EkO0qT3tcJY25aP&#10;9Dj5XIQQdjEqKLyvYyldVpBBN7Q1ceButjHoA2xyqRtsQ7ip5DiKZtJgyaGhwJp+Csrupz+j4ODk&#10;ZFPOf6/j57Q9rKfV4rZlp9Sg362XIDx1/iN+u/c6zI9m8P9MuEA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qI23BAAAA3AAAAA8AAAAAAAAAAAAAAAAAmAIAAGRycy9kb3du&#10;cmV2LnhtbFBLBQYAAAAABAAEAPUAAACGAwAAAAA=&#10;" path="m,1668l,1072r32,28l32,1696,,1668xm,673l,36,32,r,637l,673xe" fillcolor="#548cff" stroked="f">
                    <v:path arrowok="t" o:connecttype="custom" o:connectlocs="0,1668;0,1072;32,1100;32,1696;0,1668;0,673;0,36;32,0;32,637;0,673" o:connectangles="0,0,0,0,0,0,0,0,0,0"/>
                    <o:lock v:ext="edit" verticies="t"/>
                  </v:shape>
                  <v:shape id="Freeform 108" o:spid="_x0000_s1132" style="position:absolute;left:5332;top:9261;width:33;height:1765;visibility:visible;mso-wrap-style:square;v-text-anchor:top" coordsize="33,1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PXrsQA&#10;AADcAAAADwAAAGRycy9kb3ducmV2LnhtbERP22oCMRB9L/QfwhR8q4kWrWyNIoqw1ULxgti3YTPd&#10;XbqZbDdR179vBKFvczjXGU9bW4kzNb50rKHXVSCIM2dKzjXsd8vnEQgfkA1WjknDlTxMJ48PY0yM&#10;u/CGztuQixjCPkENRQh1IqXPCrLou64mjty3ayyGCJtcmgYvMdxWsq/UUFosOTYUWNO8oOxne7Ia&#10;1qtF/Xn8PaTpaln5l97g/UP5L607T+3sDUSgNvyL7+7UxPnqFW7PxAvk5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D167EAAAA3AAAAA8AAAAAAAAAAAAAAAAAmAIAAGRycy9k&#10;b3ducmV2LnhtbFBLBQYAAAAABAAEAPUAAACJAwAAAAA=&#10;" path="m,1732l,1136r33,32l33,1765,,1732xm,673l,36,33,r,632l,673xe" fillcolor="#5791ff" stroked="f">
                    <v:path arrowok="t" o:connecttype="custom" o:connectlocs="0,1732;0,1136;33,1168;33,1765;0,1732;0,673;0,36;33,0;33,632;0,673" o:connectangles="0,0,0,0,0,0,0,0,0,0"/>
                    <o:lock v:ext="edit" verticies="t"/>
                  </v:shape>
                  <v:shape id="Freeform 109" o:spid="_x0000_s1133" style="position:absolute;left:5365;top:9225;width:32;height:1829;visibility:visible;mso-wrap-style:square;v-text-anchor:top" coordsize="32,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CTC8UA&#10;AADcAAAADwAAAGRycy9kb3ducmV2LnhtbESPT0sDMRDF70K/Q5iCN5utoOjatNh/oHiyLZTehs2Y&#10;XdxMYhLb9ds7B8HbDO/Ne7+ZLQbfqzOl3AU2MJ1UoIibYDt2Bg777c0DqFyQLfaBycAPZVjMR1cz&#10;rG248Dudd8UpCeFco4G2lFhrnZuWPOZJiMSifYTkscianLYJLxLue31bVffaY8fS0GKkVUvN5+7b&#10;Gziif3Xbt8eYTi4el2t/t/manoy5Hg/PT6AKDeXf/Hf9YgW/Elp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gJMLxQAAANwAAAAPAAAAAAAAAAAAAAAAAJgCAABkcnMv&#10;ZG93bnJldi54bWxQSwUGAAAAAAQABAD1AAAAigMAAAAA&#10;" path="m,1801l,1204r32,29l32,1829,,1801xm,668l,36,32,r,628l,668xe" fillcolor="#5a96ff" stroked="f">
                    <v:path arrowok="t" o:connecttype="custom" o:connectlocs="0,1801;0,1204;32,1233;32,1829;0,1801;0,668;0,36;32,0;32,628;0,668" o:connectangles="0,0,0,0,0,0,0,0,0,0"/>
                    <o:lock v:ext="edit" verticies="t"/>
                  </v:shape>
                  <v:shape id="Freeform 110" o:spid="_x0000_s1134" style="position:absolute;left:5397;top:9184;width:32;height:1902;visibility:visible;mso-wrap-style:square;v-text-anchor:top" coordsize="32,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21UsAA&#10;AADcAAAADwAAAGRycy9kb3ducmV2LnhtbERPTYvCMBC9L/gfwgh7W1MX1FqNIkJR8GT14m1oxrba&#10;TEqTrd1/bwTB2zze5yzXvalFR62rLCsYjyIQxLnVFRcKzqf0JwbhPLLG2jIp+CcH69Xga4mJtg8+&#10;Upf5QoQQdgkqKL1vEildXpJBN7INceCutjXoA2wLqVt8hHBTy98omkqDFYeGEhvalpTfsz+joJsQ&#10;jrMuTm8yTmfFpZnJXXVQ6nvYbxYgPPX+I3679zrMj+bweiZc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Y21UsAAAADcAAAADwAAAAAAAAAAAAAAAACYAgAAZHJzL2Rvd25y&#10;ZXYueG1sUEsFBgAAAAAEAAQA9QAAAIUDAAAAAA==&#10;" path="m,1870l,1274r32,32l32,1902,,1870xm,669l,41,32,r,633l,669xe" fillcolor="#5d9cff" stroked="f">
                    <v:path arrowok="t" o:connecttype="custom" o:connectlocs="0,1870;0,1274;32,1306;32,1902;0,1870;0,669;0,41;32,0;32,633;0,669" o:connectangles="0,0,0,0,0,0,0,0,0,0"/>
                    <o:lock v:ext="edit" verticies="t"/>
                  </v:shape>
                  <v:shape id="Freeform 111" o:spid="_x0000_s1135" style="position:absolute;left:5429;top:9148;width:28;height:1966;visibility:visible;mso-wrap-style:square;v-text-anchor:top" coordsize="28,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nnWsUA&#10;AADcAAAADwAAAGRycy9kb3ducmV2LnhtbESPQW/CMAyF75P2HyJP2mWCtBw2VAiIITZt2mmMH2Aa&#10;01RtnK7JaPn38wGJm633/N7n5Xr0rTpTH+vABvJpBoq4DLbmysDh520yBxUTssU2MBm4UIT16v5u&#10;iYUNA3/TeZ8qJSEcCzTgUuoKrWPpyGOcho5YtFPoPSZZ+0rbHgcJ962eZdmz9lizNDjsaOuobPZ/&#10;3sB4YdfE99fP4Wu+657y2Uv6bY7GPD6MmwWoRGO6ma/XH1bwc8GXZ2QCv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eedaxQAAANwAAAAPAAAAAAAAAAAAAAAAAJgCAABkcnMv&#10;ZG93bnJldi54bWxQSwUGAAAAAAQABAD1AAAAigMAAAAA&#10;" path="m,1938l,1342r28,32l28,1966,,1938xm,669l,36,28,r,629l,669xe" fillcolor="#60a1ff" stroked="f">
                    <v:path arrowok="t" o:connecttype="custom" o:connectlocs="0,1938;0,1342;28,1374;28,1966;0,1938;0,669;0,36;28,0;28,629;0,669" o:connectangles="0,0,0,0,0,0,0,0,0,0"/>
                    <o:lock v:ext="edit" verticies="t"/>
                  </v:shape>
                  <v:shape id="Freeform 112" o:spid="_x0000_s1136" style="position:absolute;left:5457;top:9112;width:33;height:2035;visibility:visible;mso-wrap-style:square;v-text-anchor:top" coordsize="33,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KM1sIA&#10;AADcAAAADwAAAGRycy9kb3ducmV2LnhtbERPTWvCQBC9F/wPywi91U08tCV1lSIIgRLBtNTrkJ1m&#10;Q7OzMbsmqb/eLQje5vE+Z7WZbCsG6n3jWEG6SEAQV043XCv4+tw9vYLwAVlj65gU/JGHzXr2sMJM&#10;u5EPNJShFjGEfYYKTAhdJqWvDFn0C9cRR+7H9RZDhH0tdY9jDLetXCbJs7TYcGww2NHWUPVbnq2C&#10;cDyaNMfvl+lSFCe3NaX/2DdKPc6n9zcQgaZwF9/cuY7z0xT+n4kXyP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sozWwgAAANwAAAAPAAAAAAAAAAAAAAAAAJgCAABkcnMvZG93&#10;bnJldi54bWxQSwUGAAAAAAQABAD1AAAAhwMAAAAA&#10;" path="m,2002l,1410r33,28l33,2035,,2002xm,665l,36,33,r,624l,665xe" fillcolor="#63a6ff" stroked="f">
                    <v:path arrowok="t" o:connecttype="custom" o:connectlocs="0,2002;0,1410;33,1438;33,2035;0,2002;0,665;0,36;33,0;33,624;0,665" o:connectangles="0,0,0,0,0,0,0,0,0,0"/>
                    <o:lock v:ext="edit" verticies="t"/>
                  </v:shape>
                  <v:shape id="Freeform 113" o:spid="_x0000_s1137" style="position:absolute;left:5490;top:9076;width:32;height:2103;visibility:visible;mso-wrap-style:square;v-text-anchor:top" coordsize="32,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7o8QA&#10;AADcAAAADwAAAGRycy9kb3ducmV2LnhtbERPTWvCQBC9F/oflil4azYJxcboKqHQIEgPVRG8Ddkx&#10;CWZnQ3Yb0/76bqHgbR7vc1abyXRipMG1lhUkUQyCuLK65VrB8fD+nIFwHlljZ5kUfJODzfrxYYW5&#10;tjf+pHHvaxFC2OWooPG+z6V0VUMGXWR74sBd7GDQBzjUUg94C+Gmk2kcz6XBlkNDgz29NVRd919G&#10;wUd53pUn/bJ4zS4J6p92LLNiVGr2NBVLEJ4mfxf/u7c6zE9S+HsmXC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te6PEAAAA3AAAAA8AAAAAAAAAAAAAAAAAmAIAAGRycy9k&#10;b3ducmV2LnhtbFBLBQYAAAAABAAEAPUAAACJAwAAAAA=&#10;" path="m,2071l,1474r32,32l32,2103,,2071xm,660l,36,32,r,620l,660xe" fillcolor="#67abff" stroked="f">
                    <v:path arrowok="t" o:connecttype="custom" o:connectlocs="0,2071;0,1474;32,1506;32,2103;0,2071;0,660;0,36;32,0;32,620;0,660" o:connectangles="0,0,0,0,0,0,0,0,0,0"/>
                    <o:lock v:ext="edit" verticies="t"/>
                  </v:shape>
                  <v:shape id="Freeform 114" o:spid="_x0000_s1138" style="position:absolute;left:5522;top:9072;width:32;height:2135;visibility:visible;mso-wrap-style:square;v-text-anchor:top" coordsize="32,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hUCMMA&#10;AADcAAAADwAAAGRycy9kb3ducmV2LnhtbERPTWsCMRC9F/wPYYReRLMqtLIaRQpKDwtS68HjsBk3&#10;wc1k2aTrtr/eCEJv83ifs9r0rhYdtcF6VjCdZCCIS68tVwpO37vxAkSIyBprz6TglwJs1oOXFeba&#10;3/iLumOsRArhkKMCE2OTSxlKQw7DxDfEibv41mFMsK2kbvGWwl0tZ1n2Jh1aTg0GG/owVF6PP05B&#10;MaKLmdvu4M7FyY7Kv1lfvO+Veh322yWISH38Fz/dnzrNn87h8Uy6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hUCMMAAADcAAAADwAAAAAAAAAAAAAAAACYAgAAZHJzL2Rv&#10;d25yZXYueG1sUEsFBgAAAAAEAAQA9QAAAIgDAAAAAA==&#10;" path="m,2107l,1510r32,29l32,2135,,2107xm,624l,4,4,,32,r,588l,624xe" fillcolor="#6ab0ff" stroked="f">
                    <v:path arrowok="t" o:connecttype="custom" o:connectlocs="0,2107;0,1510;32,1539;32,2135;0,2107;0,624;0,4;4,0;32,0;32,588;0,624" o:connectangles="0,0,0,0,0,0,0,0,0,0,0"/>
                    <o:lock v:ext="edit" verticies="t"/>
                  </v:shape>
                  <v:shape id="Freeform 115" o:spid="_x0000_s1139" style="position:absolute;left:5554;top:9072;width:32;height:2167;visibility:visible;mso-wrap-style:square;v-text-anchor:top" coordsize="3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S9e8IA&#10;AADcAAAADwAAAGRycy9kb3ducmV2LnhtbERPTWvCQBC9F/wPywi91U2qaEldRSxCvQhdLb0O2TGJ&#10;ZmdDdjXJv+8WCt7m8T5nue5tLe7U+sqxgnSSgCDOnam4UHA67l7eQPiAbLB2TAoG8rBejZ6WmBnX&#10;8RfddShEDGGfoYIyhCaT0uclWfQT1xBH7uxaiyHCtpCmxS6G21q+JslcWqw4NpTY0Lak/KpvVsFu&#10;PrDmj8Vw+N7qy16n0+50+FHqedxv3kEE6sND/O/+NHF+OoO/Z+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xL17wgAAANwAAAAPAAAAAAAAAAAAAAAAAJgCAABkcnMvZG93&#10;bnJldi54bWxQSwUGAAAAAAQABAD1AAAAhwMAAAAA&#10;" path="m,2135l,1539r32,32l32,2167,,2135xm,588l,,32,r,547l,588xe" fillcolor="#6db6ff" stroked="f">
                    <v:path arrowok="t" o:connecttype="custom" o:connectlocs="0,2135;0,1539;32,1571;32,2167;0,2135;0,588;0,0;32,0;32,547;0,588" o:connectangles="0,0,0,0,0,0,0,0,0,0"/>
                    <o:lock v:ext="edit" verticies="t"/>
                  </v:shape>
                  <v:shape id="Freeform 116" o:spid="_x0000_s1140" style="position:absolute;left:5586;top:9072;width:33;height:2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lkd8MA&#10;AADcAAAADwAAAGRycy9kb3ducmV2LnhtbERPTWvCQBC9C/6HZYTedKNgsamrSEVb1EtTaT2O2TEJ&#10;zc6G7Griv3cFwds83udM560pxYVqV1hWMBxEIIhTqwvOFOx/Vv0JCOeRNZaWScGVHMxn3c4UY20b&#10;/qZL4jMRQtjFqCD3voqldGlOBt3AVsSBO9naoA+wzqSusQnhppSjKHqVBgsODTlW9JFT+p+cjYK3&#10;dt3I7Wb/e1wU59HfZ3Pg5e6g1EuvXbyD8NT6p/jh/tJh/nAM92fCB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lkd8MAAADcAAAADwAAAAAAAAAAAAAAAACYAgAAZHJzL2Rv&#10;d25yZXYueG1sUEsFBgAAAAAEAAQA9QAAAIgDAAAAAA==&#10;" path="m,2167l,1571r33,32l33,2195,,2167xm,547l,,33,r,507l,547xe" fillcolor="#70bbff" stroked="f">
                    <v:path arrowok="t" o:connecttype="custom" o:connectlocs="0,2167;0,1571;33,1603;33,2195;0,2167;0,547;0,0;33,0;33,507;0,547" o:connectangles="0,0,0,0,0,0,0,0,0,0"/>
                    <o:lock v:ext="edit" verticies="t"/>
                  </v:shape>
                  <v:shape id="Freeform 117" o:spid="_x0000_s1141" style="position:absolute;left:5619;top:9072;width:32;height:2228;visibility:visible;mso-wrap-style:square;v-text-anchor:top" coordsize="32,2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4lLsUA&#10;AADcAAAADwAAAGRycy9kb3ducmV2LnhtbESPQWvCQBCF74X+h2UEL6IbFUJNs5HSUhAsSG3B65id&#10;JsHsbMhONf57Vyj0NsN78743+XpwrTpTHxrPBuazBBRx6W3DlYHvr/fpE6ggyBZbz2TgSgHWxeND&#10;jpn1F/6k814qFUM4ZGigFukyrUNZk8Mw8x1x1H5871Di2lfa9niJ4a7ViyRJtcOGI6HGjl5rKk/7&#10;X3eHpEvZvh2uycdE/OF4XKW7YI0Zj4aXZ1BCg/yb/643Ntafp3B/Jk6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PiUuxQAAANwAAAAPAAAAAAAAAAAAAAAAAJgCAABkcnMv&#10;ZG93bnJldi54bWxQSwUGAAAAAAQABAD1AAAAigMAAAAA&#10;" path="m,2195l,1603r32,28l32,2228,,2195xm,507l,,32,r,471l,507xe" fillcolor="#73c0ff" stroked="f">
                    <v:path arrowok="t" o:connecttype="custom" o:connectlocs="0,2195;0,1603;32,1631;32,2228;0,2195;0,507;0,0;32,0;32,471;0,507" o:connectangles="0,0,0,0,0,0,0,0,0,0"/>
                    <o:lock v:ext="edit" verticies="t"/>
                  </v:shape>
                  <v:shape id="Freeform 118" o:spid="_x0000_s1142" style="position:absolute;left:5651;top:9072;width:32;height:2256;visibility:visible;mso-wrap-style:square;v-text-anchor:top" coordsize="32,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DYCcEA&#10;AADcAAAADwAAAGRycy9kb3ducmV2LnhtbERPS2sCMRC+F/ofwhS8lJpdD6tsjdKWip4EH70Pm2l2&#10;cTNZkriu/94Igrf5+J4zXw62FT350DhWkI8zEMSV0w0bBcfD6mMGIkRkja1jUnClAMvF68scS+0u&#10;vKN+H41IIRxKVFDH2JVShqomi2HsOuLE/TtvMSbojdQeLynctnKSZYW02HBqqLGjn5qq0/5sFRjD&#10;35v3beGn8q8vuD/l6/PvSqnR2/D1CSLSEJ/ih3uj0/x8Cvdn0gVy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A2AnBAAAA3AAAAA8AAAAAAAAAAAAAAAAAmAIAAGRycy9kb3du&#10;cmV2LnhtbFBLBQYAAAAABAAEAPUAAACGAwAAAAA=&#10;" path="m,2228l,1631r32,33l32,2256,,2228xm,471l,,32,r,431l,471xe" fillcolor="#76c5ff" stroked="f">
                    <v:path arrowok="t" o:connecttype="custom" o:connectlocs="0,2228;0,1631;32,1664;32,2256;0,2228;0,471;0,0;32,0;32,431;0,471" o:connectangles="0,0,0,0,0,0,0,0,0,0"/>
                    <o:lock v:ext="edit" verticies="t"/>
                  </v:shape>
                  <v:shape id="Freeform 119" o:spid="_x0000_s1143" style="position:absolute;left:5683;top:9072;width:32;height:2288;visibility:visible;mso-wrap-style:square;v-text-anchor:top" coordsize="32,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qfBsUA&#10;AADcAAAADwAAAGRycy9kb3ducmV2LnhtbESPT2vCQBDF70K/wzKF3nSjB7GpqxRBFDwZS//chuw0&#10;Cd2dDdk1pn565yB4m+G9ee83y/Xgneqpi01gA9NJBoq4DLbhysDHaTtegIoJ2aILTAb+KcJ69TRa&#10;Ym7DhY/UF6lSEsIxRwN1Sm2udSxr8hgnoSUW7Td0HpOsXaVthxcJ907PsmyuPTYsDTW2tKmp/CvO&#10;3sBhFnr3872Z79Ln1fGhtdfi69WYl+fh/Q1UoiE9zPfrvRX8qdDKMzKBX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ep8GxQAAANwAAAAPAAAAAAAAAAAAAAAAAJgCAABkcnMv&#10;ZG93bnJldi54bWxQSwUGAAAAAAQABAD1AAAAigMAAAAA&#10;" path="m,2256l,1664r32,28l32,2288,,2256xm,431l,,32,r,390l,431xe" fillcolor="#79caff" stroked="f">
                    <v:path arrowok="t" o:connecttype="custom" o:connectlocs="0,2256;0,1664;32,1692;32,2288;0,2256;0,431;0,0;32,0;32,390;0,431" o:connectangles="0,0,0,0,0,0,0,0,0,0"/>
                    <o:lock v:ext="edit" verticies="t"/>
                  </v:shape>
                  <v:shape id="Freeform 120" o:spid="_x0000_s1144" style="position:absolute;left:5715;top:9072;width:32;height:2316;visibility:visible;mso-wrap-style:square;v-text-anchor:top" coordsize="32,2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hDC8MA&#10;AADcAAAADwAAAGRycy9kb3ducmV2LnhtbERP22rCQBB9L/gPywi+1U0Eq0ZXEUEp2IL19jxmxyRt&#10;djZktyb+vVsQ+jaHc53ZojWluFHtCssK4n4Egji1uuBMwfGwfh2DcB5ZY2mZFNzJwWLeeZlhom3D&#10;X3Tb+0yEEHYJKsi9rxIpXZqTQde3FXHgrrY26AOsM6lrbEK4KeUgit6kwYJDQ44VrXJKf/a/RkE6&#10;PJjdwLnPj2YzPm9P8ej7ctwq1eu2yykIT63/Fz/d7zrMjyfw90y4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hDC8MAAADcAAAADwAAAAAAAAAAAAAAAACYAgAAZHJzL2Rv&#10;d25yZXYueG1sUEsFBgAAAAAEAAQA9QAAAIgDAAAAAA==&#10;" path="m,2288l,1692r32,32l32,2316,,2288xm,390l,,32,r,354l,390xe" fillcolor="#7cd0ff" stroked="f">
                    <v:path arrowok="t" o:connecttype="custom" o:connectlocs="0,2288;0,1692;32,1724;32,2316;0,2288;0,390;0,0;32,0;32,354;0,390" o:connectangles="0,0,0,0,0,0,0,0,0,0"/>
                    <o:lock v:ext="edit" verticies="t"/>
                  </v:shape>
                  <v:shape id="Freeform 121" o:spid="_x0000_s1145" style="position:absolute;left:5747;top:9072;width:33;height:2349;visibility:visible;mso-wrap-style:square;v-text-anchor:top" coordsize="3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UasUA&#10;AADcAAAADwAAAGRycy9kb3ducmV2LnhtbESPzWrDQAyE74G+w6JCb/G6KQnFzSaU5odQcmkafBZe&#10;xTbxal3vJrbfvjoUepOY0cyn5XpwjbpTF2rPBp6TFBRx4W3NpYHz9276CipEZIuNZzIwUoD16mGy&#10;xMz6nr/ofoqlkhAOGRqoYmwzrUNRkcOQ+JZYtIvvHEZZu1LbDnsJd42epelCO6xZGips6aOi4nq6&#10;OQPbOR3zfLM9t8PGxb1++Rlp/mnM0+Pw/gYq0hD/zX/XByv4M8GXZ2QC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E1RqxQAAANwAAAAPAAAAAAAAAAAAAAAAAJgCAABkcnMv&#10;ZG93bnJldi54bWxQSwUGAAAAAAQABAD1AAAAigMAAAAA&#10;" path="m,2316l,1724r33,32l33,2349,,2316xm,354l,,33,r,314l,354xe" fillcolor="#80d5ff" stroked="f">
                    <v:path arrowok="t" o:connecttype="custom" o:connectlocs="0,2316;0,1724;33,1756;33,2349;0,2316;0,354;0,0;33,0;33,314;0,354" o:connectangles="0,0,0,0,0,0,0,0,0,0"/>
                    <o:lock v:ext="edit" verticies="t"/>
                  </v:shape>
                  <v:shape id="Freeform 122" o:spid="_x0000_s1146" style="position:absolute;left:5780;top:9072;width:32;height:2377;visibility:visible;mso-wrap-style:square;v-text-anchor:top" coordsize="3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fa+8EA&#10;AADcAAAADwAAAGRycy9kb3ducmV2LnhtbERPzYrCMBC+C75DmIW9aaoLi1RjKYKgLB6sPsDYzDal&#10;zaQ2UevbbxYEb/Px/c4qG2wr7tT72rGC2TQBQVw6XXOl4HzaThYgfEDW2DomBU/ykK3HoxWm2j34&#10;SPciVCKGsE9RgQmhS6X0pSGLfuo64sj9ut5iiLCvpO7xEcNtK+dJ8i0t1hwbDHa0MVQ2xc0q+Npf&#10;m/Phx3C+1Zvj4aKfsrkVSn1+DPkSRKAhvMUv907H+fMZ/D8TL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n2vvBAAAA3AAAAA8AAAAAAAAAAAAAAAAAmAIAAGRycy9kb3du&#10;cmV2LnhtbFBLBQYAAAAABAAEAPUAAACGAwAAAAA=&#10;" path="m,2349l,1756r32,28l32,2377,,2349xm,314l,,32,4r,269l,314xe" fillcolor="#83daff" stroked="f">
                    <v:path arrowok="t" o:connecttype="custom" o:connectlocs="0,2349;0,1756;32,1784;32,2377;0,2349;0,314;0,0;32,4;32,273;0,314" o:connectangles="0,0,0,0,0,0,0,0,0,0"/>
                    <o:lock v:ext="edit" verticies="t"/>
                  </v:shape>
                  <v:shape id="Freeform 123" o:spid="_x0000_s1147" style="position:absolute;left:5812;top:9076;width:32;height:2405;visibility:visible;mso-wrap-style:square;v-text-anchor:top" coordsize="32,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wRgMMA&#10;AADcAAAADwAAAGRycy9kb3ducmV2LnhtbERPTWvCQBC9F/wPywje6sYcpI2uIkLAgkJrg+htyI5J&#10;NDsbdrcx/ffdQqG3ebzPWa4H04qenG8sK5hNExDEpdUNVwqKz/z5BYQPyBpby6TgmzysV6OnJWba&#10;PviD+mOoRAxhn6GCOoQuk9KXNRn0U9sRR+5qncEQoaukdviI4aaVaZLMpcGGY0ONHW1rKu/HL6Mg&#10;Px/6y2tu3ou9s2+n/LbtbdEoNRkPmwWIQEP4F/+5dzrOT1P4fSZe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wRgMMAAADcAAAADwAAAAAAAAAAAAAAAACYAgAAZHJzL2Rv&#10;d25yZXYueG1sUEsFBgAAAAAEAAQA9QAAAIgDAAAAAA==&#10;" path="m,2373l,1780r32,33l32,2405,,2373xm,269l,,32,r,233l,269xe" fillcolor="#86dfff" stroked="f">
                    <v:path arrowok="t" o:connecttype="custom" o:connectlocs="0,2373;0,1780;32,1813;32,2405;0,2373;0,269;0,0;32,0;32,233;0,269" o:connectangles="0,0,0,0,0,0,0,0,0,0"/>
                    <o:lock v:ext="edit" verticies="t"/>
                  </v:shape>
                  <v:shape id="Freeform 124" o:spid="_x0000_s1148" style="position:absolute;left:5844;top:9076;width:32;height:2437;visibility:visible;mso-wrap-style:square;v-text-anchor:top" coordsize="32,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mtOMIA&#10;AADcAAAADwAAAGRycy9kb3ducmV2LnhtbERP3WrCMBS+F/YO4Qy8m+lUhutMZZsIMvFCtwc4a87a&#10;0uSkJNHWtzcDwbvz8f2e5WqwRpzJh8axgudJBoK4dLrhSsHP9+ZpASJEZI3GMSm4UIBV8TBaYq5d&#10;zwc6H2MlUgiHHBXUMXa5lKGsyWKYuI44cX/OW4wJ+kpqj30Kt0ZOs+xFWmw4NdTY0WdNZXs8WQWL&#10;rWnX8z1/XMJX+cr9Zpd586vU+HF4fwMRaYh38c291Wn+dAb/z6QLZHE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ma04wgAAANwAAAAPAAAAAAAAAAAAAAAAAJgCAABkcnMvZG93&#10;bnJldi54bWxQSwUGAAAAAAQABAD1AAAAhwMAAAAA&#10;" path="m,2405l,1813r32,28l32,2437,,2405xm,233l,,32,r,193l,233xe" fillcolor="#89e4ff" stroked="f">
                    <v:path arrowok="t" o:connecttype="custom" o:connectlocs="0,2405;0,1813;32,1841;32,2437;0,2405;0,233;0,0;32,0;32,193;0,233" o:connectangles="0,0,0,0,0,0,0,0,0,0"/>
                    <o:lock v:ext="edit" verticies="t"/>
                  </v:shape>
                  <v:shape id="Freeform 125" o:spid="_x0000_s1149" style="position:absolute;left:5876;top:9076;width:33;height:2465;visibility:visible;mso-wrap-style:square;v-text-anchor:top" coordsize="33,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X9K8EA&#10;AADcAAAADwAAAGRycy9kb3ducmV2LnhtbERPTWvCQBC9F/oflil4q5tKCJK6ioilxZvRS29DdkyC&#10;2dk0O43x37uC4G0e73MWq9G1aqA+NJ4NfEwTUMSltw1XBo6Hr/c5qCDIFlvPZOBKAVbL15cF5tZf&#10;eE9DIZWKIRxyNFCLdLnWoazJYZj6jjhyJ987lAj7StseLzHctXqWJJl22HBsqLGjTU3lufh3Bnwy&#10;nESq37/tOt3P0+x7126LzJjJ27j+BCU0ylP8cP/YOH+Wwv2ZeIFe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V/SvBAAAA3AAAAA8AAAAAAAAAAAAAAAAAmAIAAGRycy9kb3du&#10;cmV2LnhtbFBLBQYAAAAABAAEAPUAAACGAwAAAAA=&#10;" path="m,2437l,1841r33,32l33,2465,,2437xm,193l,,33,r,153l,193xe" fillcolor="#8ceaff" stroked="f">
                    <v:path arrowok="t" o:connecttype="custom" o:connectlocs="0,2437;0,1841;33,1873;33,2465;0,2437;0,193;0,0;33,0;33,153;0,193" o:connectangles="0,0,0,0,0,0,0,0,0,0"/>
                    <o:lock v:ext="edit" verticies="t"/>
                  </v:shape>
                  <v:shape id="Freeform 126" o:spid="_x0000_s1150" style="position:absolute;left:5909;top:9076;width:32;height:2498;visibility:visible;mso-wrap-style:square;v-text-anchor:top" coordsize="32,2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yAGsQA&#10;AADcAAAADwAAAGRycy9kb3ducmV2LnhtbERP22oCMRB9F/yHMEJfpGYVlO3WKCIIRUTw0kLfhs10&#10;s3QzCZusbv++KRR8m8O5znLd20bcqA21YwXTSQaCuHS65krB9bJ7zkGEiKyxcUwKfijAejUcLLHQ&#10;7s4nup1jJVIIhwIVmBh9IWUoDVkME+eJE/flWosxwbaSusV7CreNnGXZQlqsOTUY9LQ1VH6fO6ug&#10;++y8P8T3+X58vOx9bg7Hl49cqadRv3kFEamPD/G/+02n+bM5/D2TLp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sgBrEAAAA3AAAAA8AAAAAAAAAAAAAAAAAmAIAAGRycy9k&#10;b3ducmV2LnhtbFBLBQYAAAAABAAEAPUAAACJAwAAAAA=&#10;" path="m,2465l,1873r32,28l32,2498,,2465xm,153l,,32,r,116l,153xe" fillcolor="#8fefff" stroked="f">
                    <v:path arrowok="t" o:connecttype="custom" o:connectlocs="0,2465;0,1873;32,1901;32,2498;0,2465;0,153;0,0;32,0;32,116;0,153" o:connectangles="0,0,0,0,0,0,0,0,0,0"/>
                    <o:lock v:ext="edit" verticies="t"/>
                  </v:shape>
                  <v:shape id="Freeform 127" o:spid="_x0000_s1151" style="position:absolute;left:5941;top:9076;width:32;height:2526;visibility:visible;mso-wrap-style:square;v-text-anchor:top" coordsize="32,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B49L0A&#10;AADcAAAADwAAAGRycy9kb3ducmV2LnhtbERPzYrCMBC+L/gOYYS9ramCZekaRQXRq7EPMCSzbbGZ&#10;lCa19e3NgrC3+fh+Z7ObXCse1IfGs4LlIgNBbLxtuFJQ3k5f3yBCRLbYeiYFTwqw284+NlhYP/KV&#10;HjpWIoVwKFBBHWNXSBlMTQ7DwnfEifv1vcOYYF9J2+OYwl0rV1mWS4cNp4YaOzrWZO56cArc+baW&#10;I5ZGDrnRQ3nQUeunUp/zaf8DItIU/8Vv98Wm+asc/p5JF8jt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lB49L0AAADcAAAADwAAAAAAAAAAAAAAAACYAgAAZHJzL2Rvd25yZXYu&#10;eG1sUEsFBgAAAAAEAAQA9QAAAIIDAAAAAA==&#10;" path="m,2498l,1901r32,33l32,2526,,2498xm,116l,,32,r,76l,116xe" fillcolor="#92f4ff" stroked="f">
                    <v:path arrowok="t" o:connecttype="custom" o:connectlocs="0,2498;0,1901;32,1934;32,2526;0,2498;0,116;0,0;32,0;32,76;0,116" o:connectangles="0,0,0,0,0,0,0,0,0,0"/>
                    <o:lock v:ext="edit" verticies="t"/>
                  </v:shape>
                  <v:shape id="Freeform 128" o:spid="_x0000_s1152" style="position:absolute;left:5973;top:9076;width:32;height:2558;visibility:visible;mso-wrap-style:square;v-text-anchor:top" coordsize="32,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1h+sQA&#10;AADcAAAADwAAAGRycy9kb3ducmV2LnhtbERPTWvCQBC9F/wPywi91U1EtMZsgoiVQulB46W3ITsm&#10;wexsyG6T9N93hUJv83ifk+aTacVAvWssK4gXEQji0uqGKwXX4u3lFYTzyBpby6Tghxzk2ewpxUTb&#10;kc80XHwlQgi7BBXU3neJlK6syaBb2I44cDfbG/QB9pXUPY4h3LRyGUVrabDh0FBjR4eayvvl2yhY&#10;fWG8Oe9P28hdP1anojl+boujUs/zab8D4Wny/+I/97sO85cbeDwTLp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tYfrEAAAA3AAAAA8AAAAAAAAAAAAAAAAAmAIAAGRycy9k&#10;b3ducmV2LnhtbFBLBQYAAAAABAAEAPUAAACJAwAAAAA=&#10;" path="m,2526l,1934r32,32l32,2558,,2526xm,76l,,32,r,36l,76xe" fillcolor="#95f9ff" stroked="f">
                    <v:path arrowok="t" o:connecttype="custom" o:connectlocs="0,2526;0,1934;32,1966;32,2558;0,2526;0,76;0,0;32,0;32,36;0,76" o:connectangles="0,0,0,0,0,0,0,0,0,0"/>
                    <o:lock v:ext="edit" verticies="t"/>
                  </v:shape>
                  <v:shape id="Freeform 129" o:spid="_x0000_s1153" style="position:absolute;left:6005;top:9076;width:33;height:2586;visibility:visible;mso-wrap-style:square;v-text-anchor:top" coordsize="33,2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TRMMQA&#10;AADcAAAADwAAAGRycy9kb3ducmV2LnhtbESPQW/CMAyF75P4D5GRdhspIA3UEdBAQtqFwwBx9hrT&#10;dG2c0gTo/v18QOJm6z2/93mx6n2jbtTFKrCB8SgDRVwEW3Fp4HjYvs1BxYRssQlMBv4owmo5eFlg&#10;bsOdv+m2T6WSEI45GnAptbnWsXDkMY5CSyzaOXQek6xdqW2Hdwn3jZ5k2bv2WLE0OGxp46io91dv&#10;4Ly+0HR2mNWN/fG/rZvusvq0M+Z12H9+gErUp6f5cf1lBX8itPKMTK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k0TDEAAAA3AAAAA8AAAAAAAAAAAAAAAAAmAIAAGRycy9k&#10;b3ducmV2LnhtbFBLBQYAAAAABAAEAPUAAACJAwAAAAA=&#10;" path="m,2558l,1966r33,28l33,2586,,2558xm,36l,,33,,,36xe" fillcolor="#9ff" stroked="f">
                    <v:path arrowok="t" o:connecttype="custom" o:connectlocs="0,2558;0,1966;33,1994;33,2586;0,2558;0,36;0,0;33,0;0,36" o:connectangles="0,0,0,0,0,0,0,0,0"/>
                    <o:lock v:ext="edit" verticies="t"/>
                  </v:shape>
                  <v:shape id="Freeform 130" o:spid="_x0000_s1154" style="position:absolute;left:3321;top:8979;width:1447;height:189;visibility:visible;mso-wrap-style:square;v-text-anchor:top" coordsize="144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6Y8QA&#10;AADcAAAADwAAAGRycy9kb3ducmV2LnhtbERPS2vCQBC+C/6HZYReRDe1IDXNRtqC4KlQm1J7G7KT&#10;B8nOhuxqUn+9WxC8zcf3nGQ7mlacqXe1ZQWPywgEcW51zaWC7Gu3eAbhPLLG1jIp+CMH23Q6STDW&#10;duBPOh98KUIIuxgVVN53sZQur8igW9qOOHCF7Q36APtS6h6HEG5auYqitTRYc2iosKP3ivLmcDIK&#10;5r8f8rLfrN/KuvkeTNH8HIvsSamH2fj6AsLT6O/im3uvw/zVBv6fCRf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mPEAAAA3AAAAA8AAAAAAAAAAAAAAAAAmAIAAGRycy9k&#10;b3ducmV2LnhtbFBLBQYAAAAABAAEAPUAAACJAwAAAAA=&#10;" path="m194,93l97,189r1350,l1447,,97,,,93,97,,,,,93r194,xe" stroked="f">
                    <v:path arrowok="t" o:connecttype="custom" o:connectlocs="194,93;97,189;1447,189;1447,0;97,0;0,93;97,0;0,0;0,93;194,93" o:connectangles="0,0,0,0,0,0,0,0,0,0"/>
                  </v:shape>
                  <v:shape id="Freeform 131" o:spid="_x0000_s1155" style="position:absolute;left:3321;top:9072;width:194;height:543;visibility:visible;mso-wrap-style:square;v-text-anchor:top" coordsize="19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2encQA&#10;AADcAAAADwAAAGRycy9kb3ducmV2LnhtbESPQU/DMAyF75P4D5GRuG3pxgSoLJvYJCS0Gy2HHU1j&#10;korGiZqwdf8eH5C42XrP733e7KYwqDONuY9sYLmoQBF30fbsDHy0r/MnULkgWxwik4ErZdhtb2Yb&#10;rG288Dudm+KUhHCu0YAvJdVa585TwLyIiVi0rzgGLLKOTtsRLxIeBr2qqgcdsGdp8Jjo4Kn7bn6C&#10;gc/QPO6XaxeOqcSDq9Lp6tuTMXe308szqEJT+Tf/Xb9Zwb8XfHlGJt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9np3EAAAA3AAAAA8AAAAAAAAAAAAAAAAAmAIAAGRycy9k&#10;b3ducmV2LnhtbFBLBQYAAAAABAAEAPUAAACJAwAAAAA=&#10;" path="m97,354r97,93l194,,,,,447r97,96l,447r,96l97,543r,-189xe" stroked="f">
                    <v:path arrowok="t" o:connecttype="custom" o:connectlocs="97,354;194,447;194,0;0,0;0,447;97,543;0,447;0,543;97,543;97,354" o:connectangles="0,0,0,0,0,0,0,0,0,0"/>
                  </v:shape>
                  <v:shape id="Freeform 132" o:spid="_x0000_s1156" style="position:absolute;left:3418;top:9426;width:649;height:189;visibility:visible;mso-wrap-style:square;v-text-anchor:top" coordsize="64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QsEA&#10;AADcAAAADwAAAGRycy9kb3ducmV2LnhtbERPS2rDMBDdB3oHMYXuEtkpMakTJZSUNt50kaQHGKyJ&#10;bWqNjCT/bl8VCt3N431nf5xMKwZyvrGsIF0lIIhLqxuuFHzd3pdbED4ga2wtk4KZPBwPD4s95tqO&#10;fKHhGioRQ9jnqKAOocul9GVNBv3KdsSRu1tnMEToKqkdjjHctHKdJJk02HBsqLGjU03l97U3CjY3&#10;+hhdZvu3tPwszq57mXsXlHp6nF53IAJN4V/85y50nP+cwu8z8QJ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KqELBAAAA3AAAAA8AAAAAAAAAAAAAAAAAmAIAAGRycy9kb3du&#10;cmV2LnhtbFBLBQYAAAAABAAEAPUAAACGAwAAAAA=&#10;" path="m516,157l443,,,,,189r443,l371,32,516,157,649,,443,r73,157xe" stroked="f">
                    <v:path arrowok="t" o:connecttype="custom" o:connectlocs="516,157;443,0;0,0;0,189;443,189;371,32;516,157;649,0;443,0;516,157" o:connectangles="0,0,0,0,0,0,0,0,0,0"/>
                  </v:shape>
                  <v:shape id="Freeform 133" o:spid="_x0000_s1157" style="position:absolute;left:3321;top:9458;width:613;height:621;visibility:visible;mso-wrap-style:square;v-text-anchor:top" coordsize="61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izcMA&#10;AADcAAAADwAAAGRycy9kb3ducmV2LnhtbERPTWvCQBC9C/0Pywi91Y1WrMSsUgShhV60tZjbmB2T&#10;YHY2ZLdx/feuUPA2j/c52SqYRvTUudqygvEoAUFcWF1zqeDne/MyB+E8ssbGMim4koPV8mmQYart&#10;hbfU73wpYgi7FBVU3replK6oyKAb2ZY4cifbGfQRdqXUHV5iuGnkJElm0mDNsaHCltYVFefdn1Hw&#10;m3/N7NZMD29hn5+5n4fj5z4o9TwM7wsQnoJ/iP/dHzrOf53A/Zl4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MizcMAAADcAAAADwAAAAAAAAAAAAAAAACYAgAAZHJzL2Rv&#10;d25yZXYueG1sUEsFBgAAAAAEAAQA9QAAAIgDAAAAAA==&#10;" path="m194,484r8,129l613,125,468,,57,492r8,129l57,492,,556r65,65l194,484xe" stroked="f">
                    <v:path arrowok="t" o:connecttype="custom" o:connectlocs="194,484;202,613;613,125;468,0;57,492;65,621;57,492;0,556;65,621;194,484" o:connectangles="0,0,0,0,0,0,0,0,0,0"/>
                  </v:shape>
                  <v:shape id="Freeform 134" o:spid="_x0000_s1158" style="position:absolute;left:3386;top:9942;width:451;height:508;visibility:visible;mso-wrap-style:square;v-text-anchor:top" coordsize="45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5UMsAA&#10;AADcAAAADwAAAGRycy9kb3ducmV2LnhtbERPzWoCMRC+F3yHMIK3mlVp1dUoIhQ8eOm2DzBuxmR1&#10;M1k2qca3N4VCb/Px/c56m1wrbtSHxrOCybgAQVx73bBR8P318boAESKyxtYzKXhQgO1m8LLGUvs7&#10;f9KtikbkEA4lKrAxdqWUobbkMIx9R5y5s+8dxgx7I3WP9xzuWjktinfpsOHcYLGjvaX6Wv04BVRd&#10;/HFRTXFprD+9zQ/pbPZJqdEw7VYgIqX4L/5zH3SeP5vB7zP5Ar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5UMsAAAADcAAAADwAAAAAAAAAAAAAAAACYAgAAZHJzL2Rvd25y&#10;ZXYueG1sUEsFBgAAAAAEAAQA9QAAAIUDAAAAAA==&#10;" path="m306,306r137,-8l129,,,137,314,435r137,-8l314,435r73,73l451,427,306,306xe" stroked="f">
                    <v:path arrowok="t" o:connecttype="custom" o:connectlocs="306,306;443,298;129,0;0,137;314,435;451,427;314,435;387,508;451,427;306,306" o:connectangles="0,0,0,0,0,0,0,0,0,0"/>
                  </v:shape>
                  <v:shape id="Freeform 135" o:spid="_x0000_s1159" style="position:absolute;left:3692;top:8979;width:1274;height:1390;visibility:visible;mso-wrap-style:square;v-text-anchor:top" coordsize="1274,1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eUcUA&#10;AADcAAAADwAAAGRycy9kb3ducmV2LnhtbESPS2vDMBCE74X8B7GF3hq5ebU4kU1IKfTSQx6mPS7W&#10;xjKxVkZSE/ffR4VAbrvM7Hyzq3KwnTiTD61jBS/jDARx7XTLjYLD/uP5DUSIyBo7x6TgjwKUxehh&#10;hbl2F97SeRcbkUI45KjAxNjnUobakMUwdj1x0o7OW4xp9Y3UHi8p3HZykmULabHlRDDY08ZQfdr9&#10;2sT92rpX8v67+plXB4PTKrwfK6WeHof1EkSkId7Nt+tPnepPZ/D/TJpAF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R5RxQAAANwAAAAPAAAAAAAAAAAAAAAAAJgCAABkcnMv&#10;ZG93bnJldi54bWxQSwUGAAAAAAQABAD1AAAAigMAAAAA&#10;" path="m1076,189l1004,36,,1269r145,121l1149,153,1076,r73,153l1274,,1076,r,189xe" stroked="f">
                    <v:path arrowok="t" o:connecttype="custom" o:connectlocs="1076,189;1004,36;0,1269;145,1390;1149,153;1076,0;1149,153;1274,0;1076,0;1076,189" o:connectangles="0,0,0,0,0,0,0,0,0,0"/>
                  </v:shape>
                  <v:rect id="Rectangle 136" o:spid="_x0000_s1160" style="position:absolute;left:3418;top:9072;width:28;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iuN8AA&#10;AADcAAAADwAAAGRycy9kb3ducmV2LnhtbERPTYvCMBC9C/sfwizsTdO16Eo1yiIUFrxo9bDHoRnb&#10;YjMJTbT13xtB8DaP9zmrzWBacaPON5YVfE8SEMSl1Q1XCk7HfLwA4QOyxtYyKbiTh836Y7TCTNue&#10;D3QrQiViCPsMFdQhuExKX9Zk0E+sI47c2XYGQ4RdJXWHfQw3rZwmyVwabDg21OhoW1N5Ka5Ggdv2&#10;R8z3Ov8/GDtPXborm+JHqa/P4XcJItAQ3uKX+0/H+ekMns/EC+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iuN8AAAADcAAAADwAAAAAAAAAAAAAAAACYAgAAZHJzL2Rvd25y&#10;ZXYueG1sUEsFBgAAAAAEAAQA9QAAAIUDAAAAAA==&#10;" fillcolor="blue" stroked="f"/>
                  <v:shape id="Freeform 137" o:spid="_x0000_s1161" style="position:absolute;left:3446;top:9072;width:24;height:958;visibility:visible;mso-wrap-style:square;v-text-anchor:top" coordsize="2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BO1MEA&#10;AADcAAAADwAAAGRycy9kb3ducmV2LnhtbERPTWvDMAy9D/YfjAa7hNXpCm3I6pRRyLZr20CvItZi&#10;k1gOsdtm/34eFHbT431qu5vdIK40BetZwXKRgyBuvbbcKWhO9UsBIkRkjYNnUvBDAXbV48MWS+1v&#10;fKDrMXYihXAoUYGJcSylDK0hh2HhR+LEffvJYUxw6qSe8JbC3SBf83wtHVpODQZH2htq++PFKcjq&#10;TRMPufnoTW2LOTvb4jPbK/X8NL+/gYg0x3/x3f2l0/zVGv6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ATtTBAAAA3AAAAA8AAAAAAAAAAAAAAAAAmAIAAGRycy9kb3du&#10;cmV2LnhtbFBLBQYAAAAABAAEAPUAAACGAwAAAAA=&#10;" path="m,447l,,24,r,447l,447xm24,910r,48l4,938,24,910xe" fillcolor="#0305ff" stroked="f">
                    <v:path arrowok="t" o:connecttype="custom" o:connectlocs="0,447;0,0;24,0;24,447;0,447;24,910;24,958;4,938;24,910" o:connectangles="0,0,0,0,0,0,0,0,0"/>
                    <o:lock v:ext="edit" verticies="t"/>
                  </v:shape>
                  <v:shape id="Freeform 138" o:spid="_x0000_s1162" style="position:absolute;left:3470;top:9072;width:29;height:983;visibility:visible;mso-wrap-style:square;v-text-anchor:top" coordsize="29,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AvNMMA&#10;AADcAAAADwAAAGRycy9kb3ducmV2LnhtbERPTWvCQBC9F/oflil4q5soRkldRQRF8NAavXgbsmOS&#10;JjsbsquJ/75bKPQ2j/c5y/VgGvGgzlWWFcTjCARxbnXFhYLLefe+AOE8ssbGMil4koP16vVliam2&#10;PZ/okflChBB2KSoovW9TKV1ekkE3ti1x4G62M+gD7AqpO+xDuGnkJIoSabDi0FBiS9uS8jq7GwUJ&#10;LuL6ePvcb69ffVJ/H2exo6tSo7dh8wHC0+D/xX/ugw7zp3P4fSZc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AvNMMAAADcAAAADwAAAAAAAAAAAAAAAACYAgAAZHJzL2Rv&#10;d25yZXYueG1sUEsFBgAAAAAEAAQA9QAAAIgDAAAAAA==&#10;" path="m,958l,910,29,878r,105l,958xm,447l,,29,r,447l,447xe" fillcolor="#060aff" stroked="f">
                    <v:path arrowok="t" o:connecttype="custom" o:connectlocs="0,958;0,910;29,878;29,983;0,958;0,447;0,0;29,0;29,447;0,447" o:connectangles="0,0,0,0,0,0,0,0,0,0"/>
                    <o:lock v:ext="edit" verticies="t"/>
                  </v:shape>
                  <v:shape id="Freeform 139" o:spid="_x0000_s1163" style="position:absolute;left:3499;top:9072;width:28;height:1011;visibility:visible;mso-wrap-style:square;v-text-anchor:top" coordsize="2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hUsIA&#10;AADcAAAADwAAAGRycy9kb3ducmV2LnhtbESPQW/CMAyF75P4D5GRuI0U0MZUCIghIXFd1x9gJV5b&#10;0ThVkkHh1+PDpN1svef3Pm/3o+/VlWLqAhtYzAtQxDa4jhsD9ffp9QNUysgO+8Bk4E4J9rvJyxZL&#10;F278RdcqN0pCOJVooM15KLVOtiWPaR4GYtF+QvSYZY2NdhFvEu57vSyKd+2xY2locaBjS/ZS/XoD&#10;9tPZMNT6fl4vq7rLzTq+PaIxs+l42IDKNOZ/89/12Qn+SmjlGZlA75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FSwgAAANwAAAAPAAAAAAAAAAAAAAAAAJgCAABkcnMvZG93&#10;bnJldi54bWxQSwUGAAAAAAQABAD1AAAAhwMAAAAA&#10;" path="m,983l,878,28,850r,161l,983xm,447l,,28,r,447l,447xe" fillcolor="#090fff" stroked="f">
                    <v:path arrowok="t" o:connecttype="custom" o:connectlocs="0,983;0,878;28,850;28,1011;0,983;0,447;0,0;28,0;28,447;0,447" o:connectangles="0,0,0,0,0,0,0,0,0,0"/>
                    <o:lock v:ext="edit" verticies="t"/>
                  </v:shape>
                  <v:shape id="Freeform 140" o:spid="_x0000_s1164" style="position:absolute;left:3527;top:9072;width:28;height:1035;visibility:visible;mso-wrap-style:square;v-text-anchor:top" coordsize="28,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9cx8QA&#10;AADcAAAADwAAAGRycy9kb3ducmV2LnhtbERPTWsCMRC9F/wPYYTeatZuKXY1iki3lYIHbYvXYTNu&#10;FjeTJUl17a83BaG3ebzPmS1624oT+dA4VjAeZSCIK6cbrhV8fZYPExAhImtsHZOCCwVYzAd3Myy0&#10;O/OWTrtYixTCoUAFJsaukDJUhiyGkeuIE3dw3mJM0NdSezyncNvKxyx7lhYbTg0GO1oZqo67H6ug&#10;LPeb+Jr778tRmreP99xtyt8npe6H/XIKIlIf/8U391qn+fkL/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vXMfEAAAA3AAAAA8AAAAAAAAAAAAAAAAAmAIAAGRycy9k&#10;b3ducmV2LnhtbFBLBQYAAAAABAAEAPUAAACJAwAAAAA=&#10;" path="m,1011l,850,28,817r,218l,1011xm,447l,,28,r,447l,447xe" fillcolor="#0c14ff" stroked="f">
                    <v:path arrowok="t" o:connecttype="custom" o:connectlocs="0,1011;0,850;28,817;28,1035;0,1011;0,447;0,0;28,0;28,447;0,447" o:connectangles="0,0,0,0,0,0,0,0,0,0"/>
                    <o:lock v:ext="edit" verticies="t"/>
                  </v:shape>
                  <v:shape id="Freeform 141" o:spid="_x0000_s1165" style="position:absolute;left:3555;top:9072;width:24;height:1059;visibility:visible;mso-wrap-style:square;v-text-anchor:top" coordsize="24,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vqesMA&#10;AADcAAAADwAAAGRycy9kb3ducmV2LnhtbESPT2/CMAzF70j7DpEn7QYpiHWoENAETNoVtt2txjQV&#10;jVM16Z99+/kwiZut9/zez7vD5Bs1UBfrwAaWiwwUcRlszZWB76+P+QZUTMgWm8Bk4JciHPZPsx0W&#10;Nox8oeGaKiUhHAs04FJqC61j6chjXISWWLRb6DwmWbtK2w5HCfeNXmVZrj3WLA0OWzo6Ku/X3hs4&#10;T+d++Mnt+jSeXP+W16vX48Yb8/I8vW9BJZrSw/x//WkFfy348oxMo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vqesMAAADcAAAADwAAAAAAAAAAAAAAAACYAgAAZHJzL2Rv&#10;d25yZXYueG1sUEsFBgAAAAAEAAQA9QAAAIgDAAAAAA==&#10;" path="m,1035l,817,24,785r,274l,1035xm,447l,,24,r,447l,447xe" fillcolor="#0f1aff" stroked="f">
                    <v:path arrowok="t" o:connecttype="custom" o:connectlocs="0,1035;0,817;24,785;24,1059;0,1035;0,447;0,0;24,0;24,447;0,447" o:connectangles="0,0,0,0,0,0,0,0,0,0"/>
                    <o:lock v:ext="edit" verticies="t"/>
                  </v:shape>
                  <v:shape id="Freeform 142" o:spid="_x0000_s1166" style="position:absolute;left:3579;top:9072;width:29;height:1087;visibility:visible;mso-wrap-style:square;v-text-anchor:top" coordsize="29,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KNOMEA&#10;AADcAAAADwAAAGRycy9kb3ducmV2LnhtbERP3WrCMBS+H+wdwhG8m6lDZHZG0YGgMgqtPsChOTZl&#10;zUnXRFvf3giD3Z2P7/cs14NtxI06XztWMJ0kIIhLp2uuFJxPu7cPED4ga2wck4I7eVivXl+WmGrX&#10;c063IlQihrBPUYEJoU2l9KUhi37iWuLIXVxnMUTYVVJ32Mdw28j3JJlLizXHBoMtfRkqf4qrVfDr&#10;tuZ7e8kWxwOVxpiK8tM+U2o8GjafIAIN4V/8597rOH82hecz8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yjTjBAAAA3AAAAA8AAAAAAAAAAAAAAAAAmAIAAGRycy9kb3du&#10;cmV2LnhtbFBLBQYAAAAABAAEAPUAAACGAwAAAAA=&#10;" path="m,1059l,785,29,753r,334l,1059xm,447l,,29,r,447l,447xe" fillcolor="#121fff" stroked="f">
                    <v:path arrowok="t" o:connecttype="custom" o:connectlocs="0,1059;0,785;29,753;29,1087;0,1059;0,447;0,0;29,0;29,447;0,447" o:connectangles="0,0,0,0,0,0,0,0,0,0"/>
                    <o:lock v:ext="edit" verticies="t"/>
                  </v:shape>
                  <v:shape id="Freeform 143" o:spid="_x0000_s1167" style="position:absolute;left:3608;top:9072;width:28;height:1112;visibility:visible;mso-wrap-style:square;v-text-anchor:top" coordsize="28,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7NpsIA&#10;AADcAAAADwAAAGRycy9kb3ducmV2LnhtbERPTWvCQBC9F/wPyxS8NRuDiKSuIkVtwZNaSo9DdpJN&#10;zM6G7FbTf+8Kgrd5vM9ZrAbbigv1vnasYJKkIIgLp2uuFHyftm9zED4ga2wdk4J/8rBajl4WmGt3&#10;5QNdjqESMYR9jgpMCF0upS8MWfSJ64gjV7reYoiwr6Tu8RrDbSuzNJ1JizXHBoMdfRgqzsc/q2Ce&#10;TUxTemw2w+fPYVfSfvbb7JUavw7rdxCBhvAUP9xfOs6fZnB/Jl4gl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s2mwgAAANwAAAAPAAAAAAAAAAAAAAAAAJgCAABkcnMvZG93&#10;bnJldi54bWxQSwUGAAAAAAQABAD1AAAAhwMAAAAA&#10;" path="m,1087l,753,28,721r,391l,1087xm,447l,,28,r,447l,447xe" fillcolor="#1524ff" stroked="f">
                    <v:path arrowok="t" o:connecttype="custom" o:connectlocs="0,1087;0,753;28,721;28,1112;0,1087;0,447;0,0;28,0;28,447;0,447" o:connectangles="0,0,0,0,0,0,0,0,0,0"/>
                    <o:lock v:ext="edit" verticies="t"/>
                  </v:shape>
                  <v:shape id="Freeform 144" o:spid="_x0000_s1168" style="position:absolute;left:3636;top:9072;width:24;height:1140;visibility:visible;mso-wrap-style:square;v-text-anchor:top" coordsize="24,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wSb8QA&#10;AADcAAAADwAAAGRycy9kb3ducmV2LnhtbERPS2sCMRC+F/ofwhR6KZqtispqFCn4gCLq6sHjsBl3&#10;FzeTJUl1/feNUOhtPr7nTOetqcWNnK8sK/jsJiCIc6srLhScjsvOGIQPyBpry6TgQR7ms9eXKaba&#10;3vlAtywUIoawT1FBGUKTSunzkgz6rm2II3exzmCI0BVSO7zHcFPLXpIMpcGKY0OJDX2VlF+zH6Ng&#10;vxmd3XWxbVy2W8tVbr6zj/1Iqfe3djEBEagN/+I/90bH+YM+PJ+JF8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8Em/EAAAA3AAAAA8AAAAAAAAAAAAAAAAAmAIAAGRycy9k&#10;b3ducmV2LnhtbFBLBQYAAAAABAAEAPUAAACJAwAAAAA=&#10;" path="m,1112l,721,24,689r,451l,1112xm,447l,,24,r,447l,447xe" fillcolor="#1829ff" stroked="f">
                    <v:path arrowok="t" o:connecttype="custom" o:connectlocs="0,1112;0,721;24,689;24,1140;0,1112;0,447;0,0;24,0;24,447;0,447" o:connectangles="0,0,0,0,0,0,0,0,0,0"/>
                    <o:lock v:ext="edit" verticies="t"/>
                  </v:shape>
                  <v:shape id="Freeform 145" o:spid="_x0000_s1169" style="position:absolute;left:3660;top:9072;width:28;height:1164;visibility:visible;mso-wrap-style:square;v-text-anchor:top" coordsize="28,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C16sEA&#10;AADcAAAADwAAAGRycy9kb3ducmV2LnhtbERPTYvCMBC9C/6HMMLeNN1FtFSj7C4sqwcPtgoeh2Zs&#10;i82kNLHWf28Ewds83ucs172pRUetqywr+JxEIIhzqysuFByyv3EMwnlkjbVlUnAnB+vVcLDERNsb&#10;76lLfSFCCLsEFZTeN4mULi/JoJvYhjhwZ9sa9AG2hdQt3kK4qeVXFM2kwYpDQ4kN/ZaUX9KrUWA6&#10;TH+y7T6OdscTZf74P6+urNTHqP9egPDU+7f45d7oMH86hecz4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AterBAAAA3AAAAA8AAAAAAAAAAAAAAAAAmAIAAGRycy9kb3du&#10;cmV2LnhtbFBLBQYAAAAABAAEAPUAAACGAwAAAAA=&#10;" path="m,1140l,689,28,656r,508l,1140xm,447l,,28,r,447l,447xe" fillcolor="#1c2eff" stroked="f">
                    <v:path arrowok="t" o:connecttype="custom" o:connectlocs="0,1140;0,689;28,656;28,1164;0,1140;0,447;0,0;28,0;28,447;0,447" o:connectangles="0,0,0,0,0,0,0,0,0,0"/>
                    <o:lock v:ext="edit" verticies="t"/>
                  </v:shape>
                  <v:shape id="Freeform 146" o:spid="_x0000_s1170" style="position:absolute;left:3688;top:9072;width:28;height:1192;visibility:visible;mso-wrap-style:square;v-text-anchor:top" coordsize="28,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qdgsIA&#10;AADcAAAADwAAAGRycy9kb3ducmV2LnhtbERPzWrCQBC+F3yHZQQvRTeVKhLdBCk09FJo1AcYdsck&#10;mp0N2W2S9um7hUJv8/H9ziGfbCsG6n3jWMHTKgFBrJ1puFJwOb8udyB8QDbYOiYFX+Qhz2YPB0yN&#10;G7mk4RQqEUPYp6igDqFLpfS6Jot+5TriyF1dbzFE2FfS9DjGcNvKdZJspcWGY0ONHb3UpO+nT6ug&#10;0JvL4y18D7f3iXRZeB4/7qzUYj4d9yACTeFf/Od+M3H+8wZ+n4kXyO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Cp2CwgAAANwAAAAPAAAAAAAAAAAAAAAAAJgCAABkcnMvZG93&#10;bnJldi54bWxQSwUGAAAAAAQABAD1AAAAhwMAAAAA&#10;" path="m,1164l,656,28,624r,568l,1164xm,447l,,28,r,447l,447xe" fillcolor="#1f34ff" stroked="f">
                    <v:path arrowok="t" o:connecttype="custom" o:connectlocs="0,1164;0,656;28,624;28,1192;0,1164;0,447;0,0;28,0;28,447;0,447" o:connectangles="0,0,0,0,0,0,0,0,0,0"/>
                    <o:lock v:ext="edit" verticies="t"/>
                  </v:shape>
                  <v:shape id="Freeform 147" o:spid="_x0000_s1171" style="position:absolute;left:3716;top:9072;width:24;height:1216;visibility:visible;mso-wrap-style:square;v-text-anchor:top" coordsize="24,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F0sQA&#10;AADcAAAADwAAAGRycy9kb3ducmV2LnhtbESPQWvCQBCF7wX/wzKCl1InFUkldRURAh7aQ7R4HrLT&#10;JDQ7G7PbmP77riB4m+G9ed+b9Xa0rRq4940TDa/zBBRL6UwjlYavU/6yAuUDiaHWCWv4Yw/bzeRp&#10;TZlxVyl4OIZKxRDxGWmoQ+gyRF/WbMnPXccStW/XWwpx7Ss0PV1juG1xkSQpWmokEmrqeF9z+XP8&#10;tZF7HvLT4g0vhj4un1ikw3ORo9az6bh7BxV4DA/z/fpgYv1lCrdn4gS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lBdLEAAAA3AAAAA8AAAAAAAAAAAAAAAAAmAIAAGRycy9k&#10;b3ducmV2LnhtbFBLBQYAAAAABAAEAPUAAACJAwAAAAA=&#10;" path="m,1192l,624,24,592r,624l,1192xm,447l,,24,r,447l,447xe" fillcolor="#2239ff" stroked="f">
                    <v:path arrowok="t" o:connecttype="custom" o:connectlocs="0,1192;0,624;24,592;24,1216;0,1192;0,447;0,0;24,0;24,447;0,447" o:connectangles="0,0,0,0,0,0,0,0,0,0"/>
                    <o:lock v:ext="edit" verticies="t"/>
                  </v:shape>
                  <v:shape id="Freeform 148" o:spid="_x0000_s1172" style="position:absolute;left:3740;top:9072;width:29;height:1237;visibility:visible;mso-wrap-style:square;v-text-anchor:top" coordsize="29,1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DWcIA&#10;AADcAAAADwAAAGRycy9kb3ducmV2LnhtbERPS2vCQBC+F/wPywi91U2ltJK6ShULPVmMgj0O2cmD&#10;ZGfj7prEf98tFLzNx/ec5Xo0rejJ+dqygudZAoI4t7rmUsHp+Pm0AOEDssbWMim4kYf1avKwxFTb&#10;gQ/UZ6EUMYR9igqqELpUSp9XZNDPbEccucI6gyFCV0rtcIjhppXzJHmVBmuODRV2tK0ob7KrUXBx&#10;h6Fxx6bY9Nn+fCp2NnwPP0o9TsePdxCBxnAX/7u/dJz/8gZ/z8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VENZwgAAANwAAAAPAAAAAAAAAAAAAAAAAJgCAABkcnMvZG93&#10;bnJldi54bWxQSwUGAAAAAAQABAD1AAAAhwMAAAAA&#10;" path="m,1216l,592,29,560r,672l25,1237,,1216xm,447l,,29,r,447l,447xe" fillcolor="#253eff" stroked="f">
                    <v:path arrowok="t" o:connecttype="custom" o:connectlocs="0,1216;0,592;29,560;29,1232;25,1237;0,1216;0,447;0,0;29,0;29,447;0,447" o:connectangles="0,0,0,0,0,0,0,0,0,0,0"/>
                    <o:lock v:ext="edit" verticies="t"/>
                  </v:shape>
                  <v:shape id="Freeform 149" o:spid="_x0000_s1173" style="position:absolute;left:3769;top:9072;width:28;height:1232;visibility:visible;mso-wrap-style:square;v-text-anchor:top" coordsize="28,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NoIcYA&#10;AADcAAAADwAAAGRycy9kb3ducmV2LnhtbESPQWvCQBCF74L/YRmhN91YStHUVURQFMyhVgu9TbNj&#10;EszOptlV03/fOQi9zfDevPfNbNG5Wt2oDZVnA+NRAoo497biwsDxYz2cgAoR2WLtmQz8UoDFvN+b&#10;YWr9nd/pdoiFkhAOKRooY2xSrUNeksMw8g2xaGffOoyytoW2Ld4l3NX6OUletcOKpaHEhlYl5ZfD&#10;1RnQ2c+p+VqOcbqhRH/uvrPr/pQZ8zTolm+gInXx3/y43lrBfxFaeUYm0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NoIcYAAADcAAAADwAAAAAAAAAAAAAAAACYAgAAZHJz&#10;L2Rvd25yZXYueG1sUEsFBgAAAAAEAAQA9QAAAIsDAAAAAA==&#10;" path="m,1232l,560,28,527r,669l,1232xm,447l,,28,r,447l,447xe" fillcolor="#2843ff" stroked="f">
                    <v:path arrowok="t" o:connecttype="custom" o:connectlocs="0,1232;0,560;28,527;28,1196;0,1232;0,447;0,0;28,0;28,447;0,447" o:connectangles="0,0,0,0,0,0,0,0,0,0"/>
                    <o:lock v:ext="edit" verticies="t"/>
                  </v:shape>
                  <v:shape id="Freeform 150" o:spid="_x0000_s1174" style="position:absolute;left:3797;top:9072;width:28;height:1196;visibility:visible;mso-wrap-style:square;v-text-anchor:top" coordsize="28,1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9uUMMA&#10;AADcAAAADwAAAGRycy9kb3ducmV2LnhtbERPyWrDMBC9B/oPYgq9JXJNKbEb2YRCtkshTqDXwZra&#10;otbIWErs9uujQiG3ebx1VuVkO3GlwRvHCp4XCQji2mnDjYLzaTNfgvABWWPnmBT8kIeyeJitMNdu&#10;5CNdq9CIGMI+RwVtCH0upa9bsugXrieO3JcbLIYIh0bqAccYbjuZJsmrtGg4NrTY03tL9Xd1sQo+&#10;jof+00y70ewv2e92l6bZukuVenqc1m8gAk3hLv5373Wc/5LB3zPxAl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9uUMMAAADcAAAADwAAAAAAAAAAAAAAAACYAgAAZHJzL2Rv&#10;d25yZXYueG1sUEsFBgAAAAAEAAQA9QAAAIgDAAAAAA==&#10;" path="m,1196l,527,28,495r,669l,1196xm,447l,,28,r,447l,447xe" fillcolor="#2b48ff" stroked="f">
                    <v:path arrowok="t" o:connecttype="custom" o:connectlocs="0,1196;0,527;28,495;28,1164;0,1196;0,447;0,0;28,0;28,447;0,447" o:connectangles="0,0,0,0,0,0,0,0,0,0"/>
                    <o:lock v:ext="edit" verticies="t"/>
                  </v:shape>
                  <v:shape id="Freeform 151" o:spid="_x0000_s1175" style="position:absolute;left:3825;top:9072;width:24;height:1164;visibility:visible;mso-wrap-style:square;v-text-anchor:top" coordsize="24,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6hDMUA&#10;AADcAAAADwAAAGRycy9kb3ducmV2LnhtbESPQU/DMAyF70j8h8hI3FjKpI1Rlk1oiGkHDqzsB5jG&#10;NNUapyRha/89PkzazdZ7fu/zcj34Tp0opjawgcdJAYq4DrblxsDh6/1hASplZItdYDIwUoL16vZm&#10;iaUNZ97TqcqNkhBOJRpwOfel1ql25DFNQk8s2k+IHrOssdE24lnCfaenRTHXHluWBoc9bRzVx+rP&#10;G3h++h2rz7g9zuL243s8vA2O0Blzfze8voDKNOSr+XK9s4I/E3x5Rib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qEMxQAAANwAAAAPAAAAAAAAAAAAAAAAAJgCAABkcnMv&#10;ZG93bnJldi54bWxQSwUGAAAAAAQABAD1AAAAigMAAAAA&#10;" path="m,1164l,495,24,463r,669l,1164xm,447l,,24,r,447l,447xe" fillcolor="#2e4eff" stroked="f">
                    <v:path arrowok="t" o:connecttype="custom" o:connectlocs="0,1164;0,495;24,463;24,1132;0,1164;0,447;0,0;24,0;24,447;0,447" o:connectangles="0,0,0,0,0,0,0,0,0,0"/>
                    <o:lock v:ext="edit" verticies="t"/>
                  </v:shape>
                  <v:shape id="Freeform 152" o:spid="_x0000_s1176" style="position:absolute;left:3849;top:9072;width:29;height:1132;visibility:visible;mso-wrap-style:square;v-text-anchor:top" coordsize="2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nDsIA&#10;AADcAAAADwAAAGRycy9kb3ducmV2LnhtbERPyWrDMBC9F/oPYgK9lEZOIXFxIodSGugta0uOgzSx&#10;ja2RsZRE/fuoUMhtHm+dxTLaTlxo8I1jBZNxBoJYO9NwpeCwX728gfAB2WDnmBT8kodl+fiwwMK4&#10;K2/psguVSCHsC1RQh9AXUnpdk0U/dj1x4k5usBgSHCppBrymcNvJ1yybSYsNp4Yae/qoSbe7s1Uw&#10;O5t1fNab4/cKqx8dP2Ob51ulnkbxfQ4iUAx38b/7y6T50wn8PZMuk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N6cOwgAAANwAAAAPAAAAAAAAAAAAAAAAAJgCAABkcnMvZG93&#10;bnJldi54bWxQSwUGAAAAAAQABAD1AAAAhwMAAAAA&#10;" path="m,1132l,463,12,447,,447,,,29,r,1100l,1132xe" fillcolor="#3153ff" stroked="f">
                    <v:path arrowok="t" o:connecttype="custom" o:connectlocs="0,1132;0,463;12,447;0,447;0,0;29,0;29,1100;0,1132" o:connectangles="0,0,0,0,0,0,0,0"/>
                  </v:shape>
                  <v:shape id="Freeform 153" o:spid="_x0000_s1177" style="position:absolute;left:3878;top:9072;width:28;height:1100;visibility:visible;mso-wrap-style:square;v-text-anchor:top" coordsize="2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XapsIA&#10;AADcAAAADwAAAGRycy9kb3ducmV2LnhtbERPS2sCMRC+C/6HMEIvUrNVasvWKKVQ7M0nxeOwmW6C&#10;m8k2SXX990YoeJuP7zmzRecacaIQrWcFT6MCBHHlteVawX73+fgKIiZkjY1nUnChCIt5vzfDUvsz&#10;b+i0TbXIIRxLVGBSakspY2XIYRz5ljhzPz44TBmGWuqA5xzuGjkuiql0aDk3GGzpw1B13P45BXa6&#10;3h8PL/awHO6W1WQlg/n9Dko9DLr3NxCJunQX/7u/dJ7/PIbbM/kCOb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ddqmwgAAANwAAAAPAAAAAAAAAAAAAAAAAJgCAABkcnMvZG93&#10;bnJldi54bWxQSwUGAAAAAAQABAD1AAAAhwMAAAAA&#10;" path="m,1100l,,28,r,1063l,1100xe" fillcolor="#3558ff" stroked="f">
                    <v:path arrowok="t" o:connecttype="custom" o:connectlocs="0,1100;0,0;28,0;28,1063;0,1100" o:connectangles="0,0,0,0,0"/>
                  </v:shape>
                  <v:shape id="Freeform 154" o:spid="_x0000_s1178" style="position:absolute;left:3906;top:9072;width:24;height:1063;visibility:visible;mso-wrap-style:square;v-text-anchor:top" coordsize="24,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HcasQA&#10;AADcAAAADwAAAGRycy9kb3ducmV2LnhtbERPTWvCQBC9F/wPywheSt2oVJroKiKIglhozKW3aXZM&#10;gtnZkF01+uvdQqG3ebzPmS87U4srta6yrGA0jEAQ51ZXXCjIjpu3DxDOI2usLZOCOzlYLnovc0y0&#10;vfEXXVNfiBDCLkEFpfdNIqXLSzLohrYhDtzJtgZ9gG0hdYu3EG5qOY6iqTRYcWgosaF1Sfk5vRgF&#10;8bZr9rvqM/s5xKdvyuR9+/pIlRr0u9UMhKfO/4v/3Dsd5r9P4PeZcIF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x3GrEAAAA3AAAAA8AAAAAAAAAAAAAAAAAmAIAAGRycy9k&#10;b3ducmV2LnhtbFBLBQYAAAAABAAEAPUAAACJAwAAAAA=&#10;" path="m,1063l,,24,r,1031l,1063xe" fillcolor="#385dff" stroked="f">
                    <v:path arrowok="t" o:connecttype="custom" o:connectlocs="0,1063;0,0;24,0;24,1031;0,1063" o:connectangles="0,0,0,0,0"/>
                  </v:shape>
                  <v:shape id="Freeform 155" o:spid="_x0000_s1179" style="position:absolute;left:3930;top:9072;width:28;height:1031;visibility:visible;mso-wrap-style:square;v-text-anchor:top" coordsize="28,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aygMAA&#10;AADcAAAADwAAAGRycy9kb3ducmV2LnhtbERPTYvCMBC9L/gfwgje1lRxq9SmIqLoVXe9D83YdreZ&#10;lCbW9t9vBMHbPN7npJve1KKj1lWWFcymEQji3OqKCwU/34fPFQjnkTXWlknBQA422egjxUTbB5+p&#10;u/hChBB2CSoovW8SKV1ekkE3tQ1x4G62NegDbAupW3yEcFPLeRTF0mDFoaHEhnYl5X+Xu1Hwu4z7&#10;eDjurkV3u+5PKxx0fhiUmoz77RqEp96/xS/3SYf5Xwt4PhMukN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aygMAAAADcAAAADwAAAAAAAAAAAAAAAACYAgAAZHJzL2Rvd25y&#10;ZXYueG1sUEsFBgAAAAAEAAQA9QAAAIUDAAAAAA==&#10;" path="m,1031l,,28,r,999l,1031xe" fillcolor="#3b62ff" stroked="f">
                    <v:path arrowok="t" o:connecttype="custom" o:connectlocs="0,1031;0,0;28,0;28,999;0,1031" o:connectangles="0,0,0,0,0"/>
                  </v:shape>
                  <v:shape id="Freeform 156" o:spid="_x0000_s1180" style="position:absolute;left:3958;top:9072;width:28;height:999;visibility:visible;mso-wrap-style:square;v-text-anchor:top" coordsize="28,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mKzsMA&#10;AADcAAAADwAAAGRycy9kb3ducmV2LnhtbERPS2vCQBC+F/wPywi9FN00RZHoKiIteiu+wOOQHZNg&#10;djbubmPsr+8WBG/z8T1ntuhMLVpyvrKs4H2YgCDOra64UHDYfw0mIHxA1lhbJgV38rCY915mmGl7&#10;4y21u1CIGMI+QwVlCE0mpc9LMuiHtiGO3Nk6gyFCV0jt8BbDTS3TJBlLgxXHhhIbWpWUX3Y/RsHH&#10;0aXfb3hdH39Der/warPWnyelXvvdcgoiUBee4od7o+P80Qj+n4kX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mKzsMAAADcAAAADwAAAAAAAAAAAAAAAACYAgAAZHJzL2Rv&#10;d25yZXYueG1sUEsFBgAAAAAEAAQA9QAAAIgDAAAAAA==&#10;" path="m,999l,,28,r,967l,999xe" fillcolor="#3e68ff" stroked="f">
                    <v:path arrowok="t" o:connecttype="custom" o:connectlocs="0,999;0,0;28,0;28,967;0,999" o:connectangles="0,0,0,0,0"/>
                  </v:shape>
                  <v:shape id="Freeform 157" o:spid="_x0000_s1181" style="position:absolute;left:3986;top:9072;width:25;height:967;visibility:visible;mso-wrap-style:square;v-text-anchor:top" coordsize="25,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nFBcMA&#10;AADcAAAADwAAAGRycy9kb3ducmV2LnhtbERPS2vCQBC+C/0PyxR6002FRonZiBQspdqDsdDrkJ08&#10;MDsbdldN/fXdQsHbfHzPydej6cWFnO8sK3ieJSCIK6s7bhR8HbfTJQgfkDX2lknBD3lYFw+THDNt&#10;r3ygSxkaEUPYZ6igDWHIpPRVSwb9zA7EkautMxgidI3UDq8x3PRyniSpNNhxbGhxoNeWqlN5Ngpu&#10;flGnjt7cR7P//jzZmo773Vmpp8dxswIRaAx38b/7Xcf5Lyn8PRMv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nFBcMAAADcAAAADwAAAAAAAAAAAAAAAACYAgAAZHJzL2Rv&#10;d25yZXYueG1sUEsFBgAAAAAEAAQA9QAAAIgDAAAAAA==&#10;" path="m,967l,,25,r,930l,967xe" fillcolor="#416dff" stroked="f">
                    <v:path arrowok="t" o:connecttype="custom" o:connectlocs="0,967;0,0;25,0;25,930;0,967" o:connectangles="0,0,0,0,0"/>
                  </v:shape>
                  <v:shape id="Freeform 158" o:spid="_x0000_s1182" style="position:absolute;left:4011;top:9072;width:28;height:930;visibility:visible;mso-wrap-style:square;v-text-anchor:top" coordsize="2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kli8EA&#10;AADcAAAADwAAAGRycy9kb3ducmV2LnhtbERP22oCMRB9L/gPYYS+1ey2tMpqFLFYFoSKlw8YNmN2&#10;cTNZkqjr3zcFwbc5nOvMFr1txZV8aBwryEcZCOLK6YaNguNh/TYBESKyxtYxKbhTgMV88DLDQrsb&#10;7+i6j0akEA4FKqhj7AopQ1WTxTByHXHiTs5bjAl6I7XHWwq3rXzPsi9pseHUUGNHq5qq8/5iFTRn&#10;X27Z3H/MRv76PC+/N/3HQanXYb+cgojUx6f44S51mv85hv9n0gV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ZJYvBAAAA3AAAAA8AAAAAAAAAAAAAAAAAmAIAAGRycy9kb3du&#10;cmV2LnhtbFBLBQYAAAAABAAEAPUAAACGAwAAAAA=&#10;" path="m,930l,,28,r,898l,930xe" fillcolor="#4472ff" stroked="f">
                    <v:path arrowok="t" o:connecttype="custom" o:connectlocs="0,930;0,0;28,0;28,898;0,930" o:connectangles="0,0,0,0,0"/>
                  </v:shape>
                  <v:shape id="Freeform 159" o:spid="_x0000_s1183" style="position:absolute;left:4039;top:9072;width:28;height:898;visibility:visible;mso-wrap-style:square;v-text-anchor:top" coordsize="28,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LMPcUA&#10;AADcAAAADwAAAGRycy9kb3ducmV2LnhtbESPQWvCQBCF74X+h2WE3upGodJGV5GKtBcP1SJ4G7Jj&#10;siQ7G7JrEv+9cyj0NsN78943q83oG9VTF11gA7NpBoq4CNZxaeD3tH99BxUTssUmMBm4U4TN+vlp&#10;hbkNA/9Qf0ylkhCOORqoUmpzrWNRkcc4DS2xaNfQeUyydqW2HQ4S7hs9z7KF9uhYGips6bOioj7e&#10;vIFL3epz7eZfi2FH19r1H/F2PxjzMhm3S1CJxvRv/rv+toL/JrTyjEy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Isw9xQAAANwAAAAPAAAAAAAAAAAAAAAAAJgCAABkcnMv&#10;ZG93bnJldi54bWxQSwUGAAAAAAQABAD1AAAAigMAAAAA&#10;" path="m,898l,,28,r,866l,898xe" fillcolor="#4777ff" stroked="f">
                    <v:path arrowok="t" o:connecttype="custom" o:connectlocs="0,898;0,0;28,0;28,866;0,898" o:connectangles="0,0,0,0,0"/>
                  </v:shape>
                  <v:shape id="Freeform 160" o:spid="_x0000_s1184" style="position:absolute;left:4067;top:9072;width:28;height:866;visibility:visible;mso-wrap-style:square;v-text-anchor:top" coordsize="2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Gy8MIA&#10;AADcAAAADwAAAGRycy9kb3ducmV2LnhtbERPTYvCMBC9C/6HMMLeNHVB0WpaRHZBL4JWBG9jM7bF&#10;ZlKarHb3128Ewds83ucs087U4k6tqywrGI8iEMS51RUXCo7Z93AGwnlkjbVlUvBLDtKk31tirO2D&#10;93Q/+EKEEHYxKii9b2IpXV6SQTeyDXHgrrY16ANsC6lbfIRwU8vPKJpKgxWHhhIbWpeU3w4/RsHX&#10;NtPnsZueLB0v2eWv2tXbYqfUx6BbLUB46vxb/HJvdJg/mcPzmXCBT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cbLwwgAAANwAAAAPAAAAAAAAAAAAAAAAAJgCAABkcnMvZG93&#10;bnJldi54bWxQSwUGAAAAAAQABAD1AAAAhwMAAAAA&#10;" path="m,866l,,28,r,834l,866xe" fillcolor="#4a7cff" stroked="f">
                    <v:path arrowok="t" o:connecttype="custom" o:connectlocs="0,866;0,0;28,0;28,834;0,866" o:connectangles="0,0,0,0,0"/>
                  </v:shape>
                  <v:shape id="Freeform 161" o:spid="_x0000_s1185" style="position:absolute;left:4095;top:9072;width:24;height:834;visibility:visible;mso-wrap-style:square;v-text-anchor:top" coordsize="24,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tOcQA&#10;AADcAAAADwAAAGRycy9kb3ducmV2LnhtbESPzWrDMBCE74G+g9hCb4mcHBzjRgkhJdAeCvnpAyzW&#10;xjKRVsZSE/ftu4dAbrvM7My3q80YvLrRkLrIBuazAhRxE23HrYGf835agUoZ2aKPTAb+KMFm/TJZ&#10;YW3jnY90O+VWSQinGg24nPta69Q4CphmsScW7RKHgFnWodV2wLuEB68XRVHqgB1Lg8Oedo6a6+k3&#10;GPj+mrf54C8f5bIqdk77ahnGZMzb67h9B5VpzE/z4/rTCn4p+PKMTK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BrTnEAAAA3AAAAA8AAAAAAAAAAAAAAAAAmAIAAGRycy9k&#10;b3ducmV2LnhtbFBLBQYAAAAABAAEAPUAAACJAwAAAAA=&#10;" path="m,834l,,24,r,797l,834xe" fillcolor="#4e82ff" stroked="f">
                    <v:path arrowok="t" o:connecttype="custom" o:connectlocs="0,834;0,0;24,0;24,797;0,834" o:connectangles="0,0,0,0,0"/>
                  </v:shape>
                  <v:shape id="Freeform 162" o:spid="_x0000_s1186" style="position:absolute;left:4119;top:9072;width:29;height:797;visibility:visible;mso-wrap-style:square;v-text-anchor:top" coordsize="2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Z3cEA&#10;AADcAAAADwAAAGRycy9kb3ducmV2LnhtbERPzWqDQBC+F/IOyxR6q6tNG8S4hlBIyKlQkwcY3Ikr&#10;dWeNu1H79t1Cobf5+H6n3C22FxONvnOsIEtSEMSN0x23Ci7nw3MOwgdkjb1jUvBNHnbV6qHEQruZ&#10;P2mqQytiCPsCFZgQhkJK3xiy6BM3EEfu6kaLIcKxlXrEOYbbXr6k6UZa7Dg2GBzo3VDzVd+tAimz&#10;49t0We/NPOR8m5ZXrj9OSj09LvstiEBL+Bf/uU86zt9k8PtMvEB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72d3BAAAA3AAAAA8AAAAAAAAAAAAAAAAAmAIAAGRycy9kb3du&#10;cmV2LnhtbFBLBQYAAAAABAAEAPUAAACGAwAAAAA=&#10;" path="m,797l,,29,r,765l,797xe" fillcolor="#5187ff" stroked="f">
                    <v:path arrowok="t" o:connecttype="custom" o:connectlocs="0,797;0,0;29,0;29,765;0,797" o:connectangles="0,0,0,0,0"/>
                  </v:shape>
                  <v:shape id="Freeform 163" o:spid="_x0000_s1187" style="position:absolute;left:4148;top:9072;width:28;height:765;visibility:visible;mso-wrap-style:square;v-text-anchor:top" coordsize="28,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LHFsIA&#10;AADcAAAADwAAAGRycy9kb3ducmV2LnhtbERPS2rDMBDdF3IHMYHuGrkuOMWNbIqhtLvWSQ4wWBN/&#10;Yo1cS03snD4qBLKbx/vOJp9ML040utaygudVBIK4srrlWsF+9/H0CsJ5ZI29ZVIwk4M8WzxsMNX2&#10;zCWdtr4WIYRdigoa74dUSlc1ZNCt7EAcuIMdDfoAx1rqEc8h3PQyjqJEGmw5NDQ4UNFQddz+GQXJ&#10;usPf7hPn78v6JcafoppKcko9Lqf3NxCeJn8X39xfOsxPYvh/Jlwgs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scWwgAAANwAAAAPAAAAAAAAAAAAAAAAAJgCAABkcnMvZG93&#10;bnJldi54bWxQSwUGAAAAAAQABAD1AAAAhwMAAAAA&#10;" path="m,765l,,28,r,733l,765xe" fillcolor="#548cff" stroked="f">
                    <v:path arrowok="t" o:connecttype="custom" o:connectlocs="0,765;0,0;28,0;28,733;0,765" o:connectangles="0,0,0,0,0"/>
                  </v:shape>
                  <v:shape id="Freeform 164" o:spid="_x0000_s1188" style="position:absolute;left:4176;top:9072;width:24;height:733;visibility:visible;mso-wrap-style:square;v-text-anchor:top" coordsize="24,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1keMQA&#10;AADcAAAADwAAAGRycy9kb3ducmV2LnhtbERPTWvCQBC9F/wPywi91U0s2JK6ikQEQ6XQ6KHHaXaa&#10;BLOzIbtNor/eFQq9zeN9znI9mkb01LnasoJ4FoEgLqyuuVRwOu6eXkE4j6yxsUwKLuRgvZo8LDHR&#10;duBP6nNfihDCLkEFlfdtIqUrKjLoZrYlDtyP7Qz6ALtS6g6HEG4aOY+ihTRYc2iosKW0ouKc/xoF&#10;Jo2+08N+/pFl+P6Vv6TbC8dXpR6n4+YNhKfR/4v/3Hsd5i+e4f5MuE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9ZHjEAAAA3AAAAA8AAAAAAAAAAAAAAAAAmAIAAGRycy9k&#10;b3ducmV2LnhtbFBLBQYAAAAABAAEAPUAAACJAwAAAAA=&#10;" path="m,733l,,24,r,701l,733xe" fillcolor="#5791ff" stroked="f">
                    <v:path arrowok="t" o:connecttype="custom" o:connectlocs="0,733;0,0;24,0;24,701;0,733" o:connectangles="0,0,0,0,0"/>
                  </v:shape>
                  <v:shape id="Freeform 165" o:spid="_x0000_s1189" style="position:absolute;left:4200;top:9072;width:28;height:701;visibility:visible;mso-wrap-style:square;v-text-anchor:top" coordsize="28,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djsQA&#10;AADcAAAADwAAAGRycy9kb3ducmV2LnhtbERP22rCQBB9F/oPyxR8Mxu1iKSuUguCghe0rc9jdpqE&#10;ZmdjdtXYr3cFwbc5nOuMJo0pxZlqV1hW0I1iEMSp1QVnCr6/Zp0hCOeRNZaWScGVHEzGL60RJtpe&#10;eEvnnc9ECGGXoILc+yqR0qU5GXSRrYgD92trgz7AOpO6xksIN6XsxfFAGiw4NORY0WdO6d/uZBS4&#10;w7TY9q/79bL7s1kfF7OVnv6vlGq/Nh/vIDw1/il+uOc6zB+8wf2ZcIE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EnY7EAAAA3AAAAA8AAAAAAAAAAAAAAAAAmAIAAGRycy9k&#10;b3ducmV2LnhtbFBLBQYAAAAABAAEAPUAAACJAwAAAAA=&#10;" path="m,701l,,28,r,664l,701xe" fillcolor="#5a96ff" stroked="f">
                    <v:path arrowok="t" o:connecttype="custom" o:connectlocs="0,701;0,0;28,0;28,664;0,701" o:connectangles="0,0,0,0,0"/>
                  </v:shape>
                  <v:shape id="Freeform 166" o:spid="_x0000_s1190" style="position:absolute;left:4228;top:9072;width:28;height:664;visibility:visible;mso-wrap-style:square;v-text-anchor:top" coordsize="28,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o/xcEA&#10;AADcAAAADwAAAGRycy9kb3ducmV2LnhtbERPS2sCMRC+C/6HMII3zVaolK1RrNjiRcQHeB02093g&#10;ZrImqe7+eyMIvc3H95zZorW1uJEPxrGCt3EGgrhw2nCp4HT8Hn2ACBFZY+2YFHQUYDHv92aYa3fn&#10;Pd0OsRQphEOOCqoYm1zKUFRkMYxdQ5y4X+ctxgR9KbXHewq3tZxk2VRaNJwaKmxoVVFxOfxZBT4a&#10;vS63+67tzn533f50+FUYpYaDdvkJIlIb/8Uv90an+dN3eD6TLp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KP8XBAAAA3AAAAA8AAAAAAAAAAAAAAAAAmAIAAGRycy9kb3du&#10;cmV2LnhtbFBLBQYAAAAABAAEAPUAAACGAwAAAAA=&#10;" path="m,664l,,28,r,632l,664xe" fillcolor="#5d9cff" stroked="f">
                    <v:path arrowok="t" o:connecttype="custom" o:connectlocs="0,664;0,0;28,0;28,632;0,664" o:connectangles="0,0,0,0,0"/>
                  </v:shape>
                  <v:shape id="Freeform 167" o:spid="_x0000_s1191" style="position:absolute;left:4256;top:9072;width:29;height:632;visibility:visible;mso-wrap-style:square;v-text-anchor:top" coordsize="2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O6sMA&#10;AADcAAAADwAAAGRycy9kb3ducmV2LnhtbERPTWsCMRC9F/wPYQRv3ayFbuvWKCoUvVYrehyScXcx&#10;maybVNf++qZQ6G0e73Om895ZcaUuNJ4VjLMcBLH2puFKwefu/fEVRIjIBq1nUnCnAPPZ4GGKpfE3&#10;/qDrNlYihXAoUUEdY1tKGXRNDkPmW+LEnXznMCbYVdJ0eEvhzsqnPC+kw4ZTQ40trWrS5+2XU/B9&#10;mBT56rKePL9ovTza3d4ejnulRsN+8QYiUh//xX/ujUnziwJ+n0kX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O6sMAAADcAAAADwAAAAAAAAAAAAAAAACYAgAAZHJzL2Rv&#10;d25yZXYueG1sUEsFBgAAAAAEAAQA9QAAAIgDAAAAAA==&#10;" path="m,632l,,29,r,600l,632xe" fillcolor="#60a1ff" stroked="f">
                    <v:path arrowok="t" o:connecttype="custom" o:connectlocs="0,632;0,0;29,0;29,600;0,632" o:connectangles="0,0,0,0,0"/>
                  </v:shape>
                  <v:shape id="Freeform 168" o:spid="_x0000_s1192" style="position:absolute;left:4285;top:9072;width:24;height:600;visibility:visible;mso-wrap-style:square;v-text-anchor:top" coordsize="2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c8MA&#10;AADcAAAADwAAAGRycy9kb3ducmV2LnhtbERP22oCMRB9L/gPYQTfatYLq2yNIoK0gi3V9gOGzXSz&#10;uJlsk3Rd/94UCn2bw7nOatPbRnTkQ+1YwWScgSAuna65UvD5sX9cgggRWWPjmBTcKMBmPXhYYaHd&#10;lU/UnWMlUgiHAhWYGNtCylAashjGriVO3JfzFmOCvpLa4zWF20ZOsyyXFmtODQZb2hkqL+cfq+Dw&#10;/J5PXnfbA3e5mX2/7f38SAulRsN++wQiUh//xX/uF53m5wv4fSZd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bc8MAAADcAAAADwAAAAAAAAAAAAAAAACYAgAAZHJzL2Rv&#10;d25yZXYueG1sUEsFBgAAAAAEAAQA9QAAAIgDAAAAAA==&#10;" path="m,600l,,24,r,568l,600xe" fillcolor="#63a6ff" stroked="f">
                    <v:path arrowok="t" o:connecttype="custom" o:connectlocs="0,600;0,0;24,0;24,568;0,600" o:connectangles="0,0,0,0,0"/>
                  </v:shape>
                  <v:shape id="Freeform 169" o:spid="_x0000_s1193" style="position:absolute;left:4309;top:9072;width:28;height:568;visibility:visible;mso-wrap-style:square;v-text-anchor:top" coordsize="2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clHMYA&#10;AADcAAAADwAAAGRycy9kb3ducmV2LnhtbESPQWvCQBCF74X+h2UKvdVNPYhNXUWkihRsTewPGLNj&#10;EszOhuyaxH/fORR6m+G9ee+bxWp0jeqpC7VnA6+TBBRx4W3NpYGf0/ZlDipEZIuNZzJwpwCr5ePD&#10;AlPrB86oz2OpJIRDigaqGNtU61BU5DBMfEss2sV3DqOsXalth4OEu0ZPk2SmHdYsDRW2tKmouOY3&#10;Z+BwH3bJaX+Jn19v149jfu7XY/ZtzPPTuH4HFWmM/+a/670V/JnQyjMygV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clHMYAAADcAAAADwAAAAAAAAAAAAAAAACYAgAAZHJz&#10;L2Rvd25yZXYueG1sUEsFBgAAAAAEAAQA9QAAAIsDAAAAAA==&#10;" path="m,568l,,28,r,531l,568xe" fillcolor="#67abff" stroked="f">
                    <v:path arrowok="t" o:connecttype="custom" o:connectlocs="0,568;0,0;28,0;28,531;0,568" o:connectangles="0,0,0,0,0"/>
                  </v:shape>
                  <v:shape id="Freeform 170" o:spid="_x0000_s1194" style="position:absolute;left:4337;top:9072;width:28;height:531;visibility:visible;mso-wrap-style:square;v-text-anchor:top" coordsize="28,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TW6sIA&#10;AADcAAAADwAAAGRycy9kb3ducmV2LnhtbERP22oCMRB9L/QfwhT6VrMK9bIaRYSWIlJaL+/DZtws&#10;7kyWTarr3xtB6NscznVmi45rdaY2VF4M9HsZKJLC20pKA/vdx9sYVIgoFmsvZOBKARbz56cZ5tZf&#10;5JfO21iqFCIhRwMuxibXOhSOGEPPNySJO/qWMSbYltq2eEnhXOtBlg01YyWpwWFDK0fFafvHBo4/&#10;o2LCy9HGuvXh/RuvzJvdpzGvL91yCipSF//FD/eXTfOHE7g/ky7Q8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NbqwgAAANwAAAAPAAAAAAAAAAAAAAAAAJgCAABkcnMvZG93&#10;bnJldi54bWxQSwUGAAAAAAQABAD1AAAAhwMAAAAA&#10;" path="m,531l,,28,r,499l,531xe" fillcolor="#6ab0ff" stroked="f">
                    <v:path arrowok="t" o:connecttype="custom" o:connectlocs="0,531;0,0;28,0;28,499;0,531" o:connectangles="0,0,0,0,0"/>
                  </v:shape>
                  <v:shape id="Freeform 171" o:spid="_x0000_s1195" style="position:absolute;left:4365;top:9072;width:24;height:499;visibility:visible;mso-wrap-style:square;v-text-anchor:top" coordsize="2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IrcYA&#10;AADcAAAADwAAAGRycy9kb3ducmV2LnhtbESPS2vDQAyE74X+h0WF3pp1ekiDk7UJgUDTQmgekByF&#10;V34Qr9bxbh3331eHQm8SM5r5tMxH16qB+tB4NjCdJKCIC28brgycjpuXOagQkS22nsnADwXIs8eH&#10;JabW33lPwyFWSkI4pGigjrFLtQ5FTQ7DxHfEopW+dxhl7Stte7xLuGv1a5LMtMOGpaHGjtY1FdfD&#10;tzOww9l+dz7etl9bWn98lmWpL/PBmOencbUAFWmM/+a/63cr+G+CL8/IBDr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OIrcYAAADcAAAADwAAAAAAAAAAAAAAAACYAgAAZHJz&#10;L2Rvd25yZXYueG1sUEsFBgAAAAAEAAQA9QAAAIsDAAAAAA==&#10;" path="m,499l,,24,r,467l,499xe" fillcolor="#6db6ff" stroked="f">
                    <v:path arrowok="t" o:connecttype="custom" o:connectlocs="0,499;0,0;24,0;24,467;0,499" o:connectangles="0,0,0,0,0"/>
                  </v:shape>
                  <v:shape id="Freeform 172" o:spid="_x0000_s1196" style="position:absolute;left:4389;top:9072;width:29;height:467;visibility:visible;mso-wrap-style:square;v-text-anchor:top" coordsize="29,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uqKcQA&#10;AADcAAAADwAAAGRycy9kb3ducmV2LnhtbERPTWvCQBC9F/wPywi96cYUVFJXKRWhlx4SxdDbkB2z&#10;odnZNLvGtL/eLRR6m8f7nM1utK0YqPeNYwWLeQKCuHK64VrB6XiYrUH4gKyxdUwKvsnDbjt52GCm&#10;3Y1zGopQixjCPkMFJoQuk9JXhiz6ueuII3dxvcUQYV9L3eMthttWpkmylBYbjg0GO3o1VH0WV6ug&#10;yJ8u13Q47t2P/yjLr/fxnJpcqcfp+PIMItAY/sV/7jcd568W8PtMvE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rqinEAAAA3AAAAA8AAAAAAAAAAAAAAAAAmAIAAGRycy9k&#10;b3ducmV2LnhtbFBLBQYAAAAABAAEAPUAAACJAwAAAAA=&#10;" path="m,467l,,29,r,435l,467xe" fillcolor="#70bbff" stroked="f">
                    <v:path arrowok="t" o:connecttype="custom" o:connectlocs="0,467;0,0;29,0;29,435;0,467" o:connectangles="0,0,0,0,0"/>
                  </v:shape>
                  <v:shape id="Freeform 173" o:spid="_x0000_s1197" style="position:absolute;left:4418;top:9072;width:28;height:435;visibility:visible;mso-wrap-style:square;v-text-anchor:top" coordsize="2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dVdsAA&#10;AADcAAAADwAAAGRycy9kb3ducmV2LnhtbERPTYvCMBC9C/6HMII3TfSgUo2yrBTWi6CV3evYjG21&#10;mZQmq/Xfm4UFb/N4n7PadLYWd2p95VjDZKxAEOfOVFxoOGXpaAHCB2SDtWPS8CQPm3W/t8LEuAcf&#10;6H4MhYgh7BPUUIbQJFL6vCSLfuwa4shdXGsxRNgW0rT4iOG2llOlZtJixbGhxIY+S8pvx1+rQV5T&#10;dW7cWf18+yzNtnu7U5nVejjoPpYgAnXhLf53f5k4fz6Fv2fiB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dVdsAAAADcAAAADwAAAAAAAAAAAAAAAACYAgAAZHJzL2Rvd25y&#10;ZXYueG1sUEsFBgAAAAAEAAQA9QAAAIUDAAAAAA==&#10;" path="m,435l,,28,r,398l,435xe" fillcolor="#73c0ff" stroked="f">
                    <v:path arrowok="t" o:connecttype="custom" o:connectlocs="0,435;0,0;28,0;28,398;0,435" o:connectangles="0,0,0,0,0"/>
                  </v:shape>
                  <v:shape id="Freeform 174" o:spid="_x0000_s1198" style="position:absolute;left:4446;top:9072;width:24;height:398;visibility:visible;mso-wrap-style:square;v-text-anchor:top" coordsize="24,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zscMA&#10;AADcAAAADwAAAGRycy9kb3ducmV2LnhtbERPTWvCQBC9C/6HZYReim5swbZpNiItSkGlNErPQ3aa&#10;BLOzIbua5N+7QsHbPN7nJMve1OJCrassK5jPIhDEudUVFwqOh/X0FYTzyBpry6RgIAfLdDxKMNa2&#10;4x+6ZL4QIYRdjApK75tYSpeXZNDNbEMcuD/bGvQBtoXULXYh3NTyKYoW0mDFoaHEhj5Kyk/Z2Sgo&#10;6NjRsH/73OzsZrv6fjR2iH6Vepj0q3cQnnp/F/+7v3SY//IMt2fCBTK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zzscMAAADcAAAADwAAAAAAAAAAAAAAAACYAgAAZHJzL2Rv&#10;d25yZXYueG1sUEsFBgAAAAAEAAQA9QAAAIgDAAAAAA==&#10;" path="m,398l,,24,r,366l,398xe" fillcolor="#76c5ff" stroked="f">
                    <v:path arrowok="t" o:connecttype="custom" o:connectlocs="0,398;0,0;24,0;24,366;0,398" o:connectangles="0,0,0,0,0"/>
                  </v:shape>
                  <v:shape id="Freeform 175" o:spid="_x0000_s1199" style="position:absolute;left:4470;top:9072;width:28;height:366;visibility:visible;mso-wrap-style:square;v-text-anchor:top" coordsize="28,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hS8AA&#10;AADcAAAADwAAAGRycy9kb3ducmV2LnhtbERPS4vCMBC+C/6HMIK3NVVcV6tRfLAge9uq4HFoxrbY&#10;TEoStf57s7DgbT6+5yxWranFnZyvLCsYDhIQxLnVFRcKjofvjykIH5A11pZJwZM8rJbdzgJTbR/8&#10;S/csFCKGsE9RQRlCk0rp85IM+oFtiCN3sc5giNAVUjt8xHBTy1GSTKTBimNDiQ1tS8qv2c0omNH5&#10;89Da6+60m9TH9Q+GTeK0Uv1eu56DCNSGt/jfvddx/tcY/p6JF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KhS8AAAADcAAAADwAAAAAAAAAAAAAAAACYAgAAZHJzL2Rvd25y&#10;ZXYueG1sUEsFBgAAAAAEAAQA9QAAAIUDAAAAAA==&#10;" path="m,366l,,28,r,334l,366xe" fillcolor="#79caff" stroked="f">
                    <v:path arrowok="t" o:connecttype="custom" o:connectlocs="0,366;0,0;28,0;28,334;0,366" o:connectangles="0,0,0,0,0"/>
                  </v:shape>
                  <v:shape id="Freeform 176" o:spid="_x0000_s1200" style="position:absolute;left:4498;top:9072;width:28;height:334;visibility:visible;mso-wrap-style:square;v-text-anchor:top" coordsize="2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3BMMA&#10;AADcAAAADwAAAGRycy9kb3ducmV2LnhtbERPS2sCMRC+F/wPYYTealZbq64bRQShID1URfQ2bGYf&#10;uJmETVa3/74pFHqbj+852bo3jbhT62vLCsajBARxbnXNpYLTcfcyB+EDssbGMin4Jg/r1eApw1Tb&#10;B3/R/RBKEUPYp6igCsGlUvq8IoN+ZB1x5ArbGgwRtqXULT5iuGnkJEnepcGaY0OFjrYV5bdDZxRc&#10;pufXbjJ2zu676/a2589d8bZQ6nnYb5YgAvXhX/zn/tBx/mwK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3BMMAAADcAAAADwAAAAAAAAAAAAAAAACYAgAAZHJzL2Rv&#10;d25yZXYueG1sUEsFBgAAAAAEAAQA9QAAAIgDAAAAAA==&#10;" path="m,334l,,28,r,302l,334xe" fillcolor="#7cd0ff" stroked="f">
                    <v:path arrowok="t" o:connecttype="custom" o:connectlocs="0,334;0,0;28,0;28,302;0,334" o:connectangles="0,0,0,0,0"/>
                  </v:shape>
                  <v:shape id="Freeform 177" o:spid="_x0000_s1201" style="position:absolute;left:4526;top:9072;width:29;height:302;visibility:visible;mso-wrap-style:square;v-text-anchor:top" coordsize="29,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hOCMEA&#10;AADcAAAADwAAAGRycy9kb3ducmV2LnhtbERPS2rDMBDdF3IHMYHuatlduMGNEkpDcSDdNM4BBmti&#10;mVojR1Ic9/ZRodDdPN531tvZDmIiH3rHCoosB0HcOt1zp+DUfDytQISIrHFwTAp+KMB2s3hYY6Xd&#10;jb9oOsZOpBAOFSowMY6VlKE1ZDFkbiRO3Nl5izFB30nt8ZbC7SCf87yUFntODQZHejfUfh+vVsGh&#10;ufi5KFdmquuz2fXSSv60Sj0u57dXEJHm+C/+c+91mv9Swu8z6QK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4TgjBAAAA3AAAAA8AAAAAAAAAAAAAAAAAmAIAAGRycy9kb3du&#10;cmV2LnhtbFBLBQYAAAAABAAEAPUAAACGAwAAAAA=&#10;" path="m,302l,,29,r,265l,302xe" fillcolor="#80d5ff" stroked="f">
                    <v:path arrowok="t" o:connecttype="custom" o:connectlocs="0,302;0,0;29,0;29,265;0,302" o:connectangles="0,0,0,0,0"/>
                  </v:shape>
                  <v:shape id="Freeform 178" o:spid="_x0000_s1202" style="position:absolute;left:4555;top:9072;width:24;height:265;visibility:visible;mso-wrap-style:square;v-text-anchor:top" coordsize="2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pbJMMA&#10;AADcAAAADwAAAGRycy9kb3ducmV2LnhtbERPTWsCMRC9F/ofwhR6KZq11KqrUdpCZfEgVAWvw2bc&#10;LN1MliS66783QqG3ebzPWax624gL+VA7VjAaZiCIS6drrhQc9t+DKYgQkTU2jknBlQKslo8PC8y1&#10;6/iHLrtYiRTCIUcFJsY2lzKUhiyGoWuJE3dy3mJM0FdSe+xSuG3ka5a9S4s1pwaDLX0ZKn93Z6vg&#10;c1O8jWsKsTOjYj3z55d+fdwq9fzUf8xBROrjv/jPXeg0fzKB+zPpAr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BpbJMMAAADcAAAADwAAAAAAAAAAAAAAAACYAgAAZHJzL2Rv&#10;d25yZXYueG1sUEsFBgAAAAAEAAQA9QAAAIgDAAAAAA==&#10;" path="m,265l,,24,r,233l,265xe" fillcolor="#83daff" stroked="f">
                    <v:path arrowok="t" o:connecttype="custom" o:connectlocs="0,265;0,0;24,0;24,233;0,265" o:connectangles="0,0,0,0,0"/>
                  </v:shape>
                  <v:shape id="Freeform 179" o:spid="_x0000_s1203" style="position:absolute;left:4579;top:9072;width:28;height:233;visibility:visible;mso-wrap-style:square;v-text-anchor:top" coordsize="2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5FWcMA&#10;AADcAAAADwAAAGRycy9kb3ducmV2LnhtbESPQW/CMAyF75P4D5GRdhspE2KjEBBCQ+qVjh24mca0&#10;FY1TNYGWfz8fkLjZes/vfV5tBteoO3Wh9mxgOklAERfe1lwaOP7uP75BhYhssfFMBh4UYLMeva0w&#10;tb7nA93zWCoJ4ZCigSrGNtU6FBU5DBPfEot28Z3DKGtXatthL+Gu0Z9JMtcOa5aGClvaVVRc85sz&#10;cF6csvxnlh0PGfc3/Zhf7fCXGPM+HrZLUJGG+DI/rzMr+F9CK8/IBHr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5FWcMAAADcAAAADwAAAAAAAAAAAAAAAACYAgAAZHJzL2Rv&#10;d25yZXYueG1sUEsFBgAAAAAEAAQA9QAAAIgDAAAAAA==&#10;" path="m,233l,,28,r,201l,233xe" fillcolor="#86dfff" stroked="f">
                    <v:path arrowok="t" o:connecttype="custom" o:connectlocs="0,233;0,0;28,0;28,201;0,233" o:connectangles="0,0,0,0,0"/>
                  </v:shape>
                  <v:shape id="Freeform 180" o:spid="_x0000_s1204" style="position:absolute;left:4607;top:9072;width:28;height:201;visibility:visible;mso-wrap-style:square;v-text-anchor:top" coordsize="2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fJo8MA&#10;AADcAAAADwAAAGRycy9kb3ducmV2LnhtbERPS4vCMBC+L+x/CLPgZdF0BXe1GkUWBE/iYxG9Dc3Y&#10;FJtJaaKt/nojLHibj+85k1lrS3Gl2heOFXz1EhDEmdMF5wr+dovuEIQPyBpLx6TgRh5m0/e3Caba&#10;Nbyh6zbkIoawT1GBCaFKpfSZIYu+5yriyJ1cbTFEWOdS19jEcFvKfpJ8S4sFxwaDFf0ays7bi1Ww&#10;Oa5o2QzWh/a+1yaM5p+nI12U6ny08zGIQG14if/dSx3n/4zg+Uy8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3fJo8MAAADcAAAADwAAAAAAAAAAAAAAAACYAgAAZHJzL2Rv&#10;d25yZXYueG1sUEsFBgAAAAAEAAQA9QAAAIgDAAAAAA==&#10;" path="m,201l,,28,r,169l,201xe" fillcolor="#89e4ff" stroked="f">
                    <v:path arrowok="t" o:connecttype="custom" o:connectlocs="0,201;0,0;28,0;28,169;0,201" o:connectangles="0,0,0,0,0"/>
                  </v:shape>
                  <v:shape id="Freeform 181" o:spid="_x0000_s1205" style="position:absolute;left:4635;top:9072;width:24;height:169;visibility:visible;mso-wrap-style:square;v-text-anchor:top" coordsize="24,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B4pMMA&#10;AADcAAAADwAAAGRycy9kb3ducmV2LnhtbESPQW/CMAyF75P4D5GRdhspHLaqa4oQbNI4TcB+gGlM&#10;W9E4VZOR7t/PByRutt7ze5/L9eR6daMxdJ4NLBcZKOLa244bAz+nz5ccVIjIFnvPZOCPAqyr2VOJ&#10;hfWJD3Q7xkZJCIcCDbQxDoXWoW7JYVj4gVi0ix8dRlnHRtsRk4S7Xq+y7FU77FgaWhxo21J9Pf46&#10;A11626zS6WO7r3dpcGfW+Tn7NuZ5Pm3eQUWa4sN8v/6ygp8LvjwjE+j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B4pMMAAADcAAAADwAAAAAAAAAAAAAAAACYAgAAZHJzL2Rv&#10;d25yZXYueG1sUEsFBgAAAAAEAAQA9QAAAIgDAAAAAA==&#10;" path="m,169l,,24,r,132l,169xe" fillcolor="#8ceaff" stroked="f">
                    <v:path arrowok="t" o:connecttype="custom" o:connectlocs="0,169;0,0;24,0;24,132;0,169" o:connectangles="0,0,0,0,0"/>
                  </v:shape>
                  <v:shape id="Freeform 182" o:spid="_x0000_s1206" style="position:absolute;left:4659;top:9072;width:29;height:132;visibility:visible;mso-wrap-style:square;v-text-anchor:top" coordsize="2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UaacAA&#10;AADcAAAADwAAAGRycy9kb3ducmV2LnhtbERPS4vCMBC+C/sfwgheZE274INqlCosiDcfex+asS02&#10;k24Tbfz3mwXB23x8z1ltgmnEgzpXW1aQThIQxIXVNZcKLufvzwUI55E1NpZJwZMcbNYfgxVm2vZ8&#10;pMfJlyKGsMtQQeV9m0npiooMuoltiSN3tZ1BH2FXSt1hH8NNI7+SZCYN1hwbKmxpV1FxO92NAjtt&#10;xilvwy/m89A/z9PDzz0/KDUahnwJwlPwb/HLvddx/iKF/2fiBX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8UaacAAAADcAAAADwAAAAAAAAAAAAAAAACYAgAAZHJzL2Rvd25y&#10;ZXYueG1sUEsFBgAAAAAEAAQA9QAAAIUDAAAAAA==&#10;" path="m,132l,,29,r,100l,132xe" fillcolor="#8fefff" stroked="f">
                    <v:path arrowok="t" o:connecttype="custom" o:connectlocs="0,132;0,0;29,0;29,100;0,132" o:connectangles="0,0,0,0,0"/>
                  </v:shape>
                  <v:shape id="Freeform 183" o:spid="_x0000_s1207" style="position:absolute;left:4688;top:9072;width:28;height:100;visibility:visible;mso-wrap-style:square;v-text-anchor:top" coordsize="2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N07cIA&#10;AADcAAAADwAAAGRycy9kb3ducmV2LnhtbERPS4vCMBC+L/gfwgje1tS6aqlGEUFYWA++Dh7HZmyL&#10;zaQ0Ubv/3giCt/n4njNbtKYSd2pcaVnBoB+BIM6sLjlXcDysvxMQziNrrCyTgn9ysJh3vmaYavvg&#10;Hd33PhchhF2KCgrv61RKlxVk0PVtTRy4i20M+gCbXOoGHyHcVDKOorE0WHJoKLCmVUHZdX8zCkZ/&#10;yXnb/hyGcnTbxtVuIienzUWpXrddTkF4av1H/Hb/6jA/ieH1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s3TtwgAAANwAAAAPAAAAAAAAAAAAAAAAAJgCAABkcnMvZG93&#10;bnJldi54bWxQSwUGAAAAAAQABAD1AAAAhwMAAAAA&#10;" path="m,100l,,28,r,68l,100xe" fillcolor="#92f4ff" stroked="f">
                    <v:path arrowok="t" o:connecttype="custom" o:connectlocs="0,100;0,0;28,0;28,68;0,100" o:connectangles="0,0,0,0,0"/>
                  </v:shape>
                  <v:shape id="Freeform 184" o:spid="_x0000_s1208" style="position:absolute;left:4716;top:9072;width:28;height:68;visibility:visible;mso-wrap-style:square;v-text-anchor:top" coordsize="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8SrsIA&#10;AADcAAAADwAAAGRycy9kb3ducmV2LnhtbERPS4vCMBC+C/sfwix4EU11QaXbKLIgq6AHH+B1bKYP&#10;bCalydb67zeC4G0+vucky85UoqXGlZYVjEcRCOLU6pJzBefTejgH4TyyxsoyKXiQg+Xio5dgrO2d&#10;D9QefS5CCLsYFRTe17GULi3IoBvZmjhwmW0M+gCbXOoG7yHcVHISRVNpsOTQUGBNPwWlt+OfUcCV&#10;H2zdrF1fb4+Vqcf7yynb/SrV/+xW3yA8df4tfrk3Osyff8HzmXCB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3xKuwgAAANwAAAAPAAAAAAAAAAAAAAAAAJgCAABkcnMvZG93&#10;bnJldi54bWxQSwUGAAAAAAQABAD1AAAAhwMAAAAA&#10;" path="m,68l,,28,r,36l,68xe" fillcolor="#95f9ff" stroked="f">
                    <v:path arrowok="t" o:connecttype="custom" o:connectlocs="0,68;0,0;28,0;28,36;0,68" o:connectangles="0,0,0,0,0"/>
                  </v:shape>
                  <v:shape id="Freeform 185" o:spid="_x0000_s1209" style="position:absolute;left:4744;top:9072;width:24;height:36;visibility:visible;mso-wrap-style:square;v-text-anchor:top" coordsize="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1MIA&#10;AADcAAAADwAAAGRycy9kb3ducmV2LnhtbERPTWvCQBC9F/wPywi91Y0iYlNXqQVBaqE0Cr0O2Wk2&#10;JDubZkeN/75bKPQ2j/c5q83gW3WhPtaBDUwnGSjiMtiaKwOn4+5hCSoKssU2MBm4UYTNenS3wtyG&#10;K3/QpZBKpRCOORpwIl2udSwdeYyT0BEn7iv0HiXBvtK2x2sK962eZdlCe6w5NTjs6MVR2RRnb+D9&#10;u3g9sHPnxVsl+rNxj82WxJj78fD8BEpokH/xn3tv0/zlHH6fSRfo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r7fUwgAAANwAAAAPAAAAAAAAAAAAAAAAAJgCAABkcnMvZG93&#10;bnJldi54bWxQSwUGAAAAAAQABAD1AAAAhwMAAAAA&#10;" path="m,36l,,24,,,36xe" fillcolor="#9ff" stroked="f">
                    <v:path arrowok="t" o:connecttype="custom" o:connectlocs="0,36;0,0;24,0;0,36" o:connectangles="0,0,0,0"/>
                  </v:shape>
                  <v:shape id="Freeform 186" o:spid="_x0000_s1210" style="position:absolute;left:2310;top:8604;width:189;height:472;visibility:visible;mso-wrap-style:square;v-text-anchor:top" coordsize="18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frMAA&#10;AADcAAAADwAAAGRycy9kb3ducmV2LnhtbERPS2rDMBDdF3IHMYHuGjmBlsSJbEyg0EWhNM0BBmsi&#10;m1gjR1Jt5fZVodDdPN53DnWyg5jIh96xgvWqAEHcOt2zUXD+en3agggRWePgmBTcKUBdLR4OWGo3&#10;8ydNp2hEDuFQooIuxrGUMrQdWQwrNxJn7uK8xZihN1J7nHO4HeSmKF6kxZ5zQ4cjHTtqr6dvqwA3&#10;vJvMvSlufUPv89GkD2+TUo/L1OxBRErxX/znftN5/vYZfp/JF8jq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frMAAAADcAAAADwAAAAAAAAAAAAAAAACYAgAAZHJzL2Rvd25y&#10;ZXYueG1sUEsFBgAAAAAEAAQA9QAAAIUDAAAAAA==&#10;" path="m93,l,93,,472r189,l189,93,93,189,93,,,,,93,93,xe" stroked="f">
                    <v:path arrowok="t" o:connecttype="custom" o:connectlocs="93,0;0,93;0,472;189,472;189,93;93,189;93,0;0,0;0,93;93,0" o:connectangles="0,0,0,0,0,0,0,0,0,0"/>
                  </v:shape>
                  <v:shape id="Freeform 187" o:spid="_x0000_s1211" style="position:absolute;left:2403;top:8604;width:507;height:189;visibility:visible;mso-wrap-style:square;v-text-anchor:top" coordsize="50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XHfsIA&#10;AADcAAAADwAAAGRycy9kb3ducmV2LnhtbERPTWvCQBC9F/wPywheim4qVNboRqwgeOmh2noesmMS&#10;kp2N2TVJ/323UOhtHu9ztrvRNqKnzleONbwsEhDEuTMVFxo+L8e5AuEDssHGMWn4Jg+7bPK0xdS4&#10;gT+oP4dCxBD2KWooQ2hTKX1ekkW/cC1x5G6usxgi7AppOhxiuG3kMklW0mLFsaHElg4l5fX5YTWs&#10;Xy/qWlT+rX/efw1K4buq70Hr2XTcb0AEGsO/+M99MnG+WsHvM/ECm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1cd+wgAAANwAAAAPAAAAAAAAAAAAAAAAAJgCAABkcnMvZG93&#10;bnJldi54bWxQSwUGAAAAAAQABAD1AAAAhwMAAAAA&#10;" path="m507,93l415,,,,,189r415,l318,93r189,l507,,415,r92,93xe" stroked="f">
                    <v:path arrowok="t" o:connecttype="custom" o:connectlocs="507,93;415,0;0,0;0,189;415,189;318,93;507,93;507,0;415,0;507,93" o:connectangles="0,0,0,0,0,0,0,0,0,0"/>
                  </v:shape>
                  <v:shape id="Freeform 188" o:spid="_x0000_s1212" style="position:absolute;left:2721;top:8697;width:189;height:1898;visibility:visible;mso-wrap-style:square;v-text-anchor:top" coordsize="189,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u49sMA&#10;AADcAAAADwAAAGRycy9kb3ducmV2LnhtbERPzWrCQBC+F/oOyxS8FN3Ug91GV2mFgPbUpn2AITvJ&#10;hmZnQ3bV6NO7BcHbfHy/s9qMrhNHGkLrWcPLLANBXHnTcqPh96eYKhAhIhvsPJOGMwXYrB8fVpgb&#10;f+JvOpaxESmEQ44abIx9LmWoLDkMM98TJ672g8OY4NBIM+AphbtOzrNsIR22nBos9rS1VP2VB6fh&#10;4uvPQ1EWfNnVH/ZrvlfPb0ppPXka35cgIo3xLr65dybNV6/w/0y6QK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u49sMAAADcAAAADwAAAAAAAAAAAAAAAACYAgAAZHJzL2Rv&#10;d25yZXYueG1sUEsFBgAAAAAEAAQA9QAAAIgDAAAAAA==&#10;" path="m97,1708r92,97l189,,,,,1805r97,93l,1805r,93l97,1898r,-190xe" stroked="f">
                    <v:path arrowok="t" o:connecttype="custom" o:connectlocs="97,1708;189,1805;189,0;0,0;0,1805;97,1898;0,1805;0,1898;97,1898;97,1708" o:connectangles="0,0,0,0,0,0,0,0,0,0"/>
                  </v:shape>
                  <v:shape id="Freeform 189" o:spid="_x0000_s1213" style="position:absolute;left:2818;top:10405;width:600;height:190;visibility:visible;mso-wrap-style:square;v-text-anchor:top" coordsize="60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utOcUA&#10;AADcAAAADwAAAGRycy9kb3ducmV2LnhtbESPQWvCQBCF7wX/wzJCb3WjB7HRVUQQLNRDbSr1NmTH&#10;JJqdDdltjP++cxC8zfDevPfNYtW7WnXUhsqzgfEoAUWce1txYSD73r7NQIWIbLH2TAbuFGC1HLws&#10;MLX+xl/UHWKhJIRDigbKGJtU65CX5DCMfEMs2tm3DqOsbaFtizcJd7WeJMlUO6xYGkpsaFNSfj38&#10;OQObYoqf4SM77rPj++X3Z32KoTsZ8zrs13NQkfr4ND+ud1bwZ0Irz8gEe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6605xQAAANwAAAAPAAAAAAAAAAAAAAAAAJgCAABkcnMv&#10;ZG93bnJldi54bWxQSwUGAAAAAAQABAD1AAAAigMAAAAA&#10;" path="m411,97l503,,,,,190r503,l600,97r-97,93l600,190r,-93l411,97xe" stroked="f">
                    <v:path arrowok="t" o:connecttype="custom" o:connectlocs="411,97;503,0;0,0;0,190;503,190;600,97;503,190;600,190;600,97;411,97" o:connectangles="0,0,0,0,0,0,0,0,0,0"/>
                  </v:shape>
                  <v:shape id="Freeform 190" o:spid="_x0000_s1214" style="position:absolute;left:3229;top:7726;width:189;height:2776;visibility:visible;mso-wrap-style:square;v-text-anchor:top" coordsize="189,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pgcIA&#10;AADcAAAADwAAAGRycy9kb3ducmV2LnhtbERP22rCQBB9F/oPyxT6InXTCJpEVylCi2/e+gFDdkyC&#10;2dmwuybp37uFgm9zONdZb0fTip6cbywr+JglIIhLqxuuFPxcvt4zED4ga2wtk4Jf8rDdvEzWWGg7&#10;8In6c6hEDGFfoII6hK6Q0pc1GfQz2xFH7mqdwRChq6R2OMRw08o0SRbSYMOxocaOdjWVt/PdKLgd&#10;pst+b4bv6phesvtuvszz1Cn19jp+rkAEGsNT/O/e6zg/y+HvmXiB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KymBwgAAANwAAAAPAAAAAAAAAAAAAAAAAJgCAABkcnMvZG93&#10;bnJldi54bWxQSwUGAAAAAAQABAD1AAAAhwMAAAAA&#10;" path="m92,189l,92,,2776r189,l189,92,92,r97,92l189,,92,r,189xe" stroked="f">
                    <v:path arrowok="t" o:connecttype="custom" o:connectlocs="92,189;0,92;0,2776;189,2776;189,92;92,0;189,92;189,0;92,0;92,189" o:connectangles="0,0,0,0,0,0,0,0,0,0"/>
                  </v:shape>
                  <v:shape id="Freeform 191" o:spid="_x0000_s1215" style="position:absolute;left:2721;top:772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nlicUA&#10;AADcAAAADwAAAGRycy9kb3ducmV2LnhtbESPT2vCQBDF7wW/wzKCt7rRg9joKkURBYXiHzyP2WmS&#10;NjsbshuN3945FHqb4b157zfzZecqdacmlJ4NjIYJKOLM25JzA5fz5n0KKkRki5VnMvCkAMtF722O&#10;qfUPPtL9FHMlIRxSNFDEWKdah6wgh2Hoa2LRvn3jMMra5No2+JBwV+lxkky0w5KlocCaVgVlv6fW&#10;Gfjp8rodXw/H23qftP7rut1dIhsz6HefM1CRuvhv/rveWcH/EHx5RibQi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eWJxQAAANwAAAAPAAAAAAAAAAAAAAAAAJgCAABkcnMv&#10;ZG93bnJldi54bWxQSwUGAAAAAAQABAD1AAAAigMAAAAA&#10;" path="m189,92l97,189r503,l600,,97,,,92,97,,,,,92r189,xe" stroked="f">
                    <v:path arrowok="t" o:connecttype="custom" o:connectlocs="189,92;97,189;600,189;600,0;97,0;0,92;97,0;0,0;0,92;189,92" o:connectangles="0,0,0,0,0,0,0,0,0,0"/>
                  </v:shape>
                  <v:shape id="Freeform 192" o:spid="_x0000_s1216" style="position:absolute;left:2721;top:7818;width:189;height:464;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9f68IA&#10;AADcAAAADwAAAGRycy9kb3ducmV2LnhtbERP3UrDMBS+F/YO4QjeuXRD3VaXjSEMpKCwzgc4JmdN&#10;aXNSkrjWtzeC4N35+H7Pdj+5XlwpxNazgsW8AEGsvWm5UfBxPt6vQcSEbLD3TAq+KcJ+N7vZYmn8&#10;yCe61qkROYRjiQpsSkMpZdSWHMa5H4gzd/HBYcowNNIEHHO46+WyKJ6kw5Zzg8WBXizprv5yCh67&#10;h6DHYNfv+q367FaHqu6OlVJ3t9PhGUSiKf2L/9yvJs/fLOD3mXyB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b1/rwgAAANwAAAAPAAAAAAAAAAAAAAAAAJgCAABkcnMvZG93&#10;bnJldi54bWxQSwUGAAAAAAQABAD1AAAAhwMAAAAA&#10;" path="m97,464r92,-93l189,,,,,371,97,274r,190l189,464r,-93l97,464xe" stroked="f">
                    <v:path arrowok="t" o:connecttype="custom" o:connectlocs="97,464;189,371;189,0;0,0;0,371;97,274;97,464;189,464;189,371;97,464" o:connectangles="0,0,0,0,0,0,0,0,0,0"/>
                  </v:shape>
                  <v:shape id="Freeform 193" o:spid="_x0000_s1217" style="position:absolute;left:2306;top:8092;width:512;height:190;visibility:visible;mso-wrap-style:square;v-text-anchor:top" coordsize="51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fgk8EA&#10;AADcAAAADwAAAGRycy9kb3ducmV2LnhtbERPTYvCMBC9L/gfwgje1lRBV6tRVFhQ2MNaBa9DMzbF&#10;ZlKbrNZ/vxEEb/N4nzNftrYSN2p86VjBoJ+AIM6dLrlQcDx8f05A+ICssXJMCh7kYbnofMwx1e7O&#10;e7ploRAxhH2KCkwIdSqlzw1Z9H1XE0fu7BqLIcKmkLrBewy3lRwmyVhaLDk2GKxpYyi/ZH9WwdWE&#10;Xbb9za8nO54OLvXXWo5+9kr1uu1qBiJQG97il3ur4/zpEJ7Px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34JPBAAAA3AAAAA8AAAAAAAAAAAAAAAAAmAIAAGRycy9kb3du&#10;cmV2LnhtbFBLBQYAAAAABAAEAPUAAACGAwAAAAA=&#10;" path="m,97r97,93l512,190,512,,97,r92,97l,97r,93l97,190,,97xe" stroked="f">
                    <v:path arrowok="t" o:connecttype="custom" o:connectlocs="0,97;97,190;512,190;512,0;97,0;189,97;0,97;0,190;97,190;0,97" o:connectangles="0,0,0,0,0,0,0,0,0,0"/>
                  </v:shape>
                  <v:shape id="Freeform 194" o:spid="_x0000_s1218" style="position:absolute;left:2306;top:7722;width:193;height:467;visibility:visible;mso-wrap-style:square;v-text-anchor:top" coordsize="19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5JOMEA&#10;AADcAAAADwAAAGRycy9kb3ducmV2LnhtbERPS4vCMBC+L/gfwgh7W1MVFq1GUUHpyV0fB49DM7bV&#10;ZlKaqPHfbwRhb/PxPWc6D6YWd2pdZVlBv5eAIM6trrhQcDysv0YgnEfWWFsmBU9yMJ91PqaYavvg&#10;Hd33vhAxhF2KCkrvm1RKl5dk0PVsQxy5s20N+gjbQuoWHzHc1HKQJN/SYMWxocSGViXl1/3NKPj1&#10;2RU3p9XyJzzt4BIy2o7cVqnPblhMQHgK/l/8dmc6zh8P4fVMvEDO/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eSTjBAAAA3AAAAA8AAAAAAAAAAAAAAAAAmAIAAGRycy9kb3du&#10;cmV2LnhtbFBLBQYAAAAABAAEAPUAAACGAwAAAAA=&#10;" path="m97,189l4,92,,467r189,l193,92,97,r96,92l193,,97,r,189xe" stroked="f">
                    <v:path arrowok="t" o:connecttype="custom" o:connectlocs="97,189;4,92;0,467;189,467;193,92;97,0;193,92;193,0;97,0;97,189" o:connectangles="0,0,0,0,0,0,0,0,0,0"/>
                  </v:shape>
                  <v:shape id="Freeform 195" o:spid="_x0000_s1219" style="position:absolute;left:1798;top:7722;width:605;height:189;visibility:visible;mso-wrap-style:square;v-text-anchor:top" coordsize="605,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osIA&#10;AADcAAAADwAAAGRycy9kb3ducmV2LnhtbERPTWvCQBC9C/6HZQRvuomUYlM3oQhpPVbtQW9Ddpos&#10;zc4m2a3Gf98tCN7m8T5nU4y2FRcavHGsIF0mIIgrpw3XCr6O5WINwgdkja1jUnAjD0U+nWww0+7K&#10;e7ocQi1iCPsMFTQhdJmUvmrIol+6jjhy326wGCIcaqkHvMZw28pVkjxLi4ZjQ4MdbRuqfg6/VkFv&#10;jntD1Wf6nva3j7I893Z96pWaz8a3VxCBxvAQ3907Hee/PMH/M/ECm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b7+iwgAAANwAAAAPAAAAAAAAAAAAAAAAAJgCAABkcnMvZG93&#10;bnJldi54bWxQSwUGAAAAAAQABAD1AAAAhwMAAAAA&#10;" path="m189,92l97,189r508,l605,,97,,,92,97,,,,,92r189,xe" stroked="f">
                    <v:path arrowok="t" o:connecttype="custom" o:connectlocs="189,92;97,189;605,189;605,0;97,0;0,92;97,0;0,0;0,92;189,92" o:connectangles="0,0,0,0,0,0,0,0,0,0"/>
                  </v:shape>
                  <v:shape id="Freeform 196" o:spid="_x0000_s1220" style="position:absolute;left:1798;top:7814;width:189;height:2716;visibility:visible;mso-wrap-style:square;v-text-anchor:top" coordsize="189,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Uu9MMA&#10;AADcAAAADwAAAGRycy9kb3ducmV2LnhtbERPS4vCMBC+C/6HMIIX0XRlV7QaRRRBvPkA9TY0Y1ts&#10;Jt0mW7v76zeC4G0+vufMFo0pRE2Vyy0r+BhEIIgTq3NOFZyOm/4YhPPIGgvLpOCXHCzm7dYMY20f&#10;vKf64FMRQtjFqCDzvoyldElGBt3AlsSBu9nKoA+wSqWu8BHCTSGHUTSSBnMODRmWtMoouR9+jILd&#10;peTesLfO75vr3/5cF5/ffr1VqttpllMQnhr/Fr/cWx3mT77g+Uy4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1Uu9MMAAADcAAAADwAAAAAAAAAAAAAAAACYAgAAZHJzL2Rv&#10;d25yZXYueG1sUEsFBgAAAAAEAAQA9QAAAIgDAAAAAA==&#10;" path="m4,2088r185,28l189,,,,,2116r185,28l,2116r,600l185,2144,4,2088xe" stroked="f">
                    <v:path arrowok="t" o:connecttype="custom" o:connectlocs="4,2088;189,2116;189,0;0,0;0,2116;185,2144;0,2116;0,2716;185,2144;4,2088" o:connectangles="0,0,0,0,0,0,0,0,0,0"/>
                  </v:shape>
                  <v:shape id="Freeform 197" o:spid="_x0000_s1221" style="position:absolute;left:1802;top:9011;width:697;height:947;visibility:visible;mso-wrap-style:square;v-text-anchor:top" coordsize="697,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FuvcEA&#10;AADcAAAADwAAAGRycy9kb3ducmV2LnhtbERPS4vCMBC+C/sfwix4kTX1gavdRhFR8Gp3wevQjH1s&#10;MylN1OqvN4LgbT6+5ySrztTiQq0rLSsYDSMQxJnVJecK/n53X3MQziNrrC2Tghs5WC0/egnG2l75&#10;QJfU5yKEsItRQeF9E0vpsoIMuqFtiAN3sq1BH2CbS93iNYSbWo6jaCYNlhwaCmxoU1D2n56Ngkl3&#10;+o6OzbFa02g6GN+3ukozrVT/s1v/gPDU+bf45d7rMH8xg+cz4QK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xbr3BAAAA3AAAAA8AAAAAAAAAAAAAAAAAmAIAAGRycy9kb3du&#10;cmV2LnhtbFBLBQYAAAAABAAEAPUAAACGAw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198" o:spid="_x0000_s1222" style="position:absolute;left:1895;top:7814;width:28;height:2116;visibility:visible;mso-wrap-style:square;v-text-anchor:top" coordsize="28,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o54MQA&#10;AADcAAAADwAAAGRycy9kb3ducmV2LnhtbERPTWvCQBC9F/wPywi9SN2YQk2jq0hRKLQXowWP0+yY&#10;DWZnQ3Y16b/vFoTe5vE+Z7kebCNu1PnasYLZNAFBXDpdc6XgeNg9ZSB8QNbYOCYFP+RhvRo9LDHX&#10;ruc93YpQiRjCPkcFJoQ2l9KXhiz6qWuJI3d2ncUQYVdJ3WEfw20j0yR5kRZrjg0GW3ozVF6Kq1Xw&#10;2U8+zDk1VdYeslP6XGy/Tt9bpR7Hw2YBItAQ/sV397uO81/n8PdMvE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6OeDEAAAA3AAAAA8AAAAAAAAAAAAAAAAAmAIAAGRycy9k&#10;b3ducmV2LnhtbFBLBQYAAAAABAAEAPUAAACJAwAAAAA=&#10;" path="m,2116l,,28,r,2031l24,2043r-4,8l16,2063r-4,12l8,2084r-4,12l,2108r,8xe" fillcolor="blue" stroked="f">
                    <v:path arrowok="t" o:connecttype="custom" o:connectlocs="0,2116;0,0;28,0;28,2031;24,2043;20,2051;16,2063;12,2075;8,2084;4,2096;0,2108;0,2116" o:connectangles="0,0,0,0,0,0,0,0,0,0,0,0"/>
                  </v:shape>
                  <v:shape id="Freeform 199" o:spid="_x0000_s1223" style="position:absolute;left:1923;top:7814;width:28;height:2031;visibility:visible;mso-wrap-style:square;v-text-anchor:top" coordsize="28,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qVVscA&#10;AADcAAAADwAAAGRycy9kb3ducmV2LnhtbESPQU/CQBCF7yb+h82YeJOtmhisLIQgEA8YFQjCbdId&#10;uo3d2aa70PrvmYOJt5m8N+99M5r0vlZnamMV2MD9IANFXARbcWlgu1ncDUHFhGyxDkwGfinCZHx9&#10;NcLcho6/6LxOpZIQjjkacCk1udaxcOQxDkJDLNoxtB6TrG2pbYudhPtaP2TZk/ZYsTQ4bGjmqPhZ&#10;n7yB2eP+sJx/7rqhff/Y0i5sVu771Zjbm376AipRn/7Nf9dvVvCfhVaekQn0+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KlVbHAAAA3AAAAA8AAAAAAAAAAAAAAAAAmAIAAGRy&#10;cy9kb3ducmV2LnhtbFBLBQYAAAAABAAEAPUAAACMAwAAAAA=&#10;" path="m,2031l,,28,r,1955l24,1967r-4,8l16,1983r-4,12l8,2003r-4,8l4,2023r-4,8xe" fillcolor="#0305ff" stroked="f">
                    <v:path arrowok="t" o:connecttype="custom" o:connectlocs="0,2031;0,0;28,0;28,1955;24,1967;20,1975;16,1983;12,1995;8,2003;4,2011;4,2023;0,2031" o:connectangles="0,0,0,0,0,0,0,0,0,0,0,0"/>
                  </v:shape>
                  <v:shape id="Freeform 200" o:spid="_x0000_s1224" style="position:absolute;left:1951;top:7814;width:28;height:1955;visibility:visible;mso-wrap-style:square;v-text-anchor:top" coordsize="28,1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92dsQA&#10;AADcAAAADwAAAGRycy9kb3ducmV2LnhtbERPTWsCMRC9F/ofwgi9FM1aQbpbo4jYIj0I2iJ4m27G&#10;3djNZEmirv/eFITe5vE+ZzLrbCPO5INxrGA4yEAQl04brhR8f733X0GEiKyxcUwKrhRgNn18mGCh&#10;3YU3dN7GSqQQDgUqqGNsCylDWZPFMHAtceIOzluMCfpKao+XFG4b+ZJlY2nRcGqosaVFTeXv9mQV&#10;/Dyvlug/Rru1yT5pvDfH3WlzVOqp183fQETq4r/47l7pND/P4e+ZdIG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PdnbEAAAA3AAAAA8AAAAAAAAAAAAAAAAAmAIAAGRycy9k&#10;b3ducmV2LnhtbFBLBQYAAAAABAAEAPUAAACJAwAAAAA=&#10;" path="m,1955l,,28,r,1886l24,1894r-4,12l16,1914r-4,8l8,1930r-4,8l4,1947r-4,8xe" fillcolor="#060aff" stroked="f">
                    <v:path arrowok="t" o:connecttype="custom" o:connectlocs="0,1955;0,0;28,0;28,1886;24,1894;20,1906;16,1914;12,1922;8,1930;4,1938;4,1947;0,1955" o:connectangles="0,0,0,0,0,0,0,0,0,0,0,0"/>
                  </v:shape>
                  <v:shape id="Freeform 201" o:spid="_x0000_s1225" style="position:absolute;left:1979;top:7814;width:29;height:1886;visibility:visible;mso-wrap-style:square;v-text-anchor:top" coordsize="29,1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o8QA&#10;AADcAAAADwAAAGRycy9kb3ducmV2LnhtbESPQWvCQBSE7wX/w/KE3pqNUkTSrFKEgFAKGu3B22v2&#10;NQnNvg272yT9964geBxm5hsm306mEwM531pWsEhSEMSV1S3XCs6n4mUNwgdkjZ1lUvBPHrab2VOO&#10;mbYjH2koQy0ihH2GCpoQ+kxKXzVk0Ce2J47ej3UGQ5SultrhGOGmk8s0XUmDLceFBnvaNVT9ln9G&#10;wXTpL6fvrxF3H+51XAyH7tMOhVLP8+n9DUSgKTzC9/ZeK4hEuJ2JR0B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FPqPEAAAA3AAAAA8AAAAAAAAAAAAAAAAAmAIAAGRycy9k&#10;b3ducmV2LnhtbFBLBQYAAAAABAAEAPUAAACJAwAAAAA=&#10;" path="m,1886l,,29,r,1826l25,1834r-4,8l16,1850r-4,8l8,1866r,4l4,1878r-4,8xe" fillcolor="#090fff" stroked="f">
                    <v:path arrowok="t" o:connecttype="custom" o:connectlocs="0,1886;0,0;29,0;29,1826;25,1834;21,1842;16,1850;12,1858;8,1866;8,1870;4,1878;0,1886" o:connectangles="0,0,0,0,0,0,0,0,0,0,0,0"/>
                  </v:shape>
                  <v:shape id="Freeform 202" o:spid="_x0000_s1226" style="position:absolute;left:2008;top:7814;width:28;height:1826;visibility:visible;mso-wrap-style:square;v-text-anchor:top" coordsize="28,1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oscA&#10;AADcAAAADwAAAGRycy9kb3ducmV2LnhtbESPS2vDMBCE74X8B7GBXkoj24fQOlFCCBRa8CUPCLkt&#10;1sZ2Yq1cS340v74qBHocZuYbZrkeTS16al1lWUE8i0AQ51ZXXCg4Hj5e30A4j6yxtkwKfsjBejV5&#10;WmKq7cA76ve+EAHCLkUFpfdNKqXLSzLoZrYhDt7FtgZ9kG0hdYtDgJtaJlE0lwYrDgslNrQtKb/t&#10;O6PgOzu/dNn1etf+tHu/fWmZnKteqefpuFmA8DT6//Cj/akVJFEMf2fCEZ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VBSKLHAAAA3AAAAA8AAAAAAAAAAAAAAAAAmAIAAGRy&#10;cy9kb3ducmV2LnhtbFBLBQYAAAAABAAEAPUAAACMAwAAAAA=&#10;" path="m,1826l,,28,r,1769l24,1773r-4,8l16,1789r-4,8l12,1805r-4,5l4,1818r-4,8xe" fillcolor="#0c14ff" stroked="f">
                    <v:path arrowok="t" o:connecttype="custom" o:connectlocs="0,1826;0,0;28,0;28,1769;24,1773;20,1781;16,1789;12,1797;12,1805;8,1810;4,1818;0,1826" o:connectangles="0,0,0,0,0,0,0,0,0,0,0,0"/>
                  </v:shape>
                  <v:shape id="Freeform 203" o:spid="_x0000_s1227" style="position:absolute;left:2036;top:7814;width:28;height:1769;visibility:visible;mso-wrap-style:square;v-text-anchor:top" coordsize="28,1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ttucQA&#10;AADcAAAADwAAAGRycy9kb3ducmV2LnhtbESPwWrDMBBE74X8g9hAb7UcH0xxrIQQCAR6aG230NwW&#10;a2OZWCtjqbH791Wh0OMwM2+Ycr/YQdxp8r1jBZskBUHcOt1zp+C9OT09g/ABWePgmBR8k4f9bvVQ&#10;YqHdzBXd69CJCGFfoAITwlhI6VtDFn3iRuLoXd1kMUQ5dVJPOEe4HWSWprm02HNcMDjS0VB7q7+s&#10;gtfq7aOej818kUvI7YvpP7umVupxvRy2IAIt4T/81z5rBVmawe+Ze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7bbnEAAAA3AAAAA8AAAAAAAAAAAAAAAAAmAIAAGRycy9k&#10;b3ducmV2LnhtbFBLBQYAAAAABAAEAPUAAACJAwAAAAA=&#10;" path="m,1769l,,28,r,1717l24,1721r-4,8l16,1733r,8l12,1749r-4,4l4,1761r-4,8xe" fillcolor="#0f1aff" stroked="f">
                    <v:path arrowok="t" o:connecttype="custom" o:connectlocs="0,1769;0,0;28,0;28,1717;24,1721;20,1729;16,1733;16,1741;12,1749;8,1753;4,1761;0,1769" o:connectangles="0,0,0,0,0,0,0,0,0,0,0,0"/>
                  </v:shape>
                  <v:shape id="Freeform 204" o:spid="_x0000_s1228" style="position:absolute;left:2064;top:7814;width:28;height:1717;visibility:visible;mso-wrap-style:square;v-text-anchor:top" coordsize="28,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MFwsUA&#10;AADcAAAADwAAAGRycy9kb3ducmV2LnhtbESPQWvCQBSE74L/YXlCb7qrhSKpmyCKVAul1Mb7a/aZ&#10;pM2+DdltjP++WxA8DjPzDbPKBtuInjpfO9YwnykQxIUzNZca8s/ddAnCB2SDjWPScCUPWToerTAx&#10;7sIf1B9DKSKEfYIaqhDaREpfVGTRz1xLHL2z6yyGKLtSmg4vEW4buVDqSVqsOS5U2NKmouLn+Gs1&#10;YL89fX3nL6/XXf4W7P50mKv3g9YPk2H9DCLQEO7hW3tvNCzUI/yfiUd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wwXCxQAAANwAAAAPAAAAAAAAAAAAAAAAAJgCAABkcnMv&#10;ZG93bnJldi54bWxQSwUGAAAAAAQABAD1AAAAigMAAAAA&#10;" path="m,1717l,,28,r,1664l24,1673r-4,4l20,1685r-4,4l12,1697r-4,4l4,1709r-4,8xe" fillcolor="#121fff" stroked="f">
                    <v:path arrowok="t" o:connecttype="custom" o:connectlocs="0,1717;0,0;28,0;28,1664;24,1673;20,1677;20,1685;16,1689;12,1697;8,1701;4,1709;0,1717" o:connectangles="0,0,0,0,0,0,0,0,0,0,0,0"/>
                  </v:shape>
                  <v:shape id="Freeform 205" o:spid="_x0000_s1229" style="position:absolute;left:2092;top:7814;width:28;height:1664;visibility:visible;mso-wrap-style:square;v-text-anchor:top" coordsize="28,1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bMMA&#10;AADcAAAADwAAAGRycy9kb3ducmV2LnhtbESPT2sCMRTE74LfITyhN01qRcpqFBGEXrr4p9Dr6+a5&#10;Wbp5WZKo67c3QqHHYWZ+wyzXvWvFlUJsPGt4nSgQxJU3Ddcavk678TuImJANtp5Jw50irFfDwRIL&#10;4298oOsx1SJDOBaowabUFVLGypLDOPEdcfbOPjhMWYZamoC3DHetnCo1lw4bzgsWO9paqn6PF6eB&#10;P/c9lsHb+fd900T1VpaHn4vWL6N+swCRqE//4b/2h9EwVTN4nslH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GbMMAAADcAAAADwAAAAAAAAAAAAAAAACYAgAAZHJzL2Rv&#10;d25yZXYueG1sUEsFBgAAAAAEAAQA9QAAAIgDAAAAAA==&#10;" path="m,1664l,,28,r,1616l24,1624r,4l20,1636r-4,4l12,1648r-4,4l4,1660r-4,4xe" fillcolor="#1524ff" stroked="f">
                    <v:path arrowok="t" o:connecttype="custom" o:connectlocs="0,1664;0,0;28,0;28,1616;24,1624;24,1628;20,1636;16,1640;12,1648;8,1652;4,1660;0,1664" o:connectangles="0,0,0,0,0,0,0,0,0,0,0,0"/>
                  </v:shape>
                  <v:shape id="Freeform 206" o:spid="_x0000_s1230" style="position:absolute;left:2120;top:7814;width:29;height:1616;visibility:visible;mso-wrap-style:square;v-text-anchor:top" coordsize="29,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VccA&#10;AADcAAAADwAAAGRycy9kb3ducmV2LnhtbESPQWvCQBSE74X+h+UVvNVNhNgQsxFpFbSHlmoOPT6y&#10;zySYfRuyq0Z/fbdQ6HGYmW+YfDmaTlxocK1lBfE0AkFcWd1yraA8bJ5TEM4ja+wsk4IbOVgWjw85&#10;Ztpe+Ysue1+LAGGXoYLG+z6T0lUNGXRT2xMH72gHgz7IoZZ6wGuAm07OomguDbYcFhrs6bWh6rQ/&#10;GwXvZ9a7l8/0O07K+1ty2K0/ynit1ORpXC1AeBr9f/ivvdUKZlECv2fCEZD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u1XHAAAA3AAAAA8AAAAAAAAAAAAAAAAAmAIAAGRy&#10;cy9kb3ducmV2LnhtbFBLBQYAAAAABAAEAPUAAACMAwAAAAA=&#10;" path="m,1616l,,29,r,1572l29,1580r-4,4l21,1592r-4,4l12,1600r-4,8l4,1612r-4,4xe" fillcolor="#1829ff" stroked="f">
                    <v:path arrowok="t" o:connecttype="custom" o:connectlocs="0,1616;0,0;29,0;29,1572;29,1580;25,1584;21,1592;17,1596;12,1600;8,1608;4,1612;0,1616" o:connectangles="0,0,0,0,0,0,0,0,0,0,0,0"/>
                  </v:shape>
                  <v:shape id="Freeform 207" o:spid="_x0000_s1231" style="position:absolute;left:2149;top:7814;width:32;height:1572;visibility:visible;mso-wrap-style:square;v-text-anchor:top" coordsize="32,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9FsMMA&#10;AADcAAAADwAAAGRycy9kb3ducmV2LnhtbESP0YrCMBRE3wX/IVxhX0RTFYtUo4iwsC/uYvUDrs21&#10;LTY3JcnW+vcbQdjHYWbOMJtdbxrRkfO1ZQWzaQKCuLC65lLB5fw5WYHwAVljY5kUPMnDbjscbDDT&#10;9sEn6vJQighhn6GCKoQ2k9IXFRn0U9sSR+9mncEQpSuldviIcNPIeZKk0mDNcaHClg4VFff81yiw&#10;176gi04Xqfm+d8dl2bnF+Eepj1G/X4MI1If/8Lv9pRXMkxReZ+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9FsMMAAADcAAAADwAAAAAAAAAAAAAAAACYAgAAZHJzL2Rv&#10;d25yZXYueG1sUEsFBgAAAAAEAAQA9QAAAIgDAAAAAA==&#10;" path="m,1572l,,32,r,1531l28,1536r-4,8l20,1548r-4,4l12,1560r-4,4l4,1568r-4,4xe" fillcolor="#1c2eff" stroked="f">
                    <v:path arrowok="t" o:connecttype="custom" o:connectlocs="0,1572;0,0;32,0;32,1531;28,1536;24,1544;20,1548;16,1552;12,1560;8,1564;4,1568;0,1572" o:connectangles="0,0,0,0,0,0,0,0,0,0,0,0"/>
                  </v:shape>
                  <v:shape id="Freeform 208" o:spid="_x0000_s1232" style="position:absolute;left:2181;top:7814;width:28;height:1531;visibility:visible;mso-wrap-style:square;v-text-anchor:top" coordsize="28,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iA8ccA&#10;AADcAAAADwAAAGRycy9kb3ducmV2LnhtbESPzW7CMBCE70i8g7VIvYHTtPwoYFDVqrS9gAhcuC3x&#10;NgnE6yg2JH37ulIljqOZ+UazWHWmEjdqXGlZweMoAkGcWV1yruCwfx/OQDiPrLGyTAp+yMFq2e8t&#10;MNG25R3dUp+LAGGXoILC+zqR0mUFGXQjWxMH79s2Bn2QTS51g22Am0rGUTSRBksOCwXW9FpQdkmv&#10;RsH2nG6e26+Pt9kxPq2vT0dcj81EqYdB9zIH4anz9/B/+1MriKMp/J0JR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ogPHHAAAA3AAAAA8AAAAAAAAAAAAAAAAAmAIAAGRy&#10;cy9kb3ducmV2LnhtbFBLBQYAAAAABAAEAPUAAACMAwAAAAA=&#10;" path="m,1531l,,28,r,1491l24,1495r-4,8l16,1507r-4,4l8,1515r-4,8l,1527r,4xe" fillcolor="#1f34ff" stroked="f">
                    <v:path arrowok="t" o:connecttype="custom" o:connectlocs="0,1531;0,0;28,0;28,1491;24,1495;20,1503;16,1507;12,1511;8,1515;4,1523;0,1527;0,1531" o:connectangles="0,0,0,0,0,0,0,0,0,0,0,0"/>
                  </v:shape>
                  <v:shape id="Freeform 209" o:spid="_x0000_s1233" style="position:absolute;left:2209;top:7814;width:28;height:1491;visibility:visible;mso-wrap-style:square;v-text-anchor:top" coordsize="28,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uMsIA&#10;AADcAAAADwAAAGRycy9kb3ducmV2LnhtbERPz2vCMBS+C/4P4QneNNWD066pjLrBLoNpRTw+mrem&#10;rHmpTbTdf78cBjt+fL+z/Whb8aDeN44VrJYJCOLK6YZrBefybbEF4QOyxtYxKfghD/t8Oskw1W7g&#10;Iz1OoRYxhH2KCkwIXSqlrwxZ9EvXEUfuy/UWQ4R9LXWPQwy3rVwnyUZabDg2GOyoMFR9n+5WwWf9&#10;1ITiYO7F7XpwZTnsXq+XD6Xms/HlGUSgMfyL/9zvWsE6iWvjmXgE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y4ywgAAANwAAAAPAAAAAAAAAAAAAAAAAJgCAABkcnMvZG93&#10;bnJldi54bWxQSwUGAAAAAAQABAD1AAAAhwMAAAAA&#10;" path="m,1491l,,28,r,1455l24,1459r-4,4l16,1467r-4,4l8,1479r-4,4l,1487r,4xe" fillcolor="#2239ff" stroked="f">
                    <v:path arrowok="t" o:connecttype="custom" o:connectlocs="0,1491;0,0;28,0;28,1455;24,1459;20,1463;16,1467;12,1471;8,1479;4,1483;0,1487;0,1491" o:connectangles="0,0,0,0,0,0,0,0,0,0,0,0"/>
                  </v:shape>
                  <v:shape id="Freeform 210" o:spid="_x0000_s1234" style="position:absolute;left:2237;top:7814;width:28;height:1455;visibility:visible;mso-wrap-style:square;v-text-anchor:top" coordsize="28,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koe8cA&#10;AADcAAAADwAAAGRycy9kb3ducmV2LnhtbESPS2/CMBCE75X6H6yt1AsCBw4lpBjEQ62gEofyENdt&#10;vI2jxusQGwj/Hleq1ONoZr7RjKetrcSFGl86VtDvJSCIc6dLLhTsd2/dFIQPyBorx6TgRh6mk8eH&#10;MWbaXfmTLttQiAhhn6ECE0KdSelzQxZ9z9XE0ft2jcUQZVNI3eA1wm0lB0nyIi2WHBcM1rQwlP9s&#10;z1bBZv7ewfCRHpbHjTn1Kf2arYdDpZ6f2tkriEBt+A//tVdawSAZwe+ZeATk5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pKHvHAAAA3AAAAA8AAAAAAAAAAAAAAAAAmAIAAGRy&#10;cy9kb3ducmV2LnhtbFBLBQYAAAAABAAEAPUAAACMAwAAAAA=&#10;" path="m,1455l,,28,r,1419l24,1423r-4,4l16,1431r-4,4l8,1439r-4,4l4,1451r-4,4xe" fillcolor="#253eff" stroked="f">
                    <v:path arrowok="t" o:connecttype="custom" o:connectlocs="0,1455;0,0;28,0;28,1419;24,1423;20,1427;16,1431;12,1435;8,1439;4,1443;4,1451;0,1455" o:connectangles="0,0,0,0,0,0,0,0,0,0,0,0"/>
                  </v:shape>
                  <v:shape id="Freeform 211" o:spid="_x0000_s1235" style="position:absolute;left:2265;top:7814;width:29;height:1419;visibility:visible;mso-wrap-style:square;v-text-anchor:top" coordsize="29,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LPBb4A&#10;AADcAAAADwAAAGRycy9kb3ducmV2LnhtbERPTYvCMBC9L/gfwgheFk0rbNFqFFkUel1X70MztsVk&#10;UpJou//eHIQ9Pt73dj9aI57kQ+dYQb7IQBDXTnfcKLj8nuYrECEiazSOScEfBdjvJh9bLLUb+Iee&#10;59iIFMKhRAVtjH0pZahbshgWridO3M15izFB30jtcUjh1shllhXSYsepocWevluq7+eHVVDYIL/Y&#10;oL8e8nVlimP1eRwqpWbT8bABEWmM/+K3u9IKlnman86kIyB3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CzwW+AAAA3AAAAA8AAAAAAAAAAAAAAAAAmAIAAGRycy9kb3ducmV2&#10;LnhtbFBLBQYAAAAABAAEAPUAAACDAwAAAAA=&#10;" path="m,1419l,,29,r,1382l25,1386r-4,4l17,1395r-4,4l9,1407r,4l5,1415r-5,4xe" fillcolor="#2843ff" stroked="f">
                    <v:path arrowok="t" o:connecttype="custom" o:connectlocs="0,1419;0,0;29,0;29,1382;25,1386;21,1390;17,1395;13,1399;9,1407;9,1411;5,1415;0,1419" o:connectangles="0,0,0,0,0,0,0,0,0,0,0,0"/>
                  </v:shape>
                  <v:shape id="Freeform 212" o:spid="_x0000_s1236" style="position:absolute;left:2294;top:7814;width:28;height:1382;visibility:visible;mso-wrap-style:square;v-text-anchor:top" coordsize="28,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3CUMYA&#10;AADcAAAADwAAAGRycy9kb3ducmV2LnhtbESPQWvCQBSE74L/YXmF3nQTDxKiqxSppRUEqxba2yP7&#10;mg3Nvg3ZNUZ/vSsUPA4z8w0zX/a2Fh21vnKsIB0nIIgLpysuFRwP61EGwgdkjbVjUnAhD8vFcDDH&#10;XLszf1K3D6WIEPY5KjAhNLmUvjBk0Y9dQxy9X9daDFG2pdQtniPc1nKSJFNpseK4YLChlaHib3+y&#10;Cq4/p+8VvVWb3Vf3atJses22Hwelnp/6lxmIQH14hP/b71rBJE3hfiYe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3CUMYAAADcAAAADwAAAAAAAAAAAAAAAACYAgAAZHJz&#10;L2Rvd25yZXYueG1sUEsFBgAAAAAEAAQA9QAAAIsDAAAAAA==&#10;" path="m,1382l,,28,r,1350l24,1354r-4,4l16,1362r-4,4l12,1370r-4,4l4,1378r-4,4xe" fillcolor="#2b48ff" stroked="f">
                    <v:path arrowok="t" o:connecttype="custom" o:connectlocs="0,1382;0,0;28,0;28,1350;24,1354;20,1358;16,1362;12,1366;12,1370;8,1374;4,1378;0,1382" o:connectangles="0,0,0,0,0,0,0,0,0,0,0,0"/>
                  </v:shape>
                  <v:shape id="Freeform 213" o:spid="_x0000_s1237" style="position:absolute;left:2322;top:7814;width:28;height:1350;visibility:visible;mso-wrap-style:square;v-text-anchor:top" coordsize="28,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r/bsQA&#10;AADcAAAADwAAAGRycy9kb3ducmV2LnhtbESPQYvCMBSE74L/IbyFvciaWliRrlFEED0JWgWPj+aZ&#10;1m1eShNt999vBMHjMDPfMPNlb2vxoNZXjhVMxgkI4sLpio2CU775moHwAVlj7ZgU/JGH5WI4mGOm&#10;XccHehyDERHCPkMFZQhNJqUvSrLox64hjt7VtRZDlK2RusUuwm0t0ySZSosVx4USG1qXVPwe71aB&#10;+S7221sSRrk57C77Wb5ym3On1OdHv/oBEagP7/CrvdMK0kkKzzPxCM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q/27EAAAA3AAAAA8AAAAAAAAAAAAAAAAAmAIAAGRycy9k&#10;b3ducmV2LnhtbFBLBQYAAAAABAAEAPUAAACJAwAAAAA=&#10;" path="m,1350l,,28,r,1318l24,1322r-4,4l16,1330r,4l12,1338r-4,4l4,1346r-4,4xe" fillcolor="#2e4eff" stroked="f">
                    <v:path arrowok="t" o:connecttype="custom" o:connectlocs="0,1350;0,0;28,0;28,1318;24,1322;20,1326;16,1330;16,1334;12,1338;8,1342;4,1346;0,1350" o:connectangles="0,0,0,0,0,0,0,0,0,0,0,0"/>
                  </v:shape>
                  <v:shape id="Freeform 214" o:spid="_x0000_s1238" style="position:absolute;left:2350;top:7814;width:28;height:1318;visibility:visible;mso-wrap-style:square;v-text-anchor:top" coordsize="28,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v2sUA&#10;AADcAAAADwAAAGRycy9kb3ducmV2LnhtbESPQWsCMRSE74L/ITyhN82utlK2ZqUtCIVCoerF22Pz&#10;3MTdvCybVLf99Y0geBxm5htmtR5cK87UB+tZQT7LQBBXXluuFex3m+kziBCRNbaeScEvBViX49EK&#10;C+0v/E3nbaxFgnAoUIGJsSukDJUhh2HmO+LkHX3vMCbZ11L3eElw18p5li2lQ8tpwWBH74aqZvvj&#10;FISnzelzQfLLmqE55Na8Pco/o9TDZHh9ARFpiPfwrf2hFczzBVzPpCMg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8+/axQAAANwAAAAPAAAAAAAAAAAAAAAAAJgCAABkcnMv&#10;ZG93bnJldi54bWxQSwUGAAAAAAQABAD1AAAAigMAAAAA&#10;" path="m,1318l,,28,r,1286l24,1290r-4,4l16,1298r,4l12,1306r-4,4l4,1314r-4,4xe" fillcolor="#3153ff" stroked="f">
                    <v:path arrowok="t" o:connecttype="custom" o:connectlocs="0,1318;0,0;28,0;28,1286;24,1290;20,1294;16,1298;16,1302;12,1306;8,1310;4,1314;0,1318" o:connectangles="0,0,0,0,0,0,0,0,0,0,0,0"/>
                  </v:shape>
                  <v:shape id="Freeform 215" o:spid="_x0000_s1239" style="position:absolute;left:2378;top:7814;width:29;height:1286;visibility:visible;mso-wrap-style:square;v-text-anchor:top" coordsize="29,1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Pvi8MA&#10;AADcAAAADwAAAGRycy9kb3ducmV2LnhtbESPQWvCQBSE7wX/w/IK3urGICKpq5RixKvR0Osj+5oE&#10;d9+G7Bqjv94VCj0OM/MNs96O1oiBet86VjCfJSCIK6dbrhWcT/nHCoQPyBqNY1JwJw/bzeRtjZl2&#10;Nz7SUIRaRAj7DBU0IXSZlL5qyKKfuY44er+utxii7Gupe7xFuDUyTZKltNhyXGiwo++GqktxtQry&#10;n3JZmMewD+UqzYddV14OD6PU9H38+gQRaAz/4b/2QStI5wt4nYlH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Pvi8MAAADcAAAADwAAAAAAAAAAAAAAAACYAgAAZHJzL2Rv&#10;d25yZXYueG1sUEsFBgAAAAAEAAQA9QAAAIgDA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216" o:spid="_x0000_s1240" style="position:absolute;left:2407;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EeKMMA&#10;AADcAAAADwAAAGRycy9kb3ducmV2LnhtbESP0YrCMBRE3xf8h3AF39a0xVWpRhFB8EFZVv2Aa3Nt&#10;i81NbWKtfv1mYcHHYWbOMPNlZyrRUuNKywriYQSCOLO65FzB6bj5nIJwHlljZZkUPMnBctH7mGOq&#10;7YN/qD34XAQIuxQVFN7XqZQuK8igG9qaOHgX2xj0QTa51A0+AtxUMomisTRYclgosKZ1Qdn1cDcK&#10;yH4n5jqhdvy63e57I0fxeWeVGvS71QyEp86/w//trVaQxF/wdyYc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EeKMMAAADcAAAADwAAAAAAAAAAAAAAAACYAgAAZHJzL2Rv&#10;d25yZXYueG1sUEsFBgAAAAAEAAQA9QAAAIgDAAAAAA==&#10;" fillcolor="#385dff" stroked="f"/>
                  <v:rect id="Rectangle 217" o:spid="_x0000_s1241" style="position:absolute;left:243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BO+sMA&#10;AADcAAAADwAAAGRycy9kb3ducmV2LnhtbESPQWvCQBSE74L/YXlCb7pRQSS6igiKhV606vk1+5qk&#10;zb6N2dcY/323UPA4zMw3zHLduUq11ITSs4HxKAFFnHlbcm7g/L4bzkEFQbZYeSYDDwqwXvV7S0yt&#10;v/OR2pPkKkI4pGigEKlTrUNWkMMw8jVx9D5941CibHJtG7xHuKv0JElm2mHJcaHAmrYFZd+nH2fg&#10;6zgVme5vPm8v9rV+XN/sh8uMeRl0mwUooU6e4f/2wRqYjGfwdyYeAb3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BO+sMAAADcAAAADwAAAAAAAAAAAAAAAACYAgAAZHJzL2Rv&#10;d25yZXYueG1sUEsFBgAAAAAEAAQA9QAAAIgDAAAAAA==&#10;" fillcolor="#3b62ff" stroked="f"/>
                  <v:rect id="Rectangle 218" o:spid="_x0000_s1242" style="position:absolute;left:2463;top:8189;width:32;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rQa8QA&#10;AADcAAAADwAAAGRycy9kb3ducmV2LnhtbESPS4vCMBSF98L8h3AH3I2pig+qUYZhFBFErC5cXptr&#10;W2xuOk3U+u+NMODycB4fZzpvTCluVLvCsoJuJwJBnFpdcKbgsF98jUE4j6yxtEwKHuRgPvtoTTHW&#10;9s47uiU+E2GEXYwKcu+rWEqX5mTQdWxFHLyzrQ36IOtM6hrvYdyUshdFQ2mw4EDIsaKfnNJLcjUB&#10;YtPT2v/1NyZzg0vizqvl9veoVPuz+Z6A8NT4d/i/vdIKet0RvM6E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60GvEAAAA3AAAAA8AAAAAAAAAAAAAAAAAmAIAAGRycy9k&#10;b3ducmV2LnhtbFBLBQYAAAAABAAEAPUAAACJAwAAAAA=&#10;" fillcolor="#3e68ff" stroked="f"/>
                  <v:rect id="Rectangle 219" o:spid="_x0000_s1243" style="position:absolute;left:249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3tucMA&#10;AADcAAAADwAAAGRycy9kb3ducmV2LnhtbERPPW/CMBDdK/EfrEPqVpxkKFWKExVU1C5QEVDma3xN&#10;AvE5il0I/Ho8VOr49L4X+Wg6cabBtZYVxLMIBHFldcu1gsN+/fQCwnlkjZ1lUnAlB3k2eVhgqu2F&#10;d3QufC1CCLsUFTTe96mUrmrIoJvZnjhwP3Yw6AMcaqkHvIRw08kkip6lwZZDQ4M9rRqqTsWvUbAr&#10;5bh9X5al+9hc11/F8dvcbnOlHqfj2ysIT6P/F/+5P7WCJA5rw5lwBG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3tucMAAADcAAAADwAAAAAAAAAAAAAAAACYAgAAZHJzL2Rv&#10;d25yZXYueG1sUEsFBgAAAAAEAAQA9QAAAIgDAAAAAA==&#10;" fillcolor="#416dff" stroked="f"/>
                  <v:rect id="Rectangle 220" o:spid="_x0000_s1244" style="position:absolute;left:2523;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rvscUA&#10;AADcAAAADwAAAGRycy9kb3ducmV2LnhtbESPQWsCMRSE70L/Q3iFXqRm9SC6NUoRW3rxsOpBb4/N&#10;283SzcuSRN321xtB8DjMzDfMYtXbVlzIh8axgvEoA0FcOt1wreCw/3qfgQgRWWPrmBT8UYDV8mWw&#10;wFy7Kxd02cVaJAiHHBWYGLtcylAashhGriNOXuW8xZikr6X2eE1w28pJlk2lxYbTgsGO1obK393Z&#10;KvgvhsVp646lqbyv3HC+/j5sGqXeXvvPDxCR+vgMP9o/WsFkPIf7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Ku+xxQAAANwAAAAPAAAAAAAAAAAAAAAAAJgCAABkcnMv&#10;ZG93bnJldi54bWxQSwUGAAAAAAQABAD1AAAAigMAAAAA&#10;" fillcolor="#4472ff" stroked="f"/>
                  <v:rect id="Rectangle 221" o:spid="_x0000_s1245" style="position:absolute;left:2552;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Ru8EA&#10;AADcAAAADwAAAGRycy9kb3ducmV2LnhtbERPPW/CMBDdkfofrKvEBk4yIJRiUFWpLQMDJND5ZF+T&#10;tPE5ik0I/Ho8IDE+ve/VZrStGKj3jWMF6TwBQaydabhScCw/Z0sQPiAbbB2Tgit52KxfJivMjbvw&#10;gYYiVCKGsM9RQR1Cl0vpdU0W/dx1xJH7db3FEGFfSdPjJYbbVmZJspAWG44NNXb0UZP+L85WQbn/&#10;OhVD+Pn7tre01IfUD6h3Sk1fx/c3EIHG8BQ/3FujIMvi/HgmHgG5v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r0bvBAAAA3AAAAA8AAAAAAAAAAAAAAAAAmAIAAGRycy9kb3du&#10;cmV2LnhtbFBLBQYAAAAABAAEAPUAAACGAwAAAAA=&#10;" fillcolor="#4777ff" stroked="f"/>
                  <v:rect id="Rectangle 222" o:spid="_x0000_s1246" style="position:absolute;left:2580;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mcMUA&#10;AADcAAAADwAAAGRycy9kb3ducmV2LnhtbESP3WrCQBSE7wXfYTlCb0Q35qJI6iqlYP+gYJM+wDF7&#10;TILZs2t2TeLbdwtCL4eZ+YbZ7EbTip4631hWsFomIIhLqxuuFPwU+8UahA/IGlvLpOBGHnbb6WSD&#10;mbYDf1Ofh0pECPsMFdQhuExKX9Zk0C+tI47eyXYGQ5RdJXWHQ4SbVqZJ8igNNhwXanT0UlN5zq9G&#10;QTEWb/3n7XXIP+YXZ7/s4eiuB6UeZuPzE4hAY/gP39vvWkGaruDvTDw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GZwxQAAANwAAAAPAAAAAAAAAAAAAAAAAJgCAABkcnMv&#10;ZG93bnJldi54bWxQSwUGAAAAAAQABAD1AAAAigMAAAAA&#10;" fillcolor="#4a7cff" stroked="f"/>
                  <v:rect id="Rectangle 223" o:spid="_x0000_s1247" style="position:absolute;left:2608;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BD6sYA&#10;AADcAAAADwAAAGRycy9kb3ducmV2LnhtbESPT0sDMRTE74LfITzBS7FZQym6bVoWRfCg9K/3181z&#10;d3XzsiRpd/vtTaHgcZiZ3zDz5WBbcSIfGscaHscZCOLSmYYrDfvd28MTiBCRDbaOScOZAiwXtzdz&#10;zI3reUOnbaxEgnDIUUMdY5dLGcqaLIax64iT9+28xZikr6Tx2Ce4baXKsqm02HBaqLGjl5rK3+3R&#10;aviYquJY/nw+79ariR19HfrXvS+0vr8bihmISEP8D1/b70aDUgouZ9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9BD6sYAAADcAAAADwAAAAAAAAAAAAAAAACYAgAAZHJz&#10;L2Rvd25yZXYueG1sUEsFBgAAAAAEAAQA9QAAAIsDAAAAAA==&#10;" fillcolor="#4e82ff" stroked="f"/>
                  <v:rect id="Rectangle 224" o:spid="_x0000_s1248" style="position:absolute;left:2636;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0O2sQA&#10;AADcAAAADwAAAGRycy9kb3ducmV2LnhtbESPzWrDMBCE74W+g9hALiWR7BKTOlFCcQj0ZPL3AIu1&#10;tU2slbGUxHn7qlDocZiZb5j1drSduNPgW8cakrkCQVw503Kt4XLez5YgfEA22DkmDU/ysN28vqwx&#10;N+7BR7qfQi0ihH2OGpoQ+lxKXzVk0c9dTxy9bzdYDFEOtTQDPiLcdjJVKpMWW44LDfZUNFRdTzer&#10;4Vr0SVKOb6VSH1m12B2KMkufWk8n4+cKRKAx/If/2l9GQ5q+w++Ze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dDtrEAAAA3AAAAA8AAAAAAAAAAAAAAAAAmAIAAGRycy9k&#10;b3ducmV2LnhtbFBLBQYAAAAABAAEAPUAAACJAwAAAAA=&#10;" fillcolor="#5187ff" stroked="f"/>
                  <v:rect id="Rectangle 225" o:spid="_x0000_s1249" style="position:absolute;left:2664;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dc9MYA&#10;AADcAAAADwAAAGRycy9kb3ducmV2LnhtbESPW2vCQBSE3wv+h+UIvtWNaakSXUUEiVAoNC0U3w7Z&#10;kwtmz8bsNpd/3y0U+jjMzDfM7jCaRvTUudqygtUyAkGcW11zqeDz4/y4AeE8ssbGMimYyMFhP3vY&#10;YaLtwO/UZ74UAcIuQQWV920ipcsrMuiWtiUOXmE7gz7IrpS6wyHATSPjKHqRBmsOCxW2dKoov2Xf&#10;RkFx/jo+Xdfr1PbmTRb3tH4db5NSi/l43ILwNPr/8F/7ohXE8TP8nglH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dc9MYAAADcAAAADwAAAAAAAAAAAAAAAACYAgAAZHJz&#10;L2Rvd25yZXYueG1sUEsFBgAAAAAEAAQA9QAAAIsDAAAAAA==&#10;" fillcolor="#548cff" stroked="f"/>
                  <v:rect id="Rectangle 226" o:spid="_x0000_s1250" style="position:absolute;left:2693;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EiMYA&#10;AADcAAAADwAAAGRycy9kb3ducmV2LnhtbESPT2vCQBTE70K/w/KE3szGSItE19CWCl5KqTaH3h7Z&#10;ZxKafRuymz/203cFweMwM79httlkGjFQ52rLCpZRDIK4sLrmUsH3ab9Yg3AeWWNjmRRcyEG2e5ht&#10;MdV25C8ajr4UAcIuRQWV920qpSsqMugi2xIH72w7gz7IrpS6wzHATSOTOH6WBmsOCxW29FZR8Xvs&#10;jYLVD74nMh8+8kufv5b9n5Xu86DU43x62YDwNPl7+NY+aAVJ8gTXM+EIyN0/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EiMYAAADcAAAADwAAAAAAAAAAAAAAAACYAgAAZHJz&#10;L2Rvd25yZXYueG1sUEsFBgAAAAAEAAQA9QAAAIsDAAAAAA==&#10;" fillcolor="#5791ff" stroked="f"/>
                  <v:rect id="Rectangle 227" o:spid="_x0000_s1251" style="position:absolute;left:2721;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ortcMA&#10;AADcAAAADwAAAGRycy9kb3ducmV2LnhtbESPX2vCMBTF34V9h3CFvchM7YNIZxQRhD7ppvb90ty1&#10;Zc1NlmTafvtlIPh4OH9+nPV2ML24kQ+dZQWLeQaCuLa640bB9XJ4W4EIEVljb5kUjBRgu3mZrLHQ&#10;9s6fdDvHRqQRDgUqaGN0hZShbslgmFtHnLwv6w3GJH0jtcd7Gje9zLNsKQ12nAgtOtq3VH+ff03i&#10;ulM17o8/H+OsrNz1mPXlyVdKvU6H3TuISEN8hh/tUivI8yX8n0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ortcMAAADcAAAADwAAAAAAAAAAAAAAAACYAgAAZHJzL2Rv&#10;d25yZXYueG1sUEsFBgAAAAAEAAQA9QAAAIgDAAAAAA==&#10;" fillcolor="#5a96ff" stroked="f"/>
                  <v:rect id="Rectangle 228" o:spid="_x0000_s1252" style="position:absolute;left:2749;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1fhscA&#10;AADcAAAADwAAAGRycy9kb3ducmV2LnhtbESPQWvCQBSE74L/YXlCb7ppDkZTVylCoUWraAv2+Mi+&#10;ZkOzb0N2NbG/vlsQPA4z8w2zWPW2FhdqfeVYweMkAUFcOF1xqeDz42U8A+EDssbaMSm4kofVcjhY&#10;YK5dxwe6HEMpIoR9jgpMCE0upS8MWfQT1xBH79u1FkOUbSl1i12E21qmSTKVFiuOCwYbWhsqfo5n&#10;q2Cbdb/lbFdvkt3evM+n69PXW3ZS6mHUPz+BCNSHe/jWftUK0jSD/zPxCM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dX4bHAAAA3AAAAA8AAAAAAAAAAAAAAAAAmAIAAGRy&#10;cy9kb3ducmV2LnhtbFBLBQYAAAAABAAEAPUAAACMAwAAAAA=&#10;" fillcolor="#5d9cff" stroked="f"/>
                  <v:rect id="Rectangle 229" o:spid="_x0000_s1253" style="position:absolute;left:2777;top:8189;width:3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VOicIA&#10;AADcAAAADwAAAGRycy9kb3ducmV2LnhtbERPz2vCMBS+D/Y/hDfwMjRdDyLVKMUhCB50dbDrs3m2&#10;1ealJNHW/94chB0/vt+L1WBacSfnG8sKviYJCOLS6oYrBb/HzXgGwgdkja1lUvAgD6vl+9sCM217&#10;/qF7ESoRQ9hnqKAOocuk9GVNBv3EdsSRO1tnMEToKqkd9jHctDJNkqk02HBsqLGjdU3ltbgZBRfX&#10;fa83n383vc8febk79bqYHZQafQz5HESgIfyLX+6tVpCmcW08E4+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NU6JwgAAANwAAAAPAAAAAAAAAAAAAAAAAJgCAABkcnMvZG93&#10;bnJldi54bWxQSwUGAAAAAAQABAD1AAAAhwMAAAAA&#10;" fillcolor="#60a1ff" stroked="f"/>
                  <v:shape id="Freeform 230" o:spid="_x0000_s1254" style="position:absolute;left:2810;top:7818;width:28;height:2684;visibility:visible;mso-wrap-style:square;v-text-anchor:top" coordsize="28,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23msUA&#10;AADcAAAADwAAAGRycy9kb3ducmV2LnhtbESPQWvCQBSE74X+h+UJvTUbUxSbukrVFoo3NS309si+&#10;JovZtzG7avz3XUHwOMzMN8x03ttGnKjzxrGCYZKCIC6dNlwpKHafzxMQPiBrbByTggt5mM8eH6aY&#10;a3fmDZ22oRIRwj5HBXUIbS6lL2uy6BPXEkfvz3UWQ5RdJXWH5wi3jczSdCwtGo4LNba0rKncb49W&#10;wc/vqv0YFgcjR6vFCx+/D8YXa6WeBv37G4hAfbiHb+0vrSDLXuF6Jh4BO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beaxQAAANwAAAAPAAAAAAAAAAAAAAAAAJgCAABkcnMv&#10;ZG93bnJldi54bWxQSwUGAAAAAAQABAD1AAAAigMAAAAA&#10;" path="m,879l,371r8,l8,,28,r,2684l8,2684,8,879r-8,xe" fillcolor="#63a6ff" stroked="f">
                    <v:path arrowok="t" o:connecttype="custom" o:connectlocs="0,879;0,371;8,371;8,0;28,0;28,2684;8,2684;8,879;0,879" o:connectangles="0,0,0,0,0,0,0,0,0"/>
                  </v:shape>
                  <v:rect id="Rectangle 231" o:spid="_x0000_s1255" style="position:absolute;left:2838;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6s1cMA&#10;AADcAAAADwAAAGRycy9kb3ducmV2LnhtbERPTWvCQBC9F/oflil4q5tGEI2uUgul1kNB7aHHMTvN&#10;BrOzITtq6q93DwWPj/c9X/a+UWfqYh3YwMswA0VcBltzZeB7//48ARUF2WITmAz8UYTl4vFhjoUN&#10;F97SeSeVSiEcCzTgRNpC61g68hiHoSVO3G/oPEqCXaVth5cU7hudZ9lYe6w5NThs6c1RedydvAH7&#10;k39eN6uVO65PHw1NDlPZfokxg6f+dQZKqJe7+N+9tgbyUZqfzqQjo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6s1cMAAADcAAAADwAAAAAAAAAAAAAAAACYAgAAZHJzL2Rv&#10;d25yZXYueG1sUEsFBgAAAAAEAAQA9QAAAIgDAAAAAA==&#10;" fillcolor="#67abff" stroked="f"/>
                  <v:rect id="Rectangle 232" o:spid="_x0000_s1256" style="position:absolute;left:286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HYR8MA&#10;AADcAAAADwAAAGRycy9kb3ducmV2LnhtbESPT4vCMBTE74LfITxhb5r6B1mqqYhLweuqWPb2aJ5t&#10;sXkpTVbTb79ZEDwOM/MbZrsLphUP6l1jWcF8loAgLq1uuFJwOefTTxDOI2tsLZOCgRzssvFoi6m2&#10;T/6mx8lXIkLYpaig9r5LpXRlTQbdzHbE0bvZ3qCPsq+k7vEZ4aaViyRZS4MNx4UaOzrUVN5Pv0bB&#10;ldyhC19FsMtiP+RDcUxuPyulPiZhvwHhKfh3+NU+agWL5Rz+z8Qj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HYR8MAAADcAAAADwAAAAAAAAAAAAAAAACYAgAAZHJzL2Rv&#10;d25yZXYueG1sUEsFBgAAAAAEAAQA9QAAAIgDAAAAAA==&#10;" fillcolor="#6ab0ff" stroked="f"/>
                  <v:rect id="Rectangle 233" o:spid="_x0000_s1257" style="position:absolute;left:289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B5MQA&#10;AADcAAAADwAAAGRycy9kb3ducmV2LnhtbESPQWvCQBSE74L/YXmCt7ox1iLRVbQgFApKoyDeHtln&#10;Esy+TbNrjP++KxQ8DjPzDbNYdaYSLTWutKxgPIpAEGdWl5wrOB62bzMQziNrrCyTggc5WC37vQUm&#10;2t75h9rU5yJA2CWooPC+TqR0WUEG3cjWxMG72MagD7LJpW7wHuCmknEUfUiDJYeFAmv6LCi7pjej&#10;AMs03bSex9Hj97T/vqzPcvc+VWo46NZzEJ46/wr/t7+0gngSw/NMO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geTEAAAA3AAAAA8AAAAAAAAAAAAAAAAAmAIAAGRycy9k&#10;b3ducmV2LnhtbFBLBQYAAAAABAAEAPUAAACJAwAAAAA=&#10;" fillcolor="#6db6ff" stroked="f"/>
                  <v:rect id="Rectangle 234" o:spid="_x0000_s1258" style="position:absolute;left:2922;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sIm8IA&#10;AADcAAAADwAAAGRycy9kb3ducmV2LnhtbESPQYvCMBSE7wv+h/AEL4umq1ikGkUWCqInq3h+NM+2&#10;2LzUJmr990YQPA4z8w2zWHWmFndqXWVZwd8oAkGcW11xoeB4SIczEM4ja6wtk4InOVgtez8LTLR9&#10;8J7umS9EgLBLUEHpfZNI6fKSDLqRbYiDd7atQR9kW0jd4iPATS3HURRLgxWHhRIb+i8pv2Q3oyDe&#10;p3GW5jtzIr1p1tPuai6/W6UG/W49B+Gp89/wp73RCsaTCbzPh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ewibwgAAANwAAAAPAAAAAAAAAAAAAAAAAJgCAABkcnMvZG93&#10;bnJldi54bWxQSwUGAAAAAAQABAD1AAAAhwMAAAAA&#10;" fillcolor="#70bbff" stroked="f"/>
                  <v:rect id="Rectangle 235" o:spid="_x0000_s1259" style="position:absolute;left:2951;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Y5iMYA&#10;AADcAAAADwAAAGRycy9kb3ducmV2LnhtbESPQWuDQBSE74X8h+UFcmtWTWiCdQ1pQcghF5P00NvD&#10;fVVb9624G7X/vlso9DjMzDdMdphNJ0YaXGtZQbyOQBBXVrdcK7hdi8c9COeRNXaWScE3OTjki4cM&#10;U20nLmm8+FoECLsUFTTe96mUrmrIoFvbnjh4H3Yw6IMcaqkHnALcdDKJoidpsOWw0GBPrw1VX5e7&#10;URDFeOy74uV9t3uby/h8rZJPu1dqtZyPzyA8zf4//Nc+aQXJZgu/Z8IRk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Y5iMYAAADcAAAADwAAAAAAAAAAAAAAAACYAgAAZHJz&#10;L2Rvd25yZXYueG1sUEsFBgAAAAAEAAQA9QAAAIsDAAAAAA==&#10;" fillcolor="#73c0ff" stroked="f"/>
                  <v:rect id="Rectangle 236" o:spid="_x0000_s1260" style="position:absolute;left:297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91D8YA&#10;AADcAAAADwAAAGRycy9kb3ducmV2LnhtbESPzWoCMRSF94LvEK7QXc04otipUdS2YBdia13U3WVy&#10;nQxObqaTVKdvb4SCy8P5+TjTeWsrcabGl44VDPoJCOLc6ZILBfuvt8cJCB+QNVaOScEfeZjPup0p&#10;Ztpd+JPOu1CIOMI+QwUmhDqT0ueGLPq+q4mjd3SNxRBlU0jd4CWO20qmSTKWFkuOBIM1rQzlp92v&#10;jdzvw/Yn3yyWT+8vr+7DpCHdDzdKPfTaxTOIQG24h//ba60gHY7gdiYeAT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Z91D8YAAADcAAAADwAAAAAAAAAAAAAAAACYAgAAZHJz&#10;L2Rvd25yZXYueG1sUEsFBgAAAAAEAAQA9QAAAIsDAAAAAA==&#10;" fillcolor="#76c5ff" stroked="f"/>
                  <v:rect id="Rectangle 237" o:spid="_x0000_s1261" style="position:absolute;left:300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ojEscA&#10;AADcAAAADwAAAGRycy9kb3ducmV2LnhtbESPW2vCQBSE3wv+h+UUfKubqohE11AvpaG0eKk/4JA9&#10;uWD2bMxuNfbXdwsFH4eZ+YaZJ52pxYVaV1lW8DyIQBBnVldcKDh+vT5NQTiPrLG2TApu5CBZ9B7m&#10;GGt75T1dDr4QAcIuRgWl900spctKMugGtiEOXm5bgz7ItpC6xWuAm1oOo2giDVYcFkpsaFVSdjp8&#10;GwVv+e5I6Tob0+dy26zT9P1n83FWqv/YvcxAeOr8PfzfTrWC4WgCf2fC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aIxLHAAAA3AAAAA8AAAAAAAAAAAAAAAAAmAIAAGRy&#10;cy9kb3ducmV2LnhtbFBLBQYAAAAABAAEAPUAAACMAwAAAAA=&#10;" fillcolor="#79caff" stroked="f"/>
                  <v:rect id="Rectangle 238" o:spid="_x0000_s1262" style="position:absolute;left:303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9jsYA&#10;AADcAAAADwAAAGRycy9kb3ducmV2LnhtbESPzWrDMBCE74W+g9hCb7WcnzbBtRzSlEB6SKCxH2Br&#10;bWwTa2Us1XHePgoUehxm5hsmXY2mFQP1rrGsYBLFIIhLqxuuFBT59mUJwnlkja1lUnAlB6vs8SHF&#10;RNsLf9Nw9JUIEHYJKqi97xIpXVmTQRfZjjh4J9sb9EH2ldQ9XgLctHIax2/SYMNhocaONjWV5+Ov&#10;UbD/ydfzw+bzdel58VUUbjjNPqRSz0/j+h2Ep9H/h//aO61gOlvA/Uw4Aj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h9jsYAAADcAAAADwAAAAAAAAAAAAAAAACYAgAAZHJz&#10;L2Rvd25yZXYueG1sUEsFBgAAAAAEAAQA9QAAAIsDAAAAAA==&#10;" fillcolor="#7cd0ff" stroked="f"/>
                  <v:rect id="Rectangle 239" o:spid="_x0000_s1263" style="position:absolute;left:3063;top:7818;width:33;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1Z0MIA&#10;AADcAAAADwAAAGRycy9kb3ducmV2LnhtbERPz2vCMBS+C/4P4Qm7zdQKY1SjiCII7rDpph4fzbOt&#10;Ni8lSbX+9+Yw8Pjx/Z7OO1OLGzlfWVYwGiYgiHOrKy4U/O7X758gfEDWWFsmBQ/yMJ/1e1PMtL3z&#10;D912oRAxhH2GCsoQmkxKn5dk0A9tQxy5s3UGQ4SukNrhPYabWqZJ8iENVhwbSmxoWVJ+3bVGweHy&#10;5dttaK3bnP7Gx8P3Km2XF6XeBt1iAiJQF17if/dGK0jHcW08E4+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DVnQwgAAANwAAAAPAAAAAAAAAAAAAAAAAJgCAABkcnMvZG93&#10;bnJldi54bWxQSwUGAAAAAAQABAD1AAAAhwMAAAAA&#10;" fillcolor="#80d5ff" stroked="f"/>
                  <v:rect id="Rectangle 240" o:spid="_x0000_s1264" style="position:absolute;left:309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LcUA&#10;AADcAAAADwAAAGRycy9kb3ducmV2LnhtbESPS4vCQBCE78L+h6EXvOlEBXGjoyyCqBfxsYvsrcm0&#10;SdhMT8iMefx7RxA8FlX1FbVYtaYQNVUut6xgNIxAECdW55wq+LlsBjMQziNrLCyTgo4crJYfvQXG&#10;2jZ8ovrsUxEg7GJUkHlfxlK6JCODbmhL4uDdbGXQB1mlUlfYBLgp5DiKptJgzmEhw5LWGSX/57tR&#10;sI+uk+3xd1Y33eGgr3/HUX7qNkr1P9vvOQhPrX+HX+2dVjCefMHzTDgC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dotxQAAANwAAAAPAAAAAAAAAAAAAAAAAJgCAABkcnMv&#10;ZG93bnJldi54bWxQSwUGAAAAAAQABAD1AAAAigMAAAAA&#10;" fillcolor="#83daff" stroked="f"/>
                  <v:rect id="Rectangle 241" o:spid="_x0000_s1265" style="position:absolute;left:312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0wccUA&#10;AADcAAAADwAAAGRycy9kb3ducmV2LnhtbERPy2rCQBTdF/oPwy24q5NqkZhmFAkIYjettaK728zN&#10;g2buhMwYU7++sxBcHs47XQ6mET11rras4GUcgSDOra65VLD/Wj/HIJxH1thYJgV/5GC5eHxIMdH2&#10;wp/U73wpQgi7BBVU3reJlC6vyKAb25Y4cIXtDPoAu1LqDi8h3DRyEkUzabDm0FBhS1lF+e/ubBRM&#10;59nhuu1/Pq6n7/dZVuzX8TFulBo9Das3EJ4Gfxff3ButYPIa5ocz4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DTBxxQAAANwAAAAPAAAAAAAAAAAAAAAAAJgCAABkcnMv&#10;ZG93bnJldi54bWxQSwUGAAAAAAQABAD1AAAAigMAAAAA&#10;" fillcolor="#86dfff" stroked="f"/>
                  <v:rect id="Rectangle 242" o:spid="_x0000_s1266" style="position:absolute;left:3152;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TK3MIA&#10;AADcAAAADwAAAGRycy9kb3ducmV2LnhtbESPQWvCQBSE74X+h+UVvNWNEmqJriIlhV7V4Pk1+8yu&#10;Zt+G7DaJ/94tFHocZuYbZrObXCsG6oP1rGAxz0AQ115bbhRUp8/XdxAhImtsPZOCOwXYbZ+fNlho&#10;P/KBhmNsRIJwKFCBibErpAy1IYdh7jvi5F187zAm2TdS9zgmuGvlMsvepEPLacFgRx+G6tvxxykY&#10;c7PaV+Hbj77s8HpalXY4V0rNXqb9GkSkKf6H/9pfWsEyX8DvmXQE5P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1MrcwgAAANwAAAAPAAAAAAAAAAAAAAAAAJgCAABkcnMvZG93&#10;bnJldi54bWxQSwUGAAAAAAQABAD1AAAAhwMAAAAA&#10;" fillcolor="#89e4ff" stroked="f"/>
                  <v:rect id="Rectangle 243" o:spid="_x0000_s1267" style="position:absolute;left:3180;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yhsMA&#10;AADcAAAADwAAAGRycy9kb3ducmV2LnhtbESP0WrCQBRE34X+w3ILvtVNgxYbXaW0VfRJGv2AS/aa&#10;RLN3w+7WxL93BcHHYWbOMPNlbxpxIedrywreRwkI4sLqmksFh/3qbQrCB2SNjWVScCUPy8XLYI6Z&#10;th3/0SUPpYgQ9hkqqEJoMyl9UZFBP7ItcfSO1hkMUbpSaoddhJtGpknyIQ3WHBcqbOm7ouKc/xsF&#10;J9zUk9/9sfuZunSXN+vW8edWqeFr/zUDEagPz/CjvdEK0nEK9zPxCM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lyhsMAAADcAAAADwAAAAAAAAAAAAAAAACYAgAAZHJzL2Rv&#10;d25yZXYueG1sUEsFBgAAAAAEAAQA9QAAAIgDAAAAAA==&#10;" fillcolor="#8ceaff" stroked="f"/>
                  <v:rect id="Rectangle 244" o:spid="_x0000_s1268" style="position:absolute;left:320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1Ch8MA&#10;AADcAAAADwAAAGRycy9kb3ducmV2LnhtbESP3WoCMRSE7wu+QzhC72pWa21ZjSJCqV4Vfx7gdHO6&#10;WdycLJsYd9/eCIKXw8x8wyxWna1FpNZXjhWMRxkI4sLpiksFp+P32xcIH5A11o5JQU8eVsvBywJz&#10;7a68p3gIpUgQ9jkqMCE0uZS+MGTRj1xDnLx/11oMSbal1C1eE9zWcpJlM2mx4rRgsKGNoeJ8uFgF&#10;hf6YNfHnT/5+dtOsjybu+loq9Trs1nMQgbrwDD/aW61gMn2H+5l0BO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1Ch8MAAADcAAAADwAAAAAAAAAAAAAAAACYAgAAZHJzL2Rv&#10;d25yZXYueG1sUEsFBgAAAAAEAAQA9QAAAIgDAAAAAA==&#10;" fillcolor="#8fefff" stroked="f"/>
                  <v:rect id="Rectangle 245" o:spid="_x0000_s1269" style="position:absolute;left:323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eodMYA&#10;AADcAAAADwAAAGRycy9kb3ducmV2LnhtbESPQWvCQBSE74L/YXlCL6VuDCJt6iqiFgriwbT0/Jp9&#10;zYZm34bsNon+elcoeBxm5htmuR5sLTpqfeVYwWyagCAunK64VPD58fb0DMIHZI21Y1JwJg/r1Xi0&#10;xEy7nk/U5aEUEcI+QwUmhCaT0heGLPqpa4ij9+NaiyHKtpS6xT7CbS3TJFlIixXHBYMNbQ0Vv/mf&#10;VfB9yQ/9fnfeX4ruhY+PqUm+Dkaph8mweQURaAj38H/7XStI53O4nYlH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eodMYAAADcAAAADwAAAAAAAAAAAAAAAACYAgAAZHJz&#10;L2Rvd25yZXYueG1sUEsFBgAAAAAEAAQA9QAAAIsDAAAAAA==&#10;" fillcolor="#92f4ff" stroked="f"/>
                  <v:rect id="Rectangle 246" o:spid="_x0000_s1270" style="position:absolute;left:326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C+MUA&#10;AADcAAAADwAAAGRycy9kb3ducmV2LnhtbESPQWvCQBSE7wX/w/KE3uqmYiVGVxFBsBQCsTno7ZF9&#10;JrHZtyG76vbfdwuFHoeZ+YZZbYLpxJ0G11pW8DpJQBBXVrdcKyg/9y8pCOeRNXaWScE3OdisR08r&#10;zLR9cEH3o69FhLDLUEHjfZ9J6aqGDLqJ7Ymjd7GDQR/lUEs94CPCTSenSTKXBluOCw32tGuo+jre&#10;jIJQlPlHSHt6D/mivObndF6cUqWex2G7BOEp+P/wX/ugFUxnb/B7Jh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VML4xQAAANwAAAAPAAAAAAAAAAAAAAAAAJgCAABkcnMv&#10;ZG93bnJldi54bWxQSwUGAAAAAAQABAD1AAAAigMAAAAA&#10;" fillcolor="#95f9ff" stroked="f"/>
                  <v:rect id="Rectangle 247" o:spid="_x0000_s1271" style="position:absolute;left:3293;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QcYA&#10;AADcAAAADwAAAGRycy9kb3ducmV2LnhtbESPT2vCQBTE70K/w/IK3uqmQWxJ3Yi0CB70YLTg8TX7&#10;zB+zb9PsGuO3dwsFj8PM/IaZLwbTiJ46V1lW8DqJQBDnVldcKDjsVy/vIJxH1thYJgU3crBIn0Zz&#10;TLS98o76zBciQNglqKD0vk2kdHlJBt3EtsTBO9nOoA+yK6Tu8BrgppFxFM2kwYrDQoktfZaUn7OL&#10;UWBMtvzO669jvf7d9jt/fKN486PU+HlYfoDwNPhH+L+91gri6Qz+zoQjI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b/QcYAAADcAAAADwAAAAAAAAAAAAAAAACYAgAAZHJz&#10;L2Rvd25yZXYueG1sUEsFBgAAAAAEAAQA9QAAAIsDAAAAAA==&#10;" fillcolor="#9ff" stroked="f"/>
                </v:group>
                <v:rect id="Rectangle 248" o:spid="_x0000_s1272" style="position:absolute;left:2840;top:1704;width:396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Tb2sUA&#10;AADcAAAADwAAAGRycy9kb3ducmV2LnhtbESPQWvCQBSE7wX/w/IKXopuFKkluooIYiiCGKvnR/aZ&#10;hGbfxuw2if/eLRR6HGbmG2a57k0lWmpcaVnBZByBIM6sLjlX8HXejT5AOI+ssbJMCh7kYL0avCwx&#10;1rbjE7Wpz0WAsItRQeF9HUvpsoIMurGtiYN3s41BH2STS91gF+CmktMoepcGSw4LBda0LSj7Tn+M&#10;gi47ttfzYS+Pb9fE8j25b9PLp1LD136zAOGp9//hv3aiFUxnc/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1NvaxQAAANwAAAAPAAAAAAAAAAAAAAAAAJgCAABkcnMv&#10;ZG93bnJldi54bWxQSwUGAAAAAAQABAD1AAAAigMAAAAA&#10;" filled="f" stroked="f">
                  <o:lock v:ext="edit" aspectratio="t"/>
                </v:rect>
              </v:group>
            </w:pict>
          </mc:Fallback>
        </mc:AlternateContent>
      </w:r>
    </w:p>
    <w:p w:rsidR="0030662C" w:rsidRPr="000029B1" w:rsidRDefault="0030662C" w:rsidP="0030662C">
      <w:pPr>
        <w:pStyle w:val="Heading2"/>
        <w:pBdr>
          <w:bottom w:val="single" w:sz="6" w:space="4" w:color="auto"/>
        </w:pBdr>
        <w:tabs>
          <w:tab w:val="left" w:pos="735"/>
          <w:tab w:val="center" w:pos="4677"/>
        </w:tabs>
        <w:ind w:left="0" w:firstLine="0"/>
        <w:rPr>
          <w:bCs/>
          <w:smallCaps/>
          <w:sz w:val="28"/>
          <w:lang w:val="ru-RU"/>
          <w14:shadow w14:blurRad="50800" w14:dist="38100" w14:dir="2700000" w14:sx="100000" w14:sy="100000" w14:kx="0" w14:ky="0" w14:algn="tl">
            <w14:srgbClr w14:val="000000">
              <w14:alpha w14:val="60000"/>
            </w14:srgbClr>
          </w14:shadow>
        </w:rPr>
      </w:pPr>
      <w:r w:rsidRPr="000029B1">
        <w:rPr>
          <w:bCs/>
          <w:smallCaps/>
          <w:sz w:val="28"/>
          <w:lang w:val="bg-BG"/>
          <w14:shadow w14:blurRad="50800" w14:dist="38100" w14:dir="2700000" w14:sx="100000" w14:sy="100000" w14:kx="0" w14:ky="0" w14:algn="tl">
            <w14:srgbClr w14:val="000000">
              <w14:alpha w14:val="60000"/>
            </w14:srgbClr>
          </w14:shadow>
        </w:rPr>
        <w:tab/>
      </w:r>
      <w:r w:rsidRPr="000029B1">
        <w:rPr>
          <w:bCs/>
          <w:smallCaps/>
          <w:sz w:val="28"/>
          <w:lang w:val="bg-BG"/>
          <w14:shadow w14:blurRad="50800" w14:dist="38100" w14:dir="2700000" w14:sx="100000" w14:sy="100000" w14:kx="0" w14:ky="0" w14:algn="tl">
            <w14:srgbClr w14:val="000000">
              <w14:alpha w14:val="60000"/>
            </w14:srgbClr>
          </w14:shadow>
        </w:rPr>
        <w:tab/>
      </w:r>
    </w:p>
    <w:p w:rsidR="0030662C" w:rsidRPr="000029B1" w:rsidRDefault="0030662C" w:rsidP="0030662C">
      <w:pPr>
        <w:pStyle w:val="Heading2"/>
        <w:pBdr>
          <w:bottom w:val="single" w:sz="6" w:space="4" w:color="auto"/>
        </w:pBdr>
        <w:tabs>
          <w:tab w:val="left" w:pos="735"/>
          <w:tab w:val="center" w:pos="4677"/>
        </w:tabs>
        <w:ind w:left="0" w:firstLine="0"/>
        <w:rPr>
          <w:bCs/>
          <w:smallCaps/>
          <w:sz w:val="28"/>
          <w:lang w:val="ru-RU"/>
          <w14:shadow w14:blurRad="50800" w14:dist="38100" w14:dir="2700000" w14:sx="100000" w14:sy="100000" w14:kx="0" w14:ky="0" w14:algn="tl">
            <w14:srgbClr w14:val="000000">
              <w14:alpha w14:val="60000"/>
            </w14:srgbClr>
          </w14:shadow>
        </w:rPr>
      </w:pPr>
    </w:p>
    <w:p w:rsidR="0030662C" w:rsidRPr="000F5269" w:rsidRDefault="0030662C" w:rsidP="0030662C">
      <w:pPr>
        <w:pStyle w:val="Heading2"/>
        <w:pBdr>
          <w:bottom w:val="single" w:sz="6" w:space="4" w:color="auto"/>
        </w:pBdr>
        <w:tabs>
          <w:tab w:val="left" w:pos="735"/>
          <w:tab w:val="center" w:pos="4677"/>
        </w:tabs>
        <w:ind w:left="0" w:firstLine="0"/>
        <w:jc w:val="center"/>
        <w:rPr>
          <w:rFonts w:ascii="Times New Roman Bold" w:hAnsi="Times New Roman Bold"/>
          <w:bCs/>
          <w:smallCaps/>
          <w:spacing w:val="60"/>
          <w:sz w:val="28"/>
          <w:lang w:val="bg-BG"/>
          <w14:shadow w14:blurRad="50800" w14:dist="38100" w14:dir="2700000" w14:sx="100000" w14:sy="100000" w14:kx="0" w14:ky="0" w14:algn="tl">
            <w14:srgbClr w14:val="000000">
              <w14:alpha w14:val="60000"/>
            </w14:srgbClr>
          </w14:shadow>
        </w:rPr>
      </w:pPr>
      <w:r w:rsidRPr="000F5269">
        <w:rPr>
          <w:rFonts w:ascii="Times New Roman Bold" w:hAnsi="Times New Roman Bold"/>
          <w:bCs/>
          <w:smallCaps/>
          <w:spacing w:val="60"/>
          <w:sz w:val="28"/>
          <w:lang w:val="bg-BG"/>
          <w14:shadow w14:blurRad="50800" w14:dist="38100" w14:dir="2700000" w14:sx="100000" w14:sy="100000" w14:kx="0" w14:ky="0" w14:algn="tl">
            <w14:srgbClr w14:val="000000">
              <w14:alpha w14:val="60000"/>
            </w14:srgbClr>
          </w14:shadow>
        </w:rPr>
        <w:t>НАЦИОНАЛНА ЗДРАВНООСИГУРИТЕЛНА КАСА</w:t>
      </w:r>
    </w:p>
    <w:p w:rsidR="0030662C" w:rsidRPr="00C4080D" w:rsidRDefault="0030662C" w:rsidP="005101AA">
      <w:pPr>
        <w:pStyle w:val="Heading5"/>
        <w:pBdr>
          <w:top w:val="single" w:sz="4" w:space="1" w:color="auto"/>
        </w:pBdr>
        <w:tabs>
          <w:tab w:val="center" w:pos="4678"/>
          <w:tab w:val="right" w:pos="9356"/>
        </w:tabs>
        <w:spacing w:before="0" w:after="0"/>
        <w:rPr>
          <w:sz w:val="18"/>
        </w:rPr>
      </w:pPr>
      <w:r w:rsidRPr="00C4080D">
        <w:rPr>
          <w:sz w:val="18"/>
        </w:rPr>
        <w:t xml:space="preserve">София 1407, ул. “Кричим” </w:t>
      </w:r>
      <w:proofErr w:type="spellStart"/>
      <w:r w:rsidRPr="00C4080D">
        <w:rPr>
          <w:sz w:val="18"/>
        </w:rPr>
        <w:t>No</w:t>
      </w:r>
      <w:proofErr w:type="spellEnd"/>
      <w:r w:rsidRPr="00C4080D">
        <w:rPr>
          <w:sz w:val="18"/>
        </w:rPr>
        <w:t xml:space="preserve"> 1</w:t>
      </w:r>
      <w:r w:rsidRPr="007432FD">
        <w:rPr>
          <w:sz w:val="18"/>
          <w:lang w:val="ru-RU"/>
        </w:rPr>
        <w:tab/>
      </w:r>
      <w:hyperlink r:id="rId9" w:history="1">
        <w:r w:rsidRPr="002E42AE">
          <w:rPr>
            <w:rStyle w:val="Hyperlink"/>
            <w:sz w:val="18"/>
          </w:rPr>
          <w:t>www.nhif.bg</w:t>
        </w:r>
      </w:hyperlink>
      <w:r>
        <w:rPr>
          <w:sz w:val="18"/>
        </w:rPr>
        <w:t xml:space="preserve"> </w:t>
      </w:r>
      <w:r w:rsidRPr="007432FD">
        <w:rPr>
          <w:sz w:val="18"/>
          <w:lang w:val="ru-RU"/>
        </w:rPr>
        <w:tab/>
      </w:r>
      <w:r>
        <w:rPr>
          <w:sz w:val="18"/>
        </w:rPr>
        <w:t xml:space="preserve"> тел: +359 2 96591</w:t>
      </w:r>
      <w:r w:rsidRPr="007432FD">
        <w:rPr>
          <w:sz w:val="18"/>
          <w:lang w:val="ru-RU"/>
        </w:rPr>
        <w:t>21</w:t>
      </w:r>
      <w:r w:rsidRPr="00C4080D">
        <w:rPr>
          <w:sz w:val="18"/>
        </w:rPr>
        <w:t xml:space="preserve"> </w:t>
      </w:r>
    </w:p>
    <w:p w:rsidR="0030662C" w:rsidRDefault="0030662C" w:rsidP="0030662C">
      <w:pPr>
        <w:pStyle w:val="Header"/>
      </w:pPr>
    </w:p>
    <w:p w:rsidR="00110616" w:rsidRPr="000C6EA2" w:rsidRDefault="00110616" w:rsidP="00110616">
      <w:pPr>
        <w:tabs>
          <w:tab w:val="left" w:pos="4395"/>
        </w:tabs>
        <w:spacing w:line="360" w:lineRule="auto"/>
        <w:ind w:firstLine="1260"/>
        <w:rPr>
          <w:b/>
          <w:sz w:val="28"/>
          <w:szCs w:val="28"/>
        </w:rPr>
      </w:pPr>
      <w:bookmarkStart w:id="0" w:name="_GoBack"/>
    </w:p>
    <w:p w:rsidR="007F0C86" w:rsidRPr="000C6EA2" w:rsidRDefault="007F0C86" w:rsidP="00110616">
      <w:pPr>
        <w:spacing w:line="360" w:lineRule="auto"/>
        <w:jc w:val="center"/>
        <w:rPr>
          <w:b/>
          <w:sz w:val="48"/>
          <w:szCs w:val="48"/>
        </w:rPr>
      </w:pPr>
    </w:p>
    <w:p w:rsidR="003D33A5" w:rsidRPr="000C6EA2" w:rsidRDefault="003D33A5" w:rsidP="00110616">
      <w:pPr>
        <w:spacing w:line="360" w:lineRule="auto"/>
        <w:jc w:val="center"/>
        <w:rPr>
          <w:b/>
          <w:sz w:val="48"/>
          <w:szCs w:val="48"/>
        </w:rPr>
      </w:pPr>
    </w:p>
    <w:p w:rsidR="00110616" w:rsidRPr="000C6EA2" w:rsidRDefault="00110616" w:rsidP="00110616">
      <w:pPr>
        <w:spacing w:line="360" w:lineRule="auto"/>
        <w:jc w:val="center"/>
        <w:rPr>
          <w:b/>
          <w:sz w:val="48"/>
          <w:szCs w:val="48"/>
        </w:rPr>
      </w:pPr>
      <w:r w:rsidRPr="000C6EA2">
        <w:rPr>
          <w:b/>
          <w:sz w:val="48"/>
          <w:szCs w:val="48"/>
        </w:rPr>
        <w:t xml:space="preserve">ПРАВИЛА </w:t>
      </w:r>
    </w:p>
    <w:p w:rsidR="00110616" w:rsidRPr="000C6EA2" w:rsidRDefault="000555D8" w:rsidP="000555D8">
      <w:pPr>
        <w:tabs>
          <w:tab w:val="center" w:pos="4677"/>
          <w:tab w:val="left" w:pos="7545"/>
        </w:tabs>
        <w:spacing w:line="360" w:lineRule="auto"/>
        <w:rPr>
          <w:b/>
          <w:sz w:val="36"/>
          <w:szCs w:val="36"/>
        </w:rPr>
      </w:pPr>
      <w:r w:rsidRPr="000C6EA2">
        <w:rPr>
          <w:b/>
          <w:sz w:val="36"/>
          <w:szCs w:val="36"/>
        </w:rPr>
        <w:tab/>
      </w:r>
      <w:r w:rsidR="00110616" w:rsidRPr="000C6EA2">
        <w:rPr>
          <w:b/>
          <w:sz w:val="36"/>
          <w:szCs w:val="36"/>
        </w:rPr>
        <w:t xml:space="preserve">ЗА </w:t>
      </w:r>
      <w:r w:rsidRPr="000C6EA2">
        <w:rPr>
          <w:b/>
          <w:sz w:val="36"/>
          <w:szCs w:val="36"/>
        </w:rPr>
        <w:tab/>
      </w:r>
    </w:p>
    <w:p w:rsidR="00110616" w:rsidRPr="000C6EA2" w:rsidRDefault="00110616" w:rsidP="00110616">
      <w:pPr>
        <w:spacing w:line="360" w:lineRule="auto"/>
        <w:jc w:val="center"/>
        <w:rPr>
          <w:b/>
          <w:sz w:val="36"/>
          <w:szCs w:val="36"/>
        </w:rPr>
      </w:pPr>
      <w:r w:rsidRPr="000C6EA2">
        <w:rPr>
          <w:b/>
          <w:sz w:val="36"/>
          <w:szCs w:val="36"/>
        </w:rPr>
        <w:t xml:space="preserve">УСЛОВИЯТА И РЕДА </w:t>
      </w:r>
    </w:p>
    <w:p w:rsidR="00110616" w:rsidRPr="000C6EA2" w:rsidRDefault="00110616" w:rsidP="00110616">
      <w:pPr>
        <w:spacing w:line="360" w:lineRule="auto"/>
        <w:jc w:val="center"/>
        <w:rPr>
          <w:b/>
          <w:sz w:val="36"/>
          <w:szCs w:val="36"/>
        </w:rPr>
      </w:pPr>
      <w:r w:rsidRPr="000C6EA2">
        <w:rPr>
          <w:b/>
          <w:sz w:val="36"/>
          <w:szCs w:val="36"/>
        </w:rPr>
        <w:t xml:space="preserve">ЗА </w:t>
      </w:r>
    </w:p>
    <w:p w:rsidR="00110616" w:rsidRPr="000C6EA2" w:rsidRDefault="00110616" w:rsidP="00110616">
      <w:pPr>
        <w:spacing w:line="360" w:lineRule="auto"/>
        <w:jc w:val="center"/>
        <w:rPr>
          <w:b/>
          <w:sz w:val="36"/>
          <w:szCs w:val="36"/>
        </w:rPr>
      </w:pPr>
      <w:r w:rsidRPr="000C6EA2">
        <w:rPr>
          <w:b/>
          <w:sz w:val="36"/>
          <w:szCs w:val="36"/>
        </w:rPr>
        <w:t>ПРИЛАГАНЕ НА ЧЛ. 4, АЛ. 1</w:t>
      </w:r>
      <w:r w:rsidR="0030662C" w:rsidRPr="000C6EA2">
        <w:rPr>
          <w:b/>
          <w:sz w:val="36"/>
          <w:szCs w:val="36"/>
        </w:rPr>
        <w:t>,</w:t>
      </w:r>
      <w:r w:rsidRPr="000C6EA2">
        <w:rPr>
          <w:b/>
          <w:sz w:val="36"/>
          <w:szCs w:val="36"/>
        </w:rPr>
        <w:t xml:space="preserve"> </w:t>
      </w:r>
      <w:r w:rsidR="0030662C" w:rsidRPr="000C6EA2">
        <w:rPr>
          <w:b/>
          <w:sz w:val="36"/>
          <w:szCs w:val="36"/>
        </w:rPr>
        <w:t xml:space="preserve">АЛ. 2 </w:t>
      </w:r>
      <w:r w:rsidRPr="000C6EA2">
        <w:rPr>
          <w:b/>
          <w:sz w:val="36"/>
          <w:szCs w:val="36"/>
        </w:rPr>
        <w:t xml:space="preserve">и АЛ. </w:t>
      </w:r>
      <w:r w:rsidR="0030662C" w:rsidRPr="000C6EA2">
        <w:rPr>
          <w:b/>
          <w:sz w:val="36"/>
          <w:szCs w:val="36"/>
        </w:rPr>
        <w:t>3</w:t>
      </w:r>
      <w:r w:rsidRPr="000C6EA2">
        <w:rPr>
          <w:b/>
          <w:sz w:val="36"/>
          <w:szCs w:val="36"/>
        </w:rPr>
        <w:t xml:space="preserve"> </w:t>
      </w:r>
    </w:p>
    <w:p w:rsidR="00110616" w:rsidRPr="000C6EA2" w:rsidRDefault="00110616" w:rsidP="00110616">
      <w:pPr>
        <w:spacing w:line="360" w:lineRule="auto"/>
        <w:jc w:val="center"/>
        <w:rPr>
          <w:b/>
          <w:sz w:val="36"/>
          <w:szCs w:val="36"/>
        </w:rPr>
      </w:pPr>
      <w:r w:rsidRPr="000C6EA2">
        <w:rPr>
          <w:b/>
          <w:sz w:val="36"/>
          <w:szCs w:val="36"/>
        </w:rPr>
        <w:t xml:space="preserve">ОТ </w:t>
      </w:r>
    </w:p>
    <w:p w:rsidR="00110616" w:rsidRPr="000C6EA2" w:rsidRDefault="00110616" w:rsidP="00110616">
      <w:pPr>
        <w:spacing w:line="360" w:lineRule="auto"/>
        <w:jc w:val="center"/>
        <w:rPr>
          <w:b/>
          <w:sz w:val="36"/>
          <w:szCs w:val="36"/>
        </w:rPr>
      </w:pPr>
      <w:r w:rsidRPr="000C6EA2">
        <w:rPr>
          <w:b/>
          <w:sz w:val="36"/>
          <w:szCs w:val="36"/>
        </w:rPr>
        <w:t xml:space="preserve">ЗАКОНА ЗА БЮДЖЕТА </w:t>
      </w:r>
    </w:p>
    <w:p w:rsidR="00110616" w:rsidRPr="000C6EA2" w:rsidRDefault="00110616" w:rsidP="00110616">
      <w:pPr>
        <w:spacing w:line="360" w:lineRule="auto"/>
        <w:jc w:val="center"/>
        <w:rPr>
          <w:b/>
          <w:sz w:val="36"/>
          <w:szCs w:val="36"/>
        </w:rPr>
      </w:pPr>
      <w:r w:rsidRPr="000C6EA2">
        <w:rPr>
          <w:b/>
          <w:sz w:val="36"/>
          <w:szCs w:val="36"/>
        </w:rPr>
        <w:t xml:space="preserve">НА </w:t>
      </w:r>
    </w:p>
    <w:p w:rsidR="00110616" w:rsidRPr="000C6EA2" w:rsidRDefault="00110616" w:rsidP="00110616">
      <w:pPr>
        <w:spacing w:line="360" w:lineRule="auto"/>
        <w:jc w:val="center"/>
        <w:rPr>
          <w:b/>
          <w:sz w:val="36"/>
          <w:szCs w:val="36"/>
        </w:rPr>
      </w:pPr>
      <w:r w:rsidRPr="000C6EA2">
        <w:rPr>
          <w:b/>
          <w:sz w:val="36"/>
          <w:szCs w:val="36"/>
        </w:rPr>
        <w:t>НАЦИОНАЛНАТА ЗДРАВНООСИГУРИТЕЛНА КАСА</w:t>
      </w:r>
    </w:p>
    <w:p w:rsidR="00110616" w:rsidRPr="000C6EA2" w:rsidRDefault="00110616" w:rsidP="00110616">
      <w:pPr>
        <w:spacing w:line="360" w:lineRule="auto"/>
        <w:jc w:val="center"/>
        <w:rPr>
          <w:b/>
          <w:sz w:val="36"/>
          <w:szCs w:val="36"/>
        </w:rPr>
      </w:pPr>
      <w:r w:rsidRPr="000C6EA2">
        <w:rPr>
          <w:b/>
          <w:sz w:val="36"/>
          <w:szCs w:val="36"/>
        </w:rPr>
        <w:t xml:space="preserve">ЗА </w:t>
      </w:r>
    </w:p>
    <w:p w:rsidR="00110616" w:rsidRPr="000C6EA2" w:rsidRDefault="00110616" w:rsidP="00110616">
      <w:pPr>
        <w:spacing w:line="360" w:lineRule="auto"/>
        <w:jc w:val="center"/>
        <w:rPr>
          <w:b/>
          <w:sz w:val="36"/>
          <w:szCs w:val="36"/>
        </w:rPr>
      </w:pPr>
      <w:r w:rsidRPr="000C6EA2">
        <w:rPr>
          <w:b/>
          <w:sz w:val="36"/>
          <w:szCs w:val="36"/>
        </w:rPr>
        <w:t>201</w:t>
      </w:r>
      <w:r w:rsidR="00A6314B" w:rsidRPr="000C6EA2">
        <w:rPr>
          <w:b/>
          <w:sz w:val="36"/>
          <w:szCs w:val="36"/>
        </w:rPr>
        <w:t>8</w:t>
      </w:r>
      <w:r w:rsidRPr="000C6EA2">
        <w:rPr>
          <w:b/>
          <w:sz w:val="36"/>
          <w:szCs w:val="36"/>
        </w:rPr>
        <w:t xml:space="preserve"> г. </w:t>
      </w:r>
    </w:p>
    <w:p w:rsidR="00110616" w:rsidRPr="000C6EA2" w:rsidRDefault="00110616" w:rsidP="00110616">
      <w:pPr>
        <w:spacing w:line="360" w:lineRule="auto"/>
        <w:jc w:val="center"/>
        <w:rPr>
          <w:sz w:val="24"/>
          <w:szCs w:val="24"/>
        </w:rPr>
      </w:pPr>
    </w:p>
    <w:p w:rsidR="00110616" w:rsidRPr="000C6EA2" w:rsidRDefault="00110616" w:rsidP="00110616">
      <w:pPr>
        <w:spacing w:line="360" w:lineRule="auto"/>
        <w:jc w:val="center"/>
        <w:rPr>
          <w:sz w:val="24"/>
          <w:szCs w:val="24"/>
        </w:rPr>
      </w:pPr>
    </w:p>
    <w:p w:rsidR="00110616" w:rsidRPr="000C6EA2" w:rsidRDefault="002309E9" w:rsidP="007D3107">
      <w:pPr>
        <w:keepNext/>
        <w:spacing w:line="300" w:lineRule="atLeast"/>
        <w:jc w:val="center"/>
        <w:rPr>
          <w:b/>
          <w:sz w:val="24"/>
          <w:szCs w:val="24"/>
        </w:rPr>
      </w:pPr>
      <w:r w:rsidRPr="000C6EA2">
        <w:rPr>
          <w:b/>
          <w:sz w:val="24"/>
          <w:szCs w:val="24"/>
        </w:rPr>
        <w:t xml:space="preserve"> </w:t>
      </w:r>
      <w:r w:rsidR="00DD4F51" w:rsidRPr="000C6EA2">
        <w:rPr>
          <w:b/>
          <w:sz w:val="24"/>
          <w:szCs w:val="24"/>
        </w:rPr>
        <w:t xml:space="preserve"> </w:t>
      </w:r>
      <w:r w:rsidR="00110616" w:rsidRPr="000C6EA2">
        <w:rPr>
          <w:sz w:val="24"/>
          <w:szCs w:val="24"/>
        </w:rPr>
        <w:br w:type="page"/>
      </w:r>
      <w:r w:rsidR="00110616" w:rsidRPr="000C6EA2">
        <w:rPr>
          <w:b/>
          <w:sz w:val="24"/>
          <w:szCs w:val="24"/>
        </w:rPr>
        <w:lastRenderedPageBreak/>
        <w:t>ГЛАВА І</w:t>
      </w:r>
    </w:p>
    <w:p w:rsidR="00110616" w:rsidRPr="000C6EA2" w:rsidRDefault="00110616" w:rsidP="007D3107">
      <w:pPr>
        <w:keepNext/>
        <w:spacing w:line="300" w:lineRule="atLeast"/>
        <w:jc w:val="center"/>
        <w:rPr>
          <w:b/>
          <w:sz w:val="24"/>
          <w:szCs w:val="24"/>
        </w:rPr>
      </w:pPr>
      <w:r w:rsidRPr="000C6EA2">
        <w:rPr>
          <w:b/>
          <w:sz w:val="24"/>
          <w:szCs w:val="24"/>
        </w:rPr>
        <w:t>ОБЩИ ПОЛОЖЕНИЯ</w:t>
      </w:r>
    </w:p>
    <w:p w:rsidR="00462826" w:rsidRPr="000C6EA2" w:rsidRDefault="00462826" w:rsidP="007D3107">
      <w:pPr>
        <w:spacing w:line="300" w:lineRule="atLeast"/>
        <w:ind w:firstLine="539"/>
        <w:jc w:val="both"/>
        <w:rPr>
          <w:b/>
          <w:sz w:val="24"/>
          <w:szCs w:val="24"/>
        </w:rPr>
      </w:pPr>
    </w:p>
    <w:p w:rsidR="00110616" w:rsidRPr="000C6EA2" w:rsidRDefault="00110616" w:rsidP="007D3107">
      <w:pPr>
        <w:spacing w:line="300" w:lineRule="atLeast"/>
        <w:ind w:firstLine="539"/>
        <w:jc w:val="both"/>
        <w:rPr>
          <w:sz w:val="24"/>
          <w:szCs w:val="24"/>
        </w:rPr>
      </w:pPr>
      <w:r w:rsidRPr="000C6EA2">
        <w:rPr>
          <w:b/>
          <w:sz w:val="24"/>
          <w:szCs w:val="24"/>
        </w:rPr>
        <w:t>Чл. 1.</w:t>
      </w:r>
      <w:r w:rsidRPr="000C6EA2">
        <w:rPr>
          <w:sz w:val="24"/>
          <w:szCs w:val="24"/>
        </w:rPr>
        <w:t> (1)</w:t>
      </w:r>
      <w:r w:rsidR="00C57DAB" w:rsidRPr="000C6EA2">
        <w:rPr>
          <w:sz w:val="24"/>
          <w:szCs w:val="24"/>
        </w:rPr>
        <w:t> </w:t>
      </w:r>
      <w:r w:rsidRPr="000C6EA2">
        <w:rPr>
          <w:sz w:val="24"/>
          <w:szCs w:val="24"/>
        </w:rPr>
        <w:t>С настоящите правила се регламентира:</w:t>
      </w:r>
    </w:p>
    <w:p w:rsidR="00110616" w:rsidRPr="000C6EA2" w:rsidRDefault="00110616" w:rsidP="007D3107">
      <w:pPr>
        <w:spacing w:line="300" w:lineRule="atLeast"/>
        <w:ind w:firstLine="540"/>
        <w:jc w:val="both"/>
        <w:rPr>
          <w:sz w:val="24"/>
          <w:szCs w:val="24"/>
        </w:rPr>
      </w:pPr>
      <w:r w:rsidRPr="000C6EA2">
        <w:rPr>
          <w:sz w:val="24"/>
          <w:szCs w:val="24"/>
        </w:rPr>
        <w:t>1.</w:t>
      </w:r>
      <w:r w:rsidR="00C57DAB" w:rsidRPr="000C6EA2">
        <w:rPr>
          <w:sz w:val="24"/>
          <w:szCs w:val="24"/>
        </w:rPr>
        <w:t> </w:t>
      </w:r>
      <w:r w:rsidRPr="000C6EA2">
        <w:rPr>
          <w:sz w:val="24"/>
          <w:szCs w:val="24"/>
        </w:rPr>
        <w:t xml:space="preserve">условията и реда за </w:t>
      </w:r>
      <w:r w:rsidR="002445F4" w:rsidRPr="000C6EA2">
        <w:rPr>
          <w:sz w:val="24"/>
          <w:szCs w:val="24"/>
        </w:rPr>
        <w:t>утвърждаване</w:t>
      </w:r>
      <w:r w:rsidRPr="000C6EA2">
        <w:rPr>
          <w:sz w:val="24"/>
          <w:szCs w:val="24"/>
        </w:rPr>
        <w:t xml:space="preserve"> на:</w:t>
      </w:r>
    </w:p>
    <w:p w:rsidR="00110616" w:rsidRPr="000C6EA2" w:rsidRDefault="00110616" w:rsidP="007D3107">
      <w:pPr>
        <w:spacing w:line="300" w:lineRule="atLeast"/>
        <w:ind w:firstLine="540"/>
        <w:jc w:val="both"/>
        <w:rPr>
          <w:sz w:val="24"/>
          <w:szCs w:val="24"/>
        </w:rPr>
      </w:pPr>
      <w:r w:rsidRPr="000C6EA2">
        <w:rPr>
          <w:sz w:val="24"/>
          <w:szCs w:val="24"/>
        </w:rPr>
        <w:t>а)</w:t>
      </w:r>
      <w:r w:rsidR="00C57DAB" w:rsidRPr="000C6EA2">
        <w:rPr>
          <w:sz w:val="24"/>
          <w:szCs w:val="24"/>
        </w:rPr>
        <w:t> </w:t>
      </w:r>
      <w:r w:rsidR="00D24814" w:rsidRPr="000C6EA2">
        <w:rPr>
          <w:sz w:val="24"/>
          <w:szCs w:val="24"/>
        </w:rPr>
        <w:t xml:space="preserve">годишна </w:t>
      </w:r>
      <w:r w:rsidRPr="000C6EA2">
        <w:rPr>
          <w:sz w:val="24"/>
          <w:szCs w:val="24"/>
        </w:rPr>
        <w:t>обща стойност на разходите по чл.1, ал.2, ред</w:t>
      </w:r>
      <w:r w:rsidR="00C57DAB" w:rsidRPr="000C6EA2">
        <w:rPr>
          <w:sz w:val="24"/>
          <w:szCs w:val="24"/>
        </w:rPr>
        <w:t> </w:t>
      </w:r>
      <w:r w:rsidRPr="000C6EA2">
        <w:rPr>
          <w:sz w:val="24"/>
          <w:szCs w:val="24"/>
        </w:rPr>
        <w:t>1.</w:t>
      </w:r>
      <w:proofErr w:type="spellStart"/>
      <w:r w:rsidRPr="000C6EA2">
        <w:rPr>
          <w:sz w:val="24"/>
          <w:szCs w:val="24"/>
        </w:rPr>
        <w:t>1</w:t>
      </w:r>
      <w:proofErr w:type="spellEnd"/>
      <w:r w:rsidRPr="000C6EA2">
        <w:rPr>
          <w:sz w:val="24"/>
          <w:szCs w:val="24"/>
        </w:rPr>
        <w:t>.3.5.</w:t>
      </w:r>
      <w:r w:rsidR="00E31CA0" w:rsidRPr="000C6EA2">
        <w:rPr>
          <w:sz w:val="24"/>
          <w:szCs w:val="24"/>
        </w:rPr>
        <w:t>2</w:t>
      </w:r>
      <w:r w:rsidRPr="000C6EA2">
        <w:rPr>
          <w:sz w:val="24"/>
          <w:szCs w:val="24"/>
        </w:rPr>
        <w:t>. (здравноосигурителни плащания за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 ред</w:t>
      </w:r>
      <w:r w:rsidR="00C57DAB" w:rsidRPr="000C6EA2">
        <w:rPr>
          <w:sz w:val="24"/>
          <w:szCs w:val="24"/>
        </w:rPr>
        <w:t> </w:t>
      </w:r>
      <w:r w:rsidRPr="000C6EA2">
        <w:rPr>
          <w:sz w:val="24"/>
          <w:szCs w:val="24"/>
        </w:rPr>
        <w:t>1.</w:t>
      </w:r>
      <w:proofErr w:type="spellStart"/>
      <w:r w:rsidRPr="000C6EA2">
        <w:rPr>
          <w:sz w:val="24"/>
          <w:szCs w:val="24"/>
        </w:rPr>
        <w:t>1</w:t>
      </w:r>
      <w:proofErr w:type="spellEnd"/>
      <w:r w:rsidRPr="000C6EA2">
        <w:rPr>
          <w:sz w:val="24"/>
          <w:szCs w:val="24"/>
        </w:rPr>
        <w:t>.3.6. (здравноосигурителни плащания за медицински изделия, прилагани в болничната медицинска помощ) и ред</w:t>
      </w:r>
      <w:r w:rsidR="00C57DAB" w:rsidRPr="000C6EA2">
        <w:rPr>
          <w:sz w:val="24"/>
          <w:szCs w:val="24"/>
        </w:rPr>
        <w:t> </w:t>
      </w:r>
      <w:r w:rsidRPr="000C6EA2">
        <w:rPr>
          <w:sz w:val="24"/>
          <w:szCs w:val="24"/>
        </w:rPr>
        <w:t>1.</w:t>
      </w:r>
      <w:proofErr w:type="spellStart"/>
      <w:r w:rsidRPr="000C6EA2">
        <w:rPr>
          <w:sz w:val="24"/>
          <w:szCs w:val="24"/>
        </w:rPr>
        <w:t>1</w:t>
      </w:r>
      <w:proofErr w:type="spellEnd"/>
      <w:r w:rsidRPr="000C6EA2">
        <w:rPr>
          <w:sz w:val="24"/>
          <w:szCs w:val="24"/>
        </w:rPr>
        <w:t>.3.7. (здравноосигурителни плащания за болнична медицинска помощ) от Закона за бюджета на Националната здравноосигурителна каса (ЗБНЗОК) за 201</w:t>
      </w:r>
      <w:r w:rsidR="00A6314B" w:rsidRPr="000C6EA2">
        <w:rPr>
          <w:sz w:val="24"/>
          <w:szCs w:val="24"/>
        </w:rPr>
        <w:t>8</w:t>
      </w:r>
      <w:r w:rsidRPr="000C6EA2">
        <w:rPr>
          <w:sz w:val="24"/>
          <w:szCs w:val="24"/>
        </w:rPr>
        <w:t xml:space="preserve"> г. за всяка районна здравноосигурителна каса (РЗОК)</w:t>
      </w:r>
      <w:r w:rsidR="00C1626F" w:rsidRPr="000C6EA2">
        <w:rPr>
          <w:sz w:val="24"/>
          <w:szCs w:val="24"/>
        </w:rPr>
        <w:t>, разпределена по месеци</w:t>
      </w:r>
      <w:r w:rsidRPr="000C6EA2">
        <w:rPr>
          <w:sz w:val="24"/>
          <w:szCs w:val="24"/>
        </w:rPr>
        <w:t>;</w:t>
      </w:r>
    </w:p>
    <w:p w:rsidR="00110616" w:rsidRPr="000C6EA2" w:rsidRDefault="000C3C80" w:rsidP="007D3107">
      <w:pPr>
        <w:spacing w:line="300" w:lineRule="atLeast"/>
        <w:ind w:firstLine="540"/>
        <w:jc w:val="both"/>
        <w:rPr>
          <w:sz w:val="24"/>
          <w:szCs w:val="24"/>
        </w:rPr>
      </w:pPr>
      <w:r w:rsidRPr="000C6EA2">
        <w:rPr>
          <w:sz w:val="24"/>
          <w:szCs w:val="24"/>
        </w:rPr>
        <w:t>б</w:t>
      </w:r>
      <w:r w:rsidR="00110616" w:rsidRPr="000C6EA2">
        <w:rPr>
          <w:sz w:val="24"/>
          <w:szCs w:val="24"/>
        </w:rPr>
        <w:t>)</w:t>
      </w:r>
      <w:r w:rsidR="00C57DAB" w:rsidRPr="000C6EA2">
        <w:rPr>
          <w:sz w:val="24"/>
          <w:szCs w:val="24"/>
        </w:rPr>
        <w:t> </w:t>
      </w:r>
      <w:r w:rsidR="00110616" w:rsidRPr="000C6EA2">
        <w:rPr>
          <w:sz w:val="24"/>
          <w:szCs w:val="24"/>
        </w:rPr>
        <w:t>стойности</w:t>
      </w:r>
      <w:r w:rsidR="00C1626F" w:rsidRPr="000C6EA2">
        <w:rPr>
          <w:sz w:val="24"/>
          <w:szCs w:val="24"/>
        </w:rPr>
        <w:t>те</w:t>
      </w:r>
      <w:r w:rsidR="00110616" w:rsidRPr="000C6EA2">
        <w:rPr>
          <w:sz w:val="24"/>
          <w:szCs w:val="24"/>
        </w:rPr>
        <w:t xml:space="preserve"> </w:t>
      </w:r>
      <w:r w:rsidR="00D24814" w:rsidRPr="000C6EA2">
        <w:rPr>
          <w:sz w:val="24"/>
          <w:szCs w:val="24"/>
        </w:rPr>
        <w:t xml:space="preserve">на разходите </w:t>
      </w:r>
      <w:r w:rsidR="00110616" w:rsidRPr="000C6EA2">
        <w:rPr>
          <w:sz w:val="24"/>
          <w:szCs w:val="24"/>
        </w:rPr>
        <w:t>по буква "а"</w:t>
      </w:r>
      <w:r w:rsidR="00C1626F" w:rsidRPr="000C6EA2">
        <w:rPr>
          <w:sz w:val="24"/>
          <w:szCs w:val="24"/>
        </w:rPr>
        <w:t xml:space="preserve"> по изпълнители на болнична медицинска помощ (БМП), разпределена по месеци</w:t>
      </w:r>
      <w:r w:rsidR="00110616" w:rsidRPr="000C6EA2">
        <w:rPr>
          <w:sz w:val="24"/>
          <w:szCs w:val="24"/>
        </w:rPr>
        <w:t>;</w:t>
      </w:r>
    </w:p>
    <w:p w:rsidR="00110616" w:rsidRPr="000C6EA2" w:rsidRDefault="00110616" w:rsidP="007D3107">
      <w:pPr>
        <w:spacing w:line="300" w:lineRule="atLeast"/>
        <w:ind w:firstLine="540"/>
        <w:jc w:val="both"/>
        <w:rPr>
          <w:sz w:val="24"/>
          <w:szCs w:val="24"/>
        </w:rPr>
      </w:pPr>
      <w:r w:rsidRPr="000C6EA2">
        <w:rPr>
          <w:sz w:val="24"/>
          <w:szCs w:val="24"/>
        </w:rPr>
        <w:t>2.</w:t>
      </w:r>
      <w:r w:rsidR="00C57DAB" w:rsidRPr="000C6EA2">
        <w:rPr>
          <w:sz w:val="24"/>
          <w:szCs w:val="24"/>
        </w:rPr>
        <w:t> </w:t>
      </w:r>
      <w:r w:rsidRPr="000C6EA2">
        <w:rPr>
          <w:sz w:val="24"/>
          <w:szCs w:val="24"/>
        </w:rPr>
        <w:t xml:space="preserve">условията и реда за закупуване от изпълнителите на БМП </w:t>
      </w:r>
      <w:r w:rsidR="000C3C80" w:rsidRPr="000C6EA2">
        <w:rPr>
          <w:sz w:val="24"/>
          <w:szCs w:val="24"/>
        </w:rPr>
        <w:t xml:space="preserve">на обем </w:t>
      </w:r>
      <w:r w:rsidRPr="000C6EA2">
        <w:rPr>
          <w:sz w:val="24"/>
          <w:szCs w:val="24"/>
        </w:rPr>
        <w:t>здравни дейности от пакета по чл.2, ал.1 от ЗЗО в рамките на стойностите по т.1.</w:t>
      </w:r>
    </w:p>
    <w:p w:rsidR="00110616" w:rsidRPr="000C6EA2" w:rsidRDefault="00110616" w:rsidP="007D3107">
      <w:pPr>
        <w:spacing w:line="300" w:lineRule="atLeast"/>
        <w:ind w:firstLine="540"/>
        <w:jc w:val="both"/>
        <w:rPr>
          <w:sz w:val="24"/>
          <w:szCs w:val="24"/>
        </w:rPr>
      </w:pPr>
      <w:r w:rsidRPr="000C6EA2">
        <w:rPr>
          <w:sz w:val="24"/>
          <w:szCs w:val="24"/>
        </w:rPr>
        <w:t>3.</w:t>
      </w:r>
      <w:r w:rsidR="00C57DAB" w:rsidRPr="000C6EA2">
        <w:rPr>
          <w:sz w:val="24"/>
          <w:szCs w:val="24"/>
        </w:rPr>
        <w:t> </w:t>
      </w:r>
      <w:r w:rsidRPr="000C6EA2">
        <w:rPr>
          <w:sz w:val="24"/>
          <w:szCs w:val="24"/>
        </w:rPr>
        <w:t xml:space="preserve">условията и реда за осъществяване на </w:t>
      </w:r>
      <w:r w:rsidR="000C3C80" w:rsidRPr="000C6EA2">
        <w:rPr>
          <w:sz w:val="24"/>
          <w:szCs w:val="24"/>
        </w:rPr>
        <w:t xml:space="preserve">наблюдение, </w:t>
      </w:r>
      <w:r w:rsidRPr="000C6EA2">
        <w:rPr>
          <w:sz w:val="24"/>
          <w:szCs w:val="24"/>
        </w:rPr>
        <w:t>анализ</w:t>
      </w:r>
      <w:r w:rsidR="000C3C80" w:rsidRPr="000C6EA2">
        <w:rPr>
          <w:sz w:val="24"/>
          <w:szCs w:val="24"/>
        </w:rPr>
        <w:t>,</w:t>
      </w:r>
      <w:r w:rsidRPr="000C6EA2">
        <w:rPr>
          <w:sz w:val="24"/>
          <w:szCs w:val="24"/>
        </w:rPr>
        <w:t xml:space="preserve"> контрол </w:t>
      </w:r>
      <w:r w:rsidR="000C3C80" w:rsidRPr="000C6EA2">
        <w:rPr>
          <w:sz w:val="24"/>
          <w:szCs w:val="24"/>
        </w:rPr>
        <w:t xml:space="preserve">и коригиране </w:t>
      </w:r>
      <w:r w:rsidRPr="000C6EA2">
        <w:rPr>
          <w:sz w:val="24"/>
          <w:szCs w:val="24"/>
        </w:rPr>
        <w:t>на определените по т.1 годишни и месечни стойности, както и изпълнението на т.2.</w:t>
      </w:r>
    </w:p>
    <w:p w:rsidR="00110616" w:rsidRPr="000C6EA2" w:rsidRDefault="00110616" w:rsidP="007D3107">
      <w:pPr>
        <w:spacing w:line="300" w:lineRule="atLeast"/>
        <w:ind w:firstLine="540"/>
        <w:jc w:val="both"/>
        <w:rPr>
          <w:sz w:val="24"/>
          <w:szCs w:val="24"/>
        </w:rPr>
      </w:pPr>
      <w:r w:rsidRPr="000C6EA2">
        <w:rPr>
          <w:sz w:val="24"/>
          <w:szCs w:val="24"/>
        </w:rPr>
        <w:t>(2)</w:t>
      </w:r>
      <w:r w:rsidR="00C57DAB" w:rsidRPr="000C6EA2">
        <w:rPr>
          <w:sz w:val="24"/>
          <w:szCs w:val="24"/>
        </w:rPr>
        <w:t> </w:t>
      </w:r>
      <w:r w:rsidR="002445F4" w:rsidRPr="000C6EA2">
        <w:rPr>
          <w:sz w:val="24"/>
          <w:szCs w:val="24"/>
        </w:rPr>
        <w:t>Утвърждаването</w:t>
      </w:r>
      <w:r w:rsidRPr="000C6EA2">
        <w:rPr>
          <w:sz w:val="24"/>
          <w:szCs w:val="24"/>
        </w:rPr>
        <w:t xml:space="preserve"> на стойностите по ал. 1 се извършва в рамките на стойностите по ред</w:t>
      </w:r>
      <w:r w:rsidR="00C57DAB" w:rsidRPr="000C6EA2">
        <w:rPr>
          <w:sz w:val="24"/>
          <w:szCs w:val="24"/>
        </w:rPr>
        <w:t> </w:t>
      </w:r>
      <w:r w:rsidRPr="000C6EA2">
        <w:rPr>
          <w:sz w:val="24"/>
          <w:szCs w:val="24"/>
        </w:rPr>
        <w:t>1.</w:t>
      </w:r>
      <w:proofErr w:type="spellStart"/>
      <w:r w:rsidRPr="000C6EA2">
        <w:rPr>
          <w:sz w:val="24"/>
          <w:szCs w:val="24"/>
        </w:rPr>
        <w:t>1</w:t>
      </w:r>
      <w:proofErr w:type="spellEnd"/>
      <w:r w:rsidRPr="000C6EA2">
        <w:rPr>
          <w:sz w:val="24"/>
          <w:szCs w:val="24"/>
        </w:rPr>
        <w:t>.3.5.</w:t>
      </w:r>
      <w:r w:rsidR="00F70BA2" w:rsidRPr="000C6EA2">
        <w:rPr>
          <w:sz w:val="24"/>
          <w:szCs w:val="24"/>
        </w:rPr>
        <w:t>2</w:t>
      </w:r>
      <w:r w:rsidRPr="000C6EA2">
        <w:rPr>
          <w:sz w:val="24"/>
          <w:szCs w:val="24"/>
        </w:rPr>
        <w:t>, ред</w:t>
      </w:r>
      <w:r w:rsidR="00C57DAB" w:rsidRPr="000C6EA2">
        <w:rPr>
          <w:sz w:val="24"/>
          <w:szCs w:val="24"/>
        </w:rPr>
        <w:t> </w:t>
      </w:r>
      <w:r w:rsidRPr="000C6EA2">
        <w:rPr>
          <w:sz w:val="24"/>
          <w:szCs w:val="24"/>
        </w:rPr>
        <w:t>1.</w:t>
      </w:r>
      <w:proofErr w:type="spellStart"/>
      <w:r w:rsidRPr="000C6EA2">
        <w:rPr>
          <w:sz w:val="24"/>
          <w:szCs w:val="24"/>
        </w:rPr>
        <w:t>1</w:t>
      </w:r>
      <w:proofErr w:type="spellEnd"/>
      <w:r w:rsidRPr="000C6EA2">
        <w:rPr>
          <w:sz w:val="24"/>
          <w:szCs w:val="24"/>
        </w:rPr>
        <w:t>.3.6. и ред</w:t>
      </w:r>
      <w:r w:rsidR="00C57DAB" w:rsidRPr="000C6EA2">
        <w:rPr>
          <w:sz w:val="24"/>
          <w:szCs w:val="24"/>
        </w:rPr>
        <w:t> </w:t>
      </w:r>
      <w:r w:rsidRPr="000C6EA2">
        <w:rPr>
          <w:sz w:val="24"/>
          <w:szCs w:val="24"/>
        </w:rPr>
        <w:t>1.</w:t>
      </w:r>
      <w:proofErr w:type="spellStart"/>
      <w:r w:rsidRPr="000C6EA2">
        <w:rPr>
          <w:sz w:val="24"/>
          <w:szCs w:val="24"/>
        </w:rPr>
        <w:t>1</w:t>
      </w:r>
      <w:proofErr w:type="spellEnd"/>
      <w:r w:rsidRPr="000C6EA2">
        <w:rPr>
          <w:sz w:val="24"/>
          <w:szCs w:val="24"/>
        </w:rPr>
        <w:t>.3.7 от ЗБНЗОК за 201</w:t>
      </w:r>
      <w:r w:rsidR="005D6B78" w:rsidRPr="000C6EA2">
        <w:rPr>
          <w:sz w:val="24"/>
          <w:szCs w:val="24"/>
        </w:rPr>
        <w:t>8</w:t>
      </w:r>
      <w:r w:rsidRPr="000C6EA2">
        <w:rPr>
          <w:sz w:val="24"/>
          <w:szCs w:val="24"/>
        </w:rPr>
        <w:t xml:space="preserve"> г. при използване на средства от резерва по чл.1, ал.2, ред</w:t>
      </w:r>
      <w:r w:rsidR="00C57DAB" w:rsidRPr="000C6EA2">
        <w:rPr>
          <w:sz w:val="24"/>
          <w:szCs w:val="24"/>
        </w:rPr>
        <w:t> </w:t>
      </w:r>
      <w:r w:rsidRPr="000C6EA2">
        <w:rPr>
          <w:sz w:val="24"/>
          <w:szCs w:val="24"/>
        </w:rPr>
        <w:t>1.3. от ЗБНЗОК за 201</w:t>
      </w:r>
      <w:r w:rsidR="005D6B78" w:rsidRPr="000C6EA2">
        <w:rPr>
          <w:sz w:val="24"/>
          <w:szCs w:val="24"/>
        </w:rPr>
        <w:t>8</w:t>
      </w:r>
      <w:r w:rsidRPr="000C6EA2">
        <w:rPr>
          <w:sz w:val="24"/>
          <w:szCs w:val="24"/>
        </w:rPr>
        <w:t xml:space="preserve"> г., съгласно стойностите на обемите и цените на дейностите от БМП по чл.55, ал.2, т.3а от ЗЗО, подлежащи на заплащане през 201</w:t>
      </w:r>
      <w:r w:rsidR="0022133D" w:rsidRPr="000C6EA2">
        <w:rPr>
          <w:sz w:val="24"/>
          <w:szCs w:val="24"/>
        </w:rPr>
        <w:t>8</w:t>
      </w:r>
      <w:r w:rsidRPr="000C6EA2">
        <w:rPr>
          <w:sz w:val="24"/>
          <w:szCs w:val="24"/>
        </w:rPr>
        <w:t xml:space="preserve"> г.</w:t>
      </w:r>
    </w:p>
    <w:p w:rsidR="00110616" w:rsidRPr="000C6EA2" w:rsidRDefault="00110616" w:rsidP="007D3107">
      <w:pPr>
        <w:spacing w:line="300" w:lineRule="atLeast"/>
        <w:ind w:firstLine="539"/>
        <w:jc w:val="both"/>
        <w:rPr>
          <w:sz w:val="24"/>
          <w:szCs w:val="24"/>
        </w:rPr>
      </w:pPr>
      <w:r w:rsidRPr="000C6EA2">
        <w:rPr>
          <w:b/>
          <w:sz w:val="24"/>
          <w:szCs w:val="24"/>
        </w:rPr>
        <w:t>Чл. 2.</w:t>
      </w:r>
      <w:r w:rsidRPr="000C6EA2">
        <w:rPr>
          <w:sz w:val="24"/>
          <w:szCs w:val="24"/>
        </w:rPr>
        <w:t> </w:t>
      </w:r>
      <w:r w:rsidR="002445F4" w:rsidRPr="000C6EA2">
        <w:rPr>
          <w:sz w:val="24"/>
          <w:szCs w:val="24"/>
        </w:rPr>
        <w:t>Утвърд</w:t>
      </w:r>
      <w:r w:rsidRPr="000C6EA2">
        <w:rPr>
          <w:sz w:val="24"/>
          <w:szCs w:val="24"/>
        </w:rPr>
        <w:t>ените по реда на тези правила стойности по чл.1, ал.1, т.1, буква „</w:t>
      </w:r>
      <w:r w:rsidR="0022133D" w:rsidRPr="000C6EA2">
        <w:rPr>
          <w:sz w:val="24"/>
          <w:szCs w:val="24"/>
        </w:rPr>
        <w:t>б</w:t>
      </w:r>
      <w:r w:rsidRPr="000C6EA2">
        <w:rPr>
          <w:sz w:val="24"/>
          <w:szCs w:val="24"/>
        </w:rPr>
        <w:t>“ стават неразделна част на договорите с изпълнителите на БМП (приложение №2 от индивидуалните договори на изпълнителя за дейност БМП).</w:t>
      </w:r>
    </w:p>
    <w:p w:rsidR="00110616" w:rsidRPr="000C6EA2" w:rsidRDefault="00110616" w:rsidP="007D3107">
      <w:pPr>
        <w:spacing w:line="300" w:lineRule="atLeast"/>
        <w:jc w:val="center"/>
        <w:rPr>
          <w:b/>
          <w:sz w:val="24"/>
          <w:szCs w:val="24"/>
        </w:rPr>
      </w:pPr>
    </w:p>
    <w:p w:rsidR="00110616" w:rsidRPr="000C6EA2" w:rsidRDefault="00110616" w:rsidP="007D3107">
      <w:pPr>
        <w:keepNext/>
        <w:keepLines/>
        <w:spacing w:line="300" w:lineRule="atLeast"/>
        <w:jc w:val="center"/>
        <w:rPr>
          <w:b/>
          <w:sz w:val="24"/>
          <w:szCs w:val="24"/>
        </w:rPr>
      </w:pPr>
      <w:r w:rsidRPr="000C6EA2">
        <w:rPr>
          <w:b/>
          <w:sz w:val="24"/>
          <w:szCs w:val="24"/>
        </w:rPr>
        <w:t>ГЛАВА ІІ</w:t>
      </w:r>
    </w:p>
    <w:p w:rsidR="00110616" w:rsidRPr="000C6EA2" w:rsidRDefault="00110616" w:rsidP="007D3107">
      <w:pPr>
        <w:keepNext/>
        <w:keepLines/>
        <w:spacing w:line="300" w:lineRule="atLeast"/>
        <w:jc w:val="center"/>
        <w:rPr>
          <w:b/>
          <w:sz w:val="24"/>
          <w:szCs w:val="24"/>
        </w:rPr>
      </w:pPr>
      <w:r w:rsidRPr="000C6EA2">
        <w:rPr>
          <w:b/>
          <w:sz w:val="24"/>
          <w:szCs w:val="24"/>
        </w:rPr>
        <w:t xml:space="preserve">УСЛОВИЯ И РЕД ЗА </w:t>
      </w:r>
      <w:r w:rsidR="002445F4" w:rsidRPr="000C6EA2">
        <w:rPr>
          <w:b/>
          <w:sz w:val="24"/>
          <w:szCs w:val="24"/>
        </w:rPr>
        <w:t>УТВЪРЖДАВАНЕ</w:t>
      </w:r>
      <w:r w:rsidRPr="000C6EA2">
        <w:rPr>
          <w:b/>
          <w:sz w:val="24"/>
          <w:szCs w:val="24"/>
        </w:rPr>
        <w:t xml:space="preserve"> НА</w:t>
      </w:r>
      <w:r w:rsidR="007F0C86" w:rsidRPr="000C6EA2">
        <w:rPr>
          <w:b/>
          <w:sz w:val="24"/>
          <w:szCs w:val="24"/>
        </w:rPr>
        <w:t xml:space="preserve"> ГОДИШНИ</w:t>
      </w:r>
      <w:r w:rsidRPr="000C6EA2">
        <w:rPr>
          <w:b/>
          <w:sz w:val="24"/>
          <w:szCs w:val="24"/>
        </w:rPr>
        <w:t xml:space="preserve"> ОБЩИ СТОЙНОСТИ НА РАЗХОДИТЕ НА РЗОК ЗА ЗДРАВНООСИГУРИТЕЛНИ ПЛАЩАНИЯ И РАЗПРЕДЕЛЕНИЕТО ИМ ПО МЕСЕЦИ</w:t>
      </w:r>
    </w:p>
    <w:p w:rsidR="00462826" w:rsidRPr="000C6EA2" w:rsidRDefault="00462826" w:rsidP="007D3107">
      <w:pPr>
        <w:spacing w:line="300" w:lineRule="atLeast"/>
        <w:ind w:firstLine="539"/>
        <w:jc w:val="both"/>
        <w:rPr>
          <w:b/>
          <w:sz w:val="24"/>
          <w:szCs w:val="24"/>
        </w:rPr>
      </w:pPr>
    </w:p>
    <w:p w:rsidR="00110616" w:rsidRPr="000C6EA2" w:rsidRDefault="00110616" w:rsidP="007D3107">
      <w:pPr>
        <w:spacing w:line="300" w:lineRule="atLeast"/>
        <w:ind w:firstLine="539"/>
        <w:jc w:val="both"/>
        <w:rPr>
          <w:sz w:val="24"/>
          <w:szCs w:val="24"/>
        </w:rPr>
      </w:pPr>
      <w:r w:rsidRPr="000C6EA2">
        <w:rPr>
          <w:b/>
          <w:sz w:val="24"/>
          <w:szCs w:val="24"/>
        </w:rPr>
        <w:t>Чл. 3. </w:t>
      </w:r>
      <w:r w:rsidR="00656053" w:rsidRPr="000C6EA2">
        <w:rPr>
          <w:sz w:val="24"/>
          <w:szCs w:val="24"/>
        </w:rPr>
        <w:t>(1)</w:t>
      </w:r>
      <w:r w:rsidR="00656053" w:rsidRPr="000C6EA2">
        <w:rPr>
          <w:b/>
          <w:sz w:val="24"/>
          <w:szCs w:val="24"/>
        </w:rPr>
        <w:t> </w:t>
      </w:r>
      <w:r w:rsidR="007F0C86" w:rsidRPr="000C6EA2">
        <w:rPr>
          <w:sz w:val="24"/>
          <w:szCs w:val="24"/>
        </w:rPr>
        <w:t>Годишните о</w:t>
      </w:r>
      <w:r w:rsidRPr="000C6EA2">
        <w:rPr>
          <w:sz w:val="24"/>
          <w:szCs w:val="24"/>
        </w:rPr>
        <w:t>бщи стойности на разходите на РЗОК за здравноосигурителни плащания п</w:t>
      </w:r>
      <w:r w:rsidR="007F0C86" w:rsidRPr="000C6EA2">
        <w:rPr>
          <w:sz w:val="24"/>
          <w:szCs w:val="24"/>
        </w:rPr>
        <w:t xml:space="preserve">о </w:t>
      </w:r>
      <w:r w:rsidR="00963370" w:rsidRPr="000C6EA2">
        <w:rPr>
          <w:sz w:val="24"/>
          <w:szCs w:val="24"/>
        </w:rPr>
        <w:t>чл.1, ал.2, ред 1.</w:t>
      </w:r>
      <w:proofErr w:type="spellStart"/>
      <w:r w:rsidR="00963370" w:rsidRPr="000C6EA2">
        <w:rPr>
          <w:sz w:val="24"/>
          <w:szCs w:val="24"/>
        </w:rPr>
        <w:t>1</w:t>
      </w:r>
      <w:proofErr w:type="spellEnd"/>
      <w:r w:rsidR="00963370" w:rsidRPr="000C6EA2">
        <w:rPr>
          <w:sz w:val="24"/>
          <w:szCs w:val="24"/>
        </w:rPr>
        <w:t xml:space="preserve">.3.7. (здравноосигурителни плащания за болнична медицинска помощ) от ЗБНЗОК за 2018 г. </w:t>
      </w:r>
      <w:r w:rsidRPr="000C6EA2">
        <w:rPr>
          <w:sz w:val="24"/>
          <w:szCs w:val="24"/>
        </w:rPr>
        <w:t>се формират от:</w:t>
      </w:r>
    </w:p>
    <w:p w:rsidR="00110616" w:rsidRPr="000C6EA2" w:rsidRDefault="00110616" w:rsidP="007D3107">
      <w:pPr>
        <w:spacing w:line="300" w:lineRule="atLeast"/>
        <w:ind w:firstLine="540"/>
        <w:jc w:val="both"/>
        <w:rPr>
          <w:sz w:val="24"/>
          <w:szCs w:val="24"/>
        </w:rPr>
      </w:pPr>
      <w:r w:rsidRPr="000C6EA2">
        <w:rPr>
          <w:sz w:val="24"/>
          <w:szCs w:val="24"/>
        </w:rPr>
        <w:t>1.</w:t>
      </w:r>
      <w:r w:rsidR="00C57DAB" w:rsidRPr="000C6EA2">
        <w:rPr>
          <w:sz w:val="24"/>
          <w:szCs w:val="24"/>
        </w:rPr>
        <w:t> </w:t>
      </w:r>
      <w:r w:rsidR="005542E0" w:rsidRPr="000C6EA2">
        <w:rPr>
          <w:sz w:val="24"/>
          <w:szCs w:val="24"/>
        </w:rPr>
        <w:t>Стойностите на разходите на РЗОК, за закупуване през 201</w:t>
      </w:r>
      <w:r w:rsidR="002445F4" w:rsidRPr="000C6EA2">
        <w:rPr>
          <w:sz w:val="24"/>
          <w:szCs w:val="24"/>
        </w:rPr>
        <w:t>8</w:t>
      </w:r>
      <w:r w:rsidR="005542E0" w:rsidRPr="000C6EA2">
        <w:rPr>
          <w:sz w:val="24"/>
          <w:szCs w:val="24"/>
        </w:rPr>
        <w:t xml:space="preserve"> г. на отчетени дейности по реда на </w:t>
      </w:r>
      <w:r w:rsidR="002445F4" w:rsidRPr="000C6EA2">
        <w:rPr>
          <w:sz w:val="24"/>
          <w:szCs w:val="24"/>
        </w:rPr>
        <w:t>Националния рамков договор за медицинските дейности за 2017 г. (НРД за 2017 г.)</w:t>
      </w:r>
      <w:r w:rsidR="002B4EEF" w:rsidRPr="000C6EA2">
        <w:rPr>
          <w:sz w:val="24"/>
          <w:szCs w:val="24"/>
        </w:rPr>
        <w:t xml:space="preserve">, </w:t>
      </w:r>
    </w:p>
    <w:p w:rsidR="00110616" w:rsidRPr="000C6EA2" w:rsidRDefault="00110616" w:rsidP="007D3107">
      <w:pPr>
        <w:spacing w:line="300" w:lineRule="atLeast"/>
        <w:ind w:firstLine="540"/>
        <w:jc w:val="both"/>
        <w:rPr>
          <w:sz w:val="24"/>
          <w:szCs w:val="24"/>
        </w:rPr>
      </w:pPr>
      <w:r w:rsidRPr="000C6EA2">
        <w:rPr>
          <w:sz w:val="24"/>
          <w:szCs w:val="24"/>
        </w:rPr>
        <w:t>2.</w:t>
      </w:r>
      <w:r w:rsidR="00C57DAB" w:rsidRPr="000C6EA2">
        <w:rPr>
          <w:sz w:val="24"/>
          <w:szCs w:val="24"/>
        </w:rPr>
        <w:t> </w:t>
      </w:r>
      <w:r w:rsidRPr="000C6EA2">
        <w:rPr>
          <w:sz w:val="24"/>
          <w:szCs w:val="24"/>
        </w:rPr>
        <w:t>Стойностите на разходите на РЗОК, за закупуване през 201</w:t>
      </w:r>
      <w:r w:rsidR="002445F4" w:rsidRPr="000C6EA2">
        <w:rPr>
          <w:sz w:val="24"/>
          <w:szCs w:val="24"/>
        </w:rPr>
        <w:t>8</w:t>
      </w:r>
      <w:r w:rsidRPr="000C6EA2">
        <w:rPr>
          <w:sz w:val="24"/>
          <w:szCs w:val="24"/>
        </w:rPr>
        <w:t xml:space="preserve"> г. на отчетени дейности по реда на </w:t>
      </w:r>
      <w:r w:rsidR="005542E0" w:rsidRPr="000C6EA2">
        <w:rPr>
          <w:sz w:val="24"/>
          <w:szCs w:val="24"/>
        </w:rPr>
        <w:t>Националния рамков договор за медицинските дейности за 201</w:t>
      </w:r>
      <w:r w:rsidR="002445F4" w:rsidRPr="000C6EA2">
        <w:rPr>
          <w:sz w:val="24"/>
          <w:szCs w:val="24"/>
        </w:rPr>
        <w:t>8</w:t>
      </w:r>
      <w:r w:rsidR="005542E0" w:rsidRPr="000C6EA2">
        <w:rPr>
          <w:sz w:val="24"/>
          <w:szCs w:val="24"/>
        </w:rPr>
        <w:t xml:space="preserve"> г. </w:t>
      </w:r>
      <w:r w:rsidR="001A7BF9" w:rsidRPr="000C6EA2">
        <w:rPr>
          <w:sz w:val="24"/>
          <w:szCs w:val="24"/>
        </w:rPr>
        <w:t>(НРД за 201</w:t>
      </w:r>
      <w:r w:rsidR="002445F4" w:rsidRPr="000C6EA2">
        <w:rPr>
          <w:sz w:val="24"/>
          <w:szCs w:val="24"/>
        </w:rPr>
        <w:t>8</w:t>
      </w:r>
      <w:r w:rsidR="001A7BF9" w:rsidRPr="000C6EA2">
        <w:rPr>
          <w:sz w:val="24"/>
          <w:szCs w:val="24"/>
        </w:rPr>
        <w:t xml:space="preserve"> г.)</w:t>
      </w:r>
      <w:r w:rsidR="002445F4" w:rsidRPr="000C6EA2">
        <w:rPr>
          <w:sz w:val="24"/>
          <w:szCs w:val="24"/>
        </w:rPr>
        <w:t>, а когато не е приет такъв – решението по чл.54, ал.9 от ЗЗО.</w:t>
      </w:r>
    </w:p>
    <w:p w:rsidR="00656053" w:rsidRPr="000C6EA2" w:rsidRDefault="00656053" w:rsidP="00656053">
      <w:pPr>
        <w:spacing w:line="300" w:lineRule="atLeast"/>
        <w:ind w:firstLine="539"/>
        <w:jc w:val="both"/>
        <w:rPr>
          <w:sz w:val="24"/>
          <w:szCs w:val="24"/>
        </w:rPr>
      </w:pPr>
      <w:r w:rsidRPr="000C6EA2">
        <w:rPr>
          <w:sz w:val="24"/>
          <w:szCs w:val="24"/>
        </w:rPr>
        <w:t xml:space="preserve">(2) Условията и редът за утвърждаване на стойностите по ал.1, т.2 </w:t>
      </w:r>
      <w:r w:rsidR="00A7065C" w:rsidRPr="000C6EA2">
        <w:rPr>
          <w:sz w:val="24"/>
          <w:szCs w:val="24"/>
        </w:rPr>
        <w:t xml:space="preserve">и закупуване от РЗОК на дейностите </w:t>
      </w:r>
      <w:r w:rsidRPr="000C6EA2">
        <w:rPr>
          <w:sz w:val="24"/>
          <w:szCs w:val="24"/>
        </w:rPr>
        <w:t>се определят и допълват в настоящите правила след приемането на акта по</w:t>
      </w:r>
      <w:r w:rsidRPr="000C6EA2">
        <w:t xml:space="preserve"> </w:t>
      </w:r>
      <w:r w:rsidRPr="000C6EA2">
        <w:rPr>
          <w:sz w:val="24"/>
          <w:szCs w:val="24"/>
        </w:rPr>
        <w:t>ал.1, т.2.</w:t>
      </w:r>
    </w:p>
    <w:p w:rsidR="00110616" w:rsidRPr="000C6EA2" w:rsidRDefault="00110616" w:rsidP="007D3107">
      <w:pPr>
        <w:spacing w:line="300" w:lineRule="atLeast"/>
        <w:ind w:firstLine="539"/>
        <w:jc w:val="both"/>
        <w:rPr>
          <w:sz w:val="24"/>
          <w:szCs w:val="24"/>
        </w:rPr>
      </w:pPr>
      <w:r w:rsidRPr="000C6EA2">
        <w:rPr>
          <w:b/>
          <w:sz w:val="24"/>
          <w:szCs w:val="24"/>
        </w:rPr>
        <w:t>Чл. 4.</w:t>
      </w:r>
      <w:r w:rsidR="00F93466" w:rsidRPr="000C6EA2">
        <w:rPr>
          <w:sz w:val="24"/>
          <w:szCs w:val="24"/>
        </w:rPr>
        <w:t> (1) Стойностите по чл.</w:t>
      </w:r>
      <w:r w:rsidRPr="000C6EA2">
        <w:rPr>
          <w:sz w:val="24"/>
          <w:szCs w:val="24"/>
        </w:rPr>
        <w:t>3 на разх</w:t>
      </w:r>
      <w:r w:rsidR="00F93466" w:rsidRPr="000C6EA2">
        <w:rPr>
          <w:sz w:val="24"/>
          <w:szCs w:val="24"/>
        </w:rPr>
        <w:t>одите на РЗОК по чл.</w:t>
      </w:r>
      <w:r w:rsidRPr="000C6EA2">
        <w:rPr>
          <w:sz w:val="24"/>
          <w:szCs w:val="24"/>
        </w:rPr>
        <w:t>1, ал.2, ред</w:t>
      </w:r>
      <w:r w:rsidR="00C57DAB" w:rsidRPr="000C6EA2">
        <w:rPr>
          <w:sz w:val="24"/>
          <w:szCs w:val="24"/>
        </w:rPr>
        <w:t> </w:t>
      </w:r>
      <w:r w:rsidRPr="000C6EA2">
        <w:rPr>
          <w:sz w:val="24"/>
          <w:szCs w:val="24"/>
        </w:rPr>
        <w:t>1.</w:t>
      </w:r>
      <w:proofErr w:type="spellStart"/>
      <w:r w:rsidRPr="000C6EA2">
        <w:rPr>
          <w:sz w:val="24"/>
          <w:szCs w:val="24"/>
        </w:rPr>
        <w:t>1</w:t>
      </w:r>
      <w:proofErr w:type="spellEnd"/>
      <w:r w:rsidRPr="000C6EA2">
        <w:rPr>
          <w:sz w:val="24"/>
          <w:szCs w:val="24"/>
        </w:rPr>
        <w:t>.3.7. (здравноосигурителни плащания за болнична медицинска помощ) от ЗБНЗОК за 201</w:t>
      </w:r>
      <w:r w:rsidR="002445F4" w:rsidRPr="000C6EA2">
        <w:rPr>
          <w:sz w:val="24"/>
          <w:szCs w:val="24"/>
        </w:rPr>
        <w:t>8</w:t>
      </w:r>
      <w:r w:rsidRPr="000C6EA2">
        <w:rPr>
          <w:sz w:val="24"/>
          <w:szCs w:val="24"/>
        </w:rPr>
        <w:t xml:space="preserve"> г. се </w:t>
      </w:r>
      <w:r w:rsidRPr="000C6EA2">
        <w:rPr>
          <w:sz w:val="24"/>
          <w:szCs w:val="24"/>
        </w:rPr>
        <w:lastRenderedPageBreak/>
        <w:t>определят по различен ред за закупуване на обемите дейности в БМП, по видове както следва:</w:t>
      </w:r>
    </w:p>
    <w:p w:rsidR="00110616" w:rsidRPr="000C6EA2" w:rsidRDefault="00110616" w:rsidP="007D3107">
      <w:pPr>
        <w:spacing w:line="300" w:lineRule="atLeast"/>
        <w:ind w:firstLine="539"/>
        <w:jc w:val="both"/>
        <w:rPr>
          <w:sz w:val="24"/>
          <w:szCs w:val="24"/>
        </w:rPr>
      </w:pPr>
      <w:r w:rsidRPr="000C6EA2">
        <w:rPr>
          <w:sz w:val="24"/>
          <w:szCs w:val="24"/>
        </w:rPr>
        <w:t>1.</w:t>
      </w:r>
      <w:r w:rsidR="00C57DAB" w:rsidRPr="000C6EA2">
        <w:rPr>
          <w:sz w:val="24"/>
          <w:szCs w:val="24"/>
        </w:rPr>
        <w:t> </w:t>
      </w:r>
      <w:r w:rsidRPr="000C6EA2">
        <w:rPr>
          <w:sz w:val="24"/>
          <w:szCs w:val="24"/>
        </w:rPr>
        <w:t>дейности в БМП - клинични пътеки (КП), клинични процедури (</w:t>
      </w:r>
      <w:proofErr w:type="spellStart"/>
      <w:r w:rsidRPr="000C6EA2">
        <w:rPr>
          <w:sz w:val="24"/>
          <w:szCs w:val="24"/>
        </w:rPr>
        <w:t>КПр</w:t>
      </w:r>
      <w:proofErr w:type="spellEnd"/>
      <w:r w:rsidRPr="000C6EA2">
        <w:rPr>
          <w:sz w:val="24"/>
          <w:szCs w:val="24"/>
        </w:rPr>
        <w:t>), амбулаторни процедури (</w:t>
      </w:r>
      <w:proofErr w:type="spellStart"/>
      <w:r w:rsidRPr="000C6EA2">
        <w:rPr>
          <w:sz w:val="24"/>
          <w:szCs w:val="24"/>
        </w:rPr>
        <w:t>АПр</w:t>
      </w:r>
      <w:proofErr w:type="spellEnd"/>
      <w:r w:rsidRPr="000C6EA2">
        <w:rPr>
          <w:sz w:val="24"/>
          <w:szCs w:val="24"/>
        </w:rPr>
        <w:t xml:space="preserve">) за: </w:t>
      </w:r>
      <w:proofErr w:type="spellStart"/>
      <w:r w:rsidRPr="000C6EA2">
        <w:rPr>
          <w:sz w:val="24"/>
          <w:szCs w:val="24"/>
        </w:rPr>
        <w:t>хемодиализа</w:t>
      </w:r>
      <w:proofErr w:type="spellEnd"/>
      <w:r w:rsidRPr="000C6EA2">
        <w:rPr>
          <w:sz w:val="24"/>
          <w:szCs w:val="24"/>
        </w:rPr>
        <w:t xml:space="preserve">, за раждане и новородени, за интензивно лечение, за онкологични заболявания, за </w:t>
      </w:r>
      <w:proofErr w:type="spellStart"/>
      <w:r w:rsidRPr="000C6EA2">
        <w:rPr>
          <w:sz w:val="24"/>
          <w:szCs w:val="24"/>
        </w:rPr>
        <w:t>радиохирургия</w:t>
      </w:r>
      <w:proofErr w:type="spellEnd"/>
      <w:r w:rsidRPr="000C6EA2">
        <w:rPr>
          <w:sz w:val="24"/>
          <w:szCs w:val="24"/>
        </w:rPr>
        <w:t xml:space="preserve"> и роботизирана </w:t>
      </w:r>
      <w:proofErr w:type="spellStart"/>
      <w:r w:rsidRPr="000C6EA2">
        <w:rPr>
          <w:sz w:val="24"/>
          <w:szCs w:val="24"/>
        </w:rPr>
        <w:t>радиохирургия</w:t>
      </w:r>
      <w:proofErr w:type="spellEnd"/>
      <w:r w:rsidRPr="000C6EA2">
        <w:rPr>
          <w:sz w:val="24"/>
          <w:szCs w:val="24"/>
        </w:rPr>
        <w:t xml:space="preserve"> на онкологични и неонкологични заболявания, за лечение и рехабилитация при тежко протичащи, хронично </w:t>
      </w:r>
      <w:proofErr w:type="spellStart"/>
      <w:r w:rsidRPr="000C6EA2">
        <w:rPr>
          <w:sz w:val="24"/>
          <w:szCs w:val="24"/>
        </w:rPr>
        <w:t>инвалидизиращи</w:t>
      </w:r>
      <w:proofErr w:type="spellEnd"/>
      <w:r w:rsidRPr="000C6EA2">
        <w:rPr>
          <w:sz w:val="24"/>
          <w:szCs w:val="24"/>
        </w:rPr>
        <w:t xml:space="preserve"> заболявания в детската възраст с необходимост от продължителна специализирана рехабилитация – ДЦП и нервно-мускулни увреждания. (определени в Приложение 1 към настоящите правила);</w:t>
      </w:r>
    </w:p>
    <w:p w:rsidR="00110616" w:rsidRPr="000C6EA2" w:rsidRDefault="00110616" w:rsidP="007D3107">
      <w:pPr>
        <w:spacing w:line="300" w:lineRule="atLeast"/>
        <w:ind w:firstLine="539"/>
        <w:jc w:val="both"/>
        <w:rPr>
          <w:sz w:val="24"/>
          <w:szCs w:val="24"/>
        </w:rPr>
      </w:pPr>
      <w:r w:rsidRPr="000C6EA2">
        <w:rPr>
          <w:sz w:val="24"/>
          <w:szCs w:val="24"/>
        </w:rPr>
        <w:t>2.</w:t>
      </w:r>
      <w:r w:rsidR="00C57DAB" w:rsidRPr="000C6EA2">
        <w:rPr>
          <w:sz w:val="24"/>
          <w:szCs w:val="24"/>
        </w:rPr>
        <w:t> </w:t>
      </w:r>
      <w:r w:rsidRPr="000C6EA2">
        <w:rPr>
          <w:sz w:val="24"/>
          <w:szCs w:val="24"/>
        </w:rPr>
        <w:t xml:space="preserve">дейности в БМП - КП, </w:t>
      </w:r>
      <w:proofErr w:type="spellStart"/>
      <w:r w:rsidRPr="000C6EA2">
        <w:rPr>
          <w:sz w:val="24"/>
          <w:szCs w:val="24"/>
        </w:rPr>
        <w:t>КПр</w:t>
      </w:r>
      <w:proofErr w:type="spellEnd"/>
      <w:r w:rsidRPr="000C6EA2">
        <w:rPr>
          <w:sz w:val="24"/>
          <w:szCs w:val="24"/>
        </w:rPr>
        <w:t xml:space="preserve">, </w:t>
      </w:r>
      <w:proofErr w:type="spellStart"/>
      <w:r w:rsidRPr="000C6EA2">
        <w:rPr>
          <w:sz w:val="24"/>
          <w:szCs w:val="24"/>
        </w:rPr>
        <w:t>АПр</w:t>
      </w:r>
      <w:proofErr w:type="spellEnd"/>
      <w:r w:rsidRPr="000C6EA2">
        <w:rPr>
          <w:sz w:val="24"/>
          <w:szCs w:val="24"/>
        </w:rPr>
        <w:t>, с изключение на дейности по т.1</w:t>
      </w:r>
      <w:r w:rsidR="00D33E85" w:rsidRPr="000C6EA2">
        <w:rPr>
          <w:sz w:val="24"/>
          <w:szCs w:val="24"/>
        </w:rPr>
        <w:t xml:space="preserve"> и т. 3</w:t>
      </w:r>
      <w:r w:rsidRPr="000C6EA2">
        <w:rPr>
          <w:sz w:val="24"/>
          <w:szCs w:val="24"/>
        </w:rPr>
        <w:t xml:space="preserve"> (</w:t>
      </w:r>
      <w:r w:rsidR="00964A51" w:rsidRPr="000C6EA2">
        <w:rPr>
          <w:sz w:val="24"/>
          <w:szCs w:val="24"/>
        </w:rPr>
        <w:t>показани</w:t>
      </w:r>
      <w:r w:rsidRPr="000C6EA2">
        <w:rPr>
          <w:sz w:val="24"/>
          <w:szCs w:val="24"/>
        </w:rPr>
        <w:t xml:space="preserve"> в Приложение 2 към настоящите правила);</w:t>
      </w:r>
    </w:p>
    <w:p w:rsidR="004816E4" w:rsidRPr="000C6EA2" w:rsidRDefault="004816E4" w:rsidP="007D3107">
      <w:pPr>
        <w:spacing w:line="300" w:lineRule="atLeast"/>
        <w:ind w:firstLine="539"/>
        <w:jc w:val="both"/>
        <w:rPr>
          <w:sz w:val="24"/>
          <w:szCs w:val="24"/>
        </w:rPr>
      </w:pPr>
      <w:r w:rsidRPr="000C6EA2">
        <w:rPr>
          <w:sz w:val="24"/>
          <w:szCs w:val="24"/>
        </w:rPr>
        <w:t>3.</w:t>
      </w:r>
      <w:r w:rsidR="00C57DAB" w:rsidRPr="000C6EA2">
        <w:rPr>
          <w:sz w:val="24"/>
          <w:szCs w:val="24"/>
        </w:rPr>
        <w:t> </w:t>
      </w:r>
      <w:r w:rsidRPr="000C6EA2">
        <w:rPr>
          <w:sz w:val="24"/>
          <w:szCs w:val="24"/>
        </w:rPr>
        <w:t xml:space="preserve">дейности в БМП </w:t>
      </w:r>
      <w:r w:rsidR="00063472" w:rsidRPr="000C6EA2">
        <w:rPr>
          <w:sz w:val="24"/>
          <w:szCs w:val="24"/>
        </w:rPr>
        <w:t>–</w:t>
      </w:r>
      <w:r w:rsidRPr="000C6EA2">
        <w:rPr>
          <w:sz w:val="24"/>
          <w:szCs w:val="24"/>
        </w:rPr>
        <w:t xml:space="preserve"> </w:t>
      </w:r>
      <w:r w:rsidR="00063472" w:rsidRPr="000C6EA2">
        <w:rPr>
          <w:sz w:val="24"/>
          <w:szCs w:val="24"/>
        </w:rPr>
        <w:t xml:space="preserve">КП и </w:t>
      </w:r>
      <w:proofErr w:type="spellStart"/>
      <w:r w:rsidRPr="000C6EA2">
        <w:rPr>
          <w:sz w:val="24"/>
          <w:szCs w:val="24"/>
        </w:rPr>
        <w:t>АПр</w:t>
      </w:r>
      <w:proofErr w:type="spellEnd"/>
      <w:r w:rsidR="00063472" w:rsidRPr="000C6EA2">
        <w:rPr>
          <w:sz w:val="24"/>
          <w:szCs w:val="24"/>
        </w:rPr>
        <w:t xml:space="preserve"> </w:t>
      </w:r>
      <w:r w:rsidR="00E7350B" w:rsidRPr="000C6EA2">
        <w:rPr>
          <w:sz w:val="24"/>
          <w:szCs w:val="24"/>
        </w:rPr>
        <w:t xml:space="preserve">за </w:t>
      </w:r>
      <w:proofErr w:type="spellStart"/>
      <w:r w:rsidR="00E7350B" w:rsidRPr="000C6EA2">
        <w:rPr>
          <w:sz w:val="24"/>
          <w:szCs w:val="24"/>
        </w:rPr>
        <w:t>позитронно-емисионна</w:t>
      </w:r>
      <w:proofErr w:type="spellEnd"/>
      <w:r w:rsidR="00E7350B" w:rsidRPr="000C6EA2">
        <w:rPr>
          <w:sz w:val="24"/>
          <w:szCs w:val="24"/>
        </w:rPr>
        <w:t xml:space="preserve"> компютърна томография (РЕТ/СТ)</w:t>
      </w:r>
      <w:r w:rsidR="00063472" w:rsidRPr="000C6EA2">
        <w:rPr>
          <w:sz w:val="24"/>
          <w:szCs w:val="24"/>
        </w:rPr>
        <w:t xml:space="preserve"> и за прилагане на медицински изделия по чл.8, ал.1, т.3</w:t>
      </w:r>
      <w:r w:rsidR="00E7350B" w:rsidRPr="000C6EA2">
        <w:rPr>
          <w:sz w:val="24"/>
          <w:szCs w:val="24"/>
        </w:rPr>
        <w:t xml:space="preserve"> </w:t>
      </w:r>
      <w:r w:rsidRPr="000C6EA2">
        <w:rPr>
          <w:sz w:val="24"/>
          <w:szCs w:val="24"/>
        </w:rPr>
        <w:t>(</w:t>
      </w:r>
      <w:r w:rsidR="006A418A" w:rsidRPr="000C6EA2">
        <w:rPr>
          <w:sz w:val="24"/>
          <w:szCs w:val="24"/>
        </w:rPr>
        <w:t xml:space="preserve">определени </w:t>
      </w:r>
      <w:r w:rsidRPr="000C6EA2">
        <w:rPr>
          <w:sz w:val="24"/>
          <w:szCs w:val="24"/>
        </w:rPr>
        <w:t xml:space="preserve">в Приложение </w:t>
      </w:r>
      <w:r w:rsidR="00ED0F2A" w:rsidRPr="000C6EA2">
        <w:rPr>
          <w:sz w:val="24"/>
          <w:szCs w:val="24"/>
        </w:rPr>
        <w:t>3</w:t>
      </w:r>
      <w:r w:rsidRPr="000C6EA2">
        <w:rPr>
          <w:sz w:val="24"/>
          <w:szCs w:val="24"/>
        </w:rPr>
        <w:t xml:space="preserve"> към настоящите правила); </w:t>
      </w:r>
    </w:p>
    <w:p w:rsidR="00D33E85" w:rsidRPr="000C6EA2" w:rsidRDefault="00110616" w:rsidP="007D3107">
      <w:pPr>
        <w:spacing w:line="300" w:lineRule="atLeast"/>
        <w:ind w:firstLine="539"/>
        <w:jc w:val="both"/>
        <w:rPr>
          <w:sz w:val="24"/>
          <w:szCs w:val="24"/>
        </w:rPr>
      </w:pPr>
      <w:r w:rsidRPr="000C6EA2">
        <w:rPr>
          <w:sz w:val="24"/>
          <w:szCs w:val="24"/>
        </w:rPr>
        <w:t>(2)</w:t>
      </w:r>
      <w:r w:rsidR="00C57DAB" w:rsidRPr="000C6EA2">
        <w:rPr>
          <w:sz w:val="24"/>
          <w:szCs w:val="24"/>
        </w:rPr>
        <w:t> </w:t>
      </w:r>
      <w:r w:rsidRPr="000C6EA2">
        <w:rPr>
          <w:sz w:val="24"/>
          <w:szCs w:val="24"/>
        </w:rPr>
        <w:t xml:space="preserve">Общите </w:t>
      </w:r>
      <w:r w:rsidR="00F93466" w:rsidRPr="000C6EA2">
        <w:rPr>
          <w:sz w:val="24"/>
          <w:szCs w:val="24"/>
        </w:rPr>
        <w:t xml:space="preserve">годишни </w:t>
      </w:r>
      <w:r w:rsidRPr="000C6EA2">
        <w:rPr>
          <w:sz w:val="24"/>
          <w:szCs w:val="24"/>
        </w:rPr>
        <w:t>и месечни стойности на разходите на РЗОК се формират като суми от определените стойности за видовете дейности по ал.1</w:t>
      </w:r>
      <w:r w:rsidR="00D33E85" w:rsidRPr="000C6EA2">
        <w:rPr>
          <w:sz w:val="24"/>
          <w:szCs w:val="24"/>
        </w:rPr>
        <w:t>.</w:t>
      </w:r>
    </w:p>
    <w:p w:rsidR="00110616" w:rsidRPr="000C6EA2" w:rsidRDefault="00110616" w:rsidP="007D3107">
      <w:pPr>
        <w:spacing w:line="300" w:lineRule="atLeast"/>
        <w:ind w:firstLine="539"/>
        <w:jc w:val="both"/>
        <w:rPr>
          <w:sz w:val="24"/>
          <w:szCs w:val="24"/>
        </w:rPr>
      </w:pPr>
      <w:r w:rsidRPr="000C6EA2">
        <w:rPr>
          <w:sz w:val="24"/>
          <w:szCs w:val="24"/>
        </w:rPr>
        <w:t>(3)</w:t>
      </w:r>
      <w:r w:rsidR="00C57DAB" w:rsidRPr="000C6EA2">
        <w:rPr>
          <w:sz w:val="24"/>
          <w:szCs w:val="24"/>
        </w:rPr>
        <w:t> </w:t>
      </w:r>
      <w:r w:rsidRPr="000C6EA2">
        <w:rPr>
          <w:sz w:val="24"/>
          <w:szCs w:val="24"/>
        </w:rPr>
        <w:t xml:space="preserve">Стойностите и обемите за </w:t>
      </w:r>
      <w:proofErr w:type="spellStart"/>
      <w:r w:rsidRPr="000C6EA2">
        <w:rPr>
          <w:sz w:val="24"/>
          <w:szCs w:val="24"/>
        </w:rPr>
        <w:t>АПр</w:t>
      </w:r>
      <w:proofErr w:type="spellEnd"/>
      <w:r w:rsidRPr="000C6EA2">
        <w:rPr>
          <w:sz w:val="24"/>
          <w:szCs w:val="24"/>
        </w:rPr>
        <w:t xml:space="preserve"> „</w:t>
      </w:r>
      <w:r w:rsidRPr="000C6EA2">
        <w:rPr>
          <w:spacing w:val="-2"/>
          <w:sz w:val="24"/>
          <w:szCs w:val="24"/>
        </w:rPr>
        <w:t>Предсрочно изпълнение на дейностите КП …“ се определят и отчитат по реда за определяне и отчитане на стойностите и обемите на съответната КП.</w:t>
      </w:r>
    </w:p>
    <w:p w:rsidR="00B56C72" w:rsidRPr="000C6EA2" w:rsidRDefault="00110616" w:rsidP="00B56C72">
      <w:pPr>
        <w:spacing w:line="300" w:lineRule="atLeast"/>
        <w:ind w:firstLine="539"/>
        <w:jc w:val="both"/>
        <w:rPr>
          <w:sz w:val="24"/>
          <w:szCs w:val="24"/>
        </w:rPr>
      </w:pPr>
      <w:r w:rsidRPr="000C6EA2">
        <w:rPr>
          <w:b/>
          <w:sz w:val="24"/>
          <w:szCs w:val="24"/>
        </w:rPr>
        <w:t>Чл. 5.</w:t>
      </w:r>
      <w:r w:rsidRPr="000C6EA2">
        <w:rPr>
          <w:sz w:val="24"/>
          <w:szCs w:val="24"/>
        </w:rPr>
        <w:t> </w:t>
      </w:r>
      <w:r w:rsidR="00B56C72" w:rsidRPr="000C6EA2">
        <w:rPr>
          <w:sz w:val="24"/>
          <w:szCs w:val="24"/>
        </w:rPr>
        <w:t>(1) Надзорният съвет на НЗОК утвърждава</w:t>
      </w:r>
      <w:r w:rsidR="00256695" w:rsidRPr="000C6EA2">
        <w:rPr>
          <w:sz w:val="24"/>
          <w:szCs w:val="24"/>
        </w:rPr>
        <w:t>, внесените от управителят на НЗОК,</w:t>
      </w:r>
      <w:r w:rsidR="00B56C72" w:rsidRPr="000C6EA2">
        <w:rPr>
          <w:sz w:val="24"/>
          <w:szCs w:val="24"/>
        </w:rPr>
        <w:t xml:space="preserve"> предложени</w:t>
      </w:r>
      <w:r w:rsidR="00256695" w:rsidRPr="000C6EA2">
        <w:rPr>
          <w:sz w:val="24"/>
          <w:szCs w:val="24"/>
        </w:rPr>
        <w:t>я</w:t>
      </w:r>
      <w:r w:rsidR="00B56C72" w:rsidRPr="000C6EA2">
        <w:rPr>
          <w:sz w:val="24"/>
          <w:szCs w:val="24"/>
        </w:rPr>
        <w:t xml:space="preserve"> на директорите на РЗОК </w:t>
      </w:r>
      <w:r w:rsidR="00256695" w:rsidRPr="000C6EA2">
        <w:rPr>
          <w:sz w:val="24"/>
          <w:szCs w:val="24"/>
        </w:rPr>
        <w:t xml:space="preserve">за </w:t>
      </w:r>
      <w:r w:rsidR="00B56C72" w:rsidRPr="000C6EA2">
        <w:rPr>
          <w:sz w:val="24"/>
          <w:szCs w:val="24"/>
        </w:rPr>
        <w:t xml:space="preserve">индикативни стойности на изпълнителите на БМП за дейностите по чл.4, ал.1, т.1, при отчитане на заплатени от РЗОК дейности от този вид </w:t>
      </w:r>
      <w:r w:rsidR="00BE4B28" w:rsidRPr="000C6EA2">
        <w:rPr>
          <w:sz w:val="24"/>
          <w:szCs w:val="24"/>
        </w:rPr>
        <w:t xml:space="preserve">през </w:t>
      </w:r>
      <w:r w:rsidR="00B56C72" w:rsidRPr="000C6EA2">
        <w:rPr>
          <w:sz w:val="24"/>
          <w:szCs w:val="24"/>
        </w:rPr>
        <w:t>периода м.</w:t>
      </w:r>
      <w:r w:rsidR="00BE4B28" w:rsidRPr="000C6EA2">
        <w:rPr>
          <w:sz w:val="24"/>
          <w:szCs w:val="24"/>
        </w:rPr>
        <w:t>ноември 2017г.</w:t>
      </w:r>
      <w:r w:rsidR="00B56C72" w:rsidRPr="000C6EA2">
        <w:rPr>
          <w:sz w:val="24"/>
          <w:szCs w:val="24"/>
        </w:rPr>
        <w:t xml:space="preserve"> </w:t>
      </w:r>
      <w:r w:rsidR="00BE4B28" w:rsidRPr="000C6EA2">
        <w:rPr>
          <w:sz w:val="24"/>
          <w:szCs w:val="24"/>
        </w:rPr>
        <w:t>–</w:t>
      </w:r>
      <w:r w:rsidR="00B56C72" w:rsidRPr="000C6EA2">
        <w:rPr>
          <w:sz w:val="24"/>
          <w:szCs w:val="24"/>
        </w:rPr>
        <w:t xml:space="preserve"> </w:t>
      </w:r>
      <w:r w:rsidR="00BE4B28" w:rsidRPr="000C6EA2">
        <w:rPr>
          <w:sz w:val="24"/>
          <w:szCs w:val="24"/>
        </w:rPr>
        <w:t xml:space="preserve">м. януари </w:t>
      </w:r>
      <w:r w:rsidR="00B56C72" w:rsidRPr="000C6EA2">
        <w:rPr>
          <w:sz w:val="24"/>
          <w:szCs w:val="24"/>
        </w:rPr>
        <w:t>201</w:t>
      </w:r>
      <w:r w:rsidR="00BE4B28" w:rsidRPr="000C6EA2">
        <w:rPr>
          <w:sz w:val="24"/>
          <w:szCs w:val="24"/>
        </w:rPr>
        <w:t>8</w:t>
      </w:r>
      <w:r w:rsidR="00B56C72" w:rsidRPr="000C6EA2">
        <w:rPr>
          <w:sz w:val="24"/>
          <w:szCs w:val="24"/>
        </w:rPr>
        <w:t xml:space="preserve"> г.</w:t>
      </w:r>
    </w:p>
    <w:p w:rsidR="00B56C72" w:rsidRPr="000C6EA2" w:rsidRDefault="00B56C72" w:rsidP="00B56C72">
      <w:pPr>
        <w:spacing w:line="300" w:lineRule="atLeast"/>
        <w:ind w:firstLine="539"/>
        <w:jc w:val="both"/>
        <w:rPr>
          <w:sz w:val="24"/>
          <w:szCs w:val="24"/>
        </w:rPr>
      </w:pPr>
      <w:r w:rsidRPr="000C6EA2">
        <w:rPr>
          <w:sz w:val="24"/>
          <w:szCs w:val="24"/>
        </w:rPr>
        <w:t>(2) Стойностите по ал.1 се заделят в ЦУ на НЗОК.</w:t>
      </w:r>
    </w:p>
    <w:p w:rsidR="00110616" w:rsidRPr="000C6EA2" w:rsidRDefault="0069139D" w:rsidP="00B56C72">
      <w:pPr>
        <w:spacing w:line="300" w:lineRule="atLeast"/>
        <w:ind w:firstLine="539"/>
        <w:jc w:val="both"/>
        <w:rPr>
          <w:sz w:val="24"/>
          <w:szCs w:val="24"/>
        </w:rPr>
      </w:pPr>
      <w:r w:rsidRPr="000C6EA2">
        <w:rPr>
          <w:sz w:val="24"/>
          <w:szCs w:val="24"/>
        </w:rPr>
        <w:t>(</w:t>
      </w:r>
      <w:r w:rsidR="00B56C72" w:rsidRPr="000C6EA2">
        <w:rPr>
          <w:sz w:val="24"/>
          <w:szCs w:val="24"/>
        </w:rPr>
        <w:t>3</w:t>
      </w:r>
      <w:r w:rsidRPr="000C6EA2">
        <w:rPr>
          <w:sz w:val="24"/>
          <w:szCs w:val="24"/>
        </w:rPr>
        <w:t>) </w:t>
      </w:r>
      <w:r w:rsidR="00110616" w:rsidRPr="000C6EA2">
        <w:rPr>
          <w:sz w:val="24"/>
          <w:szCs w:val="24"/>
        </w:rPr>
        <w:t>Стойностите за дейности по чл.4, ал.1, т.1 се определят, както следва:</w:t>
      </w:r>
    </w:p>
    <w:p w:rsidR="00110616" w:rsidRPr="000C6EA2" w:rsidRDefault="00B56C72" w:rsidP="007D3107">
      <w:pPr>
        <w:spacing w:line="300" w:lineRule="atLeast"/>
        <w:ind w:firstLine="539"/>
        <w:jc w:val="both"/>
        <w:rPr>
          <w:sz w:val="24"/>
          <w:szCs w:val="24"/>
        </w:rPr>
      </w:pPr>
      <w:r w:rsidRPr="000C6EA2">
        <w:rPr>
          <w:sz w:val="24"/>
          <w:szCs w:val="24"/>
        </w:rPr>
        <w:t>1</w:t>
      </w:r>
      <w:r w:rsidR="00110616" w:rsidRPr="000C6EA2">
        <w:rPr>
          <w:sz w:val="24"/>
          <w:szCs w:val="24"/>
        </w:rPr>
        <w:t>.</w:t>
      </w:r>
      <w:r w:rsidR="00C57DAB" w:rsidRPr="000C6EA2">
        <w:rPr>
          <w:sz w:val="24"/>
          <w:szCs w:val="24"/>
        </w:rPr>
        <w:t> </w:t>
      </w:r>
      <w:r w:rsidR="00110616" w:rsidRPr="000C6EA2">
        <w:rPr>
          <w:sz w:val="24"/>
          <w:szCs w:val="24"/>
        </w:rPr>
        <w:t xml:space="preserve">Отчетените от изпълнителите на БМП дейности от чл.4, ал.1, т.1, за които не са констатирани основания за отхвърляне от плащане по </w:t>
      </w:r>
      <w:r w:rsidR="00257477" w:rsidRPr="000C6EA2">
        <w:rPr>
          <w:sz w:val="24"/>
          <w:szCs w:val="24"/>
        </w:rPr>
        <w:t>чл.351, ал.12 от НРД за 2017 г.</w:t>
      </w:r>
      <w:r w:rsidR="00110616" w:rsidRPr="000C6EA2">
        <w:rPr>
          <w:sz w:val="24"/>
          <w:szCs w:val="24"/>
        </w:rPr>
        <w:t xml:space="preserve">, се заявяват ежемесечно от РЗОК за заплащане на лечебните заведения от заделените средства в ЦУ на НЗОК по </w:t>
      </w:r>
      <w:r w:rsidRPr="000C6EA2">
        <w:rPr>
          <w:sz w:val="24"/>
          <w:szCs w:val="24"/>
        </w:rPr>
        <w:t>ал</w:t>
      </w:r>
      <w:r w:rsidR="00110616" w:rsidRPr="000C6EA2">
        <w:rPr>
          <w:sz w:val="24"/>
          <w:szCs w:val="24"/>
        </w:rPr>
        <w:t>.</w:t>
      </w:r>
      <w:r w:rsidRPr="000C6EA2">
        <w:rPr>
          <w:sz w:val="24"/>
          <w:szCs w:val="24"/>
        </w:rPr>
        <w:t>2</w:t>
      </w:r>
      <w:r w:rsidR="00110616" w:rsidRPr="000C6EA2">
        <w:rPr>
          <w:sz w:val="24"/>
          <w:szCs w:val="24"/>
        </w:rPr>
        <w:t>.</w:t>
      </w:r>
    </w:p>
    <w:p w:rsidR="001F13C7" w:rsidRPr="000C6EA2" w:rsidRDefault="00B56C72" w:rsidP="001F13C7">
      <w:pPr>
        <w:spacing w:line="300" w:lineRule="atLeast"/>
        <w:ind w:firstLine="539"/>
        <w:jc w:val="both"/>
        <w:rPr>
          <w:sz w:val="24"/>
          <w:szCs w:val="24"/>
        </w:rPr>
      </w:pPr>
      <w:r w:rsidRPr="000C6EA2">
        <w:rPr>
          <w:sz w:val="24"/>
          <w:szCs w:val="24"/>
        </w:rPr>
        <w:t>2</w:t>
      </w:r>
      <w:r w:rsidR="001F13C7" w:rsidRPr="000C6EA2">
        <w:rPr>
          <w:sz w:val="24"/>
          <w:szCs w:val="24"/>
        </w:rPr>
        <w:t>. В случай на недостиг на средства в ЦУ на НЗОК по чл.1, ал.2, ред 1.</w:t>
      </w:r>
      <w:proofErr w:type="spellStart"/>
      <w:r w:rsidR="001F13C7" w:rsidRPr="000C6EA2">
        <w:rPr>
          <w:sz w:val="24"/>
          <w:szCs w:val="24"/>
        </w:rPr>
        <w:t>1</w:t>
      </w:r>
      <w:proofErr w:type="spellEnd"/>
      <w:r w:rsidR="001F13C7" w:rsidRPr="000C6EA2">
        <w:rPr>
          <w:sz w:val="24"/>
          <w:szCs w:val="24"/>
        </w:rPr>
        <w:t>.3.7. от ЗБНЗОК за 2018 г. управителят на НЗОК внася предложение в Надзорния съвет на НЗОК за увеличаване на средствата по реда на ЗБНЗОК за 2018 г., извършване на частично плащане в рамките на наличните средства и/или за отлагане на плащанията.</w:t>
      </w:r>
    </w:p>
    <w:p w:rsidR="00110616" w:rsidRPr="000C6EA2" w:rsidRDefault="00B56C72" w:rsidP="007D3107">
      <w:pPr>
        <w:spacing w:line="300" w:lineRule="atLeast"/>
        <w:ind w:firstLine="539"/>
        <w:jc w:val="both"/>
        <w:rPr>
          <w:sz w:val="24"/>
          <w:szCs w:val="24"/>
        </w:rPr>
      </w:pPr>
      <w:r w:rsidRPr="000C6EA2">
        <w:rPr>
          <w:sz w:val="24"/>
          <w:szCs w:val="24"/>
        </w:rPr>
        <w:t>3</w:t>
      </w:r>
      <w:r w:rsidR="00110616" w:rsidRPr="000C6EA2">
        <w:rPr>
          <w:sz w:val="24"/>
          <w:szCs w:val="24"/>
        </w:rPr>
        <w:t>.</w:t>
      </w:r>
      <w:r w:rsidR="00C57DAB" w:rsidRPr="000C6EA2">
        <w:rPr>
          <w:sz w:val="24"/>
          <w:szCs w:val="24"/>
        </w:rPr>
        <w:t> </w:t>
      </w:r>
      <w:r w:rsidR="00110616" w:rsidRPr="000C6EA2">
        <w:rPr>
          <w:sz w:val="24"/>
          <w:szCs w:val="24"/>
        </w:rPr>
        <w:t>Управителят на НЗОК одобрява извършването на плащанията, заявени по т.</w:t>
      </w:r>
      <w:r w:rsidRPr="000C6EA2">
        <w:rPr>
          <w:sz w:val="24"/>
          <w:szCs w:val="24"/>
        </w:rPr>
        <w:t>1</w:t>
      </w:r>
      <w:r w:rsidR="00110616" w:rsidRPr="000C6EA2">
        <w:rPr>
          <w:sz w:val="24"/>
          <w:szCs w:val="24"/>
        </w:rPr>
        <w:t>, в рамките на разполагаемите средства в ЦУ на НЗОК по чл.1, ал.2, ред 1.</w:t>
      </w:r>
      <w:proofErr w:type="spellStart"/>
      <w:r w:rsidR="00110616" w:rsidRPr="000C6EA2">
        <w:rPr>
          <w:sz w:val="24"/>
          <w:szCs w:val="24"/>
        </w:rPr>
        <w:t>1</w:t>
      </w:r>
      <w:proofErr w:type="spellEnd"/>
      <w:r w:rsidR="00110616" w:rsidRPr="000C6EA2">
        <w:rPr>
          <w:sz w:val="24"/>
          <w:szCs w:val="24"/>
        </w:rPr>
        <w:t>.3.7. от ЗБНЗОК за 201</w:t>
      </w:r>
      <w:r w:rsidR="00633AD8" w:rsidRPr="000C6EA2">
        <w:rPr>
          <w:sz w:val="24"/>
          <w:szCs w:val="24"/>
        </w:rPr>
        <w:t>8</w:t>
      </w:r>
      <w:r w:rsidR="00110616" w:rsidRPr="000C6EA2">
        <w:rPr>
          <w:sz w:val="24"/>
          <w:szCs w:val="24"/>
        </w:rPr>
        <w:t xml:space="preserve"> г. и съгласно решението на Надзорния съвет на НЗОК по т.</w:t>
      </w:r>
      <w:r w:rsidRPr="000C6EA2">
        <w:rPr>
          <w:sz w:val="24"/>
          <w:szCs w:val="24"/>
        </w:rPr>
        <w:t>2</w:t>
      </w:r>
      <w:r w:rsidR="00110616" w:rsidRPr="000C6EA2">
        <w:rPr>
          <w:sz w:val="24"/>
          <w:szCs w:val="24"/>
        </w:rPr>
        <w:t>.</w:t>
      </w:r>
    </w:p>
    <w:p w:rsidR="00110616" w:rsidRPr="000C6EA2" w:rsidRDefault="00B56C72" w:rsidP="007D3107">
      <w:pPr>
        <w:spacing w:line="300" w:lineRule="atLeast"/>
        <w:ind w:firstLine="539"/>
        <w:jc w:val="both"/>
        <w:rPr>
          <w:sz w:val="24"/>
          <w:szCs w:val="24"/>
        </w:rPr>
      </w:pPr>
      <w:r w:rsidRPr="000C6EA2">
        <w:rPr>
          <w:sz w:val="24"/>
          <w:szCs w:val="24"/>
        </w:rPr>
        <w:t>4</w:t>
      </w:r>
      <w:r w:rsidR="00110616" w:rsidRPr="000C6EA2">
        <w:rPr>
          <w:sz w:val="24"/>
          <w:szCs w:val="24"/>
        </w:rPr>
        <w:t>.</w:t>
      </w:r>
      <w:r w:rsidR="00611BC8" w:rsidRPr="000C6EA2">
        <w:rPr>
          <w:sz w:val="24"/>
          <w:szCs w:val="24"/>
        </w:rPr>
        <w:t> </w:t>
      </w:r>
      <w:r w:rsidR="00110616" w:rsidRPr="000C6EA2">
        <w:rPr>
          <w:sz w:val="24"/>
          <w:szCs w:val="24"/>
        </w:rPr>
        <w:t>Одобрените по т.</w:t>
      </w:r>
      <w:r w:rsidRPr="000C6EA2">
        <w:rPr>
          <w:sz w:val="24"/>
          <w:szCs w:val="24"/>
        </w:rPr>
        <w:t>3</w:t>
      </w:r>
      <w:r w:rsidR="00110616" w:rsidRPr="000C6EA2">
        <w:rPr>
          <w:sz w:val="24"/>
          <w:szCs w:val="24"/>
        </w:rPr>
        <w:t xml:space="preserve"> от управителя на НЗОК стойности за извършване на плащания от РЗОК на дейностите по т.</w:t>
      </w:r>
      <w:r w:rsidRPr="000C6EA2">
        <w:rPr>
          <w:sz w:val="24"/>
          <w:szCs w:val="24"/>
        </w:rPr>
        <w:t>1</w:t>
      </w:r>
      <w:r w:rsidR="00110616" w:rsidRPr="000C6EA2">
        <w:rPr>
          <w:sz w:val="24"/>
          <w:szCs w:val="24"/>
        </w:rPr>
        <w:t>, формират стойностите на разходите на РЗОК.</w:t>
      </w:r>
    </w:p>
    <w:p w:rsidR="00F14579" w:rsidRPr="000C6EA2" w:rsidRDefault="00F14579" w:rsidP="00F14579">
      <w:pPr>
        <w:spacing w:line="300" w:lineRule="atLeast"/>
        <w:ind w:firstLine="539"/>
        <w:jc w:val="both"/>
        <w:rPr>
          <w:sz w:val="24"/>
          <w:szCs w:val="24"/>
        </w:rPr>
      </w:pPr>
      <w:r w:rsidRPr="000C6EA2">
        <w:rPr>
          <w:sz w:val="24"/>
          <w:szCs w:val="24"/>
        </w:rPr>
        <w:t>(</w:t>
      </w:r>
      <w:r w:rsidR="00B56C72" w:rsidRPr="000C6EA2">
        <w:rPr>
          <w:sz w:val="24"/>
          <w:szCs w:val="24"/>
        </w:rPr>
        <w:t>4</w:t>
      </w:r>
      <w:r w:rsidRPr="000C6EA2">
        <w:rPr>
          <w:sz w:val="24"/>
          <w:szCs w:val="24"/>
        </w:rPr>
        <w:t>) Индикативните стойности по ал.</w:t>
      </w:r>
      <w:r w:rsidR="00CE6984" w:rsidRPr="000C6EA2">
        <w:rPr>
          <w:sz w:val="24"/>
          <w:szCs w:val="24"/>
        </w:rPr>
        <w:t>1</w:t>
      </w:r>
      <w:r w:rsidRPr="000C6EA2">
        <w:rPr>
          <w:sz w:val="24"/>
          <w:szCs w:val="24"/>
        </w:rPr>
        <w:t xml:space="preserve"> за дейност м.декември 2017 г., подлежащ на заплащане през м.януари 2018 г., се равнява</w:t>
      </w:r>
      <w:r w:rsidR="00052646" w:rsidRPr="000C6EA2">
        <w:rPr>
          <w:sz w:val="24"/>
          <w:szCs w:val="24"/>
        </w:rPr>
        <w:t>т</w:t>
      </w:r>
      <w:r w:rsidRPr="000C6EA2">
        <w:rPr>
          <w:sz w:val="24"/>
          <w:szCs w:val="24"/>
        </w:rPr>
        <w:t xml:space="preserve"> на утвърдените с решение № РД-НС-04-121 от 12.</w:t>
      </w:r>
      <w:proofErr w:type="spellStart"/>
      <w:r w:rsidRPr="000C6EA2">
        <w:rPr>
          <w:sz w:val="24"/>
          <w:szCs w:val="24"/>
        </w:rPr>
        <w:t>12</w:t>
      </w:r>
      <w:proofErr w:type="spellEnd"/>
      <w:r w:rsidRPr="000C6EA2">
        <w:rPr>
          <w:sz w:val="24"/>
          <w:szCs w:val="24"/>
        </w:rPr>
        <w:t>.2017 г. на Надзорния съвет на НЗОК, съгласно §4 от преходните и заключителни разпоредби на Правилата за условията и реда за прилагане на чл. 4, ал. 1, ал. 2 и ал. 3 от ЗБНЗОК за 2017 г.</w:t>
      </w:r>
    </w:p>
    <w:p w:rsidR="00BE4B28" w:rsidRPr="000C6EA2" w:rsidRDefault="00110616" w:rsidP="00BE4B28">
      <w:pPr>
        <w:spacing w:line="300" w:lineRule="atLeast"/>
        <w:ind w:firstLine="539"/>
        <w:jc w:val="both"/>
        <w:rPr>
          <w:sz w:val="24"/>
          <w:szCs w:val="24"/>
        </w:rPr>
      </w:pPr>
      <w:r w:rsidRPr="000C6EA2">
        <w:rPr>
          <w:b/>
          <w:sz w:val="24"/>
          <w:szCs w:val="24"/>
        </w:rPr>
        <w:t>Чл. 6.</w:t>
      </w:r>
      <w:r w:rsidRPr="000C6EA2">
        <w:rPr>
          <w:sz w:val="24"/>
          <w:szCs w:val="24"/>
        </w:rPr>
        <w:t> </w:t>
      </w:r>
      <w:r w:rsidR="00897090" w:rsidRPr="000C6EA2">
        <w:rPr>
          <w:sz w:val="24"/>
          <w:szCs w:val="24"/>
        </w:rPr>
        <w:t>(1) </w:t>
      </w:r>
      <w:r w:rsidR="00532269" w:rsidRPr="000C6EA2">
        <w:rPr>
          <w:sz w:val="24"/>
          <w:szCs w:val="24"/>
        </w:rPr>
        <w:t>Надзорният съвет на НЗОК утвърждава</w:t>
      </w:r>
      <w:r w:rsidR="00256695" w:rsidRPr="000C6EA2">
        <w:rPr>
          <w:sz w:val="24"/>
          <w:szCs w:val="24"/>
        </w:rPr>
        <w:t>,</w:t>
      </w:r>
      <w:r w:rsidR="00532269" w:rsidRPr="000C6EA2">
        <w:rPr>
          <w:sz w:val="24"/>
          <w:szCs w:val="24"/>
        </w:rPr>
        <w:t xml:space="preserve"> </w:t>
      </w:r>
      <w:r w:rsidR="00256695" w:rsidRPr="000C6EA2">
        <w:rPr>
          <w:sz w:val="24"/>
          <w:szCs w:val="24"/>
        </w:rPr>
        <w:t xml:space="preserve">внесените от управителят на НЗОК, </w:t>
      </w:r>
      <w:r w:rsidR="00532269" w:rsidRPr="000C6EA2">
        <w:rPr>
          <w:sz w:val="24"/>
          <w:szCs w:val="24"/>
        </w:rPr>
        <w:t>предложени</w:t>
      </w:r>
      <w:r w:rsidR="00256695" w:rsidRPr="000C6EA2">
        <w:rPr>
          <w:sz w:val="24"/>
          <w:szCs w:val="24"/>
        </w:rPr>
        <w:t>я</w:t>
      </w:r>
      <w:r w:rsidR="00532269" w:rsidRPr="000C6EA2">
        <w:rPr>
          <w:sz w:val="24"/>
          <w:szCs w:val="24"/>
        </w:rPr>
        <w:t xml:space="preserve"> на директорите на РЗОК </w:t>
      </w:r>
      <w:r w:rsidR="00256695" w:rsidRPr="000C6EA2">
        <w:rPr>
          <w:sz w:val="24"/>
          <w:szCs w:val="24"/>
        </w:rPr>
        <w:t xml:space="preserve">за </w:t>
      </w:r>
      <w:r w:rsidR="00532269" w:rsidRPr="000C6EA2">
        <w:rPr>
          <w:sz w:val="24"/>
          <w:szCs w:val="24"/>
        </w:rPr>
        <w:t xml:space="preserve">месечни стойности на изпълнителите на БМП за дейностите по чл.4, ал.1, т.2, при отчитане на заплатени от РЗОК дейности от този </w:t>
      </w:r>
      <w:r w:rsidR="00BE4B28" w:rsidRPr="000C6EA2">
        <w:rPr>
          <w:sz w:val="24"/>
          <w:szCs w:val="24"/>
        </w:rPr>
        <w:t>вид през периода м.ноември 2017г. – м.януари 2018 г.</w:t>
      </w:r>
    </w:p>
    <w:p w:rsidR="00897090" w:rsidRPr="000C6EA2" w:rsidRDefault="00BE4B28" w:rsidP="00BE4B28">
      <w:pPr>
        <w:spacing w:line="300" w:lineRule="atLeast"/>
        <w:ind w:firstLine="539"/>
        <w:jc w:val="both"/>
        <w:rPr>
          <w:sz w:val="24"/>
          <w:szCs w:val="24"/>
        </w:rPr>
      </w:pPr>
      <w:r w:rsidRPr="000C6EA2">
        <w:rPr>
          <w:sz w:val="24"/>
          <w:szCs w:val="24"/>
        </w:rPr>
        <w:lastRenderedPageBreak/>
        <w:t xml:space="preserve"> </w:t>
      </w:r>
      <w:r w:rsidR="00897090" w:rsidRPr="000C6EA2">
        <w:rPr>
          <w:sz w:val="24"/>
          <w:szCs w:val="24"/>
        </w:rPr>
        <w:t>(</w:t>
      </w:r>
      <w:r w:rsidR="00052646" w:rsidRPr="000C6EA2">
        <w:rPr>
          <w:sz w:val="24"/>
          <w:szCs w:val="24"/>
        </w:rPr>
        <w:t>2</w:t>
      </w:r>
      <w:r w:rsidR="00897090" w:rsidRPr="000C6EA2">
        <w:rPr>
          <w:sz w:val="24"/>
          <w:szCs w:val="24"/>
        </w:rPr>
        <w:t>) </w:t>
      </w:r>
      <w:r w:rsidR="002A101D" w:rsidRPr="000C6EA2">
        <w:rPr>
          <w:sz w:val="24"/>
          <w:szCs w:val="24"/>
        </w:rPr>
        <w:t>С</w:t>
      </w:r>
      <w:r w:rsidR="00897090" w:rsidRPr="000C6EA2">
        <w:rPr>
          <w:sz w:val="24"/>
          <w:szCs w:val="24"/>
        </w:rPr>
        <w:t>тойности по ал.</w:t>
      </w:r>
      <w:r w:rsidR="002A101D" w:rsidRPr="000C6EA2">
        <w:rPr>
          <w:sz w:val="24"/>
          <w:szCs w:val="24"/>
        </w:rPr>
        <w:t>1</w:t>
      </w:r>
      <w:r w:rsidR="00897090" w:rsidRPr="000C6EA2">
        <w:rPr>
          <w:sz w:val="24"/>
          <w:szCs w:val="24"/>
        </w:rPr>
        <w:t xml:space="preserve"> за дейност м.декември 2017 г., подлежащ на заплащане през м.януари 2018 г., се равняван на утвърдените с решение № РД-НС-04-121 от 12.</w:t>
      </w:r>
      <w:proofErr w:type="spellStart"/>
      <w:r w:rsidR="00897090" w:rsidRPr="000C6EA2">
        <w:rPr>
          <w:sz w:val="24"/>
          <w:szCs w:val="24"/>
        </w:rPr>
        <w:t>12</w:t>
      </w:r>
      <w:proofErr w:type="spellEnd"/>
      <w:r w:rsidR="00897090" w:rsidRPr="000C6EA2">
        <w:rPr>
          <w:sz w:val="24"/>
          <w:szCs w:val="24"/>
        </w:rPr>
        <w:t>.2017 г. на Надзорния съвет на НЗОК, съгласно §4 от преходните и заключителни разпоредби на Правилата за условията и реда за прилагане на чл. 4, ал. 1, ал. 2 и ал. 3 от ЗБНЗОК за 2017 г.</w:t>
      </w:r>
    </w:p>
    <w:p w:rsidR="004939F0" w:rsidRPr="000C6EA2" w:rsidRDefault="00110616" w:rsidP="004939F0">
      <w:pPr>
        <w:spacing w:line="300" w:lineRule="atLeast"/>
        <w:ind w:firstLine="539"/>
        <w:jc w:val="both"/>
        <w:rPr>
          <w:sz w:val="24"/>
          <w:szCs w:val="24"/>
        </w:rPr>
      </w:pPr>
      <w:r w:rsidRPr="000C6EA2">
        <w:rPr>
          <w:b/>
          <w:sz w:val="24"/>
          <w:szCs w:val="24"/>
        </w:rPr>
        <w:t>Чл. 7.</w:t>
      </w:r>
      <w:r w:rsidRPr="000C6EA2">
        <w:rPr>
          <w:sz w:val="24"/>
          <w:szCs w:val="24"/>
        </w:rPr>
        <w:t> </w:t>
      </w:r>
      <w:r w:rsidR="004750D2" w:rsidRPr="000C6EA2">
        <w:rPr>
          <w:sz w:val="24"/>
          <w:szCs w:val="24"/>
        </w:rPr>
        <w:t>(1)</w:t>
      </w:r>
      <w:r w:rsidR="004939F0" w:rsidRPr="000C6EA2">
        <w:rPr>
          <w:sz w:val="24"/>
          <w:szCs w:val="24"/>
        </w:rPr>
        <w:t xml:space="preserve"> Стойностите за дейности по чл.4, ал.1, т.3 се определят, както следва:</w:t>
      </w:r>
    </w:p>
    <w:p w:rsidR="004939F0" w:rsidRPr="000C6EA2" w:rsidRDefault="004939F0" w:rsidP="004939F0">
      <w:pPr>
        <w:spacing w:line="300" w:lineRule="atLeast"/>
        <w:ind w:firstLine="539"/>
        <w:jc w:val="both"/>
        <w:rPr>
          <w:sz w:val="24"/>
          <w:szCs w:val="24"/>
        </w:rPr>
      </w:pPr>
      <w:r w:rsidRPr="000C6EA2">
        <w:rPr>
          <w:sz w:val="24"/>
          <w:szCs w:val="24"/>
        </w:rPr>
        <w:t>1. Стойностите на определените в актовете по чл.3 обеми и цени на дейностите по чл.4, ал.1, т.3 се заделят в ЦУ на НЗОК.</w:t>
      </w:r>
    </w:p>
    <w:p w:rsidR="004750D2" w:rsidRPr="000C6EA2" w:rsidRDefault="004939F0" w:rsidP="004750D2">
      <w:pPr>
        <w:spacing w:line="300" w:lineRule="atLeast"/>
        <w:ind w:firstLine="539"/>
        <w:jc w:val="both"/>
        <w:rPr>
          <w:sz w:val="24"/>
          <w:szCs w:val="24"/>
        </w:rPr>
      </w:pPr>
      <w:r w:rsidRPr="000C6EA2">
        <w:rPr>
          <w:sz w:val="24"/>
          <w:szCs w:val="24"/>
        </w:rPr>
        <w:t>2.</w:t>
      </w:r>
      <w:r w:rsidR="004750D2" w:rsidRPr="000C6EA2">
        <w:rPr>
          <w:sz w:val="24"/>
          <w:szCs w:val="24"/>
        </w:rPr>
        <w:t> Д</w:t>
      </w:r>
      <w:r w:rsidR="006B28A3" w:rsidRPr="000C6EA2">
        <w:rPr>
          <w:sz w:val="24"/>
          <w:szCs w:val="24"/>
        </w:rPr>
        <w:t xml:space="preserve">ейностите по чл.4, ал.1, т.3 за периода на извършване на дейност </w:t>
      </w:r>
      <w:r w:rsidR="004750D2" w:rsidRPr="000C6EA2">
        <w:rPr>
          <w:sz w:val="24"/>
          <w:szCs w:val="24"/>
        </w:rPr>
        <w:t>от</w:t>
      </w:r>
      <w:r w:rsidR="006B28A3" w:rsidRPr="000C6EA2">
        <w:rPr>
          <w:sz w:val="24"/>
          <w:szCs w:val="24"/>
        </w:rPr>
        <w:t xml:space="preserve"> м.декември 2017</w:t>
      </w:r>
      <w:r w:rsidR="004750D2" w:rsidRPr="000C6EA2">
        <w:rPr>
          <w:sz w:val="24"/>
          <w:szCs w:val="24"/>
        </w:rPr>
        <w:t xml:space="preserve"> г.</w:t>
      </w:r>
      <w:r w:rsidR="00A66504" w:rsidRPr="000C6EA2">
        <w:rPr>
          <w:sz w:val="24"/>
          <w:szCs w:val="24"/>
        </w:rPr>
        <w:t xml:space="preserve"> – м.януари 2018 г.</w:t>
      </w:r>
      <w:r w:rsidR="006B28A3" w:rsidRPr="000C6EA2">
        <w:rPr>
          <w:sz w:val="24"/>
          <w:szCs w:val="24"/>
        </w:rPr>
        <w:t>,</w:t>
      </w:r>
      <w:r w:rsidR="004750D2" w:rsidRPr="000C6EA2">
        <w:rPr>
          <w:sz w:val="24"/>
          <w:szCs w:val="24"/>
        </w:rPr>
        <w:t xml:space="preserve"> се одобряват за заплащане по реда на §</w:t>
      </w:r>
      <w:r w:rsidR="00F14579" w:rsidRPr="000C6EA2">
        <w:rPr>
          <w:sz w:val="24"/>
          <w:szCs w:val="24"/>
        </w:rPr>
        <w:t>4</w:t>
      </w:r>
      <w:r w:rsidR="004750D2" w:rsidRPr="000C6EA2">
        <w:rPr>
          <w:sz w:val="24"/>
          <w:szCs w:val="24"/>
        </w:rPr>
        <w:t xml:space="preserve"> от преходните и заключителни разпоредби на Правилата за условията и реда за прилагане на чл. 4, ал. 1, ал. 2 и ал. 3 от ЗБНЗОК за 2017 г.</w:t>
      </w:r>
    </w:p>
    <w:p w:rsidR="00A66504" w:rsidRPr="000C6EA2" w:rsidRDefault="004939F0" w:rsidP="005F5DDA">
      <w:pPr>
        <w:spacing w:line="300" w:lineRule="atLeast"/>
        <w:ind w:firstLine="539"/>
        <w:jc w:val="both"/>
        <w:rPr>
          <w:sz w:val="24"/>
          <w:szCs w:val="24"/>
        </w:rPr>
      </w:pPr>
      <w:r w:rsidRPr="000C6EA2">
        <w:rPr>
          <w:sz w:val="24"/>
          <w:szCs w:val="24"/>
        </w:rPr>
        <w:t>3.</w:t>
      </w:r>
      <w:r w:rsidR="004750D2" w:rsidRPr="000C6EA2">
        <w:rPr>
          <w:sz w:val="24"/>
          <w:szCs w:val="24"/>
        </w:rPr>
        <w:t> </w:t>
      </w:r>
      <w:r w:rsidR="005F5DDA" w:rsidRPr="000C6EA2">
        <w:rPr>
          <w:sz w:val="24"/>
          <w:szCs w:val="24"/>
        </w:rPr>
        <w:t xml:space="preserve">Дейностите за закупуване от изпълнителите на БМП на </w:t>
      </w:r>
      <w:proofErr w:type="spellStart"/>
      <w:r w:rsidR="005F5DDA" w:rsidRPr="000C6EA2">
        <w:rPr>
          <w:sz w:val="24"/>
          <w:szCs w:val="24"/>
        </w:rPr>
        <w:t>АПр</w:t>
      </w:r>
      <w:proofErr w:type="spellEnd"/>
      <w:r w:rsidR="005F5DDA" w:rsidRPr="000C6EA2">
        <w:rPr>
          <w:sz w:val="24"/>
          <w:szCs w:val="24"/>
        </w:rPr>
        <w:t xml:space="preserve"> за </w:t>
      </w:r>
      <w:proofErr w:type="spellStart"/>
      <w:r w:rsidR="005F5DDA" w:rsidRPr="000C6EA2">
        <w:rPr>
          <w:sz w:val="24"/>
          <w:szCs w:val="24"/>
        </w:rPr>
        <w:t>позитронно-емисионна</w:t>
      </w:r>
      <w:proofErr w:type="spellEnd"/>
      <w:r w:rsidR="005F5DDA" w:rsidRPr="000C6EA2">
        <w:rPr>
          <w:sz w:val="24"/>
          <w:szCs w:val="24"/>
        </w:rPr>
        <w:t xml:space="preserve"> компютърна томография (РЕТ/СТ) по чл.4, ал.1, т.3 за периода на извършване на дейност от приемане на тези правила до март 2018 г., подлежащ на заплащане до м.април 2018 г., се заплащат след разрешение от директора на РЗОК, по предложение на комисията в РЗОК за разглеждане на мотивираните заявления на лечебните заведения за необходимост от извършване на конкретните дейности.</w:t>
      </w:r>
    </w:p>
    <w:p w:rsidR="004750D2" w:rsidRPr="000C6EA2" w:rsidRDefault="00A66504" w:rsidP="004750D2">
      <w:pPr>
        <w:spacing w:line="300" w:lineRule="atLeast"/>
        <w:ind w:firstLine="539"/>
        <w:jc w:val="both"/>
        <w:rPr>
          <w:sz w:val="24"/>
          <w:szCs w:val="24"/>
        </w:rPr>
      </w:pPr>
      <w:r w:rsidRPr="000C6EA2">
        <w:rPr>
          <w:sz w:val="24"/>
          <w:szCs w:val="24"/>
        </w:rPr>
        <w:t xml:space="preserve">4. </w:t>
      </w:r>
      <w:r w:rsidR="004750D2" w:rsidRPr="000C6EA2">
        <w:rPr>
          <w:sz w:val="24"/>
          <w:szCs w:val="24"/>
        </w:rPr>
        <w:t xml:space="preserve">Дейностите по чл.4, ал.1, т.3 </w:t>
      </w:r>
      <w:r w:rsidRPr="000C6EA2">
        <w:rPr>
          <w:sz w:val="24"/>
          <w:szCs w:val="24"/>
        </w:rPr>
        <w:t xml:space="preserve">за прилагане на медицински изделия по чл.8, ал.1, т.3 </w:t>
      </w:r>
      <w:r w:rsidR="004750D2" w:rsidRPr="000C6EA2">
        <w:rPr>
          <w:sz w:val="24"/>
          <w:szCs w:val="24"/>
        </w:rPr>
        <w:t xml:space="preserve">за периода на извършване на дейност </w:t>
      </w:r>
      <w:r w:rsidRPr="000C6EA2">
        <w:rPr>
          <w:sz w:val="24"/>
          <w:szCs w:val="24"/>
        </w:rPr>
        <w:t>след м.януари</w:t>
      </w:r>
      <w:r w:rsidR="004750D2" w:rsidRPr="000C6EA2">
        <w:rPr>
          <w:sz w:val="24"/>
          <w:szCs w:val="24"/>
        </w:rPr>
        <w:t xml:space="preserve"> 2018 г., се заплащат след утвърждаване от управителя на НЗОК, по предложение на комисията в ЦУ за разглеждане на мотивираните заявления на лечебните заведения за необходимост от извършване на конкретните дейности.</w:t>
      </w:r>
    </w:p>
    <w:p w:rsidR="004750D2" w:rsidRPr="000C6EA2" w:rsidRDefault="004750D2" w:rsidP="004750D2">
      <w:pPr>
        <w:spacing w:line="300" w:lineRule="atLeast"/>
        <w:ind w:firstLine="539"/>
        <w:jc w:val="both"/>
        <w:rPr>
          <w:sz w:val="24"/>
          <w:szCs w:val="24"/>
        </w:rPr>
      </w:pPr>
      <w:r w:rsidRPr="000C6EA2">
        <w:rPr>
          <w:sz w:val="24"/>
          <w:szCs w:val="24"/>
        </w:rPr>
        <w:t>(</w:t>
      </w:r>
      <w:r w:rsidR="004939F0" w:rsidRPr="000C6EA2">
        <w:rPr>
          <w:sz w:val="24"/>
          <w:szCs w:val="24"/>
        </w:rPr>
        <w:t>2</w:t>
      </w:r>
      <w:r w:rsidRPr="000C6EA2">
        <w:rPr>
          <w:sz w:val="24"/>
          <w:szCs w:val="24"/>
        </w:rPr>
        <w:t>) Одобрените по ал.1</w:t>
      </w:r>
      <w:r w:rsidR="00506D74" w:rsidRPr="000C6EA2">
        <w:rPr>
          <w:sz w:val="24"/>
          <w:szCs w:val="24"/>
        </w:rPr>
        <w:t xml:space="preserve"> </w:t>
      </w:r>
      <w:r w:rsidRPr="000C6EA2">
        <w:rPr>
          <w:sz w:val="24"/>
          <w:szCs w:val="24"/>
        </w:rPr>
        <w:t>стойности за извършване на плащания от РЗОК на дейностите по чл.4, ал.1, т.3, формират стойностите на разходите на РЗОК.</w:t>
      </w:r>
    </w:p>
    <w:p w:rsidR="00110616" w:rsidRPr="000C6EA2" w:rsidRDefault="00110616" w:rsidP="007D3107">
      <w:pPr>
        <w:spacing w:line="300" w:lineRule="atLeast"/>
        <w:ind w:firstLine="539"/>
        <w:jc w:val="both"/>
        <w:rPr>
          <w:sz w:val="24"/>
          <w:szCs w:val="24"/>
        </w:rPr>
      </w:pPr>
      <w:r w:rsidRPr="000C6EA2">
        <w:rPr>
          <w:b/>
          <w:sz w:val="24"/>
          <w:szCs w:val="24"/>
        </w:rPr>
        <w:t>Чл. </w:t>
      </w:r>
      <w:r w:rsidR="00963370" w:rsidRPr="000C6EA2">
        <w:rPr>
          <w:b/>
          <w:sz w:val="24"/>
          <w:szCs w:val="24"/>
        </w:rPr>
        <w:t>8</w:t>
      </w:r>
      <w:r w:rsidRPr="000C6EA2">
        <w:rPr>
          <w:b/>
          <w:sz w:val="24"/>
          <w:szCs w:val="24"/>
        </w:rPr>
        <w:t>.</w:t>
      </w:r>
      <w:r w:rsidRPr="000C6EA2">
        <w:rPr>
          <w:sz w:val="24"/>
          <w:szCs w:val="24"/>
        </w:rPr>
        <w:t> </w:t>
      </w:r>
      <w:r w:rsidR="00963370" w:rsidRPr="000C6EA2">
        <w:rPr>
          <w:sz w:val="24"/>
          <w:szCs w:val="24"/>
        </w:rPr>
        <w:t>(1) Годишна обща стойност на разходите по чл.1, ал.2, ред 1.</w:t>
      </w:r>
      <w:proofErr w:type="spellStart"/>
      <w:r w:rsidR="00963370" w:rsidRPr="000C6EA2">
        <w:rPr>
          <w:sz w:val="24"/>
          <w:szCs w:val="24"/>
        </w:rPr>
        <w:t>1</w:t>
      </w:r>
      <w:proofErr w:type="spellEnd"/>
      <w:r w:rsidR="00963370" w:rsidRPr="000C6EA2">
        <w:rPr>
          <w:sz w:val="24"/>
          <w:szCs w:val="24"/>
        </w:rPr>
        <w:t>.3.5.2. (здравноосигурителни плащания за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 и по ред 1.</w:t>
      </w:r>
      <w:proofErr w:type="spellStart"/>
      <w:r w:rsidR="00963370" w:rsidRPr="000C6EA2">
        <w:rPr>
          <w:sz w:val="24"/>
          <w:szCs w:val="24"/>
        </w:rPr>
        <w:t>1</w:t>
      </w:r>
      <w:proofErr w:type="spellEnd"/>
      <w:r w:rsidR="00963370" w:rsidRPr="000C6EA2">
        <w:rPr>
          <w:sz w:val="24"/>
          <w:szCs w:val="24"/>
        </w:rPr>
        <w:t xml:space="preserve">.3.6. (здравноосигурителни плащания за медицински изделия, прилагани в болничната медицинска помощ) и </w:t>
      </w:r>
      <w:r w:rsidRPr="000C6EA2">
        <w:rPr>
          <w:sz w:val="24"/>
          <w:szCs w:val="24"/>
        </w:rPr>
        <w:t>се определят, както следва:</w:t>
      </w:r>
    </w:p>
    <w:p w:rsidR="00110616" w:rsidRPr="000C6EA2" w:rsidRDefault="00110616" w:rsidP="007D3107">
      <w:pPr>
        <w:spacing w:line="300" w:lineRule="atLeast"/>
        <w:ind w:firstLine="539"/>
        <w:jc w:val="both"/>
        <w:rPr>
          <w:sz w:val="24"/>
          <w:szCs w:val="24"/>
        </w:rPr>
      </w:pPr>
      <w:r w:rsidRPr="000C6EA2">
        <w:rPr>
          <w:sz w:val="24"/>
          <w:szCs w:val="24"/>
        </w:rPr>
        <w:t>1.</w:t>
      </w:r>
      <w:r w:rsidR="002E3EF3" w:rsidRPr="000C6EA2">
        <w:rPr>
          <w:sz w:val="24"/>
          <w:szCs w:val="24"/>
        </w:rPr>
        <w:t> </w:t>
      </w:r>
      <w:r w:rsidRPr="000C6EA2">
        <w:rPr>
          <w:sz w:val="24"/>
          <w:szCs w:val="24"/>
        </w:rPr>
        <w:t>Средствата по ЗБНЗОК за 201</w:t>
      </w:r>
      <w:r w:rsidR="00963370" w:rsidRPr="000C6EA2">
        <w:rPr>
          <w:sz w:val="24"/>
          <w:szCs w:val="24"/>
        </w:rPr>
        <w:t>8</w:t>
      </w:r>
      <w:r w:rsidRPr="000C6EA2">
        <w:rPr>
          <w:sz w:val="24"/>
          <w:szCs w:val="24"/>
        </w:rPr>
        <w:t xml:space="preserve"> г. за </w:t>
      </w:r>
      <w:r w:rsidR="00D33D01" w:rsidRPr="000C6EA2">
        <w:rPr>
          <w:sz w:val="24"/>
          <w:szCs w:val="24"/>
        </w:rPr>
        <w:t xml:space="preserve">съответния вид </w:t>
      </w:r>
      <w:r w:rsidRPr="000C6EA2">
        <w:rPr>
          <w:sz w:val="24"/>
          <w:szCs w:val="24"/>
        </w:rPr>
        <w:t>здравноосигурителни плащания се заделят в ЦУ на НЗОК.</w:t>
      </w:r>
    </w:p>
    <w:p w:rsidR="00110616" w:rsidRPr="000C6EA2" w:rsidRDefault="00110616" w:rsidP="007D3107">
      <w:pPr>
        <w:spacing w:line="300" w:lineRule="atLeast"/>
        <w:ind w:firstLine="539"/>
        <w:jc w:val="both"/>
        <w:rPr>
          <w:sz w:val="24"/>
          <w:szCs w:val="24"/>
        </w:rPr>
      </w:pPr>
      <w:r w:rsidRPr="000C6EA2">
        <w:rPr>
          <w:sz w:val="24"/>
          <w:szCs w:val="24"/>
        </w:rPr>
        <w:t>2.</w:t>
      </w:r>
      <w:r w:rsidR="002E3EF3" w:rsidRPr="000C6EA2">
        <w:rPr>
          <w:sz w:val="24"/>
          <w:szCs w:val="24"/>
        </w:rPr>
        <w:t> </w:t>
      </w:r>
      <w:r w:rsidRPr="000C6EA2">
        <w:rPr>
          <w:sz w:val="24"/>
          <w:szCs w:val="24"/>
        </w:rPr>
        <w:t xml:space="preserve">Отчетените от изпълнителите на БМП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 </w:t>
      </w:r>
      <w:r w:rsidR="00D33D01" w:rsidRPr="000C6EA2">
        <w:rPr>
          <w:sz w:val="24"/>
          <w:szCs w:val="24"/>
        </w:rPr>
        <w:t>и/или медицински изделия, които НЗОК заплаща извън стойността на оказваните КП/</w:t>
      </w:r>
      <w:proofErr w:type="spellStart"/>
      <w:r w:rsidR="00D33D01" w:rsidRPr="000C6EA2">
        <w:rPr>
          <w:sz w:val="24"/>
          <w:szCs w:val="24"/>
        </w:rPr>
        <w:t>АПр</w:t>
      </w:r>
      <w:proofErr w:type="spellEnd"/>
      <w:r w:rsidR="00D33D01" w:rsidRPr="000C6EA2">
        <w:rPr>
          <w:sz w:val="24"/>
          <w:szCs w:val="24"/>
        </w:rPr>
        <w:t>, приложени при дейност по КП/</w:t>
      </w:r>
      <w:proofErr w:type="spellStart"/>
      <w:r w:rsidR="00D33D01" w:rsidRPr="000C6EA2">
        <w:rPr>
          <w:sz w:val="24"/>
          <w:szCs w:val="24"/>
        </w:rPr>
        <w:t>АПр</w:t>
      </w:r>
      <w:proofErr w:type="spellEnd"/>
      <w:r w:rsidR="00D33D01" w:rsidRPr="000C6EA2">
        <w:rPr>
          <w:sz w:val="24"/>
          <w:szCs w:val="24"/>
        </w:rPr>
        <w:t xml:space="preserve">, заплатена в рамките на стойностите по приложение №2 от индивидуалните договори на изпълнителя за дейност БМП, </w:t>
      </w:r>
      <w:r w:rsidRPr="000C6EA2">
        <w:rPr>
          <w:sz w:val="24"/>
          <w:szCs w:val="24"/>
        </w:rPr>
        <w:t xml:space="preserve">за които не са констатирани основания за отхвърляне от плащане по </w:t>
      </w:r>
      <w:r w:rsidR="0034758B" w:rsidRPr="000C6EA2">
        <w:rPr>
          <w:sz w:val="24"/>
          <w:szCs w:val="24"/>
        </w:rPr>
        <w:t xml:space="preserve">чл.351, ал.12 от НРД за 2017 г., </w:t>
      </w:r>
      <w:r w:rsidRPr="000C6EA2">
        <w:rPr>
          <w:sz w:val="24"/>
          <w:szCs w:val="24"/>
        </w:rPr>
        <w:t>се заявяват ежемесечно от РЗОК за заплащане на лечебните заведения от средствата в ЦУ на НЗОК по т.1.</w:t>
      </w:r>
    </w:p>
    <w:p w:rsidR="00D33D01" w:rsidRPr="000C6EA2" w:rsidRDefault="00D33D01" w:rsidP="00D33D01">
      <w:pPr>
        <w:spacing w:line="300" w:lineRule="atLeast"/>
        <w:ind w:firstLine="539"/>
        <w:jc w:val="both"/>
        <w:rPr>
          <w:sz w:val="24"/>
          <w:szCs w:val="24"/>
        </w:rPr>
      </w:pPr>
      <w:r w:rsidRPr="000C6EA2">
        <w:rPr>
          <w:sz w:val="24"/>
          <w:szCs w:val="24"/>
        </w:rPr>
        <w:t>3.</w:t>
      </w:r>
      <w:r w:rsidR="002E3EF3" w:rsidRPr="000C6EA2">
        <w:rPr>
          <w:sz w:val="24"/>
          <w:szCs w:val="24"/>
        </w:rPr>
        <w:t> </w:t>
      </w:r>
      <w:r w:rsidRPr="000C6EA2">
        <w:rPr>
          <w:sz w:val="24"/>
          <w:szCs w:val="24"/>
        </w:rPr>
        <w:t>Медицински изделия от групи „Устройство за механично подпомагане на циркулацията (изкуствено сърце)“, „</w:t>
      </w:r>
      <w:proofErr w:type="spellStart"/>
      <w:r w:rsidRPr="000C6EA2">
        <w:rPr>
          <w:sz w:val="24"/>
          <w:szCs w:val="24"/>
        </w:rPr>
        <w:t>Транскатетърни</w:t>
      </w:r>
      <w:proofErr w:type="spellEnd"/>
      <w:r w:rsidRPr="000C6EA2">
        <w:rPr>
          <w:sz w:val="24"/>
          <w:szCs w:val="24"/>
        </w:rPr>
        <w:t xml:space="preserve"> </w:t>
      </w:r>
      <w:proofErr w:type="spellStart"/>
      <w:r w:rsidRPr="000C6EA2">
        <w:rPr>
          <w:sz w:val="24"/>
          <w:szCs w:val="24"/>
        </w:rPr>
        <w:t>клапни</w:t>
      </w:r>
      <w:proofErr w:type="spellEnd"/>
      <w:r w:rsidRPr="000C6EA2">
        <w:rPr>
          <w:sz w:val="24"/>
          <w:szCs w:val="24"/>
        </w:rPr>
        <w:t xml:space="preserve"> протези“, и „Медицински изделия за </w:t>
      </w:r>
      <w:proofErr w:type="spellStart"/>
      <w:r w:rsidRPr="000C6EA2">
        <w:rPr>
          <w:sz w:val="24"/>
          <w:szCs w:val="24"/>
        </w:rPr>
        <w:t>ендоваскуларна</w:t>
      </w:r>
      <w:proofErr w:type="spellEnd"/>
      <w:r w:rsidRPr="000C6EA2">
        <w:rPr>
          <w:sz w:val="24"/>
          <w:szCs w:val="24"/>
        </w:rPr>
        <w:t xml:space="preserve"> терапия при заболявания на мозъчни съдове (</w:t>
      </w:r>
      <w:proofErr w:type="spellStart"/>
      <w:r w:rsidRPr="000C6EA2">
        <w:rPr>
          <w:sz w:val="24"/>
          <w:szCs w:val="24"/>
        </w:rPr>
        <w:t>койлове</w:t>
      </w:r>
      <w:proofErr w:type="spellEnd"/>
      <w:r w:rsidRPr="000C6EA2">
        <w:rPr>
          <w:sz w:val="24"/>
          <w:szCs w:val="24"/>
        </w:rPr>
        <w:t xml:space="preserve"> и др.)“, с изключение на подгрупа 15.5 „</w:t>
      </w:r>
      <w:proofErr w:type="spellStart"/>
      <w:r w:rsidRPr="000C6EA2">
        <w:rPr>
          <w:sz w:val="24"/>
          <w:szCs w:val="24"/>
        </w:rPr>
        <w:t>Клипси</w:t>
      </w:r>
      <w:proofErr w:type="spellEnd"/>
      <w:r w:rsidRPr="000C6EA2">
        <w:rPr>
          <w:sz w:val="24"/>
          <w:szCs w:val="24"/>
        </w:rPr>
        <w:t xml:space="preserve"> </w:t>
      </w:r>
      <w:proofErr w:type="spellStart"/>
      <w:r w:rsidRPr="000C6EA2">
        <w:rPr>
          <w:sz w:val="24"/>
          <w:szCs w:val="24"/>
        </w:rPr>
        <w:t>анивризмални</w:t>
      </w:r>
      <w:proofErr w:type="spellEnd"/>
      <w:r w:rsidRPr="000C6EA2">
        <w:rPr>
          <w:sz w:val="24"/>
          <w:szCs w:val="24"/>
        </w:rPr>
        <w:t>“, 15.5.1 „</w:t>
      </w:r>
      <w:proofErr w:type="spellStart"/>
      <w:r w:rsidRPr="000C6EA2">
        <w:rPr>
          <w:sz w:val="24"/>
          <w:szCs w:val="24"/>
        </w:rPr>
        <w:t>Титаниеви</w:t>
      </w:r>
      <w:proofErr w:type="spellEnd"/>
      <w:r w:rsidRPr="000C6EA2">
        <w:rPr>
          <w:sz w:val="24"/>
          <w:szCs w:val="24"/>
        </w:rPr>
        <w:t xml:space="preserve"> </w:t>
      </w:r>
      <w:proofErr w:type="spellStart"/>
      <w:r w:rsidRPr="000C6EA2">
        <w:rPr>
          <w:sz w:val="24"/>
          <w:szCs w:val="24"/>
        </w:rPr>
        <w:t>анивризмални</w:t>
      </w:r>
      <w:proofErr w:type="spellEnd"/>
      <w:r w:rsidRPr="000C6EA2">
        <w:rPr>
          <w:sz w:val="24"/>
          <w:szCs w:val="24"/>
        </w:rPr>
        <w:t xml:space="preserve"> </w:t>
      </w:r>
      <w:proofErr w:type="spellStart"/>
      <w:r w:rsidRPr="000C6EA2">
        <w:rPr>
          <w:sz w:val="24"/>
          <w:szCs w:val="24"/>
        </w:rPr>
        <w:t>клипси</w:t>
      </w:r>
      <w:proofErr w:type="spellEnd"/>
      <w:r w:rsidRPr="000C6EA2">
        <w:rPr>
          <w:sz w:val="24"/>
          <w:szCs w:val="24"/>
        </w:rPr>
        <w:t xml:space="preserve"> на </w:t>
      </w:r>
      <w:proofErr w:type="spellStart"/>
      <w:r w:rsidRPr="000C6EA2">
        <w:rPr>
          <w:sz w:val="24"/>
          <w:szCs w:val="24"/>
        </w:rPr>
        <w:t>Яшъргил</w:t>
      </w:r>
      <w:proofErr w:type="spellEnd"/>
      <w:r w:rsidRPr="000C6EA2">
        <w:rPr>
          <w:sz w:val="24"/>
          <w:szCs w:val="24"/>
        </w:rPr>
        <w:t>“, и „</w:t>
      </w:r>
      <w:proofErr w:type="spellStart"/>
      <w:r w:rsidRPr="000C6EA2">
        <w:rPr>
          <w:sz w:val="24"/>
          <w:szCs w:val="24"/>
        </w:rPr>
        <w:t>Импланти</w:t>
      </w:r>
      <w:proofErr w:type="spellEnd"/>
      <w:r w:rsidRPr="000C6EA2">
        <w:rPr>
          <w:sz w:val="24"/>
          <w:szCs w:val="24"/>
        </w:rPr>
        <w:t xml:space="preserve"> за </w:t>
      </w:r>
      <w:proofErr w:type="spellStart"/>
      <w:r w:rsidRPr="000C6EA2">
        <w:rPr>
          <w:sz w:val="24"/>
          <w:szCs w:val="24"/>
        </w:rPr>
        <w:t>невростимулация</w:t>
      </w:r>
      <w:proofErr w:type="spellEnd"/>
      <w:r w:rsidRPr="000C6EA2">
        <w:rPr>
          <w:sz w:val="24"/>
          <w:szCs w:val="24"/>
        </w:rPr>
        <w:t xml:space="preserve">“ </w:t>
      </w:r>
      <w:r w:rsidR="00F10174" w:rsidRPr="000C6EA2">
        <w:rPr>
          <w:sz w:val="24"/>
          <w:szCs w:val="24"/>
        </w:rPr>
        <w:t xml:space="preserve">се заплащат след утвърждаване от управителя на НЗОК, по предложение на комисията в ЦУ за разглеждане на </w:t>
      </w:r>
      <w:r w:rsidR="00F10174" w:rsidRPr="000C6EA2">
        <w:rPr>
          <w:sz w:val="24"/>
          <w:szCs w:val="24"/>
        </w:rPr>
        <w:lastRenderedPageBreak/>
        <w:t>мотивираните заявления на лечебните заведения за необходимост от прилагане на конкретните медицински изделия</w:t>
      </w:r>
      <w:r w:rsidRPr="000C6EA2">
        <w:rPr>
          <w:sz w:val="24"/>
          <w:szCs w:val="24"/>
        </w:rPr>
        <w:t xml:space="preserve">. </w:t>
      </w:r>
    </w:p>
    <w:p w:rsidR="00963370" w:rsidRPr="000C6EA2" w:rsidRDefault="00963370" w:rsidP="00963370">
      <w:pPr>
        <w:spacing w:line="300" w:lineRule="atLeast"/>
        <w:ind w:firstLine="539"/>
        <w:jc w:val="both"/>
        <w:rPr>
          <w:sz w:val="24"/>
          <w:szCs w:val="24"/>
        </w:rPr>
      </w:pPr>
      <w:r w:rsidRPr="000C6EA2">
        <w:rPr>
          <w:sz w:val="24"/>
          <w:szCs w:val="24"/>
        </w:rPr>
        <w:t>4. В случай на недостиг на средства в ЦУ на НЗОК по чл.1, ал.2, ред 1.</w:t>
      </w:r>
      <w:proofErr w:type="spellStart"/>
      <w:r w:rsidRPr="000C6EA2">
        <w:rPr>
          <w:sz w:val="24"/>
          <w:szCs w:val="24"/>
        </w:rPr>
        <w:t>1</w:t>
      </w:r>
      <w:proofErr w:type="spellEnd"/>
      <w:r w:rsidRPr="000C6EA2">
        <w:rPr>
          <w:sz w:val="24"/>
          <w:szCs w:val="24"/>
        </w:rPr>
        <w:t>.3.5.2. или по чл.1, ал.2, ред 1.</w:t>
      </w:r>
      <w:proofErr w:type="spellStart"/>
      <w:r w:rsidRPr="000C6EA2">
        <w:rPr>
          <w:sz w:val="24"/>
          <w:szCs w:val="24"/>
        </w:rPr>
        <w:t>1</w:t>
      </w:r>
      <w:proofErr w:type="spellEnd"/>
      <w:r w:rsidRPr="000C6EA2">
        <w:rPr>
          <w:sz w:val="24"/>
          <w:szCs w:val="24"/>
        </w:rPr>
        <w:t>.3.6. от ЗБНЗОК за 2018 г., управителят на НЗОК внася предложение в Надзорния съвет на НЗОК за увеличаване са средствата по реда на ЗБНЗОК за 2018 г., извършване на частично плащане в рамките на наличните средства и/или за отлагане на плащанията.</w:t>
      </w:r>
    </w:p>
    <w:p w:rsidR="00110616" w:rsidRPr="000C6EA2" w:rsidRDefault="00963370" w:rsidP="007D3107">
      <w:pPr>
        <w:spacing w:line="300" w:lineRule="atLeast"/>
        <w:ind w:firstLine="539"/>
        <w:jc w:val="both"/>
        <w:rPr>
          <w:sz w:val="24"/>
          <w:szCs w:val="24"/>
        </w:rPr>
      </w:pPr>
      <w:r w:rsidRPr="000C6EA2">
        <w:rPr>
          <w:sz w:val="24"/>
          <w:szCs w:val="24"/>
        </w:rPr>
        <w:t>5</w:t>
      </w:r>
      <w:r w:rsidR="00110616" w:rsidRPr="000C6EA2">
        <w:rPr>
          <w:sz w:val="24"/>
          <w:szCs w:val="24"/>
        </w:rPr>
        <w:t>.</w:t>
      </w:r>
      <w:r w:rsidR="002E3EF3" w:rsidRPr="000C6EA2">
        <w:rPr>
          <w:sz w:val="24"/>
          <w:szCs w:val="24"/>
        </w:rPr>
        <w:t> </w:t>
      </w:r>
      <w:r w:rsidR="00110616" w:rsidRPr="000C6EA2">
        <w:rPr>
          <w:sz w:val="24"/>
          <w:szCs w:val="24"/>
        </w:rPr>
        <w:t>Управителят на НЗОК одобрява извършването на плащанията, заявени по т.2</w:t>
      </w:r>
      <w:r w:rsidR="00D33D01" w:rsidRPr="000C6EA2">
        <w:t xml:space="preserve"> </w:t>
      </w:r>
      <w:r w:rsidR="00D33D01" w:rsidRPr="000C6EA2">
        <w:rPr>
          <w:sz w:val="24"/>
          <w:szCs w:val="24"/>
        </w:rPr>
        <w:t>и т.3</w:t>
      </w:r>
      <w:r w:rsidR="00110616" w:rsidRPr="000C6EA2">
        <w:rPr>
          <w:sz w:val="24"/>
          <w:szCs w:val="24"/>
        </w:rPr>
        <w:t>, в рамките на разполагаемите средства в ЦУ на НЗОК по чл.1, ал.2, ред 1.</w:t>
      </w:r>
      <w:proofErr w:type="spellStart"/>
      <w:r w:rsidR="00110616" w:rsidRPr="000C6EA2">
        <w:rPr>
          <w:sz w:val="24"/>
          <w:szCs w:val="24"/>
        </w:rPr>
        <w:t>1</w:t>
      </w:r>
      <w:proofErr w:type="spellEnd"/>
      <w:r w:rsidR="00110616" w:rsidRPr="000C6EA2">
        <w:rPr>
          <w:sz w:val="24"/>
          <w:szCs w:val="24"/>
        </w:rPr>
        <w:t>.3.5.</w:t>
      </w:r>
      <w:r w:rsidR="0091735F" w:rsidRPr="000C6EA2">
        <w:rPr>
          <w:sz w:val="24"/>
          <w:szCs w:val="24"/>
        </w:rPr>
        <w:t>2</w:t>
      </w:r>
      <w:r w:rsidR="00110616" w:rsidRPr="000C6EA2">
        <w:rPr>
          <w:sz w:val="24"/>
          <w:szCs w:val="24"/>
        </w:rPr>
        <w:t xml:space="preserve">. </w:t>
      </w:r>
      <w:r w:rsidR="00D33D01" w:rsidRPr="000C6EA2">
        <w:rPr>
          <w:sz w:val="24"/>
          <w:szCs w:val="24"/>
        </w:rPr>
        <w:t>и съответно по чл.1, ал.2, ред 1.</w:t>
      </w:r>
      <w:proofErr w:type="spellStart"/>
      <w:r w:rsidR="00D33D01" w:rsidRPr="000C6EA2">
        <w:rPr>
          <w:sz w:val="24"/>
          <w:szCs w:val="24"/>
        </w:rPr>
        <w:t>1</w:t>
      </w:r>
      <w:proofErr w:type="spellEnd"/>
      <w:r w:rsidR="00D33D01" w:rsidRPr="000C6EA2">
        <w:rPr>
          <w:sz w:val="24"/>
          <w:szCs w:val="24"/>
        </w:rPr>
        <w:t xml:space="preserve">.3.6. от </w:t>
      </w:r>
      <w:r w:rsidR="00110616" w:rsidRPr="000C6EA2">
        <w:rPr>
          <w:sz w:val="24"/>
          <w:szCs w:val="24"/>
        </w:rPr>
        <w:t>ЗБНЗОК за 201</w:t>
      </w:r>
      <w:r w:rsidRPr="000C6EA2">
        <w:rPr>
          <w:sz w:val="24"/>
          <w:szCs w:val="24"/>
        </w:rPr>
        <w:t>8</w:t>
      </w:r>
      <w:r w:rsidR="00110616" w:rsidRPr="000C6EA2">
        <w:rPr>
          <w:sz w:val="24"/>
          <w:szCs w:val="24"/>
        </w:rPr>
        <w:t xml:space="preserve"> г. </w:t>
      </w:r>
      <w:r w:rsidR="00D33D01" w:rsidRPr="000C6EA2">
        <w:rPr>
          <w:sz w:val="24"/>
          <w:szCs w:val="24"/>
        </w:rPr>
        <w:t xml:space="preserve">и </w:t>
      </w:r>
      <w:r w:rsidR="00110616" w:rsidRPr="000C6EA2">
        <w:rPr>
          <w:sz w:val="24"/>
          <w:szCs w:val="24"/>
        </w:rPr>
        <w:t xml:space="preserve">съгласно решението </w:t>
      </w:r>
      <w:r w:rsidRPr="000C6EA2">
        <w:rPr>
          <w:sz w:val="24"/>
          <w:szCs w:val="24"/>
        </w:rPr>
        <w:t>на Надзорния съвет на НЗОК по т</w:t>
      </w:r>
      <w:r w:rsidR="00060737" w:rsidRPr="000C6EA2">
        <w:rPr>
          <w:sz w:val="24"/>
          <w:szCs w:val="24"/>
        </w:rPr>
        <w:t>.</w:t>
      </w:r>
      <w:r w:rsidRPr="000C6EA2">
        <w:rPr>
          <w:sz w:val="24"/>
          <w:szCs w:val="24"/>
        </w:rPr>
        <w:t>4</w:t>
      </w:r>
      <w:r w:rsidR="00110616" w:rsidRPr="000C6EA2">
        <w:rPr>
          <w:sz w:val="24"/>
          <w:szCs w:val="24"/>
        </w:rPr>
        <w:t>.</w:t>
      </w:r>
    </w:p>
    <w:p w:rsidR="00110616" w:rsidRPr="000C6EA2" w:rsidRDefault="00963370" w:rsidP="007D3107">
      <w:pPr>
        <w:spacing w:line="300" w:lineRule="atLeast"/>
        <w:ind w:firstLine="539"/>
        <w:jc w:val="both"/>
        <w:rPr>
          <w:sz w:val="24"/>
          <w:szCs w:val="24"/>
        </w:rPr>
      </w:pPr>
      <w:r w:rsidRPr="000C6EA2">
        <w:rPr>
          <w:sz w:val="24"/>
          <w:szCs w:val="24"/>
        </w:rPr>
        <w:t>6</w:t>
      </w:r>
      <w:r w:rsidR="00F93466" w:rsidRPr="000C6EA2">
        <w:rPr>
          <w:sz w:val="24"/>
          <w:szCs w:val="24"/>
        </w:rPr>
        <w:t>.</w:t>
      </w:r>
      <w:r w:rsidR="002E3EF3" w:rsidRPr="000C6EA2">
        <w:rPr>
          <w:sz w:val="24"/>
          <w:szCs w:val="24"/>
        </w:rPr>
        <w:t> </w:t>
      </w:r>
      <w:r w:rsidR="00F93466" w:rsidRPr="000C6EA2">
        <w:rPr>
          <w:sz w:val="24"/>
          <w:szCs w:val="24"/>
        </w:rPr>
        <w:t>Одобрените по т.</w:t>
      </w:r>
      <w:r w:rsidRPr="000C6EA2">
        <w:rPr>
          <w:sz w:val="24"/>
          <w:szCs w:val="24"/>
        </w:rPr>
        <w:t>5</w:t>
      </w:r>
      <w:r w:rsidR="00110616" w:rsidRPr="000C6EA2">
        <w:rPr>
          <w:sz w:val="24"/>
          <w:szCs w:val="24"/>
        </w:rPr>
        <w:t xml:space="preserve"> от управителя на НЗОК стойности за извършване на плащания от РЗОК, формират стойностите на разходите на РЗОК по чл.1, ал.2, ред 1.</w:t>
      </w:r>
      <w:proofErr w:type="spellStart"/>
      <w:r w:rsidR="00110616" w:rsidRPr="000C6EA2">
        <w:rPr>
          <w:sz w:val="24"/>
          <w:szCs w:val="24"/>
        </w:rPr>
        <w:t>1</w:t>
      </w:r>
      <w:proofErr w:type="spellEnd"/>
      <w:r w:rsidR="00110616" w:rsidRPr="000C6EA2">
        <w:rPr>
          <w:sz w:val="24"/>
          <w:szCs w:val="24"/>
        </w:rPr>
        <w:t>.3.5.</w:t>
      </w:r>
      <w:r w:rsidR="0091735F" w:rsidRPr="000C6EA2">
        <w:rPr>
          <w:sz w:val="24"/>
          <w:szCs w:val="24"/>
        </w:rPr>
        <w:t>2</w:t>
      </w:r>
      <w:r w:rsidR="00110616" w:rsidRPr="000C6EA2">
        <w:rPr>
          <w:sz w:val="24"/>
          <w:szCs w:val="24"/>
        </w:rPr>
        <w:t xml:space="preserve">. </w:t>
      </w:r>
      <w:r w:rsidR="00D33D01" w:rsidRPr="000C6EA2">
        <w:rPr>
          <w:sz w:val="24"/>
          <w:szCs w:val="24"/>
        </w:rPr>
        <w:t>и съответно по чл.1, ал.2, ред 1.</w:t>
      </w:r>
      <w:proofErr w:type="spellStart"/>
      <w:r w:rsidR="00D33D01" w:rsidRPr="000C6EA2">
        <w:rPr>
          <w:sz w:val="24"/>
          <w:szCs w:val="24"/>
        </w:rPr>
        <w:t>1</w:t>
      </w:r>
      <w:proofErr w:type="spellEnd"/>
      <w:r w:rsidR="00D33D01" w:rsidRPr="000C6EA2">
        <w:rPr>
          <w:sz w:val="24"/>
          <w:szCs w:val="24"/>
        </w:rPr>
        <w:t xml:space="preserve">.3.6. от </w:t>
      </w:r>
      <w:r w:rsidR="00110616" w:rsidRPr="000C6EA2">
        <w:rPr>
          <w:sz w:val="24"/>
          <w:szCs w:val="24"/>
        </w:rPr>
        <w:t>ЗБНЗОК за 201</w:t>
      </w:r>
      <w:r w:rsidRPr="000C6EA2">
        <w:rPr>
          <w:sz w:val="24"/>
          <w:szCs w:val="24"/>
        </w:rPr>
        <w:t>8</w:t>
      </w:r>
      <w:r w:rsidR="00110616" w:rsidRPr="000C6EA2">
        <w:rPr>
          <w:sz w:val="24"/>
          <w:szCs w:val="24"/>
        </w:rPr>
        <w:t xml:space="preserve"> г.</w:t>
      </w:r>
    </w:p>
    <w:p w:rsidR="00BE4B28" w:rsidRPr="000C6EA2" w:rsidRDefault="00324E21" w:rsidP="00BE4B28">
      <w:pPr>
        <w:spacing w:line="300" w:lineRule="atLeast"/>
        <w:ind w:firstLine="539"/>
        <w:jc w:val="both"/>
        <w:rPr>
          <w:sz w:val="24"/>
          <w:szCs w:val="24"/>
        </w:rPr>
      </w:pPr>
      <w:r w:rsidRPr="000C6EA2">
        <w:rPr>
          <w:sz w:val="24"/>
          <w:szCs w:val="24"/>
        </w:rPr>
        <w:t>(2) Надзорният съвет на НЗОК утвърждава на РЗОК индикативни стойности на изпълнителите на БМП на разходите по чл.1, ал.2, ред 1.</w:t>
      </w:r>
      <w:proofErr w:type="spellStart"/>
      <w:r w:rsidRPr="000C6EA2">
        <w:rPr>
          <w:sz w:val="24"/>
          <w:szCs w:val="24"/>
        </w:rPr>
        <w:t>1</w:t>
      </w:r>
      <w:proofErr w:type="spellEnd"/>
      <w:r w:rsidRPr="000C6EA2">
        <w:rPr>
          <w:sz w:val="24"/>
          <w:szCs w:val="24"/>
        </w:rPr>
        <w:t>.3.5.2. и съответно по чл.1, ал.2, ред 1.</w:t>
      </w:r>
      <w:proofErr w:type="spellStart"/>
      <w:r w:rsidRPr="000C6EA2">
        <w:rPr>
          <w:sz w:val="24"/>
          <w:szCs w:val="24"/>
        </w:rPr>
        <w:t>1</w:t>
      </w:r>
      <w:proofErr w:type="spellEnd"/>
      <w:r w:rsidRPr="000C6EA2">
        <w:rPr>
          <w:sz w:val="24"/>
          <w:szCs w:val="24"/>
        </w:rPr>
        <w:t>.3.6. от ЗБНЗОК за 2018 г., при отчитане на заплатени от РЗОК разходи</w:t>
      </w:r>
      <w:r w:rsidR="0017665E" w:rsidRPr="000C6EA2">
        <w:rPr>
          <w:sz w:val="24"/>
          <w:szCs w:val="24"/>
        </w:rPr>
        <w:t xml:space="preserve"> от този </w:t>
      </w:r>
      <w:r w:rsidR="00BE4B28" w:rsidRPr="000C6EA2">
        <w:rPr>
          <w:sz w:val="24"/>
          <w:szCs w:val="24"/>
        </w:rPr>
        <w:t>вид през периода м.ноември 2017г. – м. януари 2018 г.</w:t>
      </w:r>
    </w:p>
    <w:p w:rsidR="00052646" w:rsidRPr="000C6EA2" w:rsidRDefault="00BE4B28" w:rsidP="00BE4B28">
      <w:pPr>
        <w:spacing w:line="300" w:lineRule="atLeast"/>
        <w:ind w:firstLine="539"/>
        <w:jc w:val="both"/>
        <w:rPr>
          <w:sz w:val="24"/>
          <w:szCs w:val="24"/>
        </w:rPr>
      </w:pPr>
      <w:r w:rsidRPr="000C6EA2">
        <w:rPr>
          <w:sz w:val="24"/>
          <w:szCs w:val="24"/>
        </w:rPr>
        <w:t xml:space="preserve"> </w:t>
      </w:r>
      <w:r w:rsidR="00052646" w:rsidRPr="000C6EA2">
        <w:rPr>
          <w:sz w:val="24"/>
          <w:szCs w:val="24"/>
        </w:rPr>
        <w:t>(3) Индикативните стойности по ал.2 за дейност м.ноември и м.декември 2017 г., подлежащи на заплащане през м.януари и м.февруари 2018 г., се равняват на утвърдените с решение № РД-НС-04-121 от 12.</w:t>
      </w:r>
      <w:proofErr w:type="spellStart"/>
      <w:r w:rsidR="00052646" w:rsidRPr="000C6EA2">
        <w:rPr>
          <w:sz w:val="24"/>
          <w:szCs w:val="24"/>
        </w:rPr>
        <w:t>12</w:t>
      </w:r>
      <w:proofErr w:type="spellEnd"/>
      <w:r w:rsidR="00052646" w:rsidRPr="000C6EA2">
        <w:rPr>
          <w:sz w:val="24"/>
          <w:szCs w:val="24"/>
        </w:rPr>
        <w:t>.2017 г. на Надзорния съвет на НЗОК, съгласно §4 от преходните и заключителни разпоредби на Правилата за условията и реда за прилагане на чл. 4, ал. 1, ал. 2 и ал. 3 от ЗБНЗОК за 2017 г.</w:t>
      </w:r>
    </w:p>
    <w:p w:rsidR="00DC1501" w:rsidRPr="000C6EA2" w:rsidRDefault="00963370" w:rsidP="00DC1501">
      <w:pPr>
        <w:spacing w:line="300" w:lineRule="atLeast"/>
        <w:ind w:firstLine="539"/>
        <w:jc w:val="both"/>
        <w:rPr>
          <w:sz w:val="24"/>
          <w:szCs w:val="24"/>
        </w:rPr>
      </w:pPr>
      <w:r w:rsidRPr="000C6EA2">
        <w:rPr>
          <w:b/>
          <w:sz w:val="24"/>
          <w:szCs w:val="24"/>
        </w:rPr>
        <w:t>Чл. 9.</w:t>
      </w:r>
      <w:r w:rsidRPr="000C6EA2">
        <w:rPr>
          <w:sz w:val="24"/>
          <w:szCs w:val="24"/>
        </w:rPr>
        <w:t> (1) </w:t>
      </w:r>
      <w:r w:rsidR="00DC1501" w:rsidRPr="000C6EA2">
        <w:rPr>
          <w:sz w:val="24"/>
          <w:szCs w:val="24"/>
        </w:rPr>
        <w:t xml:space="preserve">Надзорният съвет на НЗОК утвърждава </w:t>
      </w:r>
      <w:r w:rsidR="00984C07" w:rsidRPr="000C6EA2">
        <w:rPr>
          <w:sz w:val="24"/>
          <w:szCs w:val="24"/>
        </w:rPr>
        <w:t xml:space="preserve">за всяка РЗОК и за всеки изпълнител на БМП, сключил договор с нея, стойностите чл.5, чл.6, чл.7 и чл.8, </w:t>
      </w:r>
      <w:r w:rsidR="00DC1501" w:rsidRPr="000C6EA2">
        <w:rPr>
          <w:sz w:val="24"/>
          <w:szCs w:val="24"/>
        </w:rPr>
        <w:t>разпределени</w:t>
      </w:r>
      <w:r w:rsidR="00984C07" w:rsidRPr="000C6EA2">
        <w:rPr>
          <w:sz w:val="24"/>
          <w:szCs w:val="24"/>
        </w:rPr>
        <w:t xml:space="preserve"> по месеци.</w:t>
      </w:r>
    </w:p>
    <w:p w:rsidR="00DC1501" w:rsidRPr="000C6EA2" w:rsidRDefault="00DC1501" w:rsidP="00DC1501">
      <w:pPr>
        <w:spacing w:line="300" w:lineRule="atLeast"/>
        <w:ind w:firstLine="539"/>
        <w:jc w:val="both"/>
        <w:rPr>
          <w:sz w:val="24"/>
          <w:szCs w:val="24"/>
        </w:rPr>
      </w:pPr>
      <w:r w:rsidRPr="000C6EA2">
        <w:rPr>
          <w:sz w:val="24"/>
          <w:szCs w:val="24"/>
        </w:rPr>
        <w:t>(</w:t>
      </w:r>
      <w:r w:rsidR="00984C07" w:rsidRPr="000C6EA2">
        <w:rPr>
          <w:sz w:val="24"/>
          <w:szCs w:val="24"/>
        </w:rPr>
        <w:t>2</w:t>
      </w:r>
      <w:r w:rsidRPr="000C6EA2">
        <w:rPr>
          <w:sz w:val="24"/>
          <w:szCs w:val="24"/>
        </w:rPr>
        <w:t xml:space="preserve">) Директорите на РЗОК </w:t>
      </w:r>
      <w:r w:rsidR="00984C07" w:rsidRPr="000C6EA2">
        <w:rPr>
          <w:sz w:val="24"/>
          <w:szCs w:val="24"/>
        </w:rPr>
        <w:t>закупуват от изпълнителите на БМП здравни дейности от пакета по чл.2, ал.1 от ЗЗО</w:t>
      </w:r>
      <w:r w:rsidRPr="000C6EA2">
        <w:rPr>
          <w:sz w:val="24"/>
          <w:szCs w:val="24"/>
        </w:rPr>
        <w:t xml:space="preserve">, следвайки реда </w:t>
      </w:r>
      <w:r w:rsidR="00984C07" w:rsidRPr="000C6EA2">
        <w:rPr>
          <w:sz w:val="24"/>
          <w:szCs w:val="24"/>
        </w:rPr>
        <w:t>и условията по</w:t>
      </w:r>
      <w:r w:rsidRPr="000C6EA2">
        <w:rPr>
          <w:sz w:val="24"/>
          <w:szCs w:val="24"/>
        </w:rPr>
        <w:t xml:space="preserve"> глава ІІІ от настоящите правила. </w:t>
      </w:r>
    </w:p>
    <w:p w:rsidR="00963370" w:rsidRPr="000C6EA2" w:rsidRDefault="00963370" w:rsidP="00F80DBF">
      <w:pPr>
        <w:spacing w:line="300" w:lineRule="atLeast"/>
        <w:ind w:firstLine="539"/>
        <w:jc w:val="both"/>
        <w:rPr>
          <w:sz w:val="24"/>
          <w:szCs w:val="24"/>
        </w:rPr>
      </w:pPr>
      <w:r w:rsidRPr="000C6EA2">
        <w:rPr>
          <w:sz w:val="24"/>
          <w:szCs w:val="24"/>
        </w:rPr>
        <w:t>(</w:t>
      </w:r>
      <w:r w:rsidR="00984C07" w:rsidRPr="000C6EA2">
        <w:rPr>
          <w:sz w:val="24"/>
          <w:szCs w:val="24"/>
        </w:rPr>
        <w:t>3</w:t>
      </w:r>
      <w:r w:rsidRPr="000C6EA2">
        <w:rPr>
          <w:sz w:val="24"/>
          <w:szCs w:val="24"/>
        </w:rPr>
        <w:t>) Утвърден</w:t>
      </w:r>
      <w:r w:rsidR="00F80DBF" w:rsidRPr="000C6EA2">
        <w:rPr>
          <w:sz w:val="24"/>
          <w:szCs w:val="24"/>
        </w:rPr>
        <w:t>и</w:t>
      </w:r>
      <w:r w:rsidRPr="000C6EA2">
        <w:rPr>
          <w:sz w:val="24"/>
          <w:szCs w:val="24"/>
        </w:rPr>
        <w:t>т</w:t>
      </w:r>
      <w:r w:rsidR="00F80DBF" w:rsidRPr="000C6EA2">
        <w:rPr>
          <w:sz w:val="24"/>
          <w:szCs w:val="24"/>
        </w:rPr>
        <w:t>е</w:t>
      </w:r>
      <w:r w:rsidRPr="000C6EA2">
        <w:rPr>
          <w:sz w:val="24"/>
          <w:szCs w:val="24"/>
        </w:rPr>
        <w:t xml:space="preserve"> по ал.</w:t>
      </w:r>
      <w:r w:rsidR="00F80DBF" w:rsidRPr="000C6EA2">
        <w:rPr>
          <w:sz w:val="24"/>
          <w:szCs w:val="24"/>
        </w:rPr>
        <w:t>1</w:t>
      </w:r>
      <w:r w:rsidRPr="000C6EA2">
        <w:rPr>
          <w:sz w:val="24"/>
          <w:szCs w:val="24"/>
        </w:rPr>
        <w:t xml:space="preserve"> стойност</w:t>
      </w:r>
      <w:r w:rsidR="00F80DBF" w:rsidRPr="000C6EA2">
        <w:rPr>
          <w:sz w:val="24"/>
          <w:szCs w:val="24"/>
        </w:rPr>
        <w:t>и</w:t>
      </w:r>
      <w:r w:rsidRPr="000C6EA2">
        <w:rPr>
          <w:sz w:val="24"/>
          <w:szCs w:val="24"/>
        </w:rPr>
        <w:t xml:space="preserve"> на разходите на РЗОК, се </w:t>
      </w:r>
      <w:r w:rsidR="00F80DBF" w:rsidRPr="000C6EA2">
        <w:rPr>
          <w:sz w:val="24"/>
          <w:szCs w:val="24"/>
        </w:rPr>
        <w:t>изменят</w:t>
      </w:r>
      <w:r w:rsidRPr="000C6EA2">
        <w:rPr>
          <w:sz w:val="24"/>
          <w:szCs w:val="24"/>
        </w:rPr>
        <w:t xml:space="preserve"> ежемесечно по реда на чл.5, ал.</w:t>
      </w:r>
      <w:r w:rsidR="0034099E" w:rsidRPr="000C6EA2">
        <w:rPr>
          <w:sz w:val="24"/>
          <w:szCs w:val="24"/>
        </w:rPr>
        <w:t>3</w:t>
      </w:r>
      <w:r w:rsidRPr="000C6EA2">
        <w:rPr>
          <w:sz w:val="24"/>
          <w:szCs w:val="24"/>
        </w:rPr>
        <w:t>, т.</w:t>
      </w:r>
      <w:r w:rsidR="0034099E" w:rsidRPr="000C6EA2">
        <w:rPr>
          <w:sz w:val="24"/>
          <w:szCs w:val="24"/>
        </w:rPr>
        <w:t>4</w:t>
      </w:r>
      <w:r w:rsidR="004A172E" w:rsidRPr="000C6EA2">
        <w:rPr>
          <w:sz w:val="24"/>
          <w:szCs w:val="24"/>
        </w:rPr>
        <w:t>,</w:t>
      </w:r>
      <w:r w:rsidRPr="000C6EA2">
        <w:rPr>
          <w:sz w:val="24"/>
          <w:szCs w:val="24"/>
        </w:rPr>
        <w:t xml:space="preserve"> чл.7, ал.2</w:t>
      </w:r>
      <w:r w:rsidR="004A172E" w:rsidRPr="000C6EA2">
        <w:rPr>
          <w:sz w:val="24"/>
          <w:szCs w:val="24"/>
        </w:rPr>
        <w:t xml:space="preserve"> и чл.8, ал.1, т.</w:t>
      </w:r>
      <w:r w:rsidR="0034099E" w:rsidRPr="000C6EA2">
        <w:rPr>
          <w:sz w:val="24"/>
          <w:szCs w:val="24"/>
        </w:rPr>
        <w:t>6</w:t>
      </w:r>
      <w:r w:rsidRPr="000C6EA2">
        <w:rPr>
          <w:sz w:val="24"/>
          <w:szCs w:val="24"/>
        </w:rPr>
        <w:t xml:space="preserve">. </w:t>
      </w:r>
    </w:p>
    <w:p w:rsidR="00DC1501" w:rsidRPr="000C6EA2" w:rsidRDefault="00DC1501" w:rsidP="00DC1501">
      <w:pPr>
        <w:spacing w:line="300" w:lineRule="atLeast"/>
        <w:ind w:firstLine="539"/>
        <w:jc w:val="both"/>
        <w:rPr>
          <w:sz w:val="24"/>
          <w:szCs w:val="24"/>
        </w:rPr>
      </w:pPr>
      <w:r w:rsidRPr="000C6EA2">
        <w:rPr>
          <w:sz w:val="24"/>
          <w:szCs w:val="24"/>
        </w:rPr>
        <w:t>(</w:t>
      </w:r>
      <w:r w:rsidR="00AB7E27" w:rsidRPr="000C6EA2">
        <w:rPr>
          <w:sz w:val="24"/>
          <w:szCs w:val="24"/>
        </w:rPr>
        <w:t>4</w:t>
      </w:r>
      <w:r w:rsidRPr="000C6EA2">
        <w:rPr>
          <w:sz w:val="24"/>
          <w:szCs w:val="24"/>
        </w:rPr>
        <w:t>) Надзорният съвет на НЗОК кор</w:t>
      </w:r>
      <w:r w:rsidR="00BF3E2C" w:rsidRPr="000C6EA2">
        <w:rPr>
          <w:sz w:val="24"/>
          <w:szCs w:val="24"/>
        </w:rPr>
        <w:t xml:space="preserve">игира стойностите на РЗОК и изпълнителите на БМП по реда на глава </w:t>
      </w:r>
      <w:r w:rsidR="00AB7E27" w:rsidRPr="000C6EA2">
        <w:rPr>
          <w:sz w:val="24"/>
          <w:szCs w:val="24"/>
        </w:rPr>
        <w:t>І</w:t>
      </w:r>
      <w:r w:rsidR="00BF3E2C" w:rsidRPr="000C6EA2">
        <w:rPr>
          <w:sz w:val="24"/>
          <w:szCs w:val="24"/>
        </w:rPr>
        <w:t>V от настоящите правила</w:t>
      </w:r>
      <w:r w:rsidR="009303C3" w:rsidRPr="000C6EA2">
        <w:rPr>
          <w:sz w:val="24"/>
          <w:szCs w:val="24"/>
        </w:rPr>
        <w:t>.</w:t>
      </w:r>
    </w:p>
    <w:p w:rsidR="005E2CE0" w:rsidRPr="000C6EA2" w:rsidRDefault="005E2CE0" w:rsidP="007D3107">
      <w:pPr>
        <w:spacing w:line="300" w:lineRule="atLeast"/>
        <w:ind w:firstLine="539"/>
        <w:jc w:val="both"/>
        <w:rPr>
          <w:sz w:val="24"/>
          <w:szCs w:val="24"/>
        </w:rPr>
      </w:pPr>
    </w:p>
    <w:p w:rsidR="00110616" w:rsidRPr="000C6EA2" w:rsidRDefault="00110616" w:rsidP="007D3107">
      <w:pPr>
        <w:keepNext/>
        <w:spacing w:line="300" w:lineRule="atLeast"/>
        <w:jc w:val="center"/>
        <w:rPr>
          <w:b/>
          <w:sz w:val="24"/>
          <w:szCs w:val="24"/>
        </w:rPr>
      </w:pPr>
      <w:r w:rsidRPr="000C6EA2">
        <w:rPr>
          <w:b/>
          <w:sz w:val="24"/>
          <w:szCs w:val="24"/>
        </w:rPr>
        <w:t>ГЛАВА ІІ</w:t>
      </w:r>
      <w:r w:rsidRPr="000C6EA2">
        <w:rPr>
          <w:b/>
          <w:sz w:val="24"/>
          <w:szCs w:val="24"/>
          <w:lang w:val="en-US"/>
        </w:rPr>
        <w:t>I</w:t>
      </w:r>
    </w:p>
    <w:p w:rsidR="00110616" w:rsidRPr="000C6EA2" w:rsidRDefault="00110616" w:rsidP="007D3107">
      <w:pPr>
        <w:keepNext/>
        <w:spacing w:line="300" w:lineRule="atLeast"/>
        <w:jc w:val="center"/>
        <w:rPr>
          <w:b/>
          <w:sz w:val="24"/>
          <w:szCs w:val="24"/>
        </w:rPr>
      </w:pPr>
      <w:r w:rsidRPr="000C6EA2">
        <w:rPr>
          <w:b/>
          <w:sz w:val="24"/>
          <w:szCs w:val="24"/>
        </w:rPr>
        <w:t xml:space="preserve">УСЛОВИЯ И РЕД ЗА </w:t>
      </w:r>
      <w:r w:rsidR="00984C07" w:rsidRPr="000C6EA2">
        <w:rPr>
          <w:b/>
          <w:sz w:val="24"/>
          <w:szCs w:val="24"/>
        </w:rPr>
        <w:t xml:space="preserve">ЗАКУПУВАНЕ ОТ ИЗПЪЛНИТЕЛИТЕ НА БОЛНИЧНА МЕДИЦИНСКА ПОМОЩ НА ЗДРАВНИ ДЕЙНОСТИ ОТ ПАКЕТА ПО ЧЛ.2, АЛ.1  ОТ ЗАКОНА ЗА ЗДРАВНОТО ОСИГУРЯВАНЕ </w:t>
      </w:r>
    </w:p>
    <w:p w:rsidR="00FA6617" w:rsidRPr="000C6EA2" w:rsidRDefault="00FA6617" w:rsidP="00FA6617">
      <w:pPr>
        <w:spacing w:line="300" w:lineRule="atLeast"/>
        <w:ind w:firstLine="539"/>
        <w:jc w:val="both"/>
        <w:rPr>
          <w:b/>
          <w:sz w:val="24"/>
          <w:szCs w:val="24"/>
        </w:rPr>
      </w:pPr>
    </w:p>
    <w:p w:rsidR="008B6850" w:rsidRPr="000C6EA2" w:rsidRDefault="00FA6617" w:rsidP="00984C07">
      <w:pPr>
        <w:spacing w:line="300" w:lineRule="atLeast"/>
        <w:ind w:firstLine="539"/>
        <w:jc w:val="both"/>
        <w:rPr>
          <w:sz w:val="24"/>
          <w:szCs w:val="24"/>
        </w:rPr>
      </w:pPr>
      <w:r w:rsidRPr="000C6EA2">
        <w:rPr>
          <w:b/>
          <w:sz w:val="24"/>
          <w:szCs w:val="24"/>
        </w:rPr>
        <w:t>Чл. 10. </w:t>
      </w:r>
      <w:r w:rsidRPr="000C6EA2">
        <w:rPr>
          <w:sz w:val="24"/>
          <w:szCs w:val="24"/>
        </w:rPr>
        <w:t>(1) </w:t>
      </w:r>
      <w:r w:rsidR="008B6850" w:rsidRPr="000C6EA2">
        <w:rPr>
          <w:sz w:val="24"/>
          <w:szCs w:val="24"/>
        </w:rPr>
        <w:t>Директорът на РЗОК уведомява изпълнителите на БМП, за утвърдените им от Надзорния съвет на НЗОК индикативни стойности дейности по чл.4, ал.1, т.1</w:t>
      </w:r>
      <w:r w:rsidR="00643CBD" w:rsidRPr="000C6EA2">
        <w:rPr>
          <w:sz w:val="24"/>
          <w:szCs w:val="24"/>
        </w:rPr>
        <w:t xml:space="preserve">, </w:t>
      </w:r>
      <w:r w:rsidR="006E3499" w:rsidRPr="000C6EA2">
        <w:rPr>
          <w:sz w:val="24"/>
          <w:szCs w:val="24"/>
        </w:rPr>
        <w:t xml:space="preserve">за медицински изделия, прилагани в болничната медицинска помощ </w:t>
      </w:r>
      <w:r w:rsidR="00035455" w:rsidRPr="000C6EA2">
        <w:rPr>
          <w:sz w:val="24"/>
          <w:szCs w:val="24"/>
        </w:rPr>
        <w:t xml:space="preserve">и за </w:t>
      </w:r>
      <w:r w:rsidR="006E3499" w:rsidRPr="000C6EA2">
        <w:rPr>
          <w:sz w:val="24"/>
          <w:szCs w:val="24"/>
        </w:rPr>
        <w:t>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w:t>
      </w:r>
      <w:r w:rsidR="008B6850" w:rsidRPr="000C6EA2">
        <w:rPr>
          <w:sz w:val="24"/>
          <w:szCs w:val="24"/>
        </w:rPr>
        <w:t>, които ще се съблюдават при прилагане на ежеседмичния и месечен анализ и контрол по реда на чл.</w:t>
      </w:r>
      <w:r w:rsidR="00143631" w:rsidRPr="000C6EA2">
        <w:rPr>
          <w:sz w:val="24"/>
          <w:szCs w:val="24"/>
        </w:rPr>
        <w:t>13</w:t>
      </w:r>
      <w:r w:rsidR="008B6850" w:rsidRPr="000C6EA2">
        <w:rPr>
          <w:sz w:val="24"/>
          <w:szCs w:val="24"/>
        </w:rPr>
        <w:t xml:space="preserve">. </w:t>
      </w:r>
    </w:p>
    <w:p w:rsidR="001F56C1" w:rsidRPr="000C6EA2" w:rsidRDefault="00114439" w:rsidP="001F56C1">
      <w:pPr>
        <w:spacing w:line="300" w:lineRule="atLeast"/>
        <w:ind w:firstLine="540"/>
        <w:jc w:val="both"/>
        <w:rPr>
          <w:sz w:val="24"/>
          <w:szCs w:val="24"/>
        </w:rPr>
      </w:pPr>
      <w:r w:rsidRPr="000C6EA2">
        <w:rPr>
          <w:sz w:val="24"/>
          <w:szCs w:val="24"/>
        </w:rPr>
        <w:t xml:space="preserve">(2) </w:t>
      </w:r>
      <w:r w:rsidR="001F56C1" w:rsidRPr="000C6EA2">
        <w:rPr>
          <w:sz w:val="24"/>
          <w:szCs w:val="24"/>
        </w:rPr>
        <w:t xml:space="preserve">Директорът на РЗОК разрешава „Медицинско направление за процедури“ (бл. МЗ-НЗОК № 8А) за </w:t>
      </w:r>
      <w:proofErr w:type="spellStart"/>
      <w:r w:rsidR="001F56C1" w:rsidRPr="000C6EA2">
        <w:rPr>
          <w:sz w:val="24"/>
          <w:szCs w:val="24"/>
        </w:rPr>
        <w:t>АПр</w:t>
      </w:r>
      <w:proofErr w:type="spellEnd"/>
      <w:r w:rsidR="001F56C1" w:rsidRPr="000C6EA2">
        <w:rPr>
          <w:sz w:val="24"/>
          <w:szCs w:val="24"/>
        </w:rPr>
        <w:t xml:space="preserve"> „</w:t>
      </w:r>
      <w:proofErr w:type="spellStart"/>
      <w:r w:rsidR="001F56C1" w:rsidRPr="000C6EA2">
        <w:rPr>
          <w:sz w:val="24"/>
          <w:szCs w:val="24"/>
        </w:rPr>
        <w:t>Позитронно-емисионна</w:t>
      </w:r>
      <w:proofErr w:type="spellEnd"/>
      <w:r w:rsidR="001F56C1" w:rsidRPr="000C6EA2">
        <w:rPr>
          <w:sz w:val="24"/>
          <w:szCs w:val="24"/>
        </w:rPr>
        <w:t xml:space="preserve"> томография с компютърна томография </w:t>
      </w:r>
      <w:r w:rsidR="001F56C1" w:rsidRPr="000C6EA2">
        <w:rPr>
          <w:sz w:val="24"/>
          <w:szCs w:val="24"/>
        </w:rPr>
        <w:lastRenderedPageBreak/>
        <w:t xml:space="preserve">(ПЕТ/КТ) (ПЕТ/СТ)“ на изпълнителите на БМП, сключили договор за тази дейност. </w:t>
      </w:r>
      <w:r w:rsidR="008030DB" w:rsidRPr="000C6EA2">
        <w:rPr>
          <w:sz w:val="24"/>
          <w:szCs w:val="24"/>
        </w:rPr>
        <w:t>С</w:t>
      </w:r>
      <w:r w:rsidR="001F56C1" w:rsidRPr="000C6EA2">
        <w:rPr>
          <w:sz w:val="24"/>
          <w:szCs w:val="24"/>
        </w:rPr>
        <w:t>тойност</w:t>
      </w:r>
      <w:r w:rsidR="008030DB" w:rsidRPr="000C6EA2">
        <w:rPr>
          <w:sz w:val="24"/>
          <w:szCs w:val="24"/>
        </w:rPr>
        <w:t>та</w:t>
      </w:r>
      <w:r w:rsidR="001F56C1" w:rsidRPr="000C6EA2">
        <w:rPr>
          <w:sz w:val="24"/>
          <w:szCs w:val="24"/>
        </w:rPr>
        <w:t xml:space="preserve"> за </w:t>
      </w:r>
      <w:proofErr w:type="spellStart"/>
      <w:r w:rsidR="001F56C1" w:rsidRPr="000C6EA2">
        <w:rPr>
          <w:sz w:val="24"/>
          <w:szCs w:val="24"/>
        </w:rPr>
        <w:t>АПр</w:t>
      </w:r>
      <w:proofErr w:type="spellEnd"/>
      <w:r w:rsidR="001F56C1" w:rsidRPr="000C6EA2">
        <w:rPr>
          <w:sz w:val="24"/>
          <w:szCs w:val="24"/>
        </w:rPr>
        <w:t xml:space="preserve"> „</w:t>
      </w:r>
      <w:proofErr w:type="spellStart"/>
      <w:r w:rsidR="001F56C1" w:rsidRPr="000C6EA2">
        <w:rPr>
          <w:sz w:val="24"/>
          <w:szCs w:val="24"/>
        </w:rPr>
        <w:t>Позитронно-емисионна</w:t>
      </w:r>
      <w:proofErr w:type="spellEnd"/>
      <w:r w:rsidR="001F56C1" w:rsidRPr="000C6EA2">
        <w:rPr>
          <w:sz w:val="24"/>
          <w:szCs w:val="24"/>
        </w:rPr>
        <w:t xml:space="preserve"> томография с компютърна томография (ПЕТ/КТ) (ПЕТ/СТ)“</w:t>
      </w:r>
      <w:r w:rsidR="001F56C1" w:rsidRPr="000C6EA2">
        <w:t xml:space="preserve"> </w:t>
      </w:r>
      <w:r w:rsidR="001F56C1" w:rsidRPr="000C6EA2">
        <w:rPr>
          <w:sz w:val="24"/>
          <w:szCs w:val="24"/>
        </w:rPr>
        <w:t xml:space="preserve">се вписва в част Б на приложение </w:t>
      </w:r>
      <w:r w:rsidR="008030DB" w:rsidRPr="000C6EA2">
        <w:rPr>
          <w:sz w:val="24"/>
          <w:szCs w:val="24"/>
        </w:rPr>
        <w:t>№ 2 към договора на изпълнителя, след</w:t>
      </w:r>
      <w:r w:rsidR="0018727C" w:rsidRPr="000C6EA2">
        <w:rPr>
          <w:sz w:val="24"/>
          <w:szCs w:val="24"/>
        </w:rPr>
        <w:t xml:space="preserve"> разрешението от ЦУ на НЗОК на заявените средства за заплащане.</w:t>
      </w:r>
    </w:p>
    <w:p w:rsidR="00035455" w:rsidRPr="000C6EA2" w:rsidRDefault="001F56C1" w:rsidP="001F56C1">
      <w:pPr>
        <w:spacing w:line="300" w:lineRule="atLeast"/>
        <w:ind w:firstLine="540"/>
        <w:jc w:val="both"/>
        <w:rPr>
          <w:sz w:val="24"/>
          <w:szCs w:val="24"/>
        </w:rPr>
      </w:pPr>
      <w:r w:rsidRPr="000C6EA2">
        <w:rPr>
          <w:sz w:val="24"/>
          <w:szCs w:val="24"/>
        </w:rPr>
        <w:t xml:space="preserve"> </w:t>
      </w:r>
      <w:r w:rsidR="00035455" w:rsidRPr="000C6EA2">
        <w:rPr>
          <w:sz w:val="24"/>
          <w:szCs w:val="24"/>
        </w:rPr>
        <w:t>(</w:t>
      </w:r>
      <w:r w:rsidR="00114439" w:rsidRPr="000C6EA2">
        <w:rPr>
          <w:sz w:val="24"/>
          <w:szCs w:val="24"/>
        </w:rPr>
        <w:t>3</w:t>
      </w:r>
      <w:r w:rsidR="00035455" w:rsidRPr="000C6EA2">
        <w:rPr>
          <w:sz w:val="24"/>
          <w:szCs w:val="24"/>
        </w:rPr>
        <w:t xml:space="preserve">) За всеки изпълнител в част Б на приложение № 2 към договора с НЗОК се </w:t>
      </w:r>
      <w:r w:rsidR="006E3499" w:rsidRPr="000C6EA2">
        <w:rPr>
          <w:sz w:val="24"/>
          <w:szCs w:val="24"/>
        </w:rPr>
        <w:t xml:space="preserve">вписват утвърдените му от Надзорния съвет на НЗОК месечни стойности дейности по чл.4, ал.1, т.2, </w:t>
      </w:r>
      <w:r w:rsidR="00035455" w:rsidRPr="000C6EA2">
        <w:rPr>
          <w:sz w:val="24"/>
          <w:szCs w:val="24"/>
        </w:rPr>
        <w:t>за периода на договора, заплащан през 201</w:t>
      </w:r>
      <w:r w:rsidR="006E3499" w:rsidRPr="000C6EA2">
        <w:rPr>
          <w:sz w:val="24"/>
          <w:szCs w:val="24"/>
        </w:rPr>
        <w:t>8 г</w:t>
      </w:r>
      <w:r w:rsidR="005D6B78" w:rsidRPr="000C6EA2">
        <w:rPr>
          <w:sz w:val="24"/>
          <w:szCs w:val="24"/>
        </w:rPr>
        <w:t>.</w:t>
      </w:r>
    </w:p>
    <w:p w:rsidR="000807BD" w:rsidRPr="000C6EA2" w:rsidRDefault="00060737" w:rsidP="000807BD">
      <w:pPr>
        <w:spacing w:line="300" w:lineRule="atLeast"/>
        <w:ind w:firstLine="540"/>
        <w:jc w:val="both"/>
        <w:rPr>
          <w:sz w:val="24"/>
          <w:szCs w:val="24"/>
        </w:rPr>
      </w:pPr>
      <w:r w:rsidRPr="000C6EA2">
        <w:rPr>
          <w:sz w:val="24"/>
          <w:szCs w:val="24"/>
        </w:rPr>
        <w:t>(</w:t>
      </w:r>
      <w:r w:rsidR="00114439" w:rsidRPr="000C6EA2">
        <w:rPr>
          <w:sz w:val="24"/>
          <w:szCs w:val="24"/>
        </w:rPr>
        <w:t>4</w:t>
      </w:r>
      <w:r w:rsidRPr="000C6EA2">
        <w:rPr>
          <w:sz w:val="24"/>
          <w:szCs w:val="24"/>
        </w:rPr>
        <w:t>) Месечните стойности по ал.</w:t>
      </w:r>
      <w:r w:rsidR="007F75BB" w:rsidRPr="000C6EA2">
        <w:rPr>
          <w:sz w:val="24"/>
          <w:szCs w:val="24"/>
        </w:rPr>
        <w:t>3</w:t>
      </w:r>
      <w:r w:rsidRPr="000C6EA2">
        <w:rPr>
          <w:sz w:val="24"/>
          <w:szCs w:val="24"/>
        </w:rPr>
        <w:t xml:space="preserve"> за дейностите за БМП (КП, </w:t>
      </w:r>
      <w:proofErr w:type="spellStart"/>
      <w:r w:rsidRPr="000C6EA2">
        <w:rPr>
          <w:sz w:val="24"/>
          <w:szCs w:val="24"/>
        </w:rPr>
        <w:t>КПр</w:t>
      </w:r>
      <w:proofErr w:type="spellEnd"/>
      <w:r w:rsidRPr="000C6EA2">
        <w:rPr>
          <w:sz w:val="24"/>
          <w:szCs w:val="24"/>
        </w:rPr>
        <w:t xml:space="preserve">, </w:t>
      </w:r>
      <w:proofErr w:type="spellStart"/>
      <w:r w:rsidRPr="000C6EA2">
        <w:rPr>
          <w:sz w:val="24"/>
          <w:szCs w:val="24"/>
        </w:rPr>
        <w:t>АПр</w:t>
      </w:r>
      <w:proofErr w:type="spellEnd"/>
      <w:r w:rsidRPr="000C6EA2">
        <w:rPr>
          <w:sz w:val="24"/>
          <w:szCs w:val="24"/>
        </w:rPr>
        <w:t>) се определят като обща месечна стойност по всички сключени от изпълнител на БМП договори.</w:t>
      </w:r>
      <w:r w:rsidR="000807BD" w:rsidRPr="000C6EA2">
        <w:rPr>
          <w:sz w:val="24"/>
          <w:szCs w:val="24"/>
        </w:rPr>
        <w:t xml:space="preserve"> </w:t>
      </w:r>
    </w:p>
    <w:p w:rsidR="00060737" w:rsidRPr="000C6EA2" w:rsidRDefault="000807BD" w:rsidP="00060737">
      <w:pPr>
        <w:spacing w:line="300" w:lineRule="atLeast"/>
        <w:ind w:firstLine="540"/>
        <w:jc w:val="both"/>
        <w:rPr>
          <w:sz w:val="24"/>
          <w:szCs w:val="24"/>
        </w:rPr>
      </w:pPr>
      <w:r w:rsidRPr="000C6EA2">
        <w:rPr>
          <w:sz w:val="24"/>
          <w:szCs w:val="24"/>
        </w:rPr>
        <w:t>(</w:t>
      </w:r>
      <w:r w:rsidR="00114439" w:rsidRPr="000C6EA2">
        <w:rPr>
          <w:sz w:val="24"/>
          <w:szCs w:val="24"/>
        </w:rPr>
        <w:t>5</w:t>
      </w:r>
      <w:r w:rsidRPr="000C6EA2">
        <w:rPr>
          <w:sz w:val="24"/>
          <w:szCs w:val="24"/>
        </w:rPr>
        <w:t>) В част А-допълнение за 2018 г. на приложение № 2 към договора с НЗОК се вписват броя на леглата по специалност и нива на компетентност, съгласно сключения договор с изпълнителя на Б</w:t>
      </w:r>
      <w:r w:rsidR="0063208C" w:rsidRPr="000C6EA2">
        <w:rPr>
          <w:sz w:val="24"/>
          <w:szCs w:val="24"/>
        </w:rPr>
        <w:t>МП</w:t>
      </w:r>
      <w:r w:rsidRPr="000C6EA2">
        <w:rPr>
          <w:sz w:val="24"/>
          <w:szCs w:val="24"/>
        </w:rPr>
        <w:t>.</w:t>
      </w:r>
    </w:p>
    <w:p w:rsidR="007901C9" w:rsidRPr="000C6EA2" w:rsidRDefault="00110616" w:rsidP="007D3107">
      <w:pPr>
        <w:spacing w:line="300" w:lineRule="atLeast"/>
        <w:ind w:firstLine="539"/>
        <w:jc w:val="both"/>
        <w:rPr>
          <w:sz w:val="24"/>
          <w:szCs w:val="24"/>
        </w:rPr>
      </w:pPr>
      <w:r w:rsidRPr="000C6EA2">
        <w:rPr>
          <w:b/>
          <w:sz w:val="24"/>
          <w:szCs w:val="24"/>
        </w:rPr>
        <w:t>Чл. 1</w:t>
      </w:r>
      <w:r w:rsidR="00825BA0" w:rsidRPr="000C6EA2">
        <w:rPr>
          <w:b/>
          <w:sz w:val="24"/>
          <w:szCs w:val="24"/>
        </w:rPr>
        <w:t>1</w:t>
      </w:r>
      <w:r w:rsidRPr="000C6EA2">
        <w:rPr>
          <w:b/>
          <w:sz w:val="24"/>
          <w:szCs w:val="24"/>
        </w:rPr>
        <w:t>. </w:t>
      </w:r>
      <w:r w:rsidRPr="000C6EA2">
        <w:rPr>
          <w:sz w:val="24"/>
          <w:szCs w:val="24"/>
        </w:rPr>
        <w:t xml:space="preserve">(1) Директорът на РЗОК закупува от изпълнителите на БМП </w:t>
      </w:r>
      <w:r w:rsidR="007901C9" w:rsidRPr="000C6EA2">
        <w:rPr>
          <w:sz w:val="24"/>
          <w:szCs w:val="24"/>
        </w:rPr>
        <w:t xml:space="preserve">обем здравни </w:t>
      </w:r>
      <w:r w:rsidRPr="000C6EA2">
        <w:rPr>
          <w:sz w:val="24"/>
          <w:szCs w:val="24"/>
        </w:rPr>
        <w:t xml:space="preserve">дейности, съгласно сключените с тях индивидуални договори за изпълнение на БМП, </w:t>
      </w:r>
      <w:r w:rsidR="007901C9" w:rsidRPr="000C6EA2">
        <w:rPr>
          <w:sz w:val="24"/>
          <w:szCs w:val="24"/>
        </w:rPr>
        <w:t xml:space="preserve">след </w:t>
      </w:r>
      <w:r w:rsidR="00033946" w:rsidRPr="000C6EA2">
        <w:rPr>
          <w:sz w:val="24"/>
          <w:szCs w:val="24"/>
        </w:rPr>
        <w:t>прилагане на реда</w:t>
      </w:r>
      <w:r w:rsidR="007901C9" w:rsidRPr="000C6EA2">
        <w:rPr>
          <w:sz w:val="24"/>
          <w:szCs w:val="24"/>
        </w:rPr>
        <w:t xml:space="preserve"> </w:t>
      </w:r>
      <w:r w:rsidR="00033946" w:rsidRPr="000C6EA2">
        <w:rPr>
          <w:sz w:val="24"/>
          <w:szCs w:val="24"/>
        </w:rPr>
        <w:t>на</w:t>
      </w:r>
      <w:r w:rsidR="007901C9" w:rsidRPr="000C6EA2">
        <w:rPr>
          <w:sz w:val="24"/>
          <w:szCs w:val="24"/>
        </w:rPr>
        <w:t xml:space="preserve"> чл.1</w:t>
      </w:r>
      <w:r w:rsidR="005D6B78" w:rsidRPr="000C6EA2">
        <w:rPr>
          <w:sz w:val="24"/>
          <w:szCs w:val="24"/>
        </w:rPr>
        <w:t>3</w:t>
      </w:r>
      <w:r w:rsidR="007901C9" w:rsidRPr="000C6EA2">
        <w:rPr>
          <w:sz w:val="24"/>
          <w:szCs w:val="24"/>
        </w:rPr>
        <w:t xml:space="preserve">. </w:t>
      </w:r>
    </w:p>
    <w:p w:rsidR="00110616" w:rsidRPr="000C6EA2" w:rsidRDefault="007901C9" w:rsidP="007D3107">
      <w:pPr>
        <w:spacing w:line="300" w:lineRule="atLeast"/>
        <w:ind w:firstLine="539"/>
        <w:jc w:val="both"/>
        <w:rPr>
          <w:sz w:val="24"/>
          <w:szCs w:val="24"/>
        </w:rPr>
      </w:pPr>
      <w:r w:rsidRPr="000C6EA2">
        <w:rPr>
          <w:sz w:val="24"/>
          <w:szCs w:val="24"/>
        </w:rPr>
        <w:t>(2)</w:t>
      </w:r>
      <w:r w:rsidR="002E3EF3" w:rsidRPr="000C6EA2">
        <w:rPr>
          <w:sz w:val="24"/>
          <w:szCs w:val="24"/>
        </w:rPr>
        <w:t> </w:t>
      </w:r>
      <w:r w:rsidRPr="000C6EA2">
        <w:rPr>
          <w:sz w:val="24"/>
          <w:szCs w:val="24"/>
        </w:rPr>
        <w:t xml:space="preserve">Закупените обеми по ал.1 </w:t>
      </w:r>
      <w:r w:rsidR="00110616" w:rsidRPr="000C6EA2">
        <w:rPr>
          <w:sz w:val="24"/>
          <w:szCs w:val="24"/>
        </w:rPr>
        <w:t xml:space="preserve">се </w:t>
      </w:r>
      <w:r w:rsidRPr="000C6EA2">
        <w:rPr>
          <w:sz w:val="24"/>
          <w:szCs w:val="24"/>
        </w:rPr>
        <w:t xml:space="preserve">вписват </w:t>
      </w:r>
      <w:r w:rsidR="00E832CD" w:rsidRPr="000C6EA2">
        <w:rPr>
          <w:sz w:val="24"/>
          <w:szCs w:val="24"/>
        </w:rPr>
        <w:t xml:space="preserve">ежемесечно </w:t>
      </w:r>
      <w:r w:rsidRPr="000C6EA2">
        <w:rPr>
          <w:sz w:val="24"/>
          <w:szCs w:val="24"/>
        </w:rPr>
        <w:t>в част А на приложение № 2 към договора с НЗОК</w:t>
      </w:r>
      <w:r w:rsidR="00110616" w:rsidRPr="000C6EA2">
        <w:rPr>
          <w:sz w:val="24"/>
          <w:szCs w:val="24"/>
        </w:rPr>
        <w:t xml:space="preserve"> по специалност и нива на компетентност</w:t>
      </w:r>
      <w:r w:rsidRPr="000C6EA2">
        <w:rPr>
          <w:sz w:val="24"/>
          <w:szCs w:val="24"/>
        </w:rPr>
        <w:t xml:space="preserve"> на звената в структурата на лечебното заведение – изпълнител на БМП, от които са отчетени.</w:t>
      </w:r>
    </w:p>
    <w:p w:rsidR="00110616" w:rsidRPr="000C6EA2" w:rsidRDefault="00110616" w:rsidP="007D3107">
      <w:pPr>
        <w:spacing w:line="300" w:lineRule="atLeast"/>
        <w:ind w:firstLine="539"/>
        <w:jc w:val="both"/>
        <w:rPr>
          <w:sz w:val="24"/>
          <w:szCs w:val="24"/>
        </w:rPr>
      </w:pPr>
      <w:r w:rsidRPr="000C6EA2">
        <w:rPr>
          <w:sz w:val="24"/>
          <w:szCs w:val="24"/>
        </w:rPr>
        <w:t>(</w:t>
      </w:r>
      <w:r w:rsidR="005D6B78" w:rsidRPr="000C6EA2">
        <w:rPr>
          <w:sz w:val="24"/>
          <w:szCs w:val="24"/>
        </w:rPr>
        <w:t>3</w:t>
      </w:r>
      <w:r w:rsidRPr="000C6EA2">
        <w:rPr>
          <w:sz w:val="24"/>
          <w:szCs w:val="24"/>
        </w:rPr>
        <w:t>) </w:t>
      </w:r>
      <w:r w:rsidR="00825BA0" w:rsidRPr="000C6EA2">
        <w:rPr>
          <w:sz w:val="24"/>
          <w:szCs w:val="24"/>
        </w:rPr>
        <w:t xml:space="preserve">Ежемесечно за всеки изпълнител в част Б на приложение № 2 към договора с НЗОК се вписват стойностите на </w:t>
      </w:r>
      <w:r w:rsidR="00060737" w:rsidRPr="000C6EA2">
        <w:rPr>
          <w:sz w:val="24"/>
          <w:szCs w:val="24"/>
        </w:rPr>
        <w:t xml:space="preserve">закупените </w:t>
      </w:r>
      <w:r w:rsidR="00825BA0" w:rsidRPr="000C6EA2">
        <w:rPr>
          <w:sz w:val="24"/>
          <w:szCs w:val="24"/>
        </w:rPr>
        <w:t>по сключените с тях индивидуални договори:</w:t>
      </w:r>
    </w:p>
    <w:p w:rsidR="00110616" w:rsidRPr="000C6EA2" w:rsidRDefault="00110616" w:rsidP="007D3107">
      <w:pPr>
        <w:spacing w:line="300" w:lineRule="atLeast"/>
        <w:ind w:firstLine="540"/>
        <w:jc w:val="both"/>
        <w:rPr>
          <w:sz w:val="24"/>
          <w:szCs w:val="24"/>
        </w:rPr>
      </w:pPr>
      <w:r w:rsidRPr="000C6EA2">
        <w:rPr>
          <w:sz w:val="24"/>
          <w:szCs w:val="24"/>
        </w:rPr>
        <w:t>1.</w:t>
      </w:r>
      <w:r w:rsidR="002E3EF3" w:rsidRPr="000C6EA2">
        <w:rPr>
          <w:sz w:val="24"/>
          <w:szCs w:val="24"/>
        </w:rPr>
        <w:t> </w:t>
      </w:r>
      <w:r w:rsidRPr="000C6EA2">
        <w:rPr>
          <w:sz w:val="24"/>
          <w:szCs w:val="24"/>
        </w:rPr>
        <w:t>дейности по чл.4, ал.1, т.1</w:t>
      </w:r>
      <w:r w:rsidR="00825BA0" w:rsidRPr="000C6EA2">
        <w:rPr>
          <w:sz w:val="24"/>
          <w:szCs w:val="24"/>
        </w:rPr>
        <w:t>,</w:t>
      </w:r>
      <w:r w:rsidRPr="000C6EA2">
        <w:rPr>
          <w:sz w:val="24"/>
          <w:szCs w:val="24"/>
        </w:rPr>
        <w:t xml:space="preserve"> </w:t>
      </w:r>
      <w:r w:rsidR="00060737" w:rsidRPr="000C6EA2">
        <w:rPr>
          <w:sz w:val="24"/>
          <w:szCs w:val="24"/>
        </w:rPr>
        <w:t xml:space="preserve">заплатени </w:t>
      </w:r>
      <w:r w:rsidRPr="000C6EA2">
        <w:rPr>
          <w:sz w:val="24"/>
          <w:szCs w:val="24"/>
        </w:rPr>
        <w:t xml:space="preserve">по реда на чл.5, </w:t>
      </w:r>
      <w:r w:rsidR="007F75BB" w:rsidRPr="000C6EA2">
        <w:rPr>
          <w:sz w:val="24"/>
          <w:szCs w:val="24"/>
        </w:rPr>
        <w:t xml:space="preserve">ал.3, </w:t>
      </w:r>
      <w:r w:rsidRPr="000C6EA2">
        <w:rPr>
          <w:sz w:val="24"/>
          <w:szCs w:val="24"/>
        </w:rPr>
        <w:t>т.</w:t>
      </w:r>
      <w:r w:rsidR="007F75BB" w:rsidRPr="000C6EA2">
        <w:rPr>
          <w:sz w:val="24"/>
          <w:szCs w:val="24"/>
        </w:rPr>
        <w:t>3</w:t>
      </w:r>
      <w:r w:rsidRPr="000C6EA2">
        <w:rPr>
          <w:sz w:val="24"/>
          <w:szCs w:val="24"/>
        </w:rPr>
        <w:t xml:space="preserve">. </w:t>
      </w:r>
    </w:p>
    <w:p w:rsidR="00E832CD" w:rsidRPr="000C6EA2" w:rsidRDefault="00E832CD" w:rsidP="007D3107">
      <w:pPr>
        <w:spacing w:line="300" w:lineRule="atLeast"/>
        <w:ind w:firstLine="540"/>
        <w:jc w:val="both"/>
        <w:rPr>
          <w:sz w:val="24"/>
          <w:szCs w:val="24"/>
        </w:rPr>
      </w:pPr>
      <w:r w:rsidRPr="000C6EA2">
        <w:rPr>
          <w:sz w:val="24"/>
          <w:szCs w:val="24"/>
        </w:rPr>
        <w:t>2.</w:t>
      </w:r>
      <w:r w:rsidR="002E3EF3" w:rsidRPr="000C6EA2">
        <w:rPr>
          <w:sz w:val="24"/>
          <w:szCs w:val="24"/>
        </w:rPr>
        <w:t> </w:t>
      </w:r>
      <w:r w:rsidRPr="000C6EA2">
        <w:rPr>
          <w:sz w:val="24"/>
          <w:szCs w:val="24"/>
        </w:rPr>
        <w:t>дейности по чл.4, ал.1, т.2</w:t>
      </w:r>
      <w:r w:rsidR="007202E2" w:rsidRPr="000C6EA2">
        <w:rPr>
          <w:sz w:val="24"/>
          <w:szCs w:val="24"/>
        </w:rPr>
        <w:t xml:space="preserve">, </w:t>
      </w:r>
      <w:r w:rsidR="00060737" w:rsidRPr="000C6EA2">
        <w:rPr>
          <w:sz w:val="24"/>
          <w:szCs w:val="24"/>
        </w:rPr>
        <w:t>заплатени в рамките на месечните стойности по реда на чл.1</w:t>
      </w:r>
      <w:r w:rsidR="005D6B78" w:rsidRPr="000C6EA2">
        <w:rPr>
          <w:sz w:val="24"/>
          <w:szCs w:val="24"/>
        </w:rPr>
        <w:t>2</w:t>
      </w:r>
      <w:r w:rsidR="00060737" w:rsidRPr="000C6EA2">
        <w:rPr>
          <w:sz w:val="24"/>
          <w:szCs w:val="24"/>
        </w:rPr>
        <w:t xml:space="preserve">. </w:t>
      </w:r>
      <w:r w:rsidRPr="000C6EA2">
        <w:rPr>
          <w:sz w:val="24"/>
          <w:szCs w:val="24"/>
        </w:rPr>
        <w:t xml:space="preserve"> </w:t>
      </w:r>
    </w:p>
    <w:p w:rsidR="00110616" w:rsidRPr="000C6EA2" w:rsidRDefault="00C66C84" w:rsidP="007D3107">
      <w:pPr>
        <w:spacing w:line="300" w:lineRule="atLeast"/>
        <w:ind w:firstLine="540"/>
        <w:jc w:val="both"/>
        <w:rPr>
          <w:strike/>
          <w:sz w:val="24"/>
          <w:szCs w:val="24"/>
        </w:rPr>
      </w:pPr>
      <w:r w:rsidRPr="000C6EA2">
        <w:rPr>
          <w:sz w:val="24"/>
          <w:szCs w:val="24"/>
        </w:rPr>
        <w:t>3</w:t>
      </w:r>
      <w:r w:rsidR="00110616" w:rsidRPr="000C6EA2">
        <w:rPr>
          <w:sz w:val="24"/>
          <w:szCs w:val="24"/>
        </w:rPr>
        <w:t>.</w:t>
      </w:r>
      <w:r w:rsidR="002E3EF3" w:rsidRPr="000C6EA2">
        <w:rPr>
          <w:sz w:val="24"/>
          <w:szCs w:val="24"/>
        </w:rPr>
        <w:t> </w:t>
      </w:r>
      <w:r w:rsidR="00110616" w:rsidRPr="000C6EA2">
        <w:rPr>
          <w:sz w:val="24"/>
          <w:szCs w:val="24"/>
        </w:rPr>
        <w:t>дейностите по чл.4, ал.1, т.</w:t>
      </w:r>
      <w:r w:rsidR="00060737" w:rsidRPr="000C6EA2">
        <w:rPr>
          <w:sz w:val="24"/>
          <w:szCs w:val="24"/>
        </w:rPr>
        <w:t>3,</w:t>
      </w:r>
      <w:r w:rsidR="00110616" w:rsidRPr="000C6EA2">
        <w:rPr>
          <w:sz w:val="24"/>
          <w:szCs w:val="24"/>
        </w:rPr>
        <w:t xml:space="preserve"> </w:t>
      </w:r>
      <w:r w:rsidR="00114439" w:rsidRPr="000C6EA2">
        <w:rPr>
          <w:sz w:val="24"/>
          <w:szCs w:val="24"/>
        </w:rPr>
        <w:t xml:space="preserve">заплатени в рамките на месечните стойности по реда на чл.10, ал.2 и </w:t>
      </w:r>
      <w:r w:rsidR="00060737" w:rsidRPr="000C6EA2">
        <w:rPr>
          <w:sz w:val="24"/>
          <w:szCs w:val="24"/>
        </w:rPr>
        <w:t>по реда на чл.7, ал.</w:t>
      </w:r>
      <w:r w:rsidR="007F75BB" w:rsidRPr="000C6EA2">
        <w:rPr>
          <w:sz w:val="24"/>
          <w:szCs w:val="24"/>
        </w:rPr>
        <w:t>1, т. 2 и т.4</w:t>
      </w:r>
      <w:r w:rsidR="005D6B78" w:rsidRPr="000C6EA2">
        <w:rPr>
          <w:sz w:val="24"/>
          <w:szCs w:val="24"/>
        </w:rPr>
        <w:t>.</w:t>
      </w:r>
    </w:p>
    <w:p w:rsidR="00060737" w:rsidRPr="000C6EA2" w:rsidRDefault="00060737" w:rsidP="00060737">
      <w:pPr>
        <w:spacing w:line="300" w:lineRule="atLeast"/>
        <w:ind w:firstLine="540"/>
        <w:jc w:val="both"/>
        <w:rPr>
          <w:sz w:val="24"/>
          <w:szCs w:val="24"/>
        </w:rPr>
      </w:pPr>
      <w:r w:rsidRPr="000C6EA2">
        <w:rPr>
          <w:sz w:val="24"/>
          <w:szCs w:val="24"/>
        </w:rPr>
        <w:t>4. медицински изделия, прилагани в болничната медицинска помощ и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 заплатени по реда на чл.8, ал.1, т.5</w:t>
      </w:r>
      <w:r w:rsidR="005D6B78" w:rsidRPr="000C6EA2">
        <w:rPr>
          <w:sz w:val="24"/>
          <w:szCs w:val="24"/>
        </w:rPr>
        <w:t>.</w:t>
      </w:r>
    </w:p>
    <w:p w:rsidR="00060737" w:rsidRPr="000C6EA2" w:rsidRDefault="00060737" w:rsidP="00060737">
      <w:pPr>
        <w:spacing w:line="300" w:lineRule="atLeast"/>
        <w:ind w:firstLine="540"/>
        <w:jc w:val="both"/>
        <w:rPr>
          <w:sz w:val="24"/>
          <w:szCs w:val="24"/>
        </w:rPr>
      </w:pPr>
      <w:r w:rsidRPr="000C6EA2">
        <w:rPr>
          <w:sz w:val="24"/>
          <w:szCs w:val="24"/>
        </w:rPr>
        <w:t xml:space="preserve">5. болнична медицинска помощ на лица с право на здравно осигуряване, удостоверено от друга държава – членка на ЕС/ЕИП, или съгласно двустранни спогодби; дейности, финансирани с трансфери към НЗОК от Министерство на здравеопазването; болнична медицинска помощ по реда на ПМС № 17 от 2007 г. </w:t>
      </w:r>
    </w:p>
    <w:p w:rsidR="00A955E1" w:rsidRPr="000C6EA2" w:rsidRDefault="00110616" w:rsidP="007D3107">
      <w:pPr>
        <w:spacing w:line="300" w:lineRule="atLeast"/>
        <w:ind w:firstLine="539"/>
        <w:jc w:val="both"/>
        <w:rPr>
          <w:sz w:val="24"/>
          <w:szCs w:val="24"/>
        </w:rPr>
      </w:pPr>
      <w:r w:rsidRPr="000C6EA2">
        <w:rPr>
          <w:b/>
          <w:sz w:val="24"/>
          <w:szCs w:val="24"/>
        </w:rPr>
        <w:t>Чл. 1</w:t>
      </w:r>
      <w:r w:rsidR="005D6B78" w:rsidRPr="000C6EA2">
        <w:rPr>
          <w:b/>
          <w:sz w:val="24"/>
          <w:szCs w:val="24"/>
        </w:rPr>
        <w:t>2</w:t>
      </w:r>
      <w:r w:rsidR="00B34261" w:rsidRPr="000C6EA2">
        <w:rPr>
          <w:b/>
          <w:sz w:val="24"/>
          <w:szCs w:val="24"/>
        </w:rPr>
        <w:t>.</w:t>
      </w:r>
      <w:r w:rsidRPr="000C6EA2">
        <w:rPr>
          <w:b/>
          <w:sz w:val="24"/>
          <w:szCs w:val="24"/>
        </w:rPr>
        <w:t> </w:t>
      </w:r>
      <w:r w:rsidRPr="000C6EA2">
        <w:rPr>
          <w:sz w:val="24"/>
          <w:szCs w:val="24"/>
        </w:rPr>
        <w:t>(1) </w:t>
      </w:r>
      <w:r w:rsidR="00A955E1" w:rsidRPr="000C6EA2">
        <w:rPr>
          <w:sz w:val="24"/>
          <w:szCs w:val="24"/>
        </w:rPr>
        <w:t xml:space="preserve">Всеки изпълнител на БМП отчита с финансово-отчетни документи дейности </w:t>
      </w:r>
      <w:r w:rsidR="00BE734E" w:rsidRPr="000C6EA2">
        <w:rPr>
          <w:sz w:val="24"/>
          <w:szCs w:val="24"/>
        </w:rPr>
        <w:t xml:space="preserve">по чл.4, ал.1, т.2 </w:t>
      </w:r>
      <w:r w:rsidR="00A955E1" w:rsidRPr="000C6EA2">
        <w:rPr>
          <w:sz w:val="24"/>
          <w:szCs w:val="24"/>
        </w:rPr>
        <w:t xml:space="preserve">на стойност, </w:t>
      </w:r>
      <w:r w:rsidR="0006364E" w:rsidRPr="000C6EA2">
        <w:rPr>
          <w:sz w:val="24"/>
          <w:szCs w:val="24"/>
        </w:rPr>
        <w:t xml:space="preserve">в рамките или под равнището на </w:t>
      </w:r>
      <w:r w:rsidR="00A955E1" w:rsidRPr="000C6EA2">
        <w:rPr>
          <w:sz w:val="24"/>
          <w:szCs w:val="24"/>
        </w:rPr>
        <w:t>месечна</w:t>
      </w:r>
      <w:r w:rsidR="00BE734E" w:rsidRPr="000C6EA2">
        <w:rPr>
          <w:sz w:val="24"/>
          <w:szCs w:val="24"/>
        </w:rPr>
        <w:t>та</w:t>
      </w:r>
      <w:r w:rsidR="00A955E1" w:rsidRPr="000C6EA2">
        <w:rPr>
          <w:sz w:val="24"/>
          <w:szCs w:val="24"/>
        </w:rPr>
        <w:t xml:space="preserve"> стойност</w:t>
      </w:r>
      <w:r w:rsidR="008F38DD" w:rsidRPr="000C6EA2">
        <w:rPr>
          <w:sz w:val="24"/>
          <w:szCs w:val="24"/>
        </w:rPr>
        <w:t xml:space="preserve"> </w:t>
      </w:r>
      <w:r w:rsidR="00A955E1" w:rsidRPr="000C6EA2">
        <w:rPr>
          <w:sz w:val="24"/>
          <w:szCs w:val="24"/>
        </w:rPr>
        <w:t xml:space="preserve">за </w:t>
      </w:r>
      <w:r w:rsidR="000316A1" w:rsidRPr="000C6EA2">
        <w:rPr>
          <w:sz w:val="24"/>
          <w:szCs w:val="24"/>
        </w:rPr>
        <w:t xml:space="preserve">този вид дейности, </w:t>
      </w:r>
      <w:r w:rsidR="00A22890" w:rsidRPr="000C6EA2">
        <w:rPr>
          <w:sz w:val="24"/>
          <w:szCs w:val="24"/>
        </w:rPr>
        <w:t xml:space="preserve">в част Б на приложение № 2 </w:t>
      </w:r>
      <w:r w:rsidR="00A955E1" w:rsidRPr="000C6EA2">
        <w:rPr>
          <w:sz w:val="24"/>
          <w:szCs w:val="24"/>
        </w:rPr>
        <w:t>към сключените от него договори.</w:t>
      </w:r>
    </w:p>
    <w:p w:rsidR="00A955E1" w:rsidRPr="000C6EA2" w:rsidRDefault="00A955E1" w:rsidP="00A955E1">
      <w:pPr>
        <w:spacing w:line="300" w:lineRule="atLeast"/>
        <w:ind w:firstLine="540"/>
        <w:jc w:val="both"/>
        <w:rPr>
          <w:sz w:val="24"/>
          <w:szCs w:val="24"/>
        </w:rPr>
      </w:pPr>
      <w:r w:rsidRPr="000C6EA2">
        <w:rPr>
          <w:sz w:val="24"/>
          <w:szCs w:val="24"/>
        </w:rPr>
        <w:t>(2)</w:t>
      </w:r>
      <w:r w:rsidR="002E3EF3" w:rsidRPr="000C6EA2">
        <w:rPr>
          <w:sz w:val="24"/>
          <w:szCs w:val="24"/>
        </w:rPr>
        <w:t> </w:t>
      </w:r>
      <w:r w:rsidR="00A22890" w:rsidRPr="000C6EA2">
        <w:rPr>
          <w:sz w:val="24"/>
          <w:szCs w:val="24"/>
        </w:rPr>
        <w:t xml:space="preserve">В случай, че след заплащане на отчетената месечна дейност се установи недостигане от конкретен изпълнител на месечната стойност по ал.1, в част Б на приложение № 2 към договора се отразяват стойностите на заплатената за месеца дейност. Изпълнителят на БМП може да прехвърля икономията на средства в рамките на общия размер на определените стойности по ал.1 за периода по </w:t>
      </w:r>
      <w:r w:rsidR="00F22BBA" w:rsidRPr="000C6EA2">
        <w:rPr>
          <w:sz w:val="24"/>
          <w:szCs w:val="24"/>
        </w:rPr>
        <w:t>чл.3, ал.1, т.1.</w:t>
      </w:r>
    </w:p>
    <w:p w:rsidR="00143631" w:rsidRPr="000C6EA2" w:rsidRDefault="00A955E1" w:rsidP="00B34261">
      <w:pPr>
        <w:spacing w:line="300" w:lineRule="atLeast"/>
        <w:ind w:firstLine="540"/>
        <w:jc w:val="both"/>
        <w:rPr>
          <w:sz w:val="24"/>
          <w:szCs w:val="24"/>
        </w:rPr>
      </w:pPr>
      <w:r w:rsidRPr="000C6EA2">
        <w:rPr>
          <w:sz w:val="24"/>
          <w:szCs w:val="24"/>
        </w:rPr>
        <w:t>(</w:t>
      </w:r>
      <w:r w:rsidR="002A432E" w:rsidRPr="000C6EA2">
        <w:rPr>
          <w:sz w:val="24"/>
          <w:szCs w:val="24"/>
        </w:rPr>
        <w:t>3</w:t>
      </w:r>
      <w:r w:rsidRPr="000C6EA2">
        <w:rPr>
          <w:sz w:val="24"/>
          <w:szCs w:val="24"/>
        </w:rPr>
        <w:t>)</w:t>
      </w:r>
      <w:r w:rsidR="002E3EF3" w:rsidRPr="000C6EA2">
        <w:rPr>
          <w:sz w:val="24"/>
          <w:szCs w:val="24"/>
        </w:rPr>
        <w:t> </w:t>
      </w:r>
      <w:r w:rsidR="00110616" w:rsidRPr="000C6EA2">
        <w:rPr>
          <w:sz w:val="24"/>
          <w:szCs w:val="24"/>
        </w:rPr>
        <w:t xml:space="preserve">Потвърдените за заплащане дейности в месечните известия </w:t>
      </w:r>
      <w:r w:rsidR="00F22BBA" w:rsidRPr="000C6EA2">
        <w:rPr>
          <w:sz w:val="24"/>
          <w:szCs w:val="24"/>
        </w:rPr>
        <w:t xml:space="preserve">по </w:t>
      </w:r>
      <w:r w:rsidR="00F562B6" w:rsidRPr="000C6EA2">
        <w:rPr>
          <w:sz w:val="24"/>
          <w:szCs w:val="24"/>
        </w:rPr>
        <w:t>чл.351, ал.10 от НРД за 2017 г.</w:t>
      </w:r>
      <w:r w:rsidR="00A46F75" w:rsidRPr="000C6EA2">
        <w:rPr>
          <w:sz w:val="24"/>
          <w:szCs w:val="24"/>
        </w:rPr>
        <w:t xml:space="preserve">, </w:t>
      </w:r>
      <w:r w:rsidR="00110616" w:rsidRPr="000C6EA2">
        <w:rPr>
          <w:sz w:val="24"/>
          <w:szCs w:val="24"/>
        </w:rPr>
        <w:t>са в рамките на с</w:t>
      </w:r>
      <w:r w:rsidR="00293699" w:rsidRPr="000C6EA2">
        <w:rPr>
          <w:sz w:val="24"/>
          <w:szCs w:val="24"/>
        </w:rPr>
        <w:t>тойностите за съответния месец от</w:t>
      </w:r>
      <w:r w:rsidR="00110616" w:rsidRPr="000C6EA2">
        <w:rPr>
          <w:sz w:val="24"/>
          <w:szCs w:val="24"/>
        </w:rPr>
        <w:t xml:space="preserve"> приложения № 2 към сключените от изпълнителите на БМП договори</w:t>
      </w:r>
      <w:r w:rsidR="00143631" w:rsidRPr="000C6EA2">
        <w:rPr>
          <w:sz w:val="24"/>
          <w:szCs w:val="24"/>
        </w:rPr>
        <w:t>.</w:t>
      </w:r>
    </w:p>
    <w:p w:rsidR="00143631" w:rsidRPr="000C6EA2" w:rsidRDefault="00143631" w:rsidP="00143631">
      <w:pPr>
        <w:spacing w:line="300" w:lineRule="atLeast"/>
        <w:ind w:firstLine="540"/>
        <w:jc w:val="both"/>
        <w:rPr>
          <w:sz w:val="24"/>
          <w:szCs w:val="24"/>
        </w:rPr>
      </w:pPr>
      <w:r w:rsidRPr="000C6EA2">
        <w:rPr>
          <w:sz w:val="24"/>
          <w:szCs w:val="24"/>
        </w:rPr>
        <w:t>(4) За прилагане на ал.3 в месечните известия по чл.351, ал.10 от НРД за 2017 г., се посочват дейностите, отхвърлени поради надвишаване на стойностите за съответния месец в приложения № 2 към сключените от изпълнителите на БМП договори.</w:t>
      </w:r>
    </w:p>
    <w:p w:rsidR="00810BD1" w:rsidRPr="000C6EA2" w:rsidRDefault="00810BD1" w:rsidP="00810BD1">
      <w:pPr>
        <w:spacing w:line="300" w:lineRule="atLeast"/>
        <w:ind w:firstLine="540"/>
        <w:jc w:val="both"/>
        <w:rPr>
          <w:sz w:val="24"/>
          <w:szCs w:val="24"/>
        </w:rPr>
      </w:pPr>
      <w:r w:rsidRPr="000C6EA2">
        <w:rPr>
          <w:sz w:val="24"/>
          <w:szCs w:val="24"/>
        </w:rPr>
        <w:lastRenderedPageBreak/>
        <w:t xml:space="preserve">(5) Дейностите по ал.4 се определят по реда на последно извършена по време дейност. Клинични процедури и </w:t>
      </w:r>
      <w:proofErr w:type="spellStart"/>
      <w:r w:rsidRPr="000C6EA2">
        <w:rPr>
          <w:sz w:val="24"/>
          <w:szCs w:val="24"/>
        </w:rPr>
        <w:t>АПр</w:t>
      </w:r>
      <w:proofErr w:type="spellEnd"/>
      <w:r w:rsidRPr="000C6EA2">
        <w:rPr>
          <w:sz w:val="24"/>
          <w:szCs w:val="24"/>
        </w:rPr>
        <w:t xml:space="preserve"> се определят по ал.4 за целия случай на лечение на пациента.</w:t>
      </w:r>
    </w:p>
    <w:p w:rsidR="00810BD1" w:rsidRPr="000C6EA2" w:rsidRDefault="00810BD1" w:rsidP="00810BD1">
      <w:pPr>
        <w:spacing w:line="300" w:lineRule="atLeast"/>
        <w:ind w:firstLine="540"/>
        <w:jc w:val="both"/>
        <w:rPr>
          <w:sz w:val="24"/>
          <w:szCs w:val="24"/>
        </w:rPr>
      </w:pPr>
      <w:r w:rsidRPr="000C6EA2">
        <w:rPr>
          <w:sz w:val="24"/>
          <w:szCs w:val="24"/>
        </w:rPr>
        <w:t xml:space="preserve">(6) Когато дейността по КП и/или </w:t>
      </w:r>
      <w:proofErr w:type="spellStart"/>
      <w:r w:rsidRPr="000C6EA2">
        <w:rPr>
          <w:sz w:val="24"/>
          <w:szCs w:val="24"/>
        </w:rPr>
        <w:t>АПр</w:t>
      </w:r>
      <w:proofErr w:type="spellEnd"/>
      <w:r w:rsidRPr="000C6EA2">
        <w:rPr>
          <w:sz w:val="24"/>
          <w:szCs w:val="24"/>
        </w:rPr>
        <w:t xml:space="preserve"> е определена по ал.3, приложените по нея медицински изделия, също се определят в месечните известия по чл.351, ал.10 от НРД за 2017 г., като отхвърлени поради надвишаване на стойностите за съответния месец.</w:t>
      </w:r>
    </w:p>
    <w:p w:rsidR="00810BD1" w:rsidRPr="000C6EA2" w:rsidRDefault="00110616" w:rsidP="004A62BD">
      <w:pPr>
        <w:spacing w:line="300" w:lineRule="atLeast"/>
        <w:ind w:firstLine="539"/>
        <w:jc w:val="both"/>
        <w:rPr>
          <w:sz w:val="24"/>
          <w:szCs w:val="24"/>
        </w:rPr>
      </w:pPr>
      <w:r w:rsidRPr="000C6EA2">
        <w:rPr>
          <w:b/>
          <w:sz w:val="24"/>
          <w:szCs w:val="24"/>
        </w:rPr>
        <w:t>Чл. 1</w:t>
      </w:r>
      <w:r w:rsidR="005D6B78" w:rsidRPr="000C6EA2">
        <w:rPr>
          <w:b/>
          <w:sz w:val="24"/>
          <w:szCs w:val="24"/>
        </w:rPr>
        <w:t>3</w:t>
      </w:r>
      <w:r w:rsidR="00B34261" w:rsidRPr="000C6EA2">
        <w:rPr>
          <w:b/>
          <w:sz w:val="24"/>
          <w:szCs w:val="24"/>
        </w:rPr>
        <w:t>.</w:t>
      </w:r>
      <w:r w:rsidRPr="000C6EA2">
        <w:rPr>
          <w:b/>
          <w:sz w:val="24"/>
          <w:szCs w:val="24"/>
        </w:rPr>
        <w:t> </w:t>
      </w:r>
      <w:r w:rsidRPr="000C6EA2">
        <w:rPr>
          <w:sz w:val="24"/>
          <w:szCs w:val="24"/>
        </w:rPr>
        <w:t>(1) </w:t>
      </w:r>
      <w:r w:rsidR="002C1D73" w:rsidRPr="000C6EA2">
        <w:rPr>
          <w:sz w:val="24"/>
          <w:szCs w:val="24"/>
        </w:rPr>
        <w:t>Районната здравноосигурителна каса</w:t>
      </w:r>
      <w:r w:rsidR="005448B3" w:rsidRPr="000C6EA2">
        <w:rPr>
          <w:sz w:val="24"/>
          <w:szCs w:val="24"/>
        </w:rPr>
        <w:t xml:space="preserve"> </w:t>
      </w:r>
      <w:r w:rsidR="00810BD1" w:rsidRPr="000C6EA2">
        <w:rPr>
          <w:sz w:val="24"/>
          <w:szCs w:val="24"/>
        </w:rPr>
        <w:t xml:space="preserve">текущо анализира постъпващата информация по чл.351 от НРД за 2017 г. за достигнатото изпълнение на месечните </w:t>
      </w:r>
      <w:r w:rsidR="00AB7E27" w:rsidRPr="000C6EA2">
        <w:rPr>
          <w:sz w:val="24"/>
          <w:szCs w:val="24"/>
        </w:rPr>
        <w:t>и индикативните стойности по изпълнители на БМП</w:t>
      </w:r>
      <w:r w:rsidR="00810BD1" w:rsidRPr="000C6EA2">
        <w:rPr>
          <w:sz w:val="24"/>
          <w:szCs w:val="24"/>
        </w:rPr>
        <w:t>.</w:t>
      </w:r>
    </w:p>
    <w:p w:rsidR="00110616" w:rsidRPr="000C6EA2" w:rsidRDefault="00810BD1" w:rsidP="004A62BD">
      <w:pPr>
        <w:spacing w:line="300" w:lineRule="atLeast"/>
        <w:ind w:firstLine="539"/>
        <w:jc w:val="both"/>
        <w:rPr>
          <w:sz w:val="24"/>
          <w:szCs w:val="24"/>
        </w:rPr>
      </w:pPr>
      <w:r w:rsidRPr="000C6EA2">
        <w:rPr>
          <w:sz w:val="24"/>
          <w:szCs w:val="24"/>
        </w:rPr>
        <w:t>(2) Районната здравноосигурителна каса извършва</w:t>
      </w:r>
      <w:r w:rsidR="005448B3" w:rsidRPr="000C6EA2">
        <w:rPr>
          <w:sz w:val="24"/>
          <w:szCs w:val="24"/>
        </w:rPr>
        <w:t xml:space="preserve"> </w:t>
      </w:r>
      <w:r w:rsidR="00110616" w:rsidRPr="000C6EA2">
        <w:rPr>
          <w:sz w:val="24"/>
          <w:szCs w:val="24"/>
        </w:rPr>
        <w:t xml:space="preserve">ежемесечен анализ на използваемостта на леглата в дни по специалности и нива на компетентност. Анализът се извършва на данните за всички отчетени в ежедневните отчети хоспитализации за даден месец. </w:t>
      </w:r>
    </w:p>
    <w:p w:rsidR="00110616" w:rsidRPr="000C6EA2" w:rsidRDefault="00110616" w:rsidP="007D3107">
      <w:pPr>
        <w:spacing w:line="300" w:lineRule="atLeast"/>
        <w:ind w:firstLine="540"/>
        <w:jc w:val="both"/>
        <w:rPr>
          <w:sz w:val="24"/>
          <w:szCs w:val="24"/>
        </w:rPr>
      </w:pPr>
      <w:r w:rsidRPr="000C6EA2">
        <w:rPr>
          <w:sz w:val="24"/>
          <w:szCs w:val="24"/>
        </w:rPr>
        <w:t>(</w:t>
      </w:r>
      <w:r w:rsidR="00810BD1" w:rsidRPr="000C6EA2">
        <w:rPr>
          <w:sz w:val="24"/>
          <w:szCs w:val="24"/>
        </w:rPr>
        <w:t>3</w:t>
      </w:r>
      <w:r w:rsidRPr="000C6EA2">
        <w:rPr>
          <w:sz w:val="24"/>
          <w:szCs w:val="24"/>
        </w:rPr>
        <w:t>)</w:t>
      </w:r>
      <w:r w:rsidR="002E3EF3" w:rsidRPr="000C6EA2">
        <w:rPr>
          <w:sz w:val="24"/>
          <w:szCs w:val="24"/>
        </w:rPr>
        <w:t> </w:t>
      </w:r>
      <w:r w:rsidRPr="000C6EA2">
        <w:rPr>
          <w:sz w:val="24"/>
          <w:szCs w:val="24"/>
        </w:rPr>
        <w:t>В случай на констатирана от РЗОК</w:t>
      </w:r>
      <w:r w:rsidR="00646053" w:rsidRPr="000C6EA2">
        <w:rPr>
          <w:sz w:val="24"/>
          <w:szCs w:val="24"/>
        </w:rPr>
        <w:t xml:space="preserve"> при</w:t>
      </w:r>
      <w:r w:rsidRPr="000C6EA2">
        <w:rPr>
          <w:sz w:val="24"/>
          <w:szCs w:val="24"/>
        </w:rPr>
        <w:t xml:space="preserve"> анализ</w:t>
      </w:r>
      <w:r w:rsidR="00646053" w:rsidRPr="000C6EA2">
        <w:rPr>
          <w:sz w:val="24"/>
          <w:szCs w:val="24"/>
        </w:rPr>
        <w:t>а</w:t>
      </w:r>
      <w:r w:rsidR="0022648C" w:rsidRPr="000C6EA2">
        <w:rPr>
          <w:sz w:val="24"/>
          <w:szCs w:val="24"/>
        </w:rPr>
        <w:t xml:space="preserve"> </w:t>
      </w:r>
      <w:r w:rsidR="00810BD1" w:rsidRPr="000C6EA2">
        <w:rPr>
          <w:sz w:val="24"/>
          <w:szCs w:val="24"/>
        </w:rPr>
        <w:t xml:space="preserve">по ал.2 </w:t>
      </w:r>
      <w:r w:rsidRPr="000C6EA2">
        <w:rPr>
          <w:sz w:val="24"/>
          <w:szCs w:val="24"/>
        </w:rPr>
        <w:t xml:space="preserve">използваемост на леглата в дни, надвишаваща броя на дните в дадения месец, РЗОК извършва контрол преди заплащане на цялата дейност по дадената специалност, осъществена в структури с определено ниво на компетентност. </w:t>
      </w:r>
    </w:p>
    <w:p w:rsidR="00A034E8" w:rsidRPr="000C6EA2" w:rsidRDefault="002A432E" w:rsidP="00A034E8">
      <w:pPr>
        <w:spacing w:line="300" w:lineRule="atLeast"/>
        <w:ind w:firstLine="540"/>
        <w:jc w:val="both"/>
        <w:rPr>
          <w:sz w:val="24"/>
          <w:szCs w:val="24"/>
        </w:rPr>
      </w:pPr>
      <w:r w:rsidRPr="000C6EA2">
        <w:rPr>
          <w:sz w:val="24"/>
          <w:szCs w:val="24"/>
        </w:rPr>
        <w:t>(</w:t>
      </w:r>
      <w:r w:rsidR="00282F5F" w:rsidRPr="000C6EA2">
        <w:rPr>
          <w:sz w:val="24"/>
          <w:szCs w:val="24"/>
        </w:rPr>
        <w:t>4</w:t>
      </w:r>
      <w:r w:rsidRPr="000C6EA2">
        <w:rPr>
          <w:sz w:val="24"/>
          <w:szCs w:val="24"/>
        </w:rPr>
        <w:t>) </w:t>
      </w:r>
      <w:r w:rsidR="003F01A8" w:rsidRPr="000C6EA2">
        <w:rPr>
          <w:sz w:val="24"/>
          <w:szCs w:val="24"/>
        </w:rPr>
        <w:t xml:space="preserve">Директорът на РЗОК представя ежемесечни доклади на Надзорния съвет на НЗОК за резултатите от извършения </w:t>
      </w:r>
      <w:r w:rsidR="00AB7E27" w:rsidRPr="000C6EA2">
        <w:rPr>
          <w:sz w:val="24"/>
          <w:szCs w:val="24"/>
        </w:rPr>
        <w:t>анализ</w:t>
      </w:r>
      <w:r w:rsidR="003F01A8" w:rsidRPr="000C6EA2">
        <w:rPr>
          <w:sz w:val="24"/>
          <w:szCs w:val="24"/>
        </w:rPr>
        <w:t xml:space="preserve"> и </w:t>
      </w:r>
      <w:r w:rsidR="00AB7E27" w:rsidRPr="000C6EA2">
        <w:rPr>
          <w:sz w:val="24"/>
          <w:szCs w:val="24"/>
        </w:rPr>
        <w:t xml:space="preserve">контрол </w:t>
      </w:r>
      <w:r w:rsidR="003F01A8" w:rsidRPr="000C6EA2">
        <w:rPr>
          <w:sz w:val="24"/>
          <w:szCs w:val="24"/>
        </w:rPr>
        <w:t xml:space="preserve">на изпълнителите на БМП, надвишили определените им </w:t>
      </w:r>
      <w:r w:rsidR="00127F1D" w:rsidRPr="000C6EA2">
        <w:rPr>
          <w:sz w:val="24"/>
          <w:szCs w:val="24"/>
        </w:rPr>
        <w:t>месечни и индикативни стойности</w:t>
      </w:r>
      <w:r w:rsidR="003F01A8" w:rsidRPr="000C6EA2">
        <w:rPr>
          <w:sz w:val="24"/>
          <w:szCs w:val="24"/>
        </w:rPr>
        <w:t>.</w:t>
      </w:r>
    </w:p>
    <w:p w:rsidR="003F01A8" w:rsidRPr="000C6EA2" w:rsidRDefault="00110616" w:rsidP="003F01A8">
      <w:pPr>
        <w:autoSpaceDE w:val="0"/>
        <w:autoSpaceDN w:val="0"/>
        <w:adjustRightInd w:val="0"/>
        <w:spacing w:before="120"/>
        <w:ind w:firstLine="680"/>
        <w:jc w:val="both"/>
        <w:rPr>
          <w:sz w:val="24"/>
          <w:szCs w:val="24"/>
        </w:rPr>
      </w:pPr>
      <w:r w:rsidRPr="000C6EA2">
        <w:rPr>
          <w:b/>
          <w:sz w:val="24"/>
          <w:szCs w:val="24"/>
        </w:rPr>
        <w:t>Чл. 1</w:t>
      </w:r>
      <w:r w:rsidR="005D6B78" w:rsidRPr="000C6EA2">
        <w:rPr>
          <w:b/>
          <w:sz w:val="24"/>
          <w:szCs w:val="24"/>
        </w:rPr>
        <w:t>4</w:t>
      </w:r>
      <w:r w:rsidR="00B34261" w:rsidRPr="000C6EA2">
        <w:rPr>
          <w:b/>
          <w:sz w:val="24"/>
          <w:szCs w:val="24"/>
        </w:rPr>
        <w:t>.</w:t>
      </w:r>
      <w:r w:rsidRPr="000C6EA2">
        <w:rPr>
          <w:b/>
          <w:sz w:val="24"/>
          <w:szCs w:val="24"/>
        </w:rPr>
        <w:t> </w:t>
      </w:r>
      <w:r w:rsidRPr="000C6EA2">
        <w:rPr>
          <w:sz w:val="24"/>
          <w:szCs w:val="24"/>
        </w:rPr>
        <w:t>(1) </w:t>
      </w:r>
      <w:r w:rsidR="003F01A8" w:rsidRPr="000C6EA2">
        <w:rPr>
          <w:sz w:val="24"/>
          <w:szCs w:val="24"/>
        </w:rPr>
        <w:t>Директорът на РЗОК може да внесе предложение до Надзорния съвет на НЗОК за коригиране на определените стойности в приложение № 2 по договорите с изпълнителите на БМП, на основание получено от конкретен изпълнител на БМП мотивирано предложение, водещо до промяна на определените стойности в края на периода по чл.</w:t>
      </w:r>
      <w:r w:rsidR="007F75BB" w:rsidRPr="000C6EA2">
        <w:rPr>
          <w:sz w:val="24"/>
          <w:szCs w:val="24"/>
        </w:rPr>
        <w:t>3</w:t>
      </w:r>
      <w:r w:rsidR="003F01A8" w:rsidRPr="000C6EA2">
        <w:rPr>
          <w:sz w:val="24"/>
          <w:szCs w:val="24"/>
        </w:rPr>
        <w:t>, ал.1, т.1, при наличие на неусвоени средства на ниво РЗОК. Предложенията се внасят с доклад за всеки отделен изпълнител на БМП, включващ:</w:t>
      </w:r>
    </w:p>
    <w:p w:rsidR="003F01A8" w:rsidRPr="000C6EA2" w:rsidRDefault="003F01A8" w:rsidP="003F01A8">
      <w:pPr>
        <w:spacing w:line="300" w:lineRule="atLeast"/>
        <w:ind w:firstLine="540"/>
        <w:jc w:val="both"/>
        <w:rPr>
          <w:sz w:val="24"/>
          <w:szCs w:val="24"/>
        </w:rPr>
      </w:pPr>
      <w:r w:rsidRPr="000C6EA2">
        <w:rPr>
          <w:sz w:val="24"/>
          <w:szCs w:val="24"/>
        </w:rPr>
        <w:t>а)</w:t>
      </w:r>
      <w:r w:rsidR="00282F5F" w:rsidRPr="000C6EA2">
        <w:rPr>
          <w:sz w:val="24"/>
          <w:szCs w:val="24"/>
        </w:rPr>
        <w:t> </w:t>
      </w:r>
      <w:r w:rsidRPr="000C6EA2">
        <w:rPr>
          <w:sz w:val="24"/>
          <w:szCs w:val="24"/>
        </w:rPr>
        <w:t>конкретните обстоятелства, довели до необходимост от промяна;</w:t>
      </w:r>
    </w:p>
    <w:p w:rsidR="003F01A8" w:rsidRPr="000C6EA2" w:rsidRDefault="003F01A8" w:rsidP="003F01A8">
      <w:pPr>
        <w:spacing w:line="300" w:lineRule="atLeast"/>
        <w:ind w:firstLine="540"/>
        <w:jc w:val="both"/>
        <w:rPr>
          <w:sz w:val="24"/>
          <w:szCs w:val="24"/>
        </w:rPr>
      </w:pPr>
      <w:r w:rsidRPr="000C6EA2">
        <w:rPr>
          <w:sz w:val="24"/>
          <w:szCs w:val="24"/>
        </w:rPr>
        <w:t>б)</w:t>
      </w:r>
      <w:r w:rsidR="00282F5F" w:rsidRPr="000C6EA2">
        <w:rPr>
          <w:sz w:val="24"/>
          <w:szCs w:val="24"/>
        </w:rPr>
        <w:t> </w:t>
      </w:r>
      <w:r w:rsidRPr="000C6EA2">
        <w:rPr>
          <w:sz w:val="24"/>
          <w:szCs w:val="24"/>
        </w:rPr>
        <w:t>резултата от текущите проверки на РЗОК при констатирана тенденция на нарастване на разходите на ниво лечебно заведение, отделение/клиника.</w:t>
      </w:r>
    </w:p>
    <w:p w:rsidR="00C76649" w:rsidRPr="000C6EA2" w:rsidRDefault="00C76649" w:rsidP="007D3107">
      <w:pPr>
        <w:spacing w:line="300" w:lineRule="atLeast"/>
        <w:ind w:firstLine="540"/>
        <w:jc w:val="both"/>
        <w:rPr>
          <w:sz w:val="24"/>
          <w:szCs w:val="24"/>
        </w:rPr>
      </w:pPr>
      <w:r w:rsidRPr="000C6EA2">
        <w:rPr>
          <w:sz w:val="24"/>
          <w:szCs w:val="24"/>
        </w:rPr>
        <w:t>(</w:t>
      </w:r>
      <w:r w:rsidR="00A034E8" w:rsidRPr="000C6EA2">
        <w:rPr>
          <w:sz w:val="24"/>
          <w:szCs w:val="24"/>
        </w:rPr>
        <w:t>2</w:t>
      </w:r>
      <w:r w:rsidRPr="000C6EA2">
        <w:rPr>
          <w:sz w:val="24"/>
          <w:szCs w:val="24"/>
        </w:rPr>
        <w:t>)</w:t>
      </w:r>
      <w:r w:rsidR="002E3EF3" w:rsidRPr="000C6EA2">
        <w:rPr>
          <w:sz w:val="24"/>
          <w:szCs w:val="24"/>
        </w:rPr>
        <w:t> </w:t>
      </w:r>
      <w:r w:rsidRPr="000C6EA2">
        <w:rPr>
          <w:sz w:val="24"/>
          <w:szCs w:val="24"/>
        </w:rPr>
        <w:t>Докладите по ал.</w:t>
      </w:r>
      <w:r w:rsidR="00A034E8" w:rsidRPr="000C6EA2">
        <w:rPr>
          <w:sz w:val="24"/>
          <w:szCs w:val="24"/>
        </w:rPr>
        <w:t>1</w:t>
      </w:r>
      <w:r w:rsidRPr="000C6EA2">
        <w:rPr>
          <w:sz w:val="24"/>
          <w:szCs w:val="24"/>
        </w:rPr>
        <w:t xml:space="preserve"> се придружават от стандартна форма „Предложение от РЗОК за корекции на месечни стойности в Приложение №2 по договора с изпълнител </w:t>
      </w:r>
      <w:r w:rsidR="00A034E8" w:rsidRPr="000C6EA2">
        <w:rPr>
          <w:sz w:val="24"/>
          <w:szCs w:val="24"/>
        </w:rPr>
        <w:t>на БМП“ съгласно приложение №4.</w:t>
      </w:r>
    </w:p>
    <w:p w:rsidR="00110616" w:rsidRPr="000C6EA2" w:rsidRDefault="00110616" w:rsidP="007D3107">
      <w:pPr>
        <w:spacing w:line="300" w:lineRule="atLeast"/>
        <w:ind w:firstLine="539"/>
        <w:jc w:val="both"/>
        <w:rPr>
          <w:sz w:val="24"/>
          <w:szCs w:val="24"/>
        </w:rPr>
      </w:pPr>
      <w:r w:rsidRPr="000C6EA2">
        <w:rPr>
          <w:b/>
          <w:sz w:val="24"/>
          <w:szCs w:val="24"/>
        </w:rPr>
        <w:t>Чл. 1</w:t>
      </w:r>
      <w:r w:rsidR="005D6B78" w:rsidRPr="000C6EA2">
        <w:rPr>
          <w:b/>
          <w:sz w:val="24"/>
          <w:szCs w:val="24"/>
        </w:rPr>
        <w:t>5</w:t>
      </w:r>
      <w:r w:rsidR="00B34261" w:rsidRPr="000C6EA2">
        <w:rPr>
          <w:b/>
          <w:sz w:val="24"/>
          <w:szCs w:val="24"/>
        </w:rPr>
        <w:t>.</w:t>
      </w:r>
      <w:r w:rsidRPr="000C6EA2">
        <w:rPr>
          <w:b/>
          <w:sz w:val="24"/>
          <w:szCs w:val="24"/>
        </w:rPr>
        <w:t> </w:t>
      </w:r>
      <w:r w:rsidR="00B05BCB" w:rsidRPr="000C6EA2">
        <w:rPr>
          <w:sz w:val="24"/>
          <w:szCs w:val="24"/>
        </w:rPr>
        <w:t xml:space="preserve">Директорът на РЗОК представя ежемесечни доклади на Надзорния съвет на НЗОК, </w:t>
      </w:r>
      <w:r w:rsidR="00114216" w:rsidRPr="000C6EA2">
        <w:rPr>
          <w:sz w:val="24"/>
          <w:szCs w:val="24"/>
        </w:rPr>
        <w:t>за извършените разходи по чл.1, ал.2, ред 1.</w:t>
      </w:r>
      <w:proofErr w:type="spellStart"/>
      <w:r w:rsidR="00114216" w:rsidRPr="000C6EA2">
        <w:rPr>
          <w:sz w:val="24"/>
          <w:szCs w:val="24"/>
        </w:rPr>
        <w:t>1</w:t>
      </w:r>
      <w:proofErr w:type="spellEnd"/>
      <w:r w:rsidR="00114216" w:rsidRPr="000C6EA2">
        <w:rPr>
          <w:sz w:val="24"/>
          <w:szCs w:val="24"/>
        </w:rPr>
        <w:t>.3.5.2. (здравноосигурителни плащания за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 ред 1.</w:t>
      </w:r>
      <w:proofErr w:type="spellStart"/>
      <w:r w:rsidR="00114216" w:rsidRPr="000C6EA2">
        <w:rPr>
          <w:sz w:val="24"/>
          <w:szCs w:val="24"/>
        </w:rPr>
        <w:t>1</w:t>
      </w:r>
      <w:proofErr w:type="spellEnd"/>
      <w:r w:rsidR="00114216" w:rsidRPr="000C6EA2">
        <w:rPr>
          <w:sz w:val="24"/>
          <w:szCs w:val="24"/>
        </w:rPr>
        <w:t>.3.6. (здравноосигурителни плащания за медицински изделия, прилагани в болничната медицинска помощ) и ред 1.</w:t>
      </w:r>
      <w:proofErr w:type="spellStart"/>
      <w:r w:rsidR="00114216" w:rsidRPr="000C6EA2">
        <w:rPr>
          <w:sz w:val="24"/>
          <w:szCs w:val="24"/>
        </w:rPr>
        <w:t>1</w:t>
      </w:r>
      <w:proofErr w:type="spellEnd"/>
      <w:r w:rsidR="00114216" w:rsidRPr="000C6EA2">
        <w:rPr>
          <w:sz w:val="24"/>
          <w:szCs w:val="24"/>
        </w:rPr>
        <w:t>.3.7. (здравноосигурителни плащания за болнична медицинска помощ) от ЗБНЗОК за 2018 г. и изпълнението на утвърдените стойности, по изпълнители на БМП, по видове здравноосигурителни плащания и по видове дейности съгласно чл.4, ал.1.</w:t>
      </w:r>
    </w:p>
    <w:p w:rsidR="00114216" w:rsidRPr="000C6EA2" w:rsidRDefault="00114216" w:rsidP="007D3107">
      <w:pPr>
        <w:spacing w:line="300" w:lineRule="atLeast"/>
        <w:ind w:firstLine="539"/>
        <w:jc w:val="both"/>
        <w:rPr>
          <w:sz w:val="24"/>
          <w:szCs w:val="24"/>
        </w:rPr>
      </w:pPr>
    </w:p>
    <w:p w:rsidR="00114216" w:rsidRPr="000C6EA2" w:rsidRDefault="00114216" w:rsidP="00114216">
      <w:pPr>
        <w:keepNext/>
        <w:spacing w:line="300" w:lineRule="atLeast"/>
        <w:jc w:val="center"/>
        <w:rPr>
          <w:b/>
          <w:sz w:val="24"/>
          <w:szCs w:val="24"/>
        </w:rPr>
      </w:pPr>
      <w:r w:rsidRPr="000C6EA2">
        <w:rPr>
          <w:b/>
          <w:sz w:val="24"/>
          <w:szCs w:val="24"/>
        </w:rPr>
        <w:t xml:space="preserve">ГЛАВА </w:t>
      </w:r>
      <w:r w:rsidR="00127F1D" w:rsidRPr="000C6EA2">
        <w:rPr>
          <w:b/>
          <w:sz w:val="24"/>
          <w:szCs w:val="24"/>
        </w:rPr>
        <w:t>І</w:t>
      </w:r>
      <w:r w:rsidRPr="000C6EA2">
        <w:rPr>
          <w:b/>
          <w:sz w:val="24"/>
          <w:szCs w:val="24"/>
        </w:rPr>
        <w:t>V</w:t>
      </w:r>
    </w:p>
    <w:p w:rsidR="00114216" w:rsidRPr="000C6EA2" w:rsidRDefault="00114216" w:rsidP="00114216">
      <w:pPr>
        <w:keepNext/>
        <w:spacing w:line="300" w:lineRule="atLeast"/>
        <w:jc w:val="center"/>
        <w:rPr>
          <w:b/>
          <w:sz w:val="24"/>
          <w:szCs w:val="24"/>
        </w:rPr>
      </w:pPr>
      <w:r w:rsidRPr="000C6EA2">
        <w:rPr>
          <w:b/>
          <w:sz w:val="24"/>
          <w:szCs w:val="24"/>
        </w:rPr>
        <w:t xml:space="preserve">УСЛОВИЯ И РЕД ЗА ОСЪЩЕСТВЯВАНЕ ОТ НАДЗОРНИЯ СЪВЕТ НА НЗОК НА НАБЛЮДЕНИЕ, АНАЛИЗ, КОНТРОЛ И КОРИГИРАНЕ НА СТОЙНОСТИТЕ </w:t>
      </w:r>
    </w:p>
    <w:p w:rsidR="00114216" w:rsidRPr="000C6EA2" w:rsidRDefault="00114216" w:rsidP="00B05BCB">
      <w:pPr>
        <w:spacing w:line="300" w:lineRule="atLeast"/>
        <w:ind w:firstLine="539"/>
        <w:jc w:val="both"/>
        <w:rPr>
          <w:b/>
          <w:sz w:val="24"/>
          <w:szCs w:val="24"/>
        </w:rPr>
      </w:pPr>
    </w:p>
    <w:p w:rsidR="00114216" w:rsidRPr="000C6EA2" w:rsidRDefault="00B05BCB" w:rsidP="00B05BCB">
      <w:pPr>
        <w:spacing w:line="300" w:lineRule="atLeast"/>
        <w:ind w:firstLine="539"/>
        <w:jc w:val="both"/>
        <w:rPr>
          <w:sz w:val="24"/>
          <w:szCs w:val="24"/>
        </w:rPr>
      </w:pPr>
      <w:r w:rsidRPr="000C6EA2">
        <w:rPr>
          <w:b/>
          <w:sz w:val="24"/>
          <w:szCs w:val="24"/>
        </w:rPr>
        <w:t>Чл. 1</w:t>
      </w:r>
      <w:r w:rsidR="00114216" w:rsidRPr="000C6EA2">
        <w:rPr>
          <w:b/>
          <w:sz w:val="24"/>
          <w:szCs w:val="24"/>
        </w:rPr>
        <w:t>6</w:t>
      </w:r>
      <w:r w:rsidRPr="000C6EA2">
        <w:rPr>
          <w:b/>
          <w:sz w:val="24"/>
          <w:szCs w:val="24"/>
        </w:rPr>
        <w:t>. </w:t>
      </w:r>
      <w:r w:rsidR="00114216" w:rsidRPr="000C6EA2">
        <w:rPr>
          <w:sz w:val="24"/>
          <w:szCs w:val="24"/>
        </w:rPr>
        <w:t>Ежемесечн</w:t>
      </w:r>
      <w:r w:rsidR="00090B4B" w:rsidRPr="000C6EA2">
        <w:rPr>
          <w:sz w:val="24"/>
          <w:szCs w:val="24"/>
        </w:rPr>
        <w:t>о</w:t>
      </w:r>
      <w:r w:rsidR="00114216" w:rsidRPr="000C6EA2">
        <w:rPr>
          <w:sz w:val="24"/>
          <w:szCs w:val="24"/>
        </w:rPr>
        <w:t xml:space="preserve"> и на тримесечие</w:t>
      </w:r>
      <w:r w:rsidR="00114216" w:rsidRPr="000C6EA2">
        <w:rPr>
          <w:b/>
          <w:sz w:val="24"/>
          <w:szCs w:val="24"/>
        </w:rPr>
        <w:t xml:space="preserve"> </w:t>
      </w:r>
      <w:r w:rsidRPr="000C6EA2">
        <w:rPr>
          <w:sz w:val="24"/>
          <w:szCs w:val="24"/>
        </w:rPr>
        <w:t xml:space="preserve">Надзорният съвет на НЗОК </w:t>
      </w:r>
      <w:r w:rsidR="00114216" w:rsidRPr="000C6EA2">
        <w:rPr>
          <w:sz w:val="24"/>
          <w:szCs w:val="24"/>
        </w:rPr>
        <w:t xml:space="preserve">наблюдава, анализира и контролира изпълнението на здравноосигурителните плащания по чл.4, ал.1 </w:t>
      </w:r>
      <w:r w:rsidR="00090B4B" w:rsidRPr="000C6EA2">
        <w:rPr>
          <w:sz w:val="24"/>
          <w:szCs w:val="24"/>
        </w:rPr>
        <w:lastRenderedPageBreak/>
        <w:t>от ЗБНЗОК за 2018 г. на база на представените от директорите от РЗОК доклади по чл.13, чл.14 и чл.15.</w:t>
      </w:r>
    </w:p>
    <w:p w:rsidR="00B05BCB" w:rsidRPr="000C6EA2" w:rsidRDefault="00090B4B" w:rsidP="00B05BCB">
      <w:pPr>
        <w:spacing w:line="300" w:lineRule="atLeast"/>
        <w:ind w:firstLine="539"/>
        <w:jc w:val="both"/>
        <w:rPr>
          <w:sz w:val="24"/>
          <w:szCs w:val="24"/>
        </w:rPr>
      </w:pPr>
      <w:r w:rsidRPr="000C6EA2">
        <w:rPr>
          <w:b/>
          <w:sz w:val="24"/>
          <w:szCs w:val="24"/>
        </w:rPr>
        <w:t>Чл. 17. </w:t>
      </w:r>
      <w:r w:rsidRPr="000C6EA2">
        <w:rPr>
          <w:sz w:val="24"/>
          <w:szCs w:val="24"/>
        </w:rPr>
        <w:t xml:space="preserve">Надзорният съвет на НЗОК </w:t>
      </w:r>
      <w:r w:rsidR="00B05BCB" w:rsidRPr="000C6EA2">
        <w:rPr>
          <w:sz w:val="24"/>
          <w:szCs w:val="24"/>
        </w:rPr>
        <w:t xml:space="preserve">утвърждава корекции по стойностите на разходите на РЗОК </w:t>
      </w:r>
      <w:r w:rsidRPr="000C6EA2">
        <w:rPr>
          <w:sz w:val="24"/>
          <w:szCs w:val="24"/>
        </w:rPr>
        <w:t xml:space="preserve">и на изпълнители на БМП </w:t>
      </w:r>
      <w:r w:rsidR="00B05BCB" w:rsidRPr="000C6EA2">
        <w:rPr>
          <w:sz w:val="24"/>
          <w:szCs w:val="24"/>
        </w:rPr>
        <w:t xml:space="preserve">в съответствие с параметрите </w:t>
      </w:r>
      <w:r w:rsidRPr="000C6EA2">
        <w:rPr>
          <w:sz w:val="24"/>
          <w:szCs w:val="24"/>
        </w:rPr>
        <w:t>на национално ниво на изпълнението на здравноосигурителните плащания по чл.16</w:t>
      </w:r>
      <w:r w:rsidR="00B05BCB" w:rsidRPr="000C6EA2">
        <w:rPr>
          <w:sz w:val="24"/>
          <w:szCs w:val="24"/>
        </w:rPr>
        <w:t>.</w:t>
      </w:r>
    </w:p>
    <w:p w:rsidR="00110616" w:rsidRPr="000C6EA2" w:rsidRDefault="00110616" w:rsidP="007D3107">
      <w:pPr>
        <w:spacing w:line="300" w:lineRule="atLeast"/>
        <w:ind w:firstLine="539"/>
        <w:jc w:val="both"/>
        <w:rPr>
          <w:sz w:val="24"/>
          <w:szCs w:val="24"/>
        </w:rPr>
      </w:pPr>
    </w:p>
    <w:p w:rsidR="00110616" w:rsidRPr="000C6EA2" w:rsidRDefault="00A14C05" w:rsidP="007D3107">
      <w:pPr>
        <w:keepNext/>
        <w:spacing w:line="300" w:lineRule="atLeast"/>
        <w:ind w:firstLine="539"/>
        <w:jc w:val="center"/>
        <w:rPr>
          <w:b/>
          <w:sz w:val="24"/>
          <w:szCs w:val="24"/>
        </w:rPr>
      </w:pPr>
      <w:r w:rsidRPr="000C6EA2">
        <w:rPr>
          <w:b/>
          <w:sz w:val="24"/>
          <w:szCs w:val="24"/>
        </w:rPr>
        <w:t xml:space="preserve">ДОПЪЛНИТЕЛНА </w:t>
      </w:r>
      <w:r w:rsidR="00110616" w:rsidRPr="000C6EA2">
        <w:rPr>
          <w:b/>
          <w:sz w:val="24"/>
          <w:szCs w:val="24"/>
        </w:rPr>
        <w:t>РАЗПОРЕДБА</w:t>
      </w:r>
    </w:p>
    <w:p w:rsidR="00236989" w:rsidRPr="000C6EA2" w:rsidRDefault="00236989" w:rsidP="007D3107">
      <w:pPr>
        <w:spacing w:line="300" w:lineRule="atLeast"/>
        <w:ind w:firstLine="539"/>
        <w:jc w:val="both"/>
        <w:rPr>
          <w:b/>
          <w:sz w:val="24"/>
          <w:szCs w:val="24"/>
        </w:rPr>
      </w:pPr>
    </w:p>
    <w:p w:rsidR="00110616" w:rsidRPr="000C6EA2" w:rsidRDefault="00110616" w:rsidP="007D3107">
      <w:pPr>
        <w:spacing w:line="300" w:lineRule="atLeast"/>
        <w:ind w:firstLine="539"/>
        <w:jc w:val="both"/>
        <w:rPr>
          <w:sz w:val="24"/>
          <w:szCs w:val="24"/>
        </w:rPr>
      </w:pPr>
      <w:r w:rsidRPr="000C6EA2">
        <w:rPr>
          <w:b/>
          <w:sz w:val="24"/>
          <w:szCs w:val="24"/>
        </w:rPr>
        <w:t>§ 1.</w:t>
      </w:r>
      <w:r w:rsidRPr="000C6EA2">
        <w:rPr>
          <w:sz w:val="24"/>
          <w:szCs w:val="24"/>
        </w:rPr>
        <w:t> По смисъла на настоящите правила „болнична медицинска помощ“ включва:</w:t>
      </w:r>
    </w:p>
    <w:p w:rsidR="00110616" w:rsidRPr="000C6EA2" w:rsidRDefault="00110616" w:rsidP="007D3107">
      <w:pPr>
        <w:spacing w:line="300" w:lineRule="atLeast"/>
        <w:ind w:firstLine="539"/>
        <w:jc w:val="both"/>
        <w:rPr>
          <w:sz w:val="24"/>
          <w:szCs w:val="24"/>
        </w:rPr>
      </w:pPr>
      <w:r w:rsidRPr="000C6EA2">
        <w:rPr>
          <w:sz w:val="24"/>
          <w:szCs w:val="24"/>
        </w:rPr>
        <w:t>1.</w:t>
      </w:r>
      <w:r w:rsidR="002E3EF3" w:rsidRPr="000C6EA2">
        <w:rPr>
          <w:sz w:val="24"/>
          <w:szCs w:val="24"/>
        </w:rPr>
        <w:t> </w:t>
      </w:r>
      <w:r w:rsidRPr="000C6EA2">
        <w:rPr>
          <w:sz w:val="24"/>
          <w:szCs w:val="24"/>
        </w:rPr>
        <w:t>дейности по клинични пътеки (КП), клинични процедури (</w:t>
      </w:r>
      <w:proofErr w:type="spellStart"/>
      <w:r w:rsidRPr="000C6EA2">
        <w:rPr>
          <w:sz w:val="24"/>
          <w:szCs w:val="24"/>
        </w:rPr>
        <w:t>КПр</w:t>
      </w:r>
      <w:proofErr w:type="spellEnd"/>
      <w:r w:rsidRPr="000C6EA2">
        <w:rPr>
          <w:sz w:val="24"/>
          <w:szCs w:val="24"/>
        </w:rPr>
        <w:t>), амбулаторни процедури (</w:t>
      </w:r>
      <w:proofErr w:type="spellStart"/>
      <w:r w:rsidRPr="000C6EA2">
        <w:rPr>
          <w:sz w:val="24"/>
          <w:szCs w:val="24"/>
        </w:rPr>
        <w:t>АПр</w:t>
      </w:r>
      <w:proofErr w:type="spellEnd"/>
      <w:r w:rsidRPr="000C6EA2">
        <w:rPr>
          <w:sz w:val="24"/>
          <w:szCs w:val="24"/>
        </w:rPr>
        <w:t>), посочени в приложения №№ 7, 8, 9, 10, 11 и 12 към чл.1, ал.1 и ал.2, чл.2 и чл.3 и чл.4 от Наредба № 2 от 2016 г. за определяне основния пакет от здравни дейности, гарантиран от бюджета на НЗОК;</w:t>
      </w:r>
    </w:p>
    <w:p w:rsidR="00110616" w:rsidRPr="000C6EA2" w:rsidRDefault="00110616" w:rsidP="007D3107">
      <w:pPr>
        <w:spacing w:line="300" w:lineRule="atLeast"/>
        <w:ind w:firstLine="539"/>
        <w:jc w:val="both"/>
        <w:rPr>
          <w:sz w:val="24"/>
          <w:szCs w:val="24"/>
        </w:rPr>
      </w:pPr>
      <w:r w:rsidRPr="000C6EA2">
        <w:rPr>
          <w:sz w:val="24"/>
          <w:szCs w:val="24"/>
        </w:rPr>
        <w:t>2.</w:t>
      </w:r>
      <w:r w:rsidR="002E3EF3" w:rsidRPr="000C6EA2">
        <w:rPr>
          <w:sz w:val="24"/>
          <w:szCs w:val="24"/>
        </w:rPr>
        <w:t> </w:t>
      </w:r>
      <w:r w:rsidRPr="000C6EA2">
        <w:rPr>
          <w:sz w:val="24"/>
          <w:szCs w:val="24"/>
        </w:rPr>
        <w:t>медицински изделия по „Списък с медицински изделия, които НЗОК заплаща в условията на болничната медицинска помощ“, съгласно чл.13, ал.2, т.2 от Наредба 10 от 2009 г.;</w:t>
      </w:r>
    </w:p>
    <w:p w:rsidR="00110616" w:rsidRPr="000C6EA2" w:rsidRDefault="00110616" w:rsidP="007D3107">
      <w:pPr>
        <w:spacing w:line="300" w:lineRule="atLeast"/>
        <w:ind w:firstLine="539"/>
        <w:jc w:val="both"/>
        <w:rPr>
          <w:sz w:val="24"/>
          <w:szCs w:val="24"/>
        </w:rPr>
      </w:pPr>
      <w:r w:rsidRPr="000C6EA2">
        <w:rPr>
          <w:sz w:val="24"/>
          <w:szCs w:val="24"/>
        </w:rPr>
        <w:t>3.</w:t>
      </w:r>
      <w:r w:rsidR="002E3EF3" w:rsidRPr="000C6EA2">
        <w:rPr>
          <w:sz w:val="24"/>
          <w:szCs w:val="24"/>
        </w:rPr>
        <w:t> </w:t>
      </w:r>
      <w:r w:rsidRPr="000C6EA2">
        <w:rPr>
          <w:sz w:val="24"/>
          <w:szCs w:val="24"/>
        </w:rPr>
        <w:t>лекарствени продукти за лечение на злокачествени заболявания в условията на БМП,</w:t>
      </w:r>
      <w:r w:rsidR="0029226B" w:rsidRPr="000C6EA2">
        <w:rPr>
          <w:sz w:val="24"/>
          <w:szCs w:val="24"/>
        </w:rPr>
        <w:t xml:space="preserve"> </w:t>
      </w:r>
      <w:r w:rsidRPr="000C6EA2">
        <w:rPr>
          <w:sz w:val="24"/>
          <w:szCs w:val="24"/>
        </w:rPr>
        <w:t xml:space="preserve">които се заплащат извън цената на определените КП или </w:t>
      </w:r>
      <w:proofErr w:type="spellStart"/>
      <w:r w:rsidRPr="000C6EA2">
        <w:rPr>
          <w:sz w:val="24"/>
          <w:szCs w:val="24"/>
        </w:rPr>
        <w:t>АПр</w:t>
      </w:r>
      <w:proofErr w:type="spellEnd"/>
      <w:r w:rsidRPr="000C6EA2">
        <w:rPr>
          <w:sz w:val="24"/>
          <w:szCs w:val="24"/>
        </w:rPr>
        <w:t xml:space="preserve"> и са включени в лечебно-диагностичния алгоритъм на същите.</w:t>
      </w:r>
    </w:p>
    <w:p w:rsidR="00110616" w:rsidRPr="000C6EA2" w:rsidRDefault="00110616" w:rsidP="007D3107">
      <w:pPr>
        <w:spacing w:line="300" w:lineRule="atLeast"/>
        <w:jc w:val="center"/>
        <w:rPr>
          <w:b/>
          <w:sz w:val="24"/>
          <w:szCs w:val="24"/>
        </w:rPr>
      </w:pPr>
    </w:p>
    <w:p w:rsidR="00971395" w:rsidRPr="000C6EA2" w:rsidRDefault="00971395" w:rsidP="007D3107">
      <w:pPr>
        <w:spacing w:line="300" w:lineRule="atLeast"/>
        <w:jc w:val="center"/>
        <w:rPr>
          <w:b/>
          <w:sz w:val="24"/>
          <w:szCs w:val="24"/>
        </w:rPr>
      </w:pPr>
    </w:p>
    <w:p w:rsidR="00110616" w:rsidRPr="000C6EA2" w:rsidRDefault="00A14C05" w:rsidP="007D3107">
      <w:pPr>
        <w:keepNext/>
        <w:spacing w:line="300" w:lineRule="atLeast"/>
        <w:ind w:firstLine="539"/>
        <w:jc w:val="center"/>
        <w:rPr>
          <w:b/>
          <w:sz w:val="24"/>
          <w:szCs w:val="24"/>
        </w:rPr>
      </w:pPr>
      <w:r w:rsidRPr="000C6EA2">
        <w:rPr>
          <w:b/>
          <w:sz w:val="24"/>
          <w:szCs w:val="24"/>
        </w:rPr>
        <w:t xml:space="preserve">ПРЕХОДНИ И </w:t>
      </w:r>
      <w:r w:rsidR="00110616" w:rsidRPr="000C6EA2">
        <w:rPr>
          <w:b/>
          <w:sz w:val="24"/>
          <w:szCs w:val="24"/>
        </w:rPr>
        <w:t>ЗАКЛЮЧИТЕЛНИ РАЗПОРЕДБИ</w:t>
      </w:r>
    </w:p>
    <w:p w:rsidR="00236989" w:rsidRPr="000C6EA2" w:rsidRDefault="00236989" w:rsidP="007D3107">
      <w:pPr>
        <w:keepNext/>
        <w:spacing w:line="300" w:lineRule="atLeast"/>
        <w:ind w:firstLine="539"/>
        <w:jc w:val="center"/>
        <w:rPr>
          <w:b/>
          <w:sz w:val="24"/>
          <w:szCs w:val="24"/>
        </w:rPr>
      </w:pPr>
    </w:p>
    <w:p w:rsidR="00110616" w:rsidRPr="000C6EA2" w:rsidRDefault="00110616" w:rsidP="007D3107">
      <w:pPr>
        <w:spacing w:line="300" w:lineRule="atLeast"/>
        <w:ind w:firstLine="539"/>
        <w:jc w:val="both"/>
        <w:rPr>
          <w:sz w:val="24"/>
          <w:szCs w:val="24"/>
        </w:rPr>
      </w:pPr>
      <w:r w:rsidRPr="000C6EA2">
        <w:rPr>
          <w:b/>
          <w:sz w:val="24"/>
          <w:szCs w:val="24"/>
        </w:rPr>
        <w:t>§ 2.</w:t>
      </w:r>
      <w:r w:rsidRPr="000C6EA2">
        <w:rPr>
          <w:sz w:val="24"/>
          <w:szCs w:val="24"/>
        </w:rPr>
        <w:t> Настоящите правила са приети от Надзорния съвет на НЗОК с решение № РД-НС-04-</w:t>
      </w:r>
      <w:r w:rsidR="00402CEE" w:rsidRPr="000C6EA2">
        <w:rPr>
          <w:sz w:val="24"/>
          <w:szCs w:val="24"/>
        </w:rPr>
        <w:t>6</w:t>
      </w:r>
      <w:r w:rsidR="002C0C0C" w:rsidRPr="000C6EA2">
        <w:rPr>
          <w:sz w:val="24"/>
          <w:szCs w:val="24"/>
        </w:rPr>
        <w:t xml:space="preserve"> от </w:t>
      </w:r>
      <w:r w:rsidR="00402CEE" w:rsidRPr="000C6EA2">
        <w:rPr>
          <w:sz w:val="24"/>
          <w:szCs w:val="24"/>
        </w:rPr>
        <w:t>26.01.</w:t>
      </w:r>
      <w:r w:rsidR="0019135D" w:rsidRPr="000C6EA2">
        <w:rPr>
          <w:sz w:val="24"/>
          <w:szCs w:val="24"/>
        </w:rPr>
        <w:t>201</w:t>
      </w:r>
      <w:r w:rsidR="00B86C29" w:rsidRPr="000C6EA2">
        <w:rPr>
          <w:sz w:val="24"/>
          <w:szCs w:val="24"/>
        </w:rPr>
        <w:t>8</w:t>
      </w:r>
      <w:r w:rsidR="0019135D" w:rsidRPr="000C6EA2">
        <w:rPr>
          <w:sz w:val="24"/>
          <w:szCs w:val="24"/>
        </w:rPr>
        <w:t xml:space="preserve"> г</w:t>
      </w:r>
      <w:r w:rsidR="007C2CF2" w:rsidRPr="000C6EA2">
        <w:rPr>
          <w:sz w:val="24"/>
          <w:szCs w:val="24"/>
        </w:rPr>
        <w:t>.</w:t>
      </w:r>
      <w:r w:rsidR="002C0C0C" w:rsidRPr="000C6EA2">
        <w:rPr>
          <w:sz w:val="24"/>
          <w:szCs w:val="24"/>
        </w:rPr>
        <w:t xml:space="preserve"> </w:t>
      </w:r>
      <w:r w:rsidR="0019135D" w:rsidRPr="000C6EA2">
        <w:rPr>
          <w:sz w:val="24"/>
          <w:szCs w:val="24"/>
        </w:rPr>
        <w:t>на основание чл.</w:t>
      </w:r>
      <w:r w:rsidR="00DC4F73" w:rsidRPr="000C6EA2">
        <w:rPr>
          <w:sz w:val="24"/>
          <w:szCs w:val="24"/>
        </w:rPr>
        <w:t xml:space="preserve"> </w:t>
      </w:r>
      <w:r w:rsidR="0019135D" w:rsidRPr="000C6EA2">
        <w:rPr>
          <w:sz w:val="24"/>
          <w:szCs w:val="24"/>
        </w:rPr>
        <w:t>4, ал.</w:t>
      </w:r>
      <w:r w:rsidR="00DC4F73" w:rsidRPr="000C6EA2">
        <w:rPr>
          <w:sz w:val="24"/>
          <w:szCs w:val="24"/>
        </w:rPr>
        <w:t xml:space="preserve"> </w:t>
      </w:r>
      <w:r w:rsidR="0019135D" w:rsidRPr="000C6EA2">
        <w:rPr>
          <w:sz w:val="24"/>
          <w:szCs w:val="24"/>
        </w:rPr>
        <w:t xml:space="preserve">4 </w:t>
      </w:r>
      <w:r w:rsidRPr="000C6EA2">
        <w:rPr>
          <w:sz w:val="24"/>
          <w:szCs w:val="24"/>
        </w:rPr>
        <w:t>от ЗБНЗОК за 201</w:t>
      </w:r>
      <w:r w:rsidR="00B86C29" w:rsidRPr="000C6EA2">
        <w:rPr>
          <w:sz w:val="24"/>
          <w:szCs w:val="24"/>
        </w:rPr>
        <w:t>8</w:t>
      </w:r>
      <w:r w:rsidR="002C0C0C" w:rsidRPr="000C6EA2">
        <w:rPr>
          <w:sz w:val="24"/>
          <w:szCs w:val="24"/>
        </w:rPr>
        <w:t xml:space="preserve"> г.</w:t>
      </w:r>
      <w:r w:rsidR="00B86C29" w:rsidRPr="000C6EA2">
        <w:rPr>
          <w:sz w:val="24"/>
          <w:szCs w:val="24"/>
        </w:rPr>
        <w:t xml:space="preserve"> и</w:t>
      </w:r>
      <w:r w:rsidRPr="000C6EA2">
        <w:rPr>
          <w:sz w:val="24"/>
          <w:szCs w:val="24"/>
        </w:rPr>
        <w:t xml:space="preserve"> влизат в сила от </w:t>
      </w:r>
      <w:r w:rsidR="002C0C0C" w:rsidRPr="000C6EA2">
        <w:rPr>
          <w:sz w:val="24"/>
          <w:szCs w:val="24"/>
        </w:rPr>
        <w:t>01.</w:t>
      </w:r>
      <w:proofErr w:type="spellStart"/>
      <w:r w:rsidR="007C2CF2" w:rsidRPr="000C6EA2">
        <w:rPr>
          <w:sz w:val="24"/>
          <w:szCs w:val="24"/>
        </w:rPr>
        <w:t>0</w:t>
      </w:r>
      <w:r w:rsidR="00B86C29" w:rsidRPr="000C6EA2">
        <w:rPr>
          <w:sz w:val="24"/>
          <w:szCs w:val="24"/>
        </w:rPr>
        <w:t>1</w:t>
      </w:r>
      <w:proofErr w:type="spellEnd"/>
      <w:r w:rsidR="002C0C0C" w:rsidRPr="000C6EA2">
        <w:rPr>
          <w:sz w:val="24"/>
          <w:szCs w:val="24"/>
        </w:rPr>
        <w:t>.201</w:t>
      </w:r>
      <w:r w:rsidR="00B86C29" w:rsidRPr="000C6EA2">
        <w:rPr>
          <w:sz w:val="24"/>
          <w:szCs w:val="24"/>
        </w:rPr>
        <w:t>8</w:t>
      </w:r>
      <w:r w:rsidR="002C0C0C" w:rsidRPr="000C6EA2">
        <w:rPr>
          <w:sz w:val="24"/>
          <w:szCs w:val="24"/>
        </w:rPr>
        <w:t xml:space="preserve"> г</w:t>
      </w:r>
      <w:r w:rsidRPr="000C6EA2">
        <w:rPr>
          <w:sz w:val="24"/>
          <w:szCs w:val="24"/>
        </w:rPr>
        <w:t>.</w:t>
      </w:r>
    </w:p>
    <w:p w:rsidR="008C276C" w:rsidRPr="000C6EA2" w:rsidRDefault="001778B6" w:rsidP="007D3107">
      <w:pPr>
        <w:keepNext/>
        <w:spacing w:line="300" w:lineRule="atLeast"/>
        <w:ind w:firstLine="539"/>
        <w:jc w:val="both"/>
        <w:rPr>
          <w:sz w:val="24"/>
          <w:szCs w:val="24"/>
        </w:rPr>
      </w:pPr>
      <w:r w:rsidRPr="000C6EA2">
        <w:rPr>
          <w:b/>
          <w:sz w:val="24"/>
          <w:szCs w:val="24"/>
        </w:rPr>
        <w:t>§ </w:t>
      </w:r>
      <w:r w:rsidR="009869F7" w:rsidRPr="000C6EA2">
        <w:rPr>
          <w:b/>
          <w:sz w:val="24"/>
          <w:szCs w:val="24"/>
        </w:rPr>
        <w:t>3</w:t>
      </w:r>
      <w:r w:rsidRPr="000C6EA2">
        <w:rPr>
          <w:b/>
          <w:sz w:val="24"/>
          <w:szCs w:val="24"/>
        </w:rPr>
        <w:t xml:space="preserve">. </w:t>
      </w:r>
      <w:r w:rsidR="00110616" w:rsidRPr="000C6EA2">
        <w:rPr>
          <w:sz w:val="24"/>
          <w:szCs w:val="24"/>
        </w:rPr>
        <w:t>Неразделна част от Правилата са:</w:t>
      </w:r>
    </w:p>
    <w:p w:rsidR="008C276C" w:rsidRPr="000C6EA2" w:rsidRDefault="0019135D" w:rsidP="007D3107">
      <w:pPr>
        <w:spacing w:line="300" w:lineRule="atLeast"/>
        <w:ind w:firstLine="539"/>
        <w:jc w:val="both"/>
        <w:rPr>
          <w:sz w:val="24"/>
          <w:szCs w:val="24"/>
        </w:rPr>
      </w:pPr>
      <w:r w:rsidRPr="000C6EA2">
        <w:rPr>
          <w:sz w:val="24"/>
          <w:szCs w:val="24"/>
        </w:rPr>
        <w:t>1.</w:t>
      </w:r>
      <w:r w:rsidR="002E3EF3" w:rsidRPr="000C6EA2">
        <w:rPr>
          <w:sz w:val="24"/>
          <w:szCs w:val="24"/>
        </w:rPr>
        <w:t> </w:t>
      </w:r>
      <w:r w:rsidR="00110616" w:rsidRPr="000C6EA2">
        <w:rPr>
          <w:sz w:val="24"/>
          <w:szCs w:val="24"/>
        </w:rPr>
        <w:t>Приложение</w:t>
      </w:r>
      <w:r w:rsidR="002E3EF3" w:rsidRPr="000C6EA2">
        <w:rPr>
          <w:sz w:val="24"/>
          <w:szCs w:val="24"/>
        </w:rPr>
        <w:t> </w:t>
      </w:r>
      <w:r w:rsidR="00110616" w:rsidRPr="000C6EA2">
        <w:rPr>
          <w:sz w:val="24"/>
          <w:szCs w:val="24"/>
        </w:rPr>
        <w:t>1 – „</w:t>
      </w:r>
      <w:r w:rsidR="00D43AD2" w:rsidRPr="000C6EA2">
        <w:rPr>
          <w:sz w:val="24"/>
          <w:szCs w:val="24"/>
        </w:rPr>
        <w:t xml:space="preserve">Дейности в БМП - КП, </w:t>
      </w:r>
      <w:proofErr w:type="spellStart"/>
      <w:r w:rsidR="00D43AD2" w:rsidRPr="000C6EA2">
        <w:rPr>
          <w:sz w:val="24"/>
          <w:szCs w:val="24"/>
        </w:rPr>
        <w:t>КПр</w:t>
      </w:r>
      <w:proofErr w:type="spellEnd"/>
      <w:r w:rsidR="00D43AD2" w:rsidRPr="000C6EA2">
        <w:rPr>
          <w:sz w:val="24"/>
          <w:szCs w:val="24"/>
        </w:rPr>
        <w:t xml:space="preserve">, </w:t>
      </w:r>
      <w:proofErr w:type="spellStart"/>
      <w:r w:rsidR="00D43AD2" w:rsidRPr="000C6EA2">
        <w:rPr>
          <w:sz w:val="24"/>
          <w:szCs w:val="24"/>
        </w:rPr>
        <w:t>АПр</w:t>
      </w:r>
      <w:proofErr w:type="spellEnd"/>
      <w:r w:rsidR="00D43AD2" w:rsidRPr="000C6EA2">
        <w:rPr>
          <w:sz w:val="24"/>
          <w:szCs w:val="24"/>
        </w:rPr>
        <w:t>, посочени в приложения №№ 7, 8, 9, 11 и 12 към чл.1, чл.2</w:t>
      </w:r>
      <w:r w:rsidR="00216ACA" w:rsidRPr="000C6EA2">
        <w:rPr>
          <w:sz w:val="24"/>
          <w:szCs w:val="24"/>
        </w:rPr>
        <w:t xml:space="preserve"> </w:t>
      </w:r>
      <w:r w:rsidR="00D43AD2" w:rsidRPr="000C6EA2">
        <w:rPr>
          <w:sz w:val="24"/>
          <w:szCs w:val="24"/>
        </w:rPr>
        <w:t xml:space="preserve">и чл. 4 от Наредба № 2 от 2016 г., </w:t>
      </w:r>
      <w:r w:rsidR="007A6AC2" w:rsidRPr="000C6EA2">
        <w:rPr>
          <w:sz w:val="24"/>
          <w:szCs w:val="24"/>
        </w:rPr>
        <w:t xml:space="preserve">за </w:t>
      </w:r>
      <w:proofErr w:type="spellStart"/>
      <w:r w:rsidR="00D43AD2" w:rsidRPr="000C6EA2">
        <w:rPr>
          <w:sz w:val="24"/>
          <w:szCs w:val="24"/>
        </w:rPr>
        <w:t>хемодиализа</w:t>
      </w:r>
      <w:proofErr w:type="spellEnd"/>
      <w:r w:rsidR="00D43AD2" w:rsidRPr="000C6EA2">
        <w:rPr>
          <w:sz w:val="24"/>
          <w:szCs w:val="24"/>
        </w:rPr>
        <w:t xml:space="preserve">, за раждане и новородени, за интензивно лечение, за онкологични заболявания, за </w:t>
      </w:r>
      <w:proofErr w:type="spellStart"/>
      <w:r w:rsidR="00D43AD2" w:rsidRPr="000C6EA2">
        <w:rPr>
          <w:sz w:val="24"/>
          <w:szCs w:val="24"/>
        </w:rPr>
        <w:t>радиохирургия</w:t>
      </w:r>
      <w:proofErr w:type="spellEnd"/>
      <w:r w:rsidR="00D43AD2" w:rsidRPr="000C6EA2">
        <w:rPr>
          <w:sz w:val="24"/>
          <w:szCs w:val="24"/>
        </w:rPr>
        <w:t xml:space="preserve"> и роботизирана </w:t>
      </w:r>
      <w:proofErr w:type="spellStart"/>
      <w:r w:rsidR="00D43AD2" w:rsidRPr="000C6EA2">
        <w:rPr>
          <w:sz w:val="24"/>
          <w:szCs w:val="24"/>
        </w:rPr>
        <w:t>радиохирургия</w:t>
      </w:r>
      <w:proofErr w:type="spellEnd"/>
      <w:r w:rsidR="00D43AD2" w:rsidRPr="000C6EA2">
        <w:rPr>
          <w:sz w:val="24"/>
          <w:szCs w:val="24"/>
        </w:rPr>
        <w:t xml:space="preserve"> на онкологични и неонкологични заболявания</w:t>
      </w:r>
      <w:r w:rsidR="00B86C29" w:rsidRPr="000C6EA2">
        <w:rPr>
          <w:sz w:val="24"/>
          <w:szCs w:val="24"/>
        </w:rPr>
        <w:t>,</w:t>
      </w:r>
      <w:r w:rsidR="00D43AD2" w:rsidRPr="000C6EA2">
        <w:rPr>
          <w:sz w:val="24"/>
          <w:szCs w:val="24"/>
        </w:rPr>
        <w:t xml:space="preserve"> за лечение и рехабилитация при тежко протичащи, хронично </w:t>
      </w:r>
      <w:proofErr w:type="spellStart"/>
      <w:r w:rsidR="00D43AD2" w:rsidRPr="000C6EA2">
        <w:rPr>
          <w:sz w:val="24"/>
          <w:szCs w:val="24"/>
        </w:rPr>
        <w:t>инвалидизиращи</w:t>
      </w:r>
      <w:proofErr w:type="spellEnd"/>
      <w:r w:rsidR="00D43AD2" w:rsidRPr="000C6EA2">
        <w:rPr>
          <w:sz w:val="24"/>
          <w:szCs w:val="24"/>
        </w:rPr>
        <w:t xml:space="preserve"> заболявания в детската възраст с необходимост от продължителна специализирана рехабилитация – ДЦП и нервно-мускулни увреждания</w:t>
      </w:r>
      <w:r w:rsidR="00110616" w:rsidRPr="000C6EA2">
        <w:rPr>
          <w:sz w:val="24"/>
          <w:szCs w:val="24"/>
        </w:rPr>
        <w:t xml:space="preserve">“; </w:t>
      </w:r>
    </w:p>
    <w:p w:rsidR="00110616" w:rsidRPr="000C6EA2" w:rsidRDefault="00110616" w:rsidP="007D3107">
      <w:pPr>
        <w:spacing w:line="300" w:lineRule="atLeast"/>
        <w:ind w:firstLine="539"/>
        <w:jc w:val="both"/>
        <w:rPr>
          <w:sz w:val="24"/>
          <w:szCs w:val="24"/>
        </w:rPr>
      </w:pPr>
      <w:r w:rsidRPr="000C6EA2">
        <w:rPr>
          <w:sz w:val="24"/>
          <w:szCs w:val="24"/>
        </w:rPr>
        <w:t>2.</w:t>
      </w:r>
      <w:r w:rsidR="002E3EF3" w:rsidRPr="000C6EA2">
        <w:rPr>
          <w:sz w:val="24"/>
          <w:szCs w:val="24"/>
        </w:rPr>
        <w:t> </w:t>
      </w:r>
      <w:r w:rsidR="001624E0" w:rsidRPr="000C6EA2">
        <w:rPr>
          <w:sz w:val="24"/>
          <w:szCs w:val="24"/>
        </w:rPr>
        <w:t xml:space="preserve">Приложение 2 – „Дейности в БМП - КП, </w:t>
      </w:r>
      <w:proofErr w:type="spellStart"/>
      <w:r w:rsidR="001624E0" w:rsidRPr="000C6EA2">
        <w:rPr>
          <w:sz w:val="24"/>
          <w:szCs w:val="24"/>
        </w:rPr>
        <w:t>КПр</w:t>
      </w:r>
      <w:proofErr w:type="spellEnd"/>
      <w:r w:rsidR="001624E0" w:rsidRPr="000C6EA2">
        <w:rPr>
          <w:sz w:val="24"/>
          <w:szCs w:val="24"/>
        </w:rPr>
        <w:t xml:space="preserve">, </w:t>
      </w:r>
      <w:proofErr w:type="spellStart"/>
      <w:r w:rsidR="001624E0" w:rsidRPr="000C6EA2">
        <w:rPr>
          <w:sz w:val="24"/>
          <w:szCs w:val="24"/>
        </w:rPr>
        <w:t>АПр</w:t>
      </w:r>
      <w:proofErr w:type="spellEnd"/>
      <w:r w:rsidR="001624E0" w:rsidRPr="000C6EA2">
        <w:rPr>
          <w:sz w:val="24"/>
          <w:szCs w:val="24"/>
        </w:rPr>
        <w:t>, посочени в приложения №№ 7, 8, 9, 10, 11 и 12 към чл.1, чл.2</w:t>
      </w:r>
      <w:r w:rsidR="00377600" w:rsidRPr="000C6EA2">
        <w:rPr>
          <w:sz w:val="24"/>
          <w:szCs w:val="24"/>
        </w:rPr>
        <w:t>,</w:t>
      </w:r>
      <w:r w:rsidR="001624E0" w:rsidRPr="000C6EA2">
        <w:rPr>
          <w:sz w:val="24"/>
          <w:szCs w:val="24"/>
        </w:rPr>
        <w:t xml:space="preserve"> чл.3 и чл.4 от Наредба № 2 от 2016 г. (с изключение на дейности по приложение 1 и 3)“</w:t>
      </w:r>
      <w:r w:rsidRPr="000C6EA2">
        <w:rPr>
          <w:sz w:val="24"/>
          <w:szCs w:val="24"/>
        </w:rPr>
        <w:t xml:space="preserve">; </w:t>
      </w:r>
    </w:p>
    <w:p w:rsidR="00110616" w:rsidRPr="000C6EA2" w:rsidRDefault="00110616" w:rsidP="007D3107">
      <w:pPr>
        <w:spacing w:line="300" w:lineRule="atLeast"/>
        <w:ind w:firstLine="539"/>
        <w:jc w:val="both"/>
        <w:rPr>
          <w:sz w:val="24"/>
          <w:szCs w:val="24"/>
        </w:rPr>
      </w:pPr>
      <w:r w:rsidRPr="000C6EA2">
        <w:rPr>
          <w:sz w:val="24"/>
          <w:szCs w:val="24"/>
        </w:rPr>
        <w:t>3.</w:t>
      </w:r>
      <w:r w:rsidR="002E3EF3" w:rsidRPr="000C6EA2">
        <w:rPr>
          <w:sz w:val="24"/>
          <w:szCs w:val="24"/>
        </w:rPr>
        <w:t> </w:t>
      </w:r>
      <w:r w:rsidRPr="000C6EA2">
        <w:rPr>
          <w:sz w:val="24"/>
          <w:szCs w:val="24"/>
        </w:rPr>
        <w:t>Приложение</w:t>
      </w:r>
      <w:r w:rsidR="002E3EF3" w:rsidRPr="000C6EA2">
        <w:rPr>
          <w:sz w:val="24"/>
          <w:szCs w:val="24"/>
        </w:rPr>
        <w:t> </w:t>
      </w:r>
      <w:r w:rsidRPr="000C6EA2">
        <w:rPr>
          <w:sz w:val="24"/>
          <w:szCs w:val="24"/>
        </w:rPr>
        <w:t>3 – „</w:t>
      </w:r>
      <w:r w:rsidR="007A6AC2" w:rsidRPr="000C6EA2">
        <w:rPr>
          <w:sz w:val="24"/>
          <w:szCs w:val="24"/>
        </w:rPr>
        <w:t xml:space="preserve">Дейности в БМП - КП, </w:t>
      </w:r>
      <w:proofErr w:type="spellStart"/>
      <w:r w:rsidR="007A6AC2" w:rsidRPr="000C6EA2">
        <w:rPr>
          <w:sz w:val="24"/>
          <w:szCs w:val="24"/>
        </w:rPr>
        <w:t>АПр</w:t>
      </w:r>
      <w:proofErr w:type="spellEnd"/>
      <w:r w:rsidR="007A6AC2" w:rsidRPr="000C6EA2">
        <w:rPr>
          <w:sz w:val="24"/>
          <w:szCs w:val="24"/>
        </w:rPr>
        <w:t xml:space="preserve">, </w:t>
      </w:r>
      <w:r w:rsidR="001624E0" w:rsidRPr="000C6EA2">
        <w:rPr>
          <w:sz w:val="24"/>
          <w:szCs w:val="24"/>
        </w:rPr>
        <w:t>посочени в приложения №№ 7, 9</w:t>
      </w:r>
      <w:r w:rsidR="00377600" w:rsidRPr="000C6EA2">
        <w:rPr>
          <w:sz w:val="24"/>
          <w:szCs w:val="24"/>
        </w:rPr>
        <w:t xml:space="preserve"> и</w:t>
      </w:r>
      <w:r w:rsidR="001624E0" w:rsidRPr="000C6EA2">
        <w:rPr>
          <w:sz w:val="24"/>
          <w:szCs w:val="24"/>
        </w:rPr>
        <w:t xml:space="preserve"> 11 към чл.1</w:t>
      </w:r>
      <w:r w:rsidR="00216ACA" w:rsidRPr="000C6EA2">
        <w:rPr>
          <w:sz w:val="24"/>
          <w:szCs w:val="24"/>
        </w:rPr>
        <w:t xml:space="preserve"> и </w:t>
      </w:r>
      <w:r w:rsidR="001624E0" w:rsidRPr="000C6EA2">
        <w:rPr>
          <w:sz w:val="24"/>
          <w:szCs w:val="24"/>
        </w:rPr>
        <w:t>чл.3 от Наредба № 2 от 2016 г.,</w:t>
      </w:r>
      <w:r w:rsidRPr="000C6EA2">
        <w:rPr>
          <w:sz w:val="24"/>
          <w:szCs w:val="24"/>
        </w:rPr>
        <w:t xml:space="preserve"> </w:t>
      </w:r>
      <w:r w:rsidR="00B86C29" w:rsidRPr="000C6EA2">
        <w:rPr>
          <w:sz w:val="24"/>
          <w:szCs w:val="24"/>
        </w:rPr>
        <w:t xml:space="preserve">за </w:t>
      </w:r>
      <w:proofErr w:type="spellStart"/>
      <w:r w:rsidR="00B86C29" w:rsidRPr="000C6EA2">
        <w:rPr>
          <w:sz w:val="24"/>
          <w:szCs w:val="24"/>
        </w:rPr>
        <w:t>позитронно-емисионна</w:t>
      </w:r>
      <w:proofErr w:type="spellEnd"/>
      <w:r w:rsidR="00B86C29" w:rsidRPr="000C6EA2">
        <w:rPr>
          <w:sz w:val="24"/>
          <w:szCs w:val="24"/>
        </w:rPr>
        <w:t xml:space="preserve"> компютърна томография (РЕТ/СТ) и за прилагане на медицински изделия по чл.8, ал.1, т.3</w:t>
      </w:r>
      <w:r w:rsidR="007A6AC2" w:rsidRPr="000C6EA2">
        <w:rPr>
          <w:sz w:val="24"/>
          <w:szCs w:val="24"/>
        </w:rPr>
        <w:t>“.</w:t>
      </w:r>
    </w:p>
    <w:p w:rsidR="00F4295F" w:rsidRPr="000C6EA2" w:rsidRDefault="00110616" w:rsidP="007D3107">
      <w:pPr>
        <w:spacing w:line="300" w:lineRule="atLeast"/>
        <w:ind w:firstLine="539"/>
        <w:jc w:val="both"/>
        <w:rPr>
          <w:sz w:val="24"/>
          <w:szCs w:val="24"/>
        </w:rPr>
      </w:pPr>
      <w:r w:rsidRPr="000C6EA2">
        <w:rPr>
          <w:sz w:val="24"/>
          <w:szCs w:val="24"/>
        </w:rPr>
        <w:t>4.</w:t>
      </w:r>
      <w:r w:rsidR="002E3EF3" w:rsidRPr="000C6EA2">
        <w:rPr>
          <w:sz w:val="24"/>
          <w:szCs w:val="24"/>
        </w:rPr>
        <w:t> </w:t>
      </w:r>
      <w:r w:rsidR="00F4295F" w:rsidRPr="000C6EA2">
        <w:rPr>
          <w:sz w:val="24"/>
          <w:szCs w:val="24"/>
        </w:rPr>
        <w:t>Приложение</w:t>
      </w:r>
      <w:r w:rsidR="002E3EF3" w:rsidRPr="000C6EA2">
        <w:rPr>
          <w:sz w:val="24"/>
          <w:szCs w:val="24"/>
        </w:rPr>
        <w:t> </w:t>
      </w:r>
      <w:r w:rsidR="00F4295F" w:rsidRPr="000C6EA2">
        <w:rPr>
          <w:sz w:val="24"/>
          <w:szCs w:val="24"/>
        </w:rPr>
        <w:t>4 – „Предложение от РЗОК за корекции на месечни стойности в Приложение №</w:t>
      </w:r>
      <w:r w:rsidR="001778B6" w:rsidRPr="000C6EA2">
        <w:rPr>
          <w:sz w:val="24"/>
          <w:szCs w:val="24"/>
        </w:rPr>
        <w:t xml:space="preserve"> </w:t>
      </w:r>
      <w:r w:rsidR="00F4295F" w:rsidRPr="000C6EA2">
        <w:rPr>
          <w:sz w:val="24"/>
          <w:szCs w:val="24"/>
        </w:rPr>
        <w:t>2 по договора с изпълнител на БМП“;</w:t>
      </w:r>
    </w:p>
    <w:p w:rsidR="009A7DE7" w:rsidRPr="000C6EA2" w:rsidRDefault="00642BF9" w:rsidP="007D3107">
      <w:pPr>
        <w:spacing w:line="300" w:lineRule="atLeast"/>
        <w:ind w:firstLine="539"/>
        <w:jc w:val="both"/>
        <w:rPr>
          <w:sz w:val="24"/>
          <w:szCs w:val="24"/>
        </w:rPr>
      </w:pPr>
      <w:r w:rsidRPr="000C6EA2">
        <w:rPr>
          <w:sz w:val="24"/>
          <w:szCs w:val="24"/>
        </w:rPr>
        <w:t>5</w:t>
      </w:r>
      <w:r w:rsidR="009A7DE7" w:rsidRPr="000C6EA2">
        <w:rPr>
          <w:sz w:val="24"/>
          <w:szCs w:val="24"/>
        </w:rPr>
        <w:t>.</w:t>
      </w:r>
      <w:r w:rsidR="002E3EF3" w:rsidRPr="000C6EA2">
        <w:rPr>
          <w:sz w:val="24"/>
          <w:szCs w:val="24"/>
        </w:rPr>
        <w:t> </w:t>
      </w:r>
      <w:r w:rsidR="009A7DE7" w:rsidRPr="000C6EA2">
        <w:rPr>
          <w:sz w:val="24"/>
          <w:szCs w:val="24"/>
        </w:rPr>
        <w:t xml:space="preserve">Видът и формата на </w:t>
      </w:r>
      <w:r w:rsidR="00B86C29" w:rsidRPr="000C6EA2">
        <w:rPr>
          <w:sz w:val="24"/>
          <w:szCs w:val="24"/>
        </w:rPr>
        <w:t xml:space="preserve">допълнение </w:t>
      </w:r>
      <w:r w:rsidR="00BB05B7" w:rsidRPr="000C6EA2">
        <w:rPr>
          <w:sz w:val="24"/>
          <w:szCs w:val="24"/>
        </w:rPr>
        <w:t xml:space="preserve">за 2018 г. </w:t>
      </w:r>
      <w:r w:rsidR="001D0121" w:rsidRPr="000C6EA2">
        <w:rPr>
          <w:sz w:val="24"/>
          <w:szCs w:val="24"/>
        </w:rPr>
        <w:t xml:space="preserve">към </w:t>
      </w:r>
      <w:r w:rsidR="009A7DE7" w:rsidRPr="000C6EA2">
        <w:rPr>
          <w:sz w:val="24"/>
          <w:szCs w:val="24"/>
        </w:rPr>
        <w:t>Приложение № 2 „Стойности и обеми на дейностите в БМП и стойности на медицинските изделия в БМП и лекарствените продукти за лечение на злокачествени заболявания в условията на БМП“ към индивидуалните договори с изпълнителите за извършване на</w:t>
      </w:r>
      <w:r w:rsidR="00DC4F73" w:rsidRPr="000C6EA2">
        <w:rPr>
          <w:sz w:val="24"/>
          <w:szCs w:val="24"/>
        </w:rPr>
        <w:t xml:space="preserve"> БМП, по реда на НРД за 2017 г.</w:t>
      </w:r>
    </w:p>
    <w:bookmarkEnd w:id="0"/>
    <w:p w:rsidR="00AF5E5D" w:rsidRPr="000C6EA2" w:rsidRDefault="00AF5E5D" w:rsidP="003105F7">
      <w:pPr>
        <w:spacing w:line="300" w:lineRule="atLeast"/>
        <w:ind w:firstLine="539"/>
        <w:jc w:val="both"/>
        <w:rPr>
          <w:sz w:val="24"/>
          <w:szCs w:val="24"/>
        </w:rPr>
      </w:pPr>
    </w:p>
    <w:sectPr w:rsidR="00AF5E5D" w:rsidRPr="000C6EA2" w:rsidSect="009B71F0">
      <w:footerReference w:type="even" r:id="rId10"/>
      <w:footerReference w:type="default" r:id="rId11"/>
      <w:headerReference w:type="first" r:id="rId12"/>
      <w:pgSz w:w="11906" w:h="16838" w:code="9"/>
      <w:pgMar w:top="1077"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4D2" w:rsidRDefault="004E64D2">
      <w:r>
        <w:separator/>
      </w:r>
    </w:p>
  </w:endnote>
  <w:endnote w:type="continuationSeparator" w:id="0">
    <w:p w:rsidR="004E64D2" w:rsidRDefault="004E6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83E" w:rsidRDefault="0086183E" w:rsidP="006378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183E" w:rsidRDefault="0086183E" w:rsidP="004726E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720773"/>
      <w:docPartObj>
        <w:docPartGallery w:val="Page Numbers (Bottom of Page)"/>
        <w:docPartUnique/>
      </w:docPartObj>
    </w:sdtPr>
    <w:sdtEndPr>
      <w:rPr>
        <w:noProof/>
      </w:rPr>
    </w:sdtEndPr>
    <w:sdtContent>
      <w:p w:rsidR="000555D8" w:rsidRDefault="000555D8">
        <w:pPr>
          <w:pStyle w:val="Footer"/>
          <w:jc w:val="right"/>
        </w:pPr>
        <w:r>
          <w:fldChar w:fldCharType="begin"/>
        </w:r>
        <w:r>
          <w:instrText xml:space="preserve"> PAGE   \* MERGEFORMAT </w:instrText>
        </w:r>
        <w:r>
          <w:fldChar w:fldCharType="separate"/>
        </w:r>
        <w:r w:rsidR="000C6EA2">
          <w:rPr>
            <w:noProof/>
          </w:rPr>
          <w:t>8</w:t>
        </w:r>
        <w:r>
          <w:rPr>
            <w:noProof/>
          </w:rPr>
          <w:fldChar w:fldCharType="end"/>
        </w:r>
      </w:p>
    </w:sdtContent>
  </w:sdt>
  <w:p w:rsidR="0086183E" w:rsidRDefault="0086183E" w:rsidP="004726E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4D2" w:rsidRDefault="004E64D2">
      <w:r>
        <w:separator/>
      </w:r>
    </w:p>
  </w:footnote>
  <w:footnote w:type="continuationSeparator" w:id="0">
    <w:p w:rsidR="004E64D2" w:rsidRDefault="004E64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83E" w:rsidRDefault="0086183E">
    <w:pPr>
      <w:pStyle w:val="Header"/>
    </w:pPr>
  </w:p>
  <w:p w:rsidR="0086183E" w:rsidRPr="00326E97" w:rsidRDefault="0086183E" w:rsidP="008F78E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7320"/>
    <w:multiLevelType w:val="hybridMultilevel"/>
    <w:tmpl w:val="EA66D1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AB15E07"/>
    <w:multiLevelType w:val="hybridMultilevel"/>
    <w:tmpl w:val="942CECD6"/>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2F73B92"/>
    <w:multiLevelType w:val="multilevel"/>
    <w:tmpl w:val="A29478BA"/>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3">
    <w:nsid w:val="16015626"/>
    <w:multiLevelType w:val="hybridMultilevel"/>
    <w:tmpl w:val="8CCE52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207B3752"/>
    <w:multiLevelType w:val="hybridMultilevel"/>
    <w:tmpl w:val="1BF4BA74"/>
    <w:lvl w:ilvl="0" w:tplc="BBB81468">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5">
    <w:nsid w:val="2DCB064B"/>
    <w:multiLevelType w:val="hybridMultilevel"/>
    <w:tmpl w:val="185A9694"/>
    <w:lvl w:ilvl="0" w:tplc="0E6CC702">
      <w:start w:val="4"/>
      <w:numFmt w:val="decimal"/>
      <w:lvlText w:val="%1."/>
      <w:lvlJc w:val="left"/>
      <w:pPr>
        <w:tabs>
          <w:tab w:val="num" w:pos="405"/>
        </w:tabs>
        <w:ind w:left="405" w:hanging="360"/>
      </w:pPr>
      <w:rPr>
        <w:rFonts w:hint="default"/>
      </w:rPr>
    </w:lvl>
    <w:lvl w:ilvl="1" w:tplc="04020019" w:tentative="1">
      <w:start w:val="1"/>
      <w:numFmt w:val="lowerLetter"/>
      <w:lvlText w:val="%2."/>
      <w:lvlJc w:val="left"/>
      <w:pPr>
        <w:tabs>
          <w:tab w:val="num" w:pos="1125"/>
        </w:tabs>
        <w:ind w:left="1125" w:hanging="360"/>
      </w:pPr>
    </w:lvl>
    <w:lvl w:ilvl="2" w:tplc="0402001B" w:tentative="1">
      <w:start w:val="1"/>
      <w:numFmt w:val="lowerRoman"/>
      <w:lvlText w:val="%3."/>
      <w:lvlJc w:val="right"/>
      <w:pPr>
        <w:tabs>
          <w:tab w:val="num" w:pos="1845"/>
        </w:tabs>
        <w:ind w:left="1845" w:hanging="180"/>
      </w:pPr>
    </w:lvl>
    <w:lvl w:ilvl="3" w:tplc="0402000F" w:tentative="1">
      <w:start w:val="1"/>
      <w:numFmt w:val="decimal"/>
      <w:lvlText w:val="%4."/>
      <w:lvlJc w:val="left"/>
      <w:pPr>
        <w:tabs>
          <w:tab w:val="num" w:pos="2565"/>
        </w:tabs>
        <w:ind w:left="2565" w:hanging="360"/>
      </w:pPr>
    </w:lvl>
    <w:lvl w:ilvl="4" w:tplc="04020019" w:tentative="1">
      <w:start w:val="1"/>
      <w:numFmt w:val="lowerLetter"/>
      <w:lvlText w:val="%5."/>
      <w:lvlJc w:val="left"/>
      <w:pPr>
        <w:tabs>
          <w:tab w:val="num" w:pos="3285"/>
        </w:tabs>
        <w:ind w:left="3285" w:hanging="360"/>
      </w:pPr>
    </w:lvl>
    <w:lvl w:ilvl="5" w:tplc="0402001B" w:tentative="1">
      <w:start w:val="1"/>
      <w:numFmt w:val="lowerRoman"/>
      <w:lvlText w:val="%6."/>
      <w:lvlJc w:val="right"/>
      <w:pPr>
        <w:tabs>
          <w:tab w:val="num" w:pos="4005"/>
        </w:tabs>
        <w:ind w:left="4005" w:hanging="180"/>
      </w:pPr>
    </w:lvl>
    <w:lvl w:ilvl="6" w:tplc="0402000F" w:tentative="1">
      <w:start w:val="1"/>
      <w:numFmt w:val="decimal"/>
      <w:lvlText w:val="%7."/>
      <w:lvlJc w:val="left"/>
      <w:pPr>
        <w:tabs>
          <w:tab w:val="num" w:pos="4725"/>
        </w:tabs>
        <w:ind w:left="4725" w:hanging="360"/>
      </w:pPr>
    </w:lvl>
    <w:lvl w:ilvl="7" w:tplc="04020019" w:tentative="1">
      <w:start w:val="1"/>
      <w:numFmt w:val="lowerLetter"/>
      <w:lvlText w:val="%8."/>
      <w:lvlJc w:val="left"/>
      <w:pPr>
        <w:tabs>
          <w:tab w:val="num" w:pos="5445"/>
        </w:tabs>
        <w:ind w:left="5445" w:hanging="360"/>
      </w:pPr>
    </w:lvl>
    <w:lvl w:ilvl="8" w:tplc="0402001B" w:tentative="1">
      <w:start w:val="1"/>
      <w:numFmt w:val="lowerRoman"/>
      <w:lvlText w:val="%9."/>
      <w:lvlJc w:val="right"/>
      <w:pPr>
        <w:tabs>
          <w:tab w:val="num" w:pos="6165"/>
        </w:tabs>
        <w:ind w:left="6165" w:hanging="180"/>
      </w:pPr>
    </w:lvl>
  </w:abstractNum>
  <w:abstractNum w:abstractNumId="6">
    <w:nsid w:val="36495A53"/>
    <w:multiLevelType w:val="hybridMultilevel"/>
    <w:tmpl w:val="F326A346"/>
    <w:lvl w:ilvl="0" w:tplc="70641BE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6CB36FD"/>
    <w:multiLevelType w:val="hybridMultilevel"/>
    <w:tmpl w:val="47223736"/>
    <w:lvl w:ilvl="0" w:tplc="62F01140">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8">
    <w:nsid w:val="3B0977BA"/>
    <w:multiLevelType w:val="hybridMultilevel"/>
    <w:tmpl w:val="775EB996"/>
    <w:lvl w:ilvl="0" w:tplc="3AC2B2DE">
      <w:start w:val="1"/>
      <w:numFmt w:val="decimal"/>
      <w:lvlText w:val="%1."/>
      <w:lvlJc w:val="left"/>
      <w:pPr>
        <w:ind w:left="1788" w:hanging="360"/>
      </w:pPr>
      <w:rPr>
        <w:rFonts w:hint="default"/>
        <w:b/>
      </w:rPr>
    </w:lvl>
    <w:lvl w:ilvl="1" w:tplc="04020019" w:tentative="1">
      <w:start w:val="1"/>
      <w:numFmt w:val="lowerLetter"/>
      <w:lvlText w:val="%2."/>
      <w:lvlJc w:val="left"/>
      <w:pPr>
        <w:ind w:left="2508" w:hanging="360"/>
      </w:pPr>
    </w:lvl>
    <w:lvl w:ilvl="2" w:tplc="0402001B" w:tentative="1">
      <w:start w:val="1"/>
      <w:numFmt w:val="lowerRoman"/>
      <w:lvlText w:val="%3."/>
      <w:lvlJc w:val="right"/>
      <w:pPr>
        <w:ind w:left="3228" w:hanging="180"/>
      </w:pPr>
    </w:lvl>
    <w:lvl w:ilvl="3" w:tplc="0402000F" w:tentative="1">
      <w:start w:val="1"/>
      <w:numFmt w:val="decimal"/>
      <w:lvlText w:val="%4."/>
      <w:lvlJc w:val="left"/>
      <w:pPr>
        <w:ind w:left="3948" w:hanging="360"/>
      </w:pPr>
    </w:lvl>
    <w:lvl w:ilvl="4" w:tplc="04020019" w:tentative="1">
      <w:start w:val="1"/>
      <w:numFmt w:val="lowerLetter"/>
      <w:lvlText w:val="%5."/>
      <w:lvlJc w:val="left"/>
      <w:pPr>
        <w:ind w:left="4668" w:hanging="360"/>
      </w:pPr>
    </w:lvl>
    <w:lvl w:ilvl="5" w:tplc="0402001B" w:tentative="1">
      <w:start w:val="1"/>
      <w:numFmt w:val="lowerRoman"/>
      <w:lvlText w:val="%6."/>
      <w:lvlJc w:val="right"/>
      <w:pPr>
        <w:ind w:left="5388" w:hanging="180"/>
      </w:pPr>
    </w:lvl>
    <w:lvl w:ilvl="6" w:tplc="0402000F" w:tentative="1">
      <w:start w:val="1"/>
      <w:numFmt w:val="decimal"/>
      <w:lvlText w:val="%7."/>
      <w:lvlJc w:val="left"/>
      <w:pPr>
        <w:ind w:left="6108" w:hanging="360"/>
      </w:pPr>
    </w:lvl>
    <w:lvl w:ilvl="7" w:tplc="04020019" w:tentative="1">
      <w:start w:val="1"/>
      <w:numFmt w:val="lowerLetter"/>
      <w:lvlText w:val="%8."/>
      <w:lvlJc w:val="left"/>
      <w:pPr>
        <w:ind w:left="6828" w:hanging="360"/>
      </w:pPr>
    </w:lvl>
    <w:lvl w:ilvl="8" w:tplc="0402001B" w:tentative="1">
      <w:start w:val="1"/>
      <w:numFmt w:val="lowerRoman"/>
      <w:lvlText w:val="%9."/>
      <w:lvlJc w:val="right"/>
      <w:pPr>
        <w:ind w:left="7548" w:hanging="180"/>
      </w:pPr>
    </w:lvl>
  </w:abstractNum>
  <w:abstractNum w:abstractNumId="9">
    <w:nsid w:val="430B3189"/>
    <w:multiLevelType w:val="hybridMultilevel"/>
    <w:tmpl w:val="72CC7E2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4AB245B5"/>
    <w:multiLevelType w:val="hybridMultilevel"/>
    <w:tmpl w:val="045A6E76"/>
    <w:lvl w:ilvl="0" w:tplc="10BA236A">
      <w:start w:val="1"/>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nsid w:val="523157A3"/>
    <w:multiLevelType w:val="hybridMultilevel"/>
    <w:tmpl w:val="A29478BA"/>
    <w:lvl w:ilvl="0" w:tplc="0402000D">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2">
    <w:nsid w:val="53C57F8D"/>
    <w:multiLevelType w:val="hybridMultilevel"/>
    <w:tmpl w:val="6C16E1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51938B2"/>
    <w:multiLevelType w:val="hybridMultilevel"/>
    <w:tmpl w:val="69DE0B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7A7F1E0E"/>
    <w:multiLevelType w:val="hybridMultilevel"/>
    <w:tmpl w:val="E85E253C"/>
    <w:lvl w:ilvl="0" w:tplc="10BA236A">
      <w:start w:val="1"/>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5">
    <w:nsid w:val="7AFE43FC"/>
    <w:multiLevelType w:val="hybridMultilevel"/>
    <w:tmpl w:val="ACDCF39E"/>
    <w:lvl w:ilvl="0" w:tplc="1272088E">
      <w:start w:val="1"/>
      <w:numFmt w:val="decimal"/>
      <w:lvlText w:val="%1."/>
      <w:lvlJc w:val="left"/>
      <w:pPr>
        <w:ind w:left="1379" w:hanging="84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abstractNum w:abstractNumId="16">
    <w:nsid w:val="7CB908B4"/>
    <w:multiLevelType w:val="hybridMultilevel"/>
    <w:tmpl w:val="B302D4EA"/>
    <w:lvl w:ilvl="0" w:tplc="1E667C7A">
      <w:start w:val="1"/>
      <w:numFmt w:val="decimal"/>
      <w:lvlText w:val="%1."/>
      <w:lvlJc w:val="left"/>
      <w:pPr>
        <w:ind w:left="899" w:hanging="36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abstractNum w:abstractNumId="17">
    <w:nsid w:val="7FDC026D"/>
    <w:multiLevelType w:val="hybridMultilevel"/>
    <w:tmpl w:val="CC92832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num w:numId="1">
    <w:abstractNumId w:val="11"/>
  </w:num>
  <w:num w:numId="2">
    <w:abstractNumId w:val="2"/>
  </w:num>
  <w:num w:numId="3">
    <w:abstractNumId w:val="13"/>
  </w:num>
  <w:num w:numId="4">
    <w:abstractNumId w:val="0"/>
  </w:num>
  <w:num w:numId="5">
    <w:abstractNumId w:val="3"/>
  </w:num>
  <w:num w:numId="6">
    <w:abstractNumId w:val="5"/>
  </w:num>
  <w:num w:numId="7">
    <w:abstractNumId w:val="9"/>
  </w:num>
  <w:num w:numId="8">
    <w:abstractNumId w:val="1"/>
  </w:num>
  <w:num w:numId="9">
    <w:abstractNumId w:val="4"/>
  </w:num>
  <w:num w:numId="10">
    <w:abstractNumId w:val="7"/>
  </w:num>
  <w:num w:numId="11">
    <w:abstractNumId w:val="6"/>
  </w:num>
  <w:num w:numId="12">
    <w:abstractNumId w:val="14"/>
  </w:num>
  <w:num w:numId="13">
    <w:abstractNumId w:val="17"/>
  </w:num>
  <w:num w:numId="14">
    <w:abstractNumId w:val="10"/>
  </w:num>
  <w:num w:numId="15">
    <w:abstractNumId w:val="8"/>
  </w:num>
  <w:num w:numId="16">
    <w:abstractNumId w:val="15"/>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1A1"/>
    <w:rsid w:val="000029B1"/>
    <w:rsid w:val="000035E5"/>
    <w:rsid w:val="000136EC"/>
    <w:rsid w:val="0001460C"/>
    <w:rsid w:val="00017703"/>
    <w:rsid w:val="000248E3"/>
    <w:rsid w:val="000255B2"/>
    <w:rsid w:val="00027830"/>
    <w:rsid w:val="00030E70"/>
    <w:rsid w:val="000316A1"/>
    <w:rsid w:val="0003187D"/>
    <w:rsid w:val="00033946"/>
    <w:rsid w:val="00035455"/>
    <w:rsid w:val="00037545"/>
    <w:rsid w:val="000411F3"/>
    <w:rsid w:val="00042F2E"/>
    <w:rsid w:val="0004530D"/>
    <w:rsid w:val="00045E59"/>
    <w:rsid w:val="00046175"/>
    <w:rsid w:val="000511C4"/>
    <w:rsid w:val="00052646"/>
    <w:rsid w:val="000555D8"/>
    <w:rsid w:val="00057705"/>
    <w:rsid w:val="00060737"/>
    <w:rsid w:val="00062765"/>
    <w:rsid w:val="00063472"/>
    <w:rsid w:val="0006364E"/>
    <w:rsid w:val="000639F6"/>
    <w:rsid w:val="00064549"/>
    <w:rsid w:val="00071579"/>
    <w:rsid w:val="00071A1A"/>
    <w:rsid w:val="00075DE7"/>
    <w:rsid w:val="000774D3"/>
    <w:rsid w:val="00080252"/>
    <w:rsid w:val="000807BD"/>
    <w:rsid w:val="00081D4C"/>
    <w:rsid w:val="00084289"/>
    <w:rsid w:val="00090B4B"/>
    <w:rsid w:val="000910F9"/>
    <w:rsid w:val="00094CD7"/>
    <w:rsid w:val="00095E24"/>
    <w:rsid w:val="000966E9"/>
    <w:rsid w:val="000A5597"/>
    <w:rsid w:val="000B3BC5"/>
    <w:rsid w:val="000B3E34"/>
    <w:rsid w:val="000B6C64"/>
    <w:rsid w:val="000C061C"/>
    <w:rsid w:val="000C36EC"/>
    <w:rsid w:val="000C3C80"/>
    <w:rsid w:val="000C4457"/>
    <w:rsid w:val="000C6328"/>
    <w:rsid w:val="000C6EA2"/>
    <w:rsid w:val="000D1EE8"/>
    <w:rsid w:val="000D64EB"/>
    <w:rsid w:val="000E69CD"/>
    <w:rsid w:val="000E6F9D"/>
    <w:rsid w:val="000F1E39"/>
    <w:rsid w:val="000F467B"/>
    <w:rsid w:val="000F49B9"/>
    <w:rsid w:val="000F5269"/>
    <w:rsid w:val="00101642"/>
    <w:rsid w:val="00102BBF"/>
    <w:rsid w:val="001036F6"/>
    <w:rsid w:val="00104B0C"/>
    <w:rsid w:val="00110616"/>
    <w:rsid w:val="00110E27"/>
    <w:rsid w:val="00114216"/>
    <w:rsid w:val="00114439"/>
    <w:rsid w:val="00116505"/>
    <w:rsid w:val="00121E27"/>
    <w:rsid w:val="00126979"/>
    <w:rsid w:val="00127355"/>
    <w:rsid w:val="00127F1D"/>
    <w:rsid w:val="0013162F"/>
    <w:rsid w:val="00132B27"/>
    <w:rsid w:val="00140B0D"/>
    <w:rsid w:val="00141711"/>
    <w:rsid w:val="00143631"/>
    <w:rsid w:val="001439C4"/>
    <w:rsid w:val="0014495D"/>
    <w:rsid w:val="0014562B"/>
    <w:rsid w:val="001460AF"/>
    <w:rsid w:val="00153513"/>
    <w:rsid w:val="001549BC"/>
    <w:rsid w:val="00155195"/>
    <w:rsid w:val="0015575F"/>
    <w:rsid w:val="001624E0"/>
    <w:rsid w:val="0016464F"/>
    <w:rsid w:val="00164864"/>
    <w:rsid w:val="00164CC1"/>
    <w:rsid w:val="0017037C"/>
    <w:rsid w:val="00171E39"/>
    <w:rsid w:val="0017665E"/>
    <w:rsid w:val="001778B6"/>
    <w:rsid w:val="00181B84"/>
    <w:rsid w:val="001863D3"/>
    <w:rsid w:val="0018727C"/>
    <w:rsid w:val="00190055"/>
    <w:rsid w:val="0019135D"/>
    <w:rsid w:val="001960FE"/>
    <w:rsid w:val="001962C3"/>
    <w:rsid w:val="0019696A"/>
    <w:rsid w:val="001A4194"/>
    <w:rsid w:val="001A7BF9"/>
    <w:rsid w:val="001A7CA5"/>
    <w:rsid w:val="001B4224"/>
    <w:rsid w:val="001C1DE6"/>
    <w:rsid w:val="001C4276"/>
    <w:rsid w:val="001D0121"/>
    <w:rsid w:val="001D3B95"/>
    <w:rsid w:val="001D676B"/>
    <w:rsid w:val="001E0A8C"/>
    <w:rsid w:val="001E0EBE"/>
    <w:rsid w:val="001E5C95"/>
    <w:rsid w:val="001E6B85"/>
    <w:rsid w:val="001E714B"/>
    <w:rsid w:val="001F13C7"/>
    <w:rsid w:val="001F56C1"/>
    <w:rsid w:val="001F7FB0"/>
    <w:rsid w:val="002008CF"/>
    <w:rsid w:val="002033DC"/>
    <w:rsid w:val="0020440C"/>
    <w:rsid w:val="002074AA"/>
    <w:rsid w:val="002105EB"/>
    <w:rsid w:val="00215CEC"/>
    <w:rsid w:val="00216ACA"/>
    <w:rsid w:val="0022133D"/>
    <w:rsid w:val="0022648C"/>
    <w:rsid w:val="00226AFD"/>
    <w:rsid w:val="00227143"/>
    <w:rsid w:val="00227394"/>
    <w:rsid w:val="002309E9"/>
    <w:rsid w:val="0023356B"/>
    <w:rsid w:val="00234721"/>
    <w:rsid w:val="00234E37"/>
    <w:rsid w:val="00236989"/>
    <w:rsid w:val="002417E6"/>
    <w:rsid w:val="002445F4"/>
    <w:rsid w:val="00244F3D"/>
    <w:rsid w:val="00256695"/>
    <w:rsid w:val="00257477"/>
    <w:rsid w:val="00261CC6"/>
    <w:rsid w:val="00282F5F"/>
    <w:rsid w:val="00283B4C"/>
    <w:rsid w:val="00290D26"/>
    <w:rsid w:val="0029226B"/>
    <w:rsid w:val="002928E2"/>
    <w:rsid w:val="00293699"/>
    <w:rsid w:val="0029369C"/>
    <w:rsid w:val="00294668"/>
    <w:rsid w:val="002964BA"/>
    <w:rsid w:val="002978DF"/>
    <w:rsid w:val="00297C4D"/>
    <w:rsid w:val="002A0EA9"/>
    <w:rsid w:val="002A101D"/>
    <w:rsid w:val="002A16C6"/>
    <w:rsid w:val="002A3156"/>
    <w:rsid w:val="002A432E"/>
    <w:rsid w:val="002A4A07"/>
    <w:rsid w:val="002A612C"/>
    <w:rsid w:val="002A632D"/>
    <w:rsid w:val="002A78F8"/>
    <w:rsid w:val="002B0685"/>
    <w:rsid w:val="002B242A"/>
    <w:rsid w:val="002B39AD"/>
    <w:rsid w:val="002B4EEF"/>
    <w:rsid w:val="002B7583"/>
    <w:rsid w:val="002C0C0C"/>
    <w:rsid w:val="002C1687"/>
    <w:rsid w:val="002C198B"/>
    <w:rsid w:val="002C1D73"/>
    <w:rsid w:val="002C589E"/>
    <w:rsid w:val="002C73F6"/>
    <w:rsid w:val="002C7B66"/>
    <w:rsid w:val="002C7D14"/>
    <w:rsid w:val="002D2742"/>
    <w:rsid w:val="002D3209"/>
    <w:rsid w:val="002E2C5A"/>
    <w:rsid w:val="002E3EF3"/>
    <w:rsid w:val="002F0248"/>
    <w:rsid w:val="002F1068"/>
    <w:rsid w:val="002F6F56"/>
    <w:rsid w:val="003030EE"/>
    <w:rsid w:val="0030371D"/>
    <w:rsid w:val="0030662C"/>
    <w:rsid w:val="003105F7"/>
    <w:rsid w:val="00313FA5"/>
    <w:rsid w:val="0032047C"/>
    <w:rsid w:val="00324E21"/>
    <w:rsid w:val="00326E97"/>
    <w:rsid w:val="00330623"/>
    <w:rsid w:val="003313F3"/>
    <w:rsid w:val="0033375A"/>
    <w:rsid w:val="0033488B"/>
    <w:rsid w:val="00335098"/>
    <w:rsid w:val="00337D41"/>
    <w:rsid w:val="00340167"/>
    <w:rsid w:val="0034099E"/>
    <w:rsid w:val="0034758B"/>
    <w:rsid w:val="00354842"/>
    <w:rsid w:val="0035527E"/>
    <w:rsid w:val="0036148C"/>
    <w:rsid w:val="00364B89"/>
    <w:rsid w:val="003655A7"/>
    <w:rsid w:val="0037461A"/>
    <w:rsid w:val="003765CE"/>
    <w:rsid w:val="003774F1"/>
    <w:rsid w:val="00377600"/>
    <w:rsid w:val="003815E4"/>
    <w:rsid w:val="003915FD"/>
    <w:rsid w:val="003A2B4E"/>
    <w:rsid w:val="003A7E9E"/>
    <w:rsid w:val="003B59FE"/>
    <w:rsid w:val="003B6426"/>
    <w:rsid w:val="003C2468"/>
    <w:rsid w:val="003C7C57"/>
    <w:rsid w:val="003D33A5"/>
    <w:rsid w:val="003E0BA5"/>
    <w:rsid w:val="003E7B56"/>
    <w:rsid w:val="003F0062"/>
    <w:rsid w:val="003F01A8"/>
    <w:rsid w:val="003F1724"/>
    <w:rsid w:val="00400558"/>
    <w:rsid w:val="00402CEE"/>
    <w:rsid w:val="00404809"/>
    <w:rsid w:val="0041018D"/>
    <w:rsid w:val="004103B8"/>
    <w:rsid w:val="00414DB9"/>
    <w:rsid w:val="00420165"/>
    <w:rsid w:val="00421AFD"/>
    <w:rsid w:val="0042347B"/>
    <w:rsid w:val="00425F95"/>
    <w:rsid w:val="00431D27"/>
    <w:rsid w:val="00436C37"/>
    <w:rsid w:val="00436E83"/>
    <w:rsid w:val="00452B19"/>
    <w:rsid w:val="00455EA9"/>
    <w:rsid w:val="0046198B"/>
    <w:rsid w:val="00462826"/>
    <w:rsid w:val="0046560A"/>
    <w:rsid w:val="004704CF"/>
    <w:rsid w:val="00472242"/>
    <w:rsid w:val="004726EA"/>
    <w:rsid w:val="004750D2"/>
    <w:rsid w:val="0047554F"/>
    <w:rsid w:val="004816E4"/>
    <w:rsid w:val="00481B01"/>
    <w:rsid w:val="004838A9"/>
    <w:rsid w:val="004844DE"/>
    <w:rsid w:val="004859B9"/>
    <w:rsid w:val="00485CA7"/>
    <w:rsid w:val="004939F0"/>
    <w:rsid w:val="004A172E"/>
    <w:rsid w:val="004A22C5"/>
    <w:rsid w:val="004A54D3"/>
    <w:rsid w:val="004A62BD"/>
    <w:rsid w:val="004A635B"/>
    <w:rsid w:val="004B2D9E"/>
    <w:rsid w:val="004B5934"/>
    <w:rsid w:val="004B5A06"/>
    <w:rsid w:val="004B69C7"/>
    <w:rsid w:val="004C0476"/>
    <w:rsid w:val="004C20A1"/>
    <w:rsid w:val="004C3038"/>
    <w:rsid w:val="004D111E"/>
    <w:rsid w:val="004D151D"/>
    <w:rsid w:val="004D423C"/>
    <w:rsid w:val="004D6EFC"/>
    <w:rsid w:val="004E2187"/>
    <w:rsid w:val="004E50B6"/>
    <w:rsid w:val="004E64D2"/>
    <w:rsid w:val="004E746F"/>
    <w:rsid w:val="004F15F0"/>
    <w:rsid w:val="004F493A"/>
    <w:rsid w:val="004F5D85"/>
    <w:rsid w:val="004F762D"/>
    <w:rsid w:val="005011AA"/>
    <w:rsid w:val="00501681"/>
    <w:rsid w:val="005035B3"/>
    <w:rsid w:val="00504774"/>
    <w:rsid w:val="005067A8"/>
    <w:rsid w:val="00506A4A"/>
    <w:rsid w:val="00506D74"/>
    <w:rsid w:val="005101AA"/>
    <w:rsid w:val="005127B9"/>
    <w:rsid w:val="00514D53"/>
    <w:rsid w:val="005152A7"/>
    <w:rsid w:val="00520D95"/>
    <w:rsid w:val="00521E36"/>
    <w:rsid w:val="00526F37"/>
    <w:rsid w:val="00532269"/>
    <w:rsid w:val="005324EB"/>
    <w:rsid w:val="00535D6A"/>
    <w:rsid w:val="00536425"/>
    <w:rsid w:val="005377C0"/>
    <w:rsid w:val="00537831"/>
    <w:rsid w:val="005448B3"/>
    <w:rsid w:val="00544D98"/>
    <w:rsid w:val="005456F4"/>
    <w:rsid w:val="005542E0"/>
    <w:rsid w:val="00561425"/>
    <w:rsid w:val="00561EC1"/>
    <w:rsid w:val="00565601"/>
    <w:rsid w:val="00566DC2"/>
    <w:rsid w:val="00566F65"/>
    <w:rsid w:val="00577135"/>
    <w:rsid w:val="00580099"/>
    <w:rsid w:val="0059004D"/>
    <w:rsid w:val="00592711"/>
    <w:rsid w:val="00593360"/>
    <w:rsid w:val="00594099"/>
    <w:rsid w:val="00597439"/>
    <w:rsid w:val="005A0114"/>
    <w:rsid w:val="005B21A1"/>
    <w:rsid w:val="005B4D76"/>
    <w:rsid w:val="005B56E5"/>
    <w:rsid w:val="005B5FA4"/>
    <w:rsid w:val="005B7BB9"/>
    <w:rsid w:val="005C5366"/>
    <w:rsid w:val="005D4251"/>
    <w:rsid w:val="005D62AD"/>
    <w:rsid w:val="005D6B78"/>
    <w:rsid w:val="005D6E66"/>
    <w:rsid w:val="005E2CE0"/>
    <w:rsid w:val="005F1343"/>
    <w:rsid w:val="005F15C9"/>
    <w:rsid w:val="005F1E79"/>
    <w:rsid w:val="005F3645"/>
    <w:rsid w:val="005F5DDA"/>
    <w:rsid w:val="00601AEC"/>
    <w:rsid w:val="00611BC8"/>
    <w:rsid w:val="00613CFD"/>
    <w:rsid w:val="006153C7"/>
    <w:rsid w:val="00617730"/>
    <w:rsid w:val="00617E7A"/>
    <w:rsid w:val="00620B44"/>
    <w:rsid w:val="00620CE6"/>
    <w:rsid w:val="00623575"/>
    <w:rsid w:val="0063208C"/>
    <w:rsid w:val="0063258C"/>
    <w:rsid w:val="00633AD8"/>
    <w:rsid w:val="00636634"/>
    <w:rsid w:val="006378F3"/>
    <w:rsid w:val="00642BF9"/>
    <w:rsid w:val="00643A54"/>
    <w:rsid w:val="00643CBD"/>
    <w:rsid w:val="00646053"/>
    <w:rsid w:val="00655E8D"/>
    <w:rsid w:val="00656053"/>
    <w:rsid w:val="006708CD"/>
    <w:rsid w:val="00671776"/>
    <w:rsid w:val="00675372"/>
    <w:rsid w:val="006809FB"/>
    <w:rsid w:val="00681DDA"/>
    <w:rsid w:val="00683FC2"/>
    <w:rsid w:val="00685867"/>
    <w:rsid w:val="00686D20"/>
    <w:rsid w:val="0069139D"/>
    <w:rsid w:val="00692277"/>
    <w:rsid w:val="00697095"/>
    <w:rsid w:val="006A418A"/>
    <w:rsid w:val="006A51E0"/>
    <w:rsid w:val="006B0799"/>
    <w:rsid w:val="006B28A3"/>
    <w:rsid w:val="006B6B9A"/>
    <w:rsid w:val="006B77E8"/>
    <w:rsid w:val="006C0D19"/>
    <w:rsid w:val="006C252B"/>
    <w:rsid w:val="006C675F"/>
    <w:rsid w:val="006C6EB1"/>
    <w:rsid w:val="006D0905"/>
    <w:rsid w:val="006E27D4"/>
    <w:rsid w:val="006E3499"/>
    <w:rsid w:val="006F4120"/>
    <w:rsid w:val="006F4E87"/>
    <w:rsid w:val="006F626B"/>
    <w:rsid w:val="006F7030"/>
    <w:rsid w:val="00701723"/>
    <w:rsid w:val="0070204E"/>
    <w:rsid w:val="00713103"/>
    <w:rsid w:val="007171DE"/>
    <w:rsid w:val="007202E2"/>
    <w:rsid w:val="00720595"/>
    <w:rsid w:val="00722B36"/>
    <w:rsid w:val="00731C8D"/>
    <w:rsid w:val="00732DE3"/>
    <w:rsid w:val="00734411"/>
    <w:rsid w:val="00740681"/>
    <w:rsid w:val="007409AB"/>
    <w:rsid w:val="007410B1"/>
    <w:rsid w:val="007432FD"/>
    <w:rsid w:val="00745FDC"/>
    <w:rsid w:val="00750973"/>
    <w:rsid w:val="007569AE"/>
    <w:rsid w:val="00760822"/>
    <w:rsid w:val="00760AF8"/>
    <w:rsid w:val="00762432"/>
    <w:rsid w:val="00762D18"/>
    <w:rsid w:val="00765A31"/>
    <w:rsid w:val="0076694B"/>
    <w:rsid w:val="00773DE3"/>
    <w:rsid w:val="00776AA0"/>
    <w:rsid w:val="007901C9"/>
    <w:rsid w:val="00791F70"/>
    <w:rsid w:val="00792431"/>
    <w:rsid w:val="0079410F"/>
    <w:rsid w:val="007942A5"/>
    <w:rsid w:val="007A3472"/>
    <w:rsid w:val="007A4CDF"/>
    <w:rsid w:val="007A6AC2"/>
    <w:rsid w:val="007B6007"/>
    <w:rsid w:val="007C2CF2"/>
    <w:rsid w:val="007C505E"/>
    <w:rsid w:val="007C5308"/>
    <w:rsid w:val="007C60DD"/>
    <w:rsid w:val="007C7CAF"/>
    <w:rsid w:val="007D2D3E"/>
    <w:rsid w:val="007D3107"/>
    <w:rsid w:val="007D770C"/>
    <w:rsid w:val="007E0C51"/>
    <w:rsid w:val="007E11BA"/>
    <w:rsid w:val="007E4E81"/>
    <w:rsid w:val="007E5A9A"/>
    <w:rsid w:val="007E721B"/>
    <w:rsid w:val="007E7C94"/>
    <w:rsid w:val="007E7E0D"/>
    <w:rsid w:val="007F0C86"/>
    <w:rsid w:val="007F6865"/>
    <w:rsid w:val="007F75BB"/>
    <w:rsid w:val="007F7AFB"/>
    <w:rsid w:val="00800A00"/>
    <w:rsid w:val="008030DB"/>
    <w:rsid w:val="00810075"/>
    <w:rsid w:val="00810BD1"/>
    <w:rsid w:val="00811C29"/>
    <w:rsid w:val="0081699D"/>
    <w:rsid w:val="00816F76"/>
    <w:rsid w:val="008216FA"/>
    <w:rsid w:val="00824B8F"/>
    <w:rsid w:val="00825BA0"/>
    <w:rsid w:val="00827BD7"/>
    <w:rsid w:val="00830A3C"/>
    <w:rsid w:val="00833330"/>
    <w:rsid w:val="008357DD"/>
    <w:rsid w:val="008361DD"/>
    <w:rsid w:val="008367AB"/>
    <w:rsid w:val="00836E3C"/>
    <w:rsid w:val="008414FE"/>
    <w:rsid w:val="00842218"/>
    <w:rsid w:val="0084286E"/>
    <w:rsid w:val="00851472"/>
    <w:rsid w:val="008553B1"/>
    <w:rsid w:val="0086183E"/>
    <w:rsid w:val="00861ED5"/>
    <w:rsid w:val="00864DA5"/>
    <w:rsid w:val="00865495"/>
    <w:rsid w:val="00865A44"/>
    <w:rsid w:val="00871827"/>
    <w:rsid w:val="0088087D"/>
    <w:rsid w:val="00887836"/>
    <w:rsid w:val="00887BB1"/>
    <w:rsid w:val="00895D90"/>
    <w:rsid w:val="00895F80"/>
    <w:rsid w:val="00896C86"/>
    <w:rsid w:val="00897090"/>
    <w:rsid w:val="008A0B80"/>
    <w:rsid w:val="008A3B91"/>
    <w:rsid w:val="008B0C74"/>
    <w:rsid w:val="008B57D8"/>
    <w:rsid w:val="008B6850"/>
    <w:rsid w:val="008B6A9B"/>
    <w:rsid w:val="008C276C"/>
    <w:rsid w:val="008C36A1"/>
    <w:rsid w:val="008C6756"/>
    <w:rsid w:val="008D12C8"/>
    <w:rsid w:val="008D4483"/>
    <w:rsid w:val="008D5B4B"/>
    <w:rsid w:val="008D5DA2"/>
    <w:rsid w:val="008D649C"/>
    <w:rsid w:val="008D6FF7"/>
    <w:rsid w:val="008F38DD"/>
    <w:rsid w:val="008F58AB"/>
    <w:rsid w:val="008F64F0"/>
    <w:rsid w:val="008F77FA"/>
    <w:rsid w:val="008F78EE"/>
    <w:rsid w:val="0090114C"/>
    <w:rsid w:val="0090450A"/>
    <w:rsid w:val="00904980"/>
    <w:rsid w:val="00904A43"/>
    <w:rsid w:val="00906314"/>
    <w:rsid w:val="00911932"/>
    <w:rsid w:val="0091735F"/>
    <w:rsid w:val="00921F69"/>
    <w:rsid w:val="0092387A"/>
    <w:rsid w:val="00924940"/>
    <w:rsid w:val="009303C3"/>
    <w:rsid w:val="009319E1"/>
    <w:rsid w:val="00933270"/>
    <w:rsid w:val="00936054"/>
    <w:rsid w:val="00937D30"/>
    <w:rsid w:val="00946D07"/>
    <w:rsid w:val="00956276"/>
    <w:rsid w:val="00963370"/>
    <w:rsid w:val="00963605"/>
    <w:rsid w:val="00964A51"/>
    <w:rsid w:val="00966F14"/>
    <w:rsid w:val="00967693"/>
    <w:rsid w:val="009703D4"/>
    <w:rsid w:val="00970D23"/>
    <w:rsid w:val="00971395"/>
    <w:rsid w:val="009837D4"/>
    <w:rsid w:val="00984C07"/>
    <w:rsid w:val="009869F7"/>
    <w:rsid w:val="0098760D"/>
    <w:rsid w:val="00987671"/>
    <w:rsid w:val="009913A7"/>
    <w:rsid w:val="00993A8C"/>
    <w:rsid w:val="009954D4"/>
    <w:rsid w:val="009A0963"/>
    <w:rsid w:val="009A619D"/>
    <w:rsid w:val="009A7DE7"/>
    <w:rsid w:val="009B5227"/>
    <w:rsid w:val="009B71F0"/>
    <w:rsid w:val="009C1A0A"/>
    <w:rsid w:val="009D189C"/>
    <w:rsid w:val="009D3511"/>
    <w:rsid w:val="009D4C49"/>
    <w:rsid w:val="009D4E2B"/>
    <w:rsid w:val="009E2E45"/>
    <w:rsid w:val="009E5E1C"/>
    <w:rsid w:val="009E6F8E"/>
    <w:rsid w:val="009E6FA1"/>
    <w:rsid w:val="009F3D3E"/>
    <w:rsid w:val="009F4D19"/>
    <w:rsid w:val="009F4E13"/>
    <w:rsid w:val="00A0027B"/>
    <w:rsid w:val="00A034E8"/>
    <w:rsid w:val="00A0617F"/>
    <w:rsid w:val="00A11FE8"/>
    <w:rsid w:val="00A13C5F"/>
    <w:rsid w:val="00A14C05"/>
    <w:rsid w:val="00A17422"/>
    <w:rsid w:val="00A21BE1"/>
    <w:rsid w:val="00A22890"/>
    <w:rsid w:val="00A23A33"/>
    <w:rsid w:val="00A30F8F"/>
    <w:rsid w:val="00A36E17"/>
    <w:rsid w:val="00A46164"/>
    <w:rsid w:val="00A46F75"/>
    <w:rsid w:val="00A50820"/>
    <w:rsid w:val="00A529FC"/>
    <w:rsid w:val="00A5602E"/>
    <w:rsid w:val="00A56126"/>
    <w:rsid w:val="00A62EEB"/>
    <w:rsid w:val="00A6314B"/>
    <w:rsid w:val="00A66504"/>
    <w:rsid w:val="00A7065C"/>
    <w:rsid w:val="00A74490"/>
    <w:rsid w:val="00A75220"/>
    <w:rsid w:val="00A82387"/>
    <w:rsid w:val="00A84CEA"/>
    <w:rsid w:val="00A85E9D"/>
    <w:rsid w:val="00A86CC0"/>
    <w:rsid w:val="00A90245"/>
    <w:rsid w:val="00A905BC"/>
    <w:rsid w:val="00A90F27"/>
    <w:rsid w:val="00A9417D"/>
    <w:rsid w:val="00A955E1"/>
    <w:rsid w:val="00AA326D"/>
    <w:rsid w:val="00AA6ADC"/>
    <w:rsid w:val="00AB072C"/>
    <w:rsid w:val="00AB2A77"/>
    <w:rsid w:val="00AB7E27"/>
    <w:rsid w:val="00AD17AE"/>
    <w:rsid w:val="00AD40F9"/>
    <w:rsid w:val="00AD5266"/>
    <w:rsid w:val="00AD6B26"/>
    <w:rsid w:val="00AD7806"/>
    <w:rsid w:val="00AF5E5D"/>
    <w:rsid w:val="00AF753B"/>
    <w:rsid w:val="00AF7898"/>
    <w:rsid w:val="00AF7FBE"/>
    <w:rsid w:val="00B0028F"/>
    <w:rsid w:val="00B05BCB"/>
    <w:rsid w:val="00B116FE"/>
    <w:rsid w:val="00B11B66"/>
    <w:rsid w:val="00B12319"/>
    <w:rsid w:val="00B16D48"/>
    <w:rsid w:val="00B21A98"/>
    <w:rsid w:val="00B21D40"/>
    <w:rsid w:val="00B21F46"/>
    <w:rsid w:val="00B225DD"/>
    <w:rsid w:val="00B227E2"/>
    <w:rsid w:val="00B2434F"/>
    <w:rsid w:val="00B25F4D"/>
    <w:rsid w:val="00B304C8"/>
    <w:rsid w:val="00B34261"/>
    <w:rsid w:val="00B34B88"/>
    <w:rsid w:val="00B36B40"/>
    <w:rsid w:val="00B43341"/>
    <w:rsid w:val="00B44028"/>
    <w:rsid w:val="00B51AD2"/>
    <w:rsid w:val="00B5225A"/>
    <w:rsid w:val="00B53C6F"/>
    <w:rsid w:val="00B56C72"/>
    <w:rsid w:val="00B61285"/>
    <w:rsid w:val="00B63836"/>
    <w:rsid w:val="00B65A78"/>
    <w:rsid w:val="00B741A2"/>
    <w:rsid w:val="00B76AB8"/>
    <w:rsid w:val="00B81726"/>
    <w:rsid w:val="00B86AF0"/>
    <w:rsid w:val="00B86C29"/>
    <w:rsid w:val="00B87931"/>
    <w:rsid w:val="00B911B6"/>
    <w:rsid w:val="00B9523B"/>
    <w:rsid w:val="00B95AF4"/>
    <w:rsid w:val="00B97125"/>
    <w:rsid w:val="00BA685C"/>
    <w:rsid w:val="00BA70E9"/>
    <w:rsid w:val="00BB05B7"/>
    <w:rsid w:val="00BB589E"/>
    <w:rsid w:val="00BC1DA5"/>
    <w:rsid w:val="00BC1E77"/>
    <w:rsid w:val="00BD249B"/>
    <w:rsid w:val="00BD30C4"/>
    <w:rsid w:val="00BD3376"/>
    <w:rsid w:val="00BD6AF1"/>
    <w:rsid w:val="00BD72AE"/>
    <w:rsid w:val="00BE4B28"/>
    <w:rsid w:val="00BE4EE8"/>
    <w:rsid w:val="00BE734E"/>
    <w:rsid w:val="00BF3E2C"/>
    <w:rsid w:val="00BF6F69"/>
    <w:rsid w:val="00C12BDB"/>
    <w:rsid w:val="00C15317"/>
    <w:rsid w:val="00C158EA"/>
    <w:rsid w:val="00C1626F"/>
    <w:rsid w:val="00C16753"/>
    <w:rsid w:val="00C24B4D"/>
    <w:rsid w:val="00C33981"/>
    <w:rsid w:val="00C35DBF"/>
    <w:rsid w:val="00C4015C"/>
    <w:rsid w:val="00C4080D"/>
    <w:rsid w:val="00C417BC"/>
    <w:rsid w:val="00C41A27"/>
    <w:rsid w:val="00C42C15"/>
    <w:rsid w:val="00C4555B"/>
    <w:rsid w:val="00C50B78"/>
    <w:rsid w:val="00C53739"/>
    <w:rsid w:val="00C5483B"/>
    <w:rsid w:val="00C56DBB"/>
    <w:rsid w:val="00C57DAB"/>
    <w:rsid w:val="00C64100"/>
    <w:rsid w:val="00C64744"/>
    <w:rsid w:val="00C664A1"/>
    <w:rsid w:val="00C66C84"/>
    <w:rsid w:val="00C7327C"/>
    <w:rsid w:val="00C7658D"/>
    <w:rsid w:val="00C76649"/>
    <w:rsid w:val="00C77C52"/>
    <w:rsid w:val="00C83087"/>
    <w:rsid w:val="00C853CB"/>
    <w:rsid w:val="00C855D6"/>
    <w:rsid w:val="00C94B7D"/>
    <w:rsid w:val="00C97F76"/>
    <w:rsid w:val="00CA069A"/>
    <w:rsid w:val="00CA53E1"/>
    <w:rsid w:val="00CA560E"/>
    <w:rsid w:val="00CA5E79"/>
    <w:rsid w:val="00CB4615"/>
    <w:rsid w:val="00CB4D12"/>
    <w:rsid w:val="00CB6E16"/>
    <w:rsid w:val="00CB757E"/>
    <w:rsid w:val="00CC00DF"/>
    <w:rsid w:val="00CC3C86"/>
    <w:rsid w:val="00CC3C8E"/>
    <w:rsid w:val="00CC482F"/>
    <w:rsid w:val="00CC4E24"/>
    <w:rsid w:val="00CC5AB1"/>
    <w:rsid w:val="00CC5E25"/>
    <w:rsid w:val="00CC61A0"/>
    <w:rsid w:val="00CC673E"/>
    <w:rsid w:val="00CD44A4"/>
    <w:rsid w:val="00CD767D"/>
    <w:rsid w:val="00CE2D1B"/>
    <w:rsid w:val="00CE5D3E"/>
    <w:rsid w:val="00CE66C4"/>
    <w:rsid w:val="00CE6984"/>
    <w:rsid w:val="00CF33D0"/>
    <w:rsid w:val="00CF34D1"/>
    <w:rsid w:val="00CF7070"/>
    <w:rsid w:val="00D028F5"/>
    <w:rsid w:val="00D048C4"/>
    <w:rsid w:val="00D05988"/>
    <w:rsid w:val="00D07476"/>
    <w:rsid w:val="00D13B23"/>
    <w:rsid w:val="00D16DEC"/>
    <w:rsid w:val="00D16EA7"/>
    <w:rsid w:val="00D222FE"/>
    <w:rsid w:val="00D24814"/>
    <w:rsid w:val="00D2558F"/>
    <w:rsid w:val="00D30D0D"/>
    <w:rsid w:val="00D3137D"/>
    <w:rsid w:val="00D3235E"/>
    <w:rsid w:val="00D331CC"/>
    <w:rsid w:val="00D33286"/>
    <w:rsid w:val="00D33D01"/>
    <w:rsid w:val="00D33E85"/>
    <w:rsid w:val="00D34CAC"/>
    <w:rsid w:val="00D37416"/>
    <w:rsid w:val="00D410D0"/>
    <w:rsid w:val="00D42998"/>
    <w:rsid w:val="00D43AD2"/>
    <w:rsid w:val="00D567F7"/>
    <w:rsid w:val="00D56BE9"/>
    <w:rsid w:val="00D676CC"/>
    <w:rsid w:val="00D8704E"/>
    <w:rsid w:val="00D87643"/>
    <w:rsid w:val="00D97C1E"/>
    <w:rsid w:val="00DA181D"/>
    <w:rsid w:val="00DA27B0"/>
    <w:rsid w:val="00DA33E1"/>
    <w:rsid w:val="00DA472F"/>
    <w:rsid w:val="00DA5C1A"/>
    <w:rsid w:val="00DA6146"/>
    <w:rsid w:val="00DA6584"/>
    <w:rsid w:val="00DA68F9"/>
    <w:rsid w:val="00DB5E83"/>
    <w:rsid w:val="00DB604A"/>
    <w:rsid w:val="00DC09D0"/>
    <w:rsid w:val="00DC1501"/>
    <w:rsid w:val="00DC1855"/>
    <w:rsid w:val="00DC4F73"/>
    <w:rsid w:val="00DC6103"/>
    <w:rsid w:val="00DC77DB"/>
    <w:rsid w:val="00DD07F5"/>
    <w:rsid w:val="00DD441A"/>
    <w:rsid w:val="00DD4F51"/>
    <w:rsid w:val="00DE0F57"/>
    <w:rsid w:val="00DE3845"/>
    <w:rsid w:val="00DF0012"/>
    <w:rsid w:val="00DF0335"/>
    <w:rsid w:val="00DF2CDA"/>
    <w:rsid w:val="00DF5AE1"/>
    <w:rsid w:val="00E0022F"/>
    <w:rsid w:val="00E012BE"/>
    <w:rsid w:val="00E03398"/>
    <w:rsid w:val="00E05E83"/>
    <w:rsid w:val="00E14FD9"/>
    <w:rsid w:val="00E15BF1"/>
    <w:rsid w:val="00E2126B"/>
    <w:rsid w:val="00E21700"/>
    <w:rsid w:val="00E224DE"/>
    <w:rsid w:val="00E246DC"/>
    <w:rsid w:val="00E3019A"/>
    <w:rsid w:val="00E31CA0"/>
    <w:rsid w:val="00E32C22"/>
    <w:rsid w:val="00E33E1D"/>
    <w:rsid w:val="00E34489"/>
    <w:rsid w:val="00E348A3"/>
    <w:rsid w:val="00E35F90"/>
    <w:rsid w:val="00E4031F"/>
    <w:rsid w:val="00E40447"/>
    <w:rsid w:val="00E4097C"/>
    <w:rsid w:val="00E45CBB"/>
    <w:rsid w:val="00E52C81"/>
    <w:rsid w:val="00E55D32"/>
    <w:rsid w:val="00E56CB5"/>
    <w:rsid w:val="00E61118"/>
    <w:rsid w:val="00E62DAF"/>
    <w:rsid w:val="00E62ED9"/>
    <w:rsid w:val="00E63EB1"/>
    <w:rsid w:val="00E64093"/>
    <w:rsid w:val="00E661C1"/>
    <w:rsid w:val="00E712FD"/>
    <w:rsid w:val="00E72D75"/>
    <w:rsid w:val="00E7350B"/>
    <w:rsid w:val="00E7599E"/>
    <w:rsid w:val="00E76A23"/>
    <w:rsid w:val="00E77EA4"/>
    <w:rsid w:val="00E80510"/>
    <w:rsid w:val="00E832CD"/>
    <w:rsid w:val="00E8426F"/>
    <w:rsid w:val="00E86BAC"/>
    <w:rsid w:val="00E86CF8"/>
    <w:rsid w:val="00E9433A"/>
    <w:rsid w:val="00E95E02"/>
    <w:rsid w:val="00E976A3"/>
    <w:rsid w:val="00EA1B33"/>
    <w:rsid w:val="00EA2420"/>
    <w:rsid w:val="00EA29C1"/>
    <w:rsid w:val="00EA29CE"/>
    <w:rsid w:val="00EA29F4"/>
    <w:rsid w:val="00EA5287"/>
    <w:rsid w:val="00EB25AC"/>
    <w:rsid w:val="00EC6678"/>
    <w:rsid w:val="00ED0F2A"/>
    <w:rsid w:val="00ED32FE"/>
    <w:rsid w:val="00ED35FF"/>
    <w:rsid w:val="00ED41D7"/>
    <w:rsid w:val="00EE6117"/>
    <w:rsid w:val="00EF20DD"/>
    <w:rsid w:val="00EF3C33"/>
    <w:rsid w:val="00EF505F"/>
    <w:rsid w:val="00EF6EF7"/>
    <w:rsid w:val="00EF7E38"/>
    <w:rsid w:val="00F00E0B"/>
    <w:rsid w:val="00F01F87"/>
    <w:rsid w:val="00F10174"/>
    <w:rsid w:val="00F10DDE"/>
    <w:rsid w:val="00F14579"/>
    <w:rsid w:val="00F16054"/>
    <w:rsid w:val="00F1651F"/>
    <w:rsid w:val="00F205C2"/>
    <w:rsid w:val="00F20692"/>
    <w:rsid w:val="00F22BBA"/>
    <w:rsid w:val="00F309D6"/>
    <w:rsid w:val="00F336B1"/>
    <w:rsid w:val="00F36182"/>
    <w:rsid w:val="00F37F1C"/>
    <w:rsid w:val="00F407B6"/>
    <w:rsid w:val="00F4295F"/>
    <w:rsid w:val="00F4339D"/>
    <w:rsid w:val="00F43F65"/>
    <w:rsid w:val="00F44F02"/>
    <w:rsid w:val="00F45F16"/>
    <w:rsid w:val="00F54551"/>
    <w:rsid w:val="00F55FAC"/>
    <w:rsid w:val="00F562B6"/>
    <w:rsid w:val="00F60D48"/>
    <w:rsid w:val="00F64203"/>
    <w:rsid w:val="00F66AAF"/>
    <w:rsid w:val="00F704C3"/>
    <w:rsid w:val="00F70BA2"/>
    <w:rsid w:val="00F70CC3"/>
    <w:rsid w:val="00F72C04"/>
    <w:rsid w:val="00F80DBF"/>
    <w:rsid w:val="00F93466"/>
    <w:rsid w:val="00F97792"/>
    <w:rsid w:val="00FA0DA8"/>
    <w:rsid w:val="00FA2B07"/>
    <w:rsid w:val="00FA2DC8"/>
    <w:rsid w:val="00FA6617"/>
    <w:rsid w:val="00FB001E"/>
    <w:rsid w:val="00FB5802"/>
    <w:rsid w:val="00FC62E8"/>
    <w:rsid w:val="00FC6392"/>
    <w:rsid w:val="00FD68F0"/>
    <w:rsid w:val="00FD7409"/>
    <w:rsid w:val="00FE4B20"/>
    <w:rsid w:val="00FE5344"/>
    <w:rsid w:val="00FE5E7D"/>
    <w:rsid w:val="00FE670E"/>
    <w:rsid w:val="00FE7E33"/>
    <w:rsid w:val="00FE7FB2"/>
    <w:rsid w:val="00FF5A5F"/>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012"/>
    <w:rPr>
      <w:lang w:eastAsia="bg-BG"/>
    </w:rPr>
  </w:style>
  <w:style w:type="paragraph" w:styleId="Heading1">
    <w:name w:val="heading 1"/>
    <w:basedOn w:val="Normal"/>
    <w:next w:val="Normal"/>
    <w:qFormat/>
    <w:rsid w:val="00681D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90245"/>
    <w:pPr>
      <w:keepNext/>
      <w:ind w:left="4320" w:firstLine="720"/>
      <w:outlineLvl w:val="1"/>
    </w:pPr>
    <w:rPr>
      <w:b/>
      <w:lang w:val="en-US"/>
    </w:rPr>
  </w:style>
  <w:style w:type="paragraph" w:styleId="Heading5">
    <w:name w:val="heading 5"/>
    <w:basedOn w:val="Normal"/>
    <w:next w:val="Normal"/>
    <w:qFormat/>
    <w:rsid w:val="00485CA7"/>
    <w:pPr>
      <w:spacing w:before="240" w:after="60"/>
      <w:outlineLvl w:val="4"/>
    </w:pPr>
    <w:rPr>
      <w:b/>
      <w:bCs/>
      <w:i/>
      <w:iCs/>
      <w:sz w:val="26"/>
      <w:szCs w:val="26"/>
    </w:rPr>
  </w:style>
  <w:style w:type="paragraph" w:styleId="Heading8">
    <w:name w:val="heading 8"/>
    <w:basedOn w:val="Normal"/>
    <w:next w:val="Normal"/>
    <w:qFormat/>
    <w:rsid w:val="009E6F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Firstline125cm">
    <w:name w:val="Style Justified First line:  125 cm"/>
    <w:basedOn w:val="Normal"/>
    <w:rsid w:val="00EF20DD"/>
    <w:pPr>
      <w:spacing w:before="120" w:after="120"/>
      <w:ind w:firstLine="709"/>
      <w:jc w:val="both"/>
    </w:pPr>
  </w:style>
  <w:style w:type="paragraph" w:customStyle="1" w:styleId="NormalSMALL">
    <w:name w:val="Normal+SMALL"/>
    <w:basedOn w:val="Normal"/>
    <w:rsid w:val="00BC1E77"/>
    <w:pPr>
      <w:tabs>
        <w:tab w:val="left" w:pos="5040"/>
      </w:tabs>
    </w:pPr>
  </w:style>
  <w:style w:type="paragraph" w:customStyle="1" w:styleId="NormalSmallL">
    <w:name w:val="Normal+SmallL"/>
    <w:basedOn w:val="NormalSMALL"/>
    <w:rsid w:val="00BC1E77"/>
  </w:style>
  <w:style w:type="paragraph" w:styleId="Footer">
    <w:name w:val="footer"/>
    <w:basedOn w:val="Normal"/>
    <w:link w:val="FooterChar"/>
    <w:uiPriority w:val="99"/>
    <w:rsid w:val="004726EA"/>
    <w:pPr>
      <w:tabs>
        <w:tab w:val="center" w:pos="4536"/>
        <w:tab w:val="right" w:pos="9072"/>
      </w:tabs>
    </w:pPr>
  </w:style>
  <w:style w:type="character" w:styleId="PageNumber">
    <w:name w:val="page number"/>
    <w:basedOn w:val="DefaultParagraphFont"/>
    <w:rsid w:val="004726EA"/>
  </w:style>
  <w:style w:type="paragraph" w:styleId="Header">
    <w:name w:val="header"/>
    <w:basedOn w:val="Normal"/>
    <w:link w:val="HeaderChar"/>
    <w:uiPriority w:val="99"/>
    <w:rsid w:val="00C4080D"/>
    <w:pPr>
      <w:tabs>
        <w:tab w:val="center" w:pos="4536"/>
        <w:tab w:val="right" w:pos="9072"/>
      </w:tabs>
    </w:pPr>
  </w:style>
  <w:style w:type="character" w:styleId="Hyperlink">
    <w:name w:val="Hyperlink"/>
    <w:rsid w:val="008F78EE"/>
    <w:rPr>
      <w:color w:val="0000FF"/>
      <w:u w:val="single"/>
    </w:rPr>
  </w:style>
  <w:style w:type="paragraph" w:styleId="BalloonText">
    <w:name w:val="Balloon Text"/>
    <w:basedOn w:val="Normal"/>
    <w:semiHidden/>
    <w:rsid w:val="00A13C5F"/>
    <w:rPr>
      <w:rFonts w:ascii="Tahoma" w:hAnsi="Tahoma" w:cs="Tahoma"/>
      <w:sz w:val="16"/>
      <w:szCs w:val="16"/>
    </w:rPr>
  </w:style>
  <w:style w:type="paragraph" w:styleId="BodyTextIndent">
    <w:name w:val="Body Text Indent"/>
    <w:basedOn w:val="Normal"/>
    <w:rsid w:val="00681DDA"/>
    <w:pPr>
      <w:spacing w:after="120"/>
      <w:ind w:left="283"/>
    </w:pPr>
    <w:rPr>
      <w:rFonts w:ascii="Arial" w:hAnsi="Arial" w:cs="Arial"/>
      <w:sz w:val="24"/>
      <w:szCs w:val="24"/>
    </w:rPr>
  </w:style>
  <w:style w:type="character" w:customStyle="1" w:styleId="longtext1">
    <w:name w:val="long_text1"/>
    <w:rsid w:val="00D410D0"/>
    <w:rPr>
      <w:sz w:val="20"/>
      <w:szCs w:val="20"/>
    </w:rPr>
  </w:style>
  <w:style w:type="paragraph" w:customStyle="1" w:styleId="Style5">
    <w:name w:val="Style5"/>
    <w:basedOn w:val="Normal"/>
    <w:uiPriority w:val="99"/>
    <w:rsid w:val="00EA29C1"/>
    <w:pPr>
      <w:widowControl w:val="0"/>
      <w:autoSpaceDE w:val="0"/>
      <w:autoSpaceDN w:val="0"/>
      <w:adjustRightInd w:val="0"/>
      <w:spacing w:line="410" w:lineRule="exact"/>
      <w:ind w:firstLine="821"/>
    </w:pPr>
    <w:rPr>
      <w:rFonts w:ascii="Arial" w:eastAsia="SimSun" w:hAnsi="Arial" w:cs="Arial"/>
      <w:sz w:val="24"/>
      <w:szCs w:val="24"/>
    </w:rPr>
  </w:style>
  <w:style w:type="paragraph" w:customStyle="1" w:styleId="Style7">
    <w:name w:val="Style7"/>
    <w:basedOn w:val="Normal"/>
    <w:uiPriority w:val="99"/>
    <w:rsid w:val="00EA29C1"/>
    <w:pPr>
      <w:widowControl w:val="0"/>
      <w:autoSpaceDE w:val="0"/>
      <w:autoSpaceDN w:val="0"/>
      <w:adjustRightInd w:val="0"/>
      <w:spacing w:line="263" w:lineRule="exact"/>
      <w:ind w:firstLine="706"/>
    </w:pPr>
    <w:rPr>
      <w:rFonts w:ascii="Arial" w:eastAsia="SimSun" w:hAnsi="Arial" w:cs="Arial"/>
      <w:sz w:val="24"/>
      <w:szCs w:val="24"/>
    </w:rPr>
  </w:style>
  <w:style w:type="paragraph" w:customStyle="1" w:styleId="Style8">
    <w:name w:val="Style8"/>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9">
    <w:name w:val="Style9"/>
    <w:basedOn w:val="Normal"/>
    <w:uiPriority w:val="99"/>
    <w:rsid w:val="00EA29C1"/>
    <w:pPr>
      <w:widowControl w:val="0"/>
      <w:autoSpaceDE w:val="0"/>
      <w:autoSpaceDN w:val="0"/>
      <w:adjustRightInd w:val="0"/>
      <w:spacing w:line="518" w:lineRule="exact"/>
      <w:jc w:val="center"/>
    </w:pPr>
    <w:rPr>
      <w:rFonts w:ascii="Arial" w:eastAsia="SimSun" w:hAnsi="Arial" w:cs="Arial"/>
      <w:sz w:val="24"/>
      <w:szCs w:val="24"/>
    </w:rPr>
  </w:style>
  <w:style w:type="paragraph" w:customStyle="1" w:styleId="Style10">
    <w:name w:val="Style10"/>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2">
    <w:name w:val="Style12"/>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3">
    <w:name w:val="Style13"/>
    <w:basedOn w:val="Normal"/>
    <w:uiPriority w:val="99"/>
    <w:rsid w:val="00EA29C1"/>
    <w:pPr>
      <w:widowControl w:val="0"/>
      <w:autoSpaceDE w:val="0"/>
      <w:autoSpaceDN w:val="0"/>
      <w:adjustRightInd w:val="0"/>
      <w:spacing w:line="274" w:lineRule="exact"/>
      <w:jc w:val="both"/>
    </w:pPr>
    <w:rPr>
      <w:rFonts w:ascii="Arial" w:eastAsia="SimSun" w:hAnsi="Arial" w:cs="Arial"/>
      <w:sz w:val="24"/>
      <w:szCs w:val="24"/>
    </w:rPr>
  </w:style>
  <w:style w:type="character" w:customStyle="1" w:styleId="FontStyle21">
    <w:name w:val="Font Style21"/>
    <w:uiPriority w:val="99"/>
    <w:rsid w:val="00EA29C1"/>
    <w:rPr>
      <w:rFonts w:ascii="Times New Roman" w:hAnsi="Times New Roman" w:cs="Times New Roman" w:hint="default"/>
      <w:b/>
      <w:bCs/>
      <w:sz w:val="22"/>
      <w:szCs w:val="22"/>
    </w:rPr>
  </w:style>
  <w:style w:type="character" w:customStyle="1" w:styleId="FontStyle23">
    <w:name w:val="Font Style23"/>
    <w:uiPriority w:val="99"/>
    <w:rsid w:val="00EA29C1"/>
    <w:rPr>
      <w:rFonts w:ascii="Times New Roman" w:hAnsi="Times New Roman" w:cs="Times New Roman" w:hint="default"/>
      <w:sz w:val="22"/>
      <w:szCs w:val="22"/>
    </w:rPr>
  </w:style>
  <w:style w:type="paragraph" w:styleId="NormalWeb">
    <w:name w:val="Normal (Web)"/>
    <w:basedOn w:val="Normal"/>
    <w:rsid w:val="00081D4C"/>
    <w:pPr>
      <w:spacing w:before="100" w:beforeAutospacing="1" w:after="100" w:afterAutospacing="1"/>
    </w:pPr>
    <w:rPr>
      <w:sz w:val="24"/>
      <w:szCs w:val="24"/>
    </w:rPr>
  </w:style>
  <w:style w:type="character" w:customStyle="1" w:styleId="HeaderChar">
    <w:name w:val="Header Char"/>
    <w:basedOn w:val="DefaultParagraphFont"/>
    <w:link w:val="Header"/>
    <w:uiPriority w:val="99"/>
    <w:rsid w:val="00B61285"/>
    <w:rPr>
      <w:lang w:eastAsia="bg-BG"/>
    </w:rPr>
  </w:style>
  <w:style w:type="character" w:customStyle="1" w:styleId="FooterChar">
    <w:name w:val="Footer Char"/>
    <w:basedOn w:val="DefaultParagraphFont"/>
    <w:link w:val="Footer"/>
    <w:uiPriority w:val="99"/>
    <w:rsid w:val="000555D8"/>
    <w:rPr>
      <w:lang w:eastAsia="bg-BG"/>
    </w:rPr>
  </w:style>
  <w:style w:type="paragraph" w:styleId="ListParagraph">
    <w:name w:val="List Paragraph"/>
    <w:basedOn w:val="Normal"/>
    <w:uiPriority w:val="34"/>
    <w:qFormat/>
    <w:rsid w:val="00E86C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012"/>
    <w:rPr>
      <w:lang w:eastAsia="bg-BG"/>
    </w:rPr>
  </w:style>
  <w:style w:type="paragraph" w:styleId="Heading1">
    <w:name w:val="heading 1"/>
    <w:basedOn w:val="Normal"/>
    <w:next w:val="Normal"/>
    <w:qFormat/>
    <w:rsid w:val="00681D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90245"/>
    <w:pPr>
      <w:keepNext/>
      <w:ind w:left="4320" w:firstLine="720"/>
      <w:outlineLvl w:val="1"/>
    </w:pPr>
    <w:rPr>
      <w:b/>
      <w:lang w:val="en-US"/>
    </w:rPr>
  </w:style>
  <w:style w:type="paragraph" w:styleId="Heading5">
    <w:name w:val="heading 5"/>
    <w:basedOn w:val="Normal"/>
    <w:next w:val="Normal"/>
    <w:qFormat/>
    <w:rsid w:val="00485CA7"/>
    <w:pPr>
      <w:spacing w:before="240" w:after="60"/>
      <w:outlineLvl w:val="4"/>
    </w:pPr>
    <w:rPr>
      <w:b/>
      <w:bCs/>
      <w:i/>
      <w:iCs/>
      <w:sz w:val="26"/>
      <w:szCs w:val="26"/>
    </w:rPr>
  </w:style>
  <w:style w:type="paragraph" w:styleId="Heading8">
    <w:name w:val="heading 8"/>
    <w:basedOn w:val="Normal"/>
    <w:next w:val="Normal"/>
    <w:qFormat/>
    <w:rsid w:val="009E6F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Firstline125cm">
    <w:name w:val="Style Justified First line:  125 cm"/>
    <w:basedOn w:val="Normal"/>
    <w:rsid w:val="00EF20DD"/>
    <w:pPr>
      <w:spacing w:before="120" w:after="120"/>
      <w:ind w:firstLine="709"/>
      <w:jc w:val="both"/>
    </w:pPr>
  </w:style>
  <w:style w:type="paragraph" w:customStyle="1" w:styleId="NormalSMALL">
    <w:name w:val="Normal+SMALL"/>
    <w:basedOn w:val="Normal"/>
    <w:rsid w:val="00BC1E77"/>
    <w:pPr>
      <w:tabs>
        <w:tab w:val="left" w:pos="5040"/>
      </w:tabs>
    </w:pPr>
  </w:style>
  <w:style w:type="paragraph" w:customStyle="1" w:styleId="NormalSmallL">
    <w:name w:val="Normal+SmallL"/>
    <w:basedOn w:val="NormalSMALL"/>
    <w:rsid w:val="00BC1E77"/>
  </w:style>
  <w:style w:type="paragraph" w:styleId="Footer">
    <w:name w:val="footer"/>
    <w:basedOn w:val="Normal"/>
    <w:link w:val="FooterChar"/>
    <w:uiPriority w:val="99"/>
    <w:rsid w:val="004726EA"/>
    <w:pPr>
      <w:tabs>
        <w:tab w:val="center" w:pos="4536"/>
        <w:tab w:val="right" w:pos="9072"/>
      </w:tabs>
    </w:pPr>
  </w:style>
  <w:style w:type="character" w:styleId="PageNumber">
    <w:name w:val="page number"/>
    <w:basedOn w:val="DefaultParagraphFont"/>
    <w:rsid w:val="004726EA"/>
  </w:style>
  <w:style w:type="paragraph" w:styleId="Header">
    <w:name w:val="header"/>
    <w:basedOn w:val="Normal"/>
    <w:link w:val="HeaderChar"/>
    <w:uiPriority w:val="99"/>
    <w:rsid w:val="00C4080D"/>
    <w:pPr>
      <w:tabs>
        <w:tab w:val="center" w:pos="4536"/>
        <w:tab w:val="right" w:pos="9072"/>
      </w:tabs>
    </w:pPr>
  </w:style>
  <w:style w:type="character" w:styleId="Hyperlink">
    <w:name w:val="Hyperlink"/>
    <w:rsid w:val="008F78EE"/>
    <w:rPr>
      <w:color w:val="0000FF"/>
      <w:u w:val="single"/>
    </w:rPr>
  </w:style>
  <w:style w:type="paragraph" w:styleId="BalloonText">
    <w:name w:val="Balloon Text"/>
    <w:basedOn w:val="Normal"/>
    <w:semiHidden/>
    <w:rsid w:val="00A13C5F"/>
    <w:rPr>
      <w:rFonts w:ascii="Tahoma" w:hAnsi="Tahoma" w:cs="Tahoma"/>
      <w:sz w:val="16"/>
      <w:szCs w:val="16"/>
    </w:rPr>
  </w:style>
  <w:style w:type="paragraph" w:styleId="BodyTextIndent">
    <w:name w:val="Body Text Indent"/>
    <w:basedOn w:val="Normal"/>
    <w:rsid w:val="00681DDA"/>
    <w:pPr>
      <w:spacing w:after="120"/>
      <w:ind w:left="283"/>
    </w:pPr>
    <w:rPr>
      <w:rFonts w:ascii="Arial" w:hAnsi="Arial" w:cs="Arial"/>
      <w:sz w:val="24"/>
      <w:szCs w:val="24"/>
    </w:rPr>
  </w:style>
  <w:style w:type="character" w:customStyle="1" w:styleId="longtext1">
    <w:name w:val="long_text1"/>
    <w:rsid w:val="00D410D0"/>
    <w:rPr>
      <w:sz w:val="20"/>
      <w:szCs w:val="20"/>
    </w:rPr>
  </w:style>
  <w:style w:type="paragraph" w:customStyle="1" w:styleId="Style5">
    <w:name w:val="Style5"/>
    <w:basedOn w:val="Normal"/>
    <w:uiPriority w:val="99"/>
    <w:rsid w:val="00EA29C1"/>
    <w:pPr>
      <w:widowControl w:val="0"/>
      <w:autoSpaceDE w:val="0"/>
      <w:autoSpaceDN w:val="0"/>
      <w:adjustRightInd w:val="0"/>
      <w:spacing w:line="410" w:lineRule="exact"/>
      <w:ind w:firstLine="821"/>
    </w:pPr>
    <w:rPr>
      <w:rFonts w:ascii="Arial" w:eastAsia="SimSun" w:hAnsi="Arial" w:cs="Arial"/>
      <w:sz w:val="24"/>
      <w:szCs w:val="24"/>
    </w:rPr>
  </w:style>
  <w:style w:type="paragraph" w:customStyle="1" w:styleId="Style7">
    <w:name w:val="Style7"/>
    <w:basedOn w:val="Normal"/>
    <w:uiPriority w:val="99"/>
    <w:rsid w:val="00EA29C1"/>
    <w:pPr>
      <w:widowControl w:val="0"/>
      <w:autoSpaceDE w:val="0"/>
      <w:autoSpaceDN w:val="0"/>
      <w:adjustRightInd w:val="0"/>
      <w:spacing w:line="263" w:lineRule="exact"/>
      <w:ind w:firstLine="706"/>
    </w:pPr>
    <w:rPr>
      <w:rFonts w:ascii="Arial" w:eastAsia="SimSun" w:hAnsi="Arial" w:cs="Arial"/>
      <w:sz w:val="24"/>
      <w:szCs w:val="24"/>
    </w:rPr>
  </w:style>
  <w:style w:type="paragraph" w:customStyle="1" w:styleId="Style8">
    <w:name w:val="Style8"/>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9">
    <w:name w:val="Style9"/>
    <w:basedOn w:val="Normal"/>
    <w:uiPriority w:val="99"/>
    <w:rsid w:val="00EA29C1"/>
    <w:pPr>
      <w:widowControl w:val="0"/>
      <w:autoSpaceDE w:val="0"/>
      <w:autoSpaceDN w:val="0"/>
      <w:adjustRightInd w:val="0"/>
      <w:spacing w:line="518" w:lineRule="exact"/>
      <w:jc w:val="center"/>
    </w:pPr>
    <w:rPr>
      <w:rFonts w:ascii="Arial" w:eastAsia="SimSun" w:hAnsi="Arial" w:cs="Arial"/>
      <w:sz w:val="24"/>
      <w:szCs w:val="24"/>
    </w:rPr>
  </w:style>
  <w:style w:type="paragraph" w:customStyle="1" w:styleId="Style10">
    <w:name w:val="Style10"/>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2">
    <w:name w:val="Style12"/>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3">
    <w:name w:val="Style13"/>
    <w:basedOn w:val="Normal"/>
    <w:uiPriority w:val="99"/>
    <w:rsid w:val="00EA29C1"/>
    <w:pPr>
      <w:widowControl w:val="0"/>
      <w:autoSpaceDE w:val="0"/>
      <w:autoSpaceDN w:val="0"/>
      <w:adjustRightInd w:val="0"/>
      <w:spacing w:line="274" w:lineRule="exact"/>
      <w:jc w:val="both"/>
    </w:pPr>
    <w:rPr>
      <w:rFonts w:ascii="Arial" w:eastAsia="SimSun" w:hAnsi="Arial" w:cs="Arial"/>
      <w:sz w:val="24"/>
      <w:szCs w:val="24"/>
    </w:rPr>
  </w:style>
  <w:style w:type="character" w:customStyle="1" w:styleId="FontStyle21">
    <w:name w:val="Font Style21"/>
    <w:uiPriority w:val="99"/>
    <w:rsid w:val="00EA29C1"/>
    <w:rPr>
      <w:rFonts w:ascii="Times New Roman" w:hAnsi="Times New Roman" w:cs="Times New Roman" w:hint="default"/>
      <w:b/>
      <w:bCs/>
      <w:sz w:val="22"/>
      <w:szCs w:val="22"/>
    </w:rPr>
  </w:style>
  <w:style w:type="character" w:customStyle="1" w:styleId="FontStyle23">
    <w:name w:val="Font Style23"/>
    <w:uiPriority w:val="99"/>
    <w:rsid w:val="00EA29C1"/>
    <w:rPr>
      <w:rFonts w:ascii="Times New Roman" w:hAnsi="Times New Roman" w:cs="Times New Roman" w:hint="default"/>
      <w:sz w:val="22"/>
      <w:szCs w:val="22"/>
    </w:rPr>
  </w:style>
  <w:style w:type="paragraph" w:styleId="NormalWeb">
    <w:name w:val="Normal (Web)"/>
    <w:basedOn w:val="Normal"/>
    <w:rsid w:val="00081D4C"/>
    <w:pPr>
      <w:spacing w:before="100" w:beforeAutospacing="1" w:after="100" w:afterAutospacing="1"/>
    </w:pPr>
    <w:rPr>
      <w:sz w:val="24"/>
      <w:szCs w:val="24"/>
    </w:rPr>
  </w:style>
  <w:style w:type="character" w:customStyle="1" w:styleId="HeaderChar">
    <w:name w:val="Header Char"/>
    <w:basedOn w:val="DefaultParagraphFont"/>
    <w:link w:val="Header"/>
    <w:uiPriority w:val="99"/>
    <w:rsid w:val="00B61285"/>
    <w:rPr>
      <w:lang w:eastAsia="bg-BG"/>
    </w:rPr>
  </w:style>
  <w:style w:type="character" w:customStyle="1" w:styleId="FooterChar">
    <w:name w:val="Footer Char"/>
    <w:basedOn w:val="DefaultParagraphFont"/>
    <w:link w:val="Footer"/>
    <w:uiPriority w:val="99"/>
    <w:rsid w:val="000555D8"/>
    <w:rPr>
      <w:lang w:eastAsia="bg-BG"/>
    </w:rPr>
  </w:style>
  <w:style w:type="paragraph" w:styleId="ListParagraph">
    <w:name w:val="List Paragraph"/>
    <w:basedOn w:val="Normal"/>
    <w:uiPriority w:val="34"/>
    <w:qFormat/>
    <w:rsid w:val="00E86C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445247">
      <w:bodyDiv w:val="1"/>
      <w:marLeft w:val="0"/>
      <w:marRight w:val="0"/>
      <w:marTop w:val="0"/>
      <w:marBottom w:val="0"/>
      <w:divBdr>
        <w:top w:val="none" w:sz="0" w:space="0" w:color="auto"/>
        <w:left w:val="none" w:sz="0" w:space="0" w:color="auto"/>
        <w:bottom w:val="none" w:sz="0" w:space="0" w:color="auto"/>
        <w:right w:val="none" w:sz="0" w:space="0" w:color="auto"/>
      </w:divBdr>
    </w:div>
    <w:div w:id="740522421">
      <w:bodyDiv w:val="1"/>
      <w:marLeft w:val="0"/>
      <w:marRight w:val="0"/>
      <w:marTop w:val="0"/>
      <w:marBottom w:val="0"/>
      <w:divBdr>
        <w:top w:val="none" w:sz="0" w:space="0" w:color="auto"/>
        <w:left w:val="none" w:sz="0" w:space="0" w:color="auto"/>
        <w:bottom w:val="none" w:sz="0" w:space="0" w:color="auto"/>
        <w:right w:val="none" w:sz="0" w:space="0" w:color="auto"/>
      </w:divBdr>
    </w:div>
    <w:div w:id="1010137223">
      <w:bodyDiv w:val="1"/>
      <w:marLeft w:val="0"/>
      <w:marRight w:val="0"/>
      <w:marTop w:val="0"/>
      <w:marBottom w:val="0"/>
      <w:divBdr>
        <w:top w:val="none" w:sz="0" w:space="0" w:color="auto"/>
        <w:left w:val="none" w:sz="0" w:space="0" w:color="auto"/>
        <w:bottom w:val="none" w:sz="0" w:space="0" w:color="auto"/>
        <w:right w:val="none" w:sz="0" w:space="0" w:color="auto"/>
      </w:divBdr>
    </w:div>
    <w:div w:id="1623724295">
      <w:bodyDiv w:val="1"/>
      <w:marLeft w:val="0"/>
      <w:marRight w:val="0"/>
      <w:marTop w:val="0"/>
      <w:marBottom w:val="0"/>
      <w:divBdr>
        <w:top w:val="none" w:sz="0" w:space="0" w:color="auto"/>
        <w:left w:val="none" w:sz="0" w:space="0" w:color="auto"/>
        <w:bottom w:val="none" w:sz="0" w:space="0" w:color="auto"/>
        <w:right w:val="none" w:sz="0" w:space="0" w:color="auto"/>
      </w:divBdr>
    </w:div>
    <w:div w:id="1689019796">
      <w:bodyDiv w:val="1"/>
      <w:marLeft w:val="0"/>
      <w:marRight w:val="0"/>
      <w:marTop w:val="0"/>
      <w:marBottom w:val="0"/>
      <w:divBdr>
        <w:top w:val="none" w:sz="0" w:space="0" w:color="auto"/>
        <w:left w:val="none" w:sz="0" w:space="0" w:color="auto"/>
        <w:bottom w:val="none" w:sz="0" w:space="0" w:color="auto"/>
        <w:right w:val="none" w:sz="0" w:space="0" w:color="auto"/>
      </w:divBdr>
    </w:div>
    <w:div w:id="2010523530">
      <w:bodyDiv w:val="1"/>
      <w:marLeft w:val="0"/>
      <w:marRight w:val="0"/>
      <w:marTop w:val="0"/>
      <w:marBottom w:val="0"/>
      <w:divBdr>
        <w:top w:val="none" w:sz="0" w:space="0" w:color="auto"/>
        <w:left w:val="none" w:sz="0" w:space="0" w:color="auto"/>
        <w:bottom w:val="none" w:sz="0" w:space="0" w:color="auto"/>
        <w:right w:val="none" w:sz="0" w:space="0" w:color="auto"/>
      </w:divBdr>
    </w:div>
    <w:div w:id="204193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hif.b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mirov\Application%20Data\Microsoft\Templates\&#1044;&#1086;&#1082;&#1083;&#1072;&#1076;&#1085;&#1072;%20&#1079;&#1072;&#1087;&#1080;&#1089;&#1082;&#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C8827-260B-4C6F-B05A-8757ECADA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Докладна записка</Template>
  <TotalTime>20</TotalTime>
  <Pages>8</Pages>
  <Words>3548</Words>
  <Characters>18783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ДО</vt:lpstr>
    </vt:vector>
  </TitlesOfParts>
  <Company>nzok</Company>
  <LinksUpToDate>false</LinksUpToDate>
  <CharactersWithSpaces>22287</CharactersWithSpaces>
  <SharedDoc>false</SharedDoc>
  <HLinks>
    <vt:vector size="6" baseType="variant">
      <vt:variant>
        <vt:i4>6619196</vt:i4>
      </vt:variant>
      <vt:variant>
        <vt:i4>0</vt:i4>
      </vt:variant>
      <vt:variant>
        <vt:i4>0</vt:i4>
      </vt:variant>
      <vt:variant>
        <vt:i4>5</vt:i4>
      </vt:variant>
      <vt:variant>
        <vt:lpwstr>http://www.nhif.bg/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bmirov</dc:creator>
  <cp:lastModifiedBy>Таня Т. Кунева</cp:lastModifiedBy>
  <cp:revision>6</cp:revision>
  <cp:lastPrinted>2018-01-26T09:19:00Z</cp:lastPrinted>
  <dcterms:created xsi:type="dcterms:W3CDTF">2018-01-26T08:06:00Z</dcterms:created>
  <dcterms:modified xsi:type="dcterms:W3CDTF">2018-01-26T09:19:00Z</dcterms:modified>
</cp:coreProperties>
</file>