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616" w:rsidRDefault="000029B1" w:rsidP="00D028F5">
      <w:pPr>
        <w:tabs>
          <w:tab w:val="left" w:pos="7371"/>
        </w:tabs>
        <w:ind w:firstLine="708"/>
        <w:jc w:val="center"/>
        <w:rPr>
          <w:b/>
          <w:color w:val="92D050"/>
          <w:sz w:val="24"/>
          <w:szCs w:val="24"/>
        </w:rPr>
      </w:pPr>
      <w:r>
        <w:rPr>
          <w:bCs/>
          <w:smallCaps/>
          <w:noProof/>
          <w:sz w:val="28"/>
        </w:rPr>
        <mc:AlternateContent>
          <mc:Choice Requires="wpg">
            <w:drawing>
              <wp:anchor distT="0" distB="0" distL="114300" distR="114300" simplePos="0" relativeHeight="251657728" behindDoc="0" locked="0" layoutInCell="1" allowOverlap="1">
                <wp:simplePos x="0" y="0"/>
                <wp:positionH relativeFrom="column">
                  <wp:posOffset>2473960</wp:posOffset>
                </wp:positionH>
                <wp:positionV relativeFrom="paragraph">
                  <wp:posOffset>-255270</wp:posOffset>
                </wp:positionV>
                <wp:extent cx="1214755" cy="847090"/>
                <wp:effectExtent l="0" t="1905"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2" name="Group 3"/>
                        <wpg:cNvGrpSpPr>
                          <a:grpSpLocks/>
                        </wpg:cNvGrpSpPr>
                        <wpg:grpSpPr bwMode="auto">
                          <a:xfrm>
                            <a:off x="3629" y="1738"/>
                            <a:ext cx="2543" cy="2766"/>
                            <a:chOff x="1798" y="7722"/>
                            <a:chExt cx="4437" cy="4827"/>
                          </a:xfrm>
                        </wpg:grpSpPr>
                        <wps:wsp>
                          <wps:cNvPr id="3" name="Freeform 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5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Rectangle 21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1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2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2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2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2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2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2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Freeform 23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Rectangle 23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3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3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3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3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3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3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4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4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4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4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4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4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4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247" name="Rectangle 24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4.8pt;margin-top:-20.1pt;width:95.65pt;height:66.7pt;z-index:251657728"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">
                <v:group id="Group 3"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lo4cEA&#10;AADaAAAADwAAAGRycy9kb3ducmV2LnhtbESP3YrCMBSE7wXfIRxh7zT1F6lG0QVZ71x/HuDYHNti&#10;c1KbbK0+vVkQvBxm5htmvmxMIWqqXG5ZQb8XgSBOrM45VXA6brpTEM4jaywsk4IHOVgu2q05xtre&#10;eU/1waciQNjFqCDzvoyldElGBl3PlsTBu9jKoA+ySqWu8B7gppCDKJpIgzmHhQxL+s4ouR7+jIJb&#10;Ovk9b0+3psbLE3elG41/1iOlvjrNagbCU+M/4Xd7qxUM4f9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JaOHBAAAA2gAAAA8AAAAAAAAAAAAAAAAAmAIAAGRycy9kb3du&#10;cmV2LnhtbFBLBQYAAAAABAAEAPUAAACGAw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5"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7TsMA&#10;AADaAAAADwAAAGRycy9kb3ducmV2LnhtbESP3WrCQBSE7wu+w3KE3jUbS5EQswlFsAr2h6R6f8ge&#10;k9Ds2ZBdNb59t1DwcpiZb5ismEwvLjS6zrKCRRSDIK6t7rhRcPjePCUgnEfW2FsmBTdyUOSzhwxT&#10;ba9c0qXyjQgQdikqaL0fUild3ZJBF9mBOHgnOxr0QY6N1CNeA9z08jmOl9Jgx2GhxYHWLdU/1dko&#10;0B+W9tXXZ7+ckqNLtudy/fZeKvU4n15XIDxN/h7+b++0ghf4uxJu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7Ts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6"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thcUA&#10;AADaAAAADwAAAGRycy9kb3ducmV2LnhtbESPQWvCQBSE74L/YXmF3nSTUm1JXUUKpSJ4iJGW3l6z&#10;r0lI9m3YXTX+e1cQehxm5htmsRpMJ07kfGNZQTpNQBCXVjdcKTgUH5NXED4ga+wsk4ILeVgtx6MF&#10;ZtqeOafTPlQiQthnqKAOoc+k9GVNBv3U9sTR+7POYIjSVVI7PEe46eRTksylwYbjQo09vddUtvuj&#10;UfBZtNufPN3tDunvpfXPxUv+/eWUenwY1m8gAg3hP3xvb7SCGdyuxBs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K2FxQAAANoAAAAPAAAAAAAAAAAAAAAAAJgCAABkcnMv&#10;ZG93bnJldi54bWxQSwUGAAAAAAQABAD1AAAAigM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7"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OH78A&#10;AADaAAAADwAAAGRycy9kb3ducmV2LnhtbESPwQrCMBBE74L/EFbwpqkeRKpRRFCE4sHqwePSrG21&#10;2ZQmavXrjSB4HGbmDTNftqYSD2pcaVnBaBiBIM6sLjlXcDpuBlMQziNrrCyTghc5WC66nTnG2j75&#10;QI/U5yJA2MWooPC+jqV0WUEG3dDWxMG72MagD7LJpW7wGeCmkuMomkiDJYeFAmtaF5Td0rtR8G6r&#10;9W1/vif6HV1Ph2RUym2SKtXvtasZCE+t/4d/7Z1WMIHvlX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1E4fvwAAANoAAAAPAAAAAAAAAAAAAAAAAJgCAABkcnMvZG93bnJl&#10;di54bWxQSwUGAAAAAAQABAD1AAAAhAMAAAAA&#10;" path="m,29r16,8l875,37r,-33l16,,28,8,,29r4,8l16,37,,29xe" fillcolor="#009" stroked="f">
                    <v:path arrowok="t" o:connecttype="custom" o:connectlocs="0,29;16,37;875,37;875,4;16,0;28,8;0,29;4,37;16,37;0,29" o:connectangles="0,0,0,0,0,0,0,0,0,0"/>
                  </v:shape>
                  <v:shape id="Freeform 8"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g/sMA&#10;AADaAAAADwAAAGRycy9kb3ducmV2LnhtbESPQWvCQBSE70L/w/IKvemmLWhJXUMoLRRExGh7fmaf&#10;SWj2bdjdmuivdwXB4zAz3zDzbDCtOJLzjWUFz5MEBHFpdcOVgt32a/wGwgdkja1lUnAiD9niYTTH&#10;VNueN3QsQiUihH2KCuoQulRKX9Zk0E9sRxy9g3UGQ5SuktphH+GmlS9JMpUGG44LNXb0UVP5V/wb&#10;BU4Wbpl/tqt9t+vX65/f8+uMz0o9PQ75O4hAQ7iHb+1vrWAG1yvxBs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xg/sMAAADaAAAADwAAAAAAAAAAAAAAAACYAgAAZHJzL2Rv&#10;d25yZXYueG1sUEsFBgAAAAAEAAQA9QAAAIg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9"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NlsEA&#10;AADaAAAADwAAAGRycy9kb3ducmV2LnhtbERPu27CMBTdkfoP1q3EBg4M0KY4EeKhdqhUoKjzJb44&#10;aePrKHYg/H09IDEenfci720tLtT6yrGCyTgBQVw4XbFRcPzejl5A+ICssXZMCm7kIc+eBgtMtbvy&#10;ni6HYEQMYZ+igjKEJpXSFyVZ9GPXEEfu7FqLIcLWSN3iNYbbWk6TZCYtVhwbSmxoVVLxd+isgmX4&#10;7Lx5Xf/szKb7+t1OTu/741yp4XO/fAMRqA8P8d39oRXErfFKv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JzZbBAAAA2gAAAA8AAAAAAAAAAAAAAAAAmAIAAGRycy9kb3du&#10;cmV2LnhtbFBLBQYAAAAABAAEAPUAAACGAw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10"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iDcEA&#10;AADaAAAADwAAAGRycy9kb3ducmV2LnhtbESPT4vCMBTE78J+h/CEvciaKiJuNYosuHj1DxRvz+bZ&#10;FJuX0kSN394IC3scZuY3zGIVbSPu1PnasYLRMANBXDpdc6XgeNh8zUD4gKyxcUwKnuRhtfzoLTDX&#10;7sE7uu9DJRKEfY4KTAhtLqUvDVn0Q9cSJ+/iOoshya6SusNHgttGjrNsKi3WnBYMtvRjqLzub1bB&#10;bhT173pgLsVschpn2xCLc2GU+uzH9RxEoBj+w3/trVbwDe8r6Qb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Gog3BAAAA2gAAAA8AAAAAAAAAAAAAAAAAmAIAAGRycy9kb3du&#10;cmV2LnhtbFBLBQYAAAAABAAEAPUAAACGAwAAAAA=&#10;" path="m9,13l25,33r858,l883,,25,,41,21,9,13,,33r25,l9,13xe" fillcolor="#009" stroked="f">
                    <v:path arrowok="t" o:connecttype="custom" o:connectlocs="9,13;25,33;883,33;883,0;25,0;41,21;9,13;0,33;25,33;9,13" o:connectangles="0,0,0,0,0,0,0,0,0,0"/>
                  </v:shape>
                  <v:shape id="Freeform 11"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r8MA&#10;AADbAAAADwAAAGRycy9kb3ducmV2LnhtbESPQWvDMAyF74P+B6PCbqvTDUaW1i2lUNhxSUfWo4jV&#10;xDSW09hrs38/HQa7Sbyn9z6tt5Pv1Y3G6AIbWC4yUMRNsI5bA5/Hw1MOKiZki31gMvBDEbab2cMa&#10;CxvuXNKtSq2SEI4FGuhSGgqtY9ORx7gIA7Fo5zB6TLKOrbYj3iXc9/o5y161R8fS0OFA+46aS/Xt&#10;Dbz5l/yrDCc62aH6uJaudse8NuZxPu1WoBJN6d/8d/1uBV/o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Pr8MAAADb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2"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ixd78A&#10;AADbAAAADwAAAGRycy9kb3ducmV2LnhtbERPS4vCMBC+L+x/CLPgZVnTelC3GkUWFjx48YHnoRmb&#10;YjMpzaj13xtB8DYf33Pmy9436kpdrAMbyIcZKOIy2JorA4f9/88UVBRki01gMnCnCMvF58ccCxtu&#10;vKXrTiqVQjgWaMCJtIXWsXTkMQ5DS5y4U+g8SoJdpW2HtxTuGz3KsrH2WHNqcNjSn6PyvLt4AxN/&#10;XK/u37nOL5PYZmf3G2Qjxgy++tUMlFAvb/HLvbZpfg7PX9IBe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LF3vwAAANsAAAAPAAAAAAAAAAAAAAAAAJgCAABkcnMvZG93bnJl&#10;di54bWxQSwUGAAAAAAQABAD1AAAAhAM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3"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u5J8EA&#10;AADbAAAADwAAAGRycy9kb3ducmV2LnhtbERP22oCMRB9L/gPYQq+FM1WisjWKEVqUZCCqx8wbMZs&#10;6GayJKmufr0pCH2bw7nOfNm7VpwpROtZweu4AEFce23ZKDge1qMZiJiQNbaeScGVIiwXg6c5ltpf&#10;eE/nKhmRQziWqKBJqSuljHVDDuPYd8SZO/ngMGUYjNQBLznctXJSFFPp0HJuaLCjVUP1T/XrFNht&#10;WL/MCv99O31O5Zv5qszuYJUaPvcf7yAS9elf/HBvdJ4/gb9f8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LuSfBAAAA2wAAAA8AAAAAAAAAAAAAAAAAmAIAAGRycy9kb3du&#10;cmV2LnhtbFBLBQYAAAAABAAEAPUAAACGAwAAAAA=&#10;" path="m435,69l298,77,,436,145,556,443,198r-137,8l435,69,362,,298,77,435,69xe" stroked="f">
                    <v:path arrowok="t" o:connecttype="custom" o:connectlocs="435,69;298,77;0,436;145,556;443,198;306,206;435,69;362,0;298,77;435,69" o:connectangles="0,0,0,0,0,0,0,0,0,0"/>
                  </v:shape>
                  <v:shape id="Freeform 14"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WsL4A&#10;AADbAAAADwAAAGRycy9kb3ducmV2LnhtbERP3QoBQRS+V95hOsodsyh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01rC+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5"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oHsIA&#10;AADbAAAADwAAAGRycy9kb3ducmV2LnhtbERP32vCMBB+H/g/hBN801QpotUobuCQCQPdBB+P5myK&#10;zaU0me38681A2Nt9fD9vue5sJW7U+NKxgvEoAUGcO11yoeD7azucgfABWWPlmBT8kof1qveyxEy7&#10;lg90O4ZCxBD2GSowIdSZlD43ZNGPXE0cuYtrLIYIm0LqBtsYbis5SZKptFhybDBY05uh/Hr8sQr2&#10;7f01CWRO53F1nX/6TTp7/0iVGvS7zQJEoC78i5/unY7zU/j7JR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age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6"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tBL0A&#10;AADbAAAADwAAAGRycy9kb3ducmV2LnhtbERPSwrCMBDdC94hjOBOUwVFqlHED7hwYxV0OTRjW2wm&#10;pUm13t4Igrt5vO8sVq0pxZNqV1hWMBpGIIhTqwvOFFzO+8EMhPPIGkvLpOBNDlbLbmeBsbYvPtEz&#10;8ZkIIexiVJB7X8VSujQng25oK+LA3W1t0AdYZ1LX+ArhppTjKJpKgwWHhhwr2uSUPpLGKJA7r8tj&#10;014nI05O23N2S9fbm1L9Xrueg/DU+r/45z7oMH8C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ctBL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7"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36d78A&#10;AADbAAAADwAAAGRycy9kb3ducmV2LnhtbERPTYvCMBC9C/6HMII3m+pBpGsUUURBYdEVz2MzttVm&#10;UppU67/fCIK3ebzPmc5bU4oH1a6wrGAYxSCIU6sLzhSc/taDCQjnkTWWlknBixzMZ93OFBNtn3yg&#10;x9FnIoSwS1BB7n2VSOnSnAy6yFbEgbva2qAPsM6krvEZwk0pR3E8lgYLDg05VrTMKb0fG6Pg1mZV&#10;MzrvD5fVLm7s73mzPXlWqt9rFz8gPLX+K/64tzrMH8P7l3CAn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fp3vwAAANsAAAAPAAAAAAAAAAAAAAAAAJgCAABkcnMvZG93bnJl&#10;di54bWxQSwUGAAAAAAQABAD1AAAAhAMAAAAA&#10;" path="m600,85l503,,,,,189r503,l411,105,600,85,592,,503,r97,85xe" stroked="f">
                    <v:path arrowok="t" o:connecttype="custom" o:connectlocs="600,85;503,0;0,0;0,189;503,189;411,105;600,85;592,0;503,0;600,85" o:connectangles="0,0,0,0,0,0,0,0,0,0"/>
                  </v:shape>
                  <v:shape id="Freeform 18"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8G8EA&#10;AADbAAAADwAAAGRycy9kb3ducmV2LnhtbERPTU/CQBC9m/gfNmPCTbYKUVJYiIJVrgKB66Q7tA3d&#10;2WZ3gPLvXRMTb/PyPme26F2rLhRi49nA0zADRVx623BlYLctHiegoiBbbD2TgRtFWMzv72aYW3/l&#10;b7pspFIphGOOBmqRLtc6ljU5jEPfESfu6INDSTBU2ga8pnDX6ucse9EOG04NNXa0rKk8bc7OwD7q&#10;8Vg+D/uPoth+BX1bvctoZczgoX+bghLq5V/8517bNP8Vfn9JB+j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uPBvBAAAA2wAAAA8AAAAAAAAAAAAAAAAAmAIAAGRycy9kb3du&#10;cmV2LnhtbFBLBQYAAAAABAAEAPUAAACG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9"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qgMQA&#10;AADbAAAADwAAAGRycy9kb3ducmV2LnhtbESPT2/CMAzF70h8h8hIXNBI2WGCQkATEojDduDP7lZj&#10;mmqNUzVZW/j082HSbrbe83s/b3aDr1VHbawCG1jMM1DERbAVlwZu18PLElRMyBbrwGTgQRF22/Fo&#10;g7kNPZ+pu6RSSQjHHA24lJpc61g48hjnoSEW7R5aj0nWttS2xV7Cfa1fs+xNe6xYGhw2tHdUfF9+&#10;vIGZ66ry8bFoPp+30xXxuOq/jitjppPhfQ0q0ZD+zX/XJyv4Aiu/yAB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U6oDEAAAA2wAAAA8AAAAAAAAAAAAAAAAAmAIAAGRycy9k&#10;b3ducmV2LnhtbFBLBQYAAAAABAAEAPUAAACJAw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0"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W4sUA&#10;AADbAAAADwAAAGRycy9kb3ducmV2LnhtbESPQWvCQBCF74X+h2UK3uqmUjTGbEQqBXsJGEWvQ3ZM&#10;0mZnQ3Y1qb++Wyj0NsN787436Xo0rbhR7xrLCl6mEQji0uqGKwXHw/tzDMJ5ZI2tZVLwTQ7W2eND&#10;iom2A+/pVvhKhBB2CSqove8SKV1Zk0E3tR1x0C62N+jD2ldS9ziEcNPKWRTNpcGGA6HGjt5qKr+K&#10;qwmQIV5w/rHdnD/j14M75bku7lelJk/jZgXC0+j/zX/XOx3qL+H3lzC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VbixQAAANs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1"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Vq78AA&#10;AADbAAAADwAAAGRycy9kb3ducmV2LnhtbERPS2rDMBDdF3IHMYHuajlZhOJENvk1tJQu4vgAgzWR&#10;TayRsVTbvX21KHT5eP9dMdtOjDT41rGCVZKCIK6dbtkoqG5vL68gfEDW2DkmBT/kocgXTzvMtJv4&#10;SmMZjIgh7DNU0ITQZ1L6uiGLPnE9ceTubrAYIhyM1ANOMdx2cp2mG2mx5djQYE/HhupH+W0VoPk0&#10;+uOclvP5cfmqenswJz4o9byc91sQgebwL/5zv2sF67g+fok/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Vq78AAAADbAAAADwAAAAAAAAAAAAAAAACYAgAAZHJzL2Rvd25y&#10;ZXYueG1sUEsFBgAAAAAEAAQA9QAAAIUDAAAAAA==&#10;" path="m44,r,249l32,221,28,189,20,161,12,129,8,96,4,64,,32,,,44,xe" fillcolor="blue" stroked="f">
                    <v:path arrowok="t" o:connecttype="custom" o:connectlocs="44,0;44,249;32,221;28,189;20,161;12,129;8,96;4,64;0,32;0,0;44,0" o:connectangles="0,0,0,0,0,0,0,0,0,0,0"/>
                  </v:shape>
                  <v:shape id="Freeform 22"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Q8IA&#10;AADbAAAADwAAAGRycy9kb3ducmV2LnhtbESPQYvCMBSE74L/ITzBm6YKylKNIqXCgid1pddn82yr&#10;zUtpsrXur98IC3scZuYbZr3tTS06al1lWcFsGoEgzq2uuFDwdd5PPkA4j6yxtkwKXuRguxkO1hhr&#10;++QjdSdfiABhF6OC0vsmltLlJRl0U9sQB+9mW4M+yLaQusVngJtazqNoKQ1WHBZKbCgpKX+cvo0C&#10;vNpU+0OWLsyuOy5d8pNfsrtS41G/W4Hw1Pv/8F/7UyuYz+D9Jfw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5JDwgAAANsAAAAPAAAAAAAAAAAAAAAAAJgCAABkcnMvZG93&#10;bnJldi54bWxQSwUGAAAAAAQABAD1AAAAhwMAAAAA&#10;" path="m,249l,,40,r,370l36,354,28,342,24,326,16,310,12,294,8,282,4,266,,249xe" fillcolor="#0305ff" stroked="f">
                    <v:path arrowok="t" o:connecttype="custom" o:connectlocs="0,249;0,0;40,0;40,370;36,354;28,342;24,326;16,310;12,294;8,282;4,266;0,249" o:connectangles="0,0,0,0,0,0,0,0,0,0,0,0"/>
                  </v:shape>
                  <v:shape id="Freeform 23"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pUMQA&#10;AADbAAAADwAAAGRycy9kb3ducmV2LnhtbESPzWrDMBCE74W8g9hAb40cH1zXsRJCoJCcit1QyG2x&#10;1j+JtTKWErtvXxUKPQ4z8w2T72bTiweNrrOsYL2KQBBXVnfcKDh/vr+kIJxH1thbJgXf5GC3XTzl&#10;mGk7cUGP0jciQNhlqKD1fsikdFVLBt3KDsTBq+1o0Ac5NlKPOAW46WUcRYk02HFYaHGgQ0vVrbwb&#10;Bdfk9Vx3H/Pgi9PxK3077S94n5R6Xs77DQhPs/8P/7WPWkEcw++X8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aVDEAAAA2wAAAA8AAAAAAAAAAAAAAAAAmAIAAGRycy9k&#10;b3ducmV2LnhtbFBLBQYAAAAABAAEAPUAAACJAwAAAAA=&#10;" path="m,370l,,45,r,459l37,447r-5,-8l28,427,20,415,16,403r-4,-9l4,382,,370xe" fillcolor="#060aff" stroked="f">
                    <v:path arrowok="t" o:connecttype="custom" o:connectlocs="0,370;0,0;45,0;45,459;37,447;32,439;28,427;20,415;16,403;12,394;4,382;0,370" o:connectangles="0,0,0,0,0,0,0,0,0,0,0,0"/>
                  </v:shape>
                  <v:shape id="Freeform 24"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pA8EA&#10;AADbAAAADwAAAGRycy9kb3ducmV2LnhtbESPzarCMBSE9xd8h3AEd9dUB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haQP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5"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NDccMA&#10;AADbAAAADwAAAGRycy9kb3ducmV2LnhtbESPQWvCQBSE74L/YXmF3upuQ2lLdBURrb0UMRW8vmSf&#10;STD7NmQ3Mf333ULB4zAz3zCL1WgbMVDna8canmcKBHHhTM2lhtP37ukdhA/IBhvHpOGHPKyW08kC&#10;U+NufKQhC6WIEPYpaqhCaFMpfVGRRT9zLXH0Lq6zGKLsSmk6vEW4bWSi1Ku0WHNcqLClTUXFNeut&#10;hrx3fLAq328pP+Rf/dnu1duH1o8P43oOItAY7uH/9qfRkLzA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NDccMAAADbAAAADwAAAAAAAAAAAAAAAACYAgAAZHJzL2Rv&#10;d25yZXYueG1sUEsFBgAAAAAEAAQA9QAAAIgDAAAAAA==&#10;" path="m,531l,,40,r,596l36,588r-8,-8l24,572r-4,-8l12,556,8,548,4,540,,531xe" fillcolor="#0c14ff" stroked="f">
                    <v:path arrowok="t" o:connecttype="custom" o:connectlocs="0,531;0,0;40,0;40,596;36,588;28,580;24,572;20,564;12,556;8,548;4,540;0,531" o:connectangles="0,0,0,0,0,0,0,0,0,0,0,0"/>
                  </v:shape>
                  <v:shape id="Freeform 26"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2/8QA&#10;AADbAAAADwAAAGRycy9kb3ducmV2LnhtbESPzWrDMBCE74G+g9hCb4kcQ0txo4QQEnAppdQJPS/W&#10;xjKxVsaSf5KnjwqFHoeZ+YZZbSbbiIE6XztWsFwkIIhLp2uuFJyOh/krCB+QNTaOScGVPGzWD7MV&#10;ZtqN/E1DESoRIewzVGBCaDMpfWnIol+4ljh6Z9dZDFF2ldQdjhFuG5kmyYu0WHNcMNjSzlB5KXqr&#10;oDdSHvaf559l/n6rv8brnj4uJ6WeHqftG4hAU/gP/7VzrSB9ht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ltv/EAAAA2w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7"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NMMA&#10;AADbAAAADwAAAGRycy9kb3ducmV2LnhtbESPQWvCQBSE7wX/w/KE3upLPaQlukoTFHqoh6oI3p7Z&#10;ZxLMvg3ZrcZ/7xYKPQ4z8w0zXw62VVfufeNEw+skAcVSOtNIpWG/W7+8g/KBxFDrhDXc2cNyMXqa&#10;U2bcTb75ug2VihDxGWmoQ+gyRF/WbMlPXMcSvbPrLYUo+wpNT7cIty1OkyRFS43EhZo6LmouL9sf&#10;q+HkNhuzeiM8FPK1z3E4pjl2Wj+Ph48ZqMBD+A//tT+NhmkKv1/iD8D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g+NMMAAADbAAAADwAAAAAAAAAAAAAAAACYAgAAZHJzL2Rv&#10;d25yZXYueG1sUEsFBgAAAAAEAAQA9QAAAIgDAAAAAA==&#10;" path="m,652l,,44,r,701l36,693r-4,-4l24,681r-4,-4l16,668,8,664,4,656,,652xe" fillcolor="#121fff" stroked="f">
                    <v:path arrowok="t" o:connecttype="custom" o:connectlocs="0,652;0,0;44,0;44,701;36,693;32,689;24,681;20,677;16,668;8,664;4,656;0,652" o:connectangles="0,0,0,0,0,0,0,0,0,0,0,0"/>
                  </v:shape>
                  <v:shape id="Freeform 28"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aIMQA&#10;AADbAAAADwAAAGRycy9kb3ducmV2LnhtbESP3WrCQBSE7wXfYTlC73SjYK3RTbAtLQUR6t/9IXua&#10;hGbPprvbmL59VxC8HGbmG2ad96YRHTlfW1YwnSQgiAuray4VnI5v4ycQPiBrbCyTgj/ykGfDwRpT&#10;bS+8p+4QShEh7FNUUIXQplL6oiKDfmJb4uh9WWcwROlKqR1eItw0cpYkj9JgzXGhwpZeKiq+D79G&#10;Qetf37c/y89m77r589Kxm593TqmHUb9ZgQjUh3v41v7QCmYLuH6JP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R2iDEAAAA2w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9"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tr4A&#10;AADbAAAADwAAAGRycy9kb3ducmV2LnhtbERPyW7CMBC9V+IfrEHqrThQVKGAQayi1wLiPMRDEsiM&#10;Q2wg/fv6UInj09sns5Yr9aDGl04M9HsJKJLM2VJyA4f95mMEygcUi5UTMvBLHmbTztsEU+ue8kOP&#10;XchVDBGfooEihDrV2mcFMfqeq0kid3YNY4iwybVt8BnDudKDJPnSjKXEhgJrWhaUXXd3NnBqZbjK&#10;try+bPz5xovhET9XbMx7t52PQQVqw0v87/62BgZxbPwSf4C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IJba+AAAA2wAAAA8AAAAAAAAAAAAAAAAAmAIAAGRycy9kb3ducmV2&#10;LnhtbFBLBQYAAAAABAAEAPUAAACDAwAAAAA=&#10;" path="m,741l,,44,r,781l40,777r-8,-4l28,765r-8,-4l16,757r-4,-4l8,749,,741xe" fillcolor="#1829ff" stroked="f">
                    <v:path arrowok="t" o:connecttype="custom" o:connectlocs="0,741;0,0;44,0;44,781;40,777;32,773;28,765;20,761;16,757;12,753;8,749;0,741" o:connectangles="0,0,0,0,0,0,0,0,0,0,0,0"/>
                  </v:shape>
                  <v:shape id="Freeform 30"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9eHcUA&#10;AADbAAAADwAAAGRycy9kb3ducmV2LnhtbESPzWrDMBCE74W+g9hAb42cHxrHiWJMk5hcAmmaB1is&#10;je3WWhlLtd23rwqFHoeZ+YbZpqNpRE+dqy0rmE0jEMSF1TWXCm7vx+cYhPPIGhvLpOCbHKS7x4ct&#10;JtoO/Eb91ZciQNglqKDyvk2kdEVFBt3UtsTBu9vOoA+yK6XucAhw08h5FL1IgzWHhQpbeq2o+Lx+&#10;GQWXpt3rQ364ZbFfLc73/PSRx0ulniZjtgHhafT/4b/2SSuYr+H3S/gB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14dxQAAANsAAAAPAAAAAAAAAAAAAAAAAJgCAABkcnMv&#10;ZG93bnJldi54bWxQSwUGAAAAAAQABAD1AAAAigMAAAAA&#10;" path="m,781l,,45,r,818l37,814r-4,-4l29,805r-8,-8l17,793r-4,-4l5,785,,781xe" fillcolor="#1c2eff" stroked="f">
                    <v:path arrowok="t" o:connecttype="custom" o:connectlocs="0,781;0,0;45,0;45,818;37,814;33,810;29,805;21,797;17,793;13,789;5,785;0,781" o:connectangles="0,0,0,0,0,0,0,0,0,0,0,0"/>
                  </v:shape>
                  <v:shape id="Freeform 31"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l9J8IA&#10;AADbAAAADwAAAGRycy9kb3ducmV2LnhtbERPz2vCMBS+D/wfwhN2W1PdmFqNIgNhA5lYd9jx2Tyb&#10;YvPSNVlb//vlMPD48f1ebQZbi45aXzlWMElSEMSF0xWXCr5Ou6c5CB+QNdaOScGNPGzWo4cVZtr1&#10;fKQuD6WIIewzVGBCaDIpfWHIok9cQxy5i2sthgjbUuoW+xhuazlN01dpseLYYLChN0PFNf+1Cj5f&#10;ZrfF7oN/zofphb+N24f6sFfqcTxslyACDeEu/ne/awXPcX38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iX0nwgAAANsAAAAPAAAAAAAAAAAAAAAAAJgCAABkcnMvZG93&#10;bnJldi54bWxQSwUGAAAAAAQABAD1AAAAhwMAAAAA&#10;" path="m,818l,,40,r,850l36,846r-4,-4l24,838r-4,-4l16,830,8,826,4,822,,818xe" fillcolor="#1f34ff" stroked="f">
                    <v:path arrowok="t" o:connecttype="custom" o:connectlocs="0,818;0,0;40,0;40,850;36,846;32,842;24,838;20,834;16,830;8,826;4,822;0,818" o:connectangles="0,0,0,0,0,0,0,0,0,0,0,0"/>
                  </v:shape>
                  <v:shape id="Freeform 32"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b9MIA&#10;AADbAAAADwAAAGRycy9kb3ducmV2LnhtbESPQWsCMRSE74L/ITyhN83qQi2rUWxpwR5rpfT42Dw3&#10;i5uXkER3+++NIPQ4zMw3zHo72E5cKcTWsYL5rABBXDvdcqPg+P0xfQERE7LGzjEp+KMI2814tMZK&#10;u56/6HpIjcgQjhUqMCn5SspYG7IYZ84TZ+/kgsWUZWikDthnuO3koiiepcWW84JBT2+G6vPhYhWc&#10;ykXZ/yzPw+/Fd59Bvr8e/dIo9TQZdisQiYb0H36091pBOYf7l/wD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tv0wgAAANsAAAAPAAAAAAAAAAAAAAAAAJgCAABkcnMvZG93&#10;bnJldi54bWxQSwUGAAAAAAQABAD1AAAAhwM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3"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IcEA&#10;AADbAAAADwAAAGRycy9kb3ducmV2LnhtbESPT4vCMBTE7wt+h/AEb2tqlVWqUWRF3KN/74/m2RaT&#10;l9JkbfXTbwRhj8PM/IZZrDprxJ0aXzlWMBomIIhzpysuFJxP288ZCB+QNRrHpOBBHlbL3scCM+1a&#10;PtD9GAoRIewzVFCGUGdS+rwki37oauLoXV1jMUTZFFI32Ea4NTJNki9pseK4UGJN3yXlt+OvVVAf&#10;Jm5n9s9TlaTdRbdjs5k+tkoN+t16DiJQF/7D7/aPVjBO4fUl/g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bziHBAAAA2wAAAA8AAAAAAAAAAAAAAAAAmAIAAGRycy9kb3du&#10;cmV2LnhtbFBLBQYAAAAABAAEAPUAAACG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4"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7bFcUA&#10;AADbAAAADwAAAGRycy9kb3ducmV2LnhtbESPQWvCQBSE7wX/w/KE3urGWoqNriKC0FNoo9T29sw+&#10;k2D2bdzdmvTfu0LB4zAz3zDzZW8acSHna8sKxqMEBHFhdc2lgt128zQF4QOyxsYyKfgjD8vF4GGO&#10;qbYdf9IlD6WIEPYpKqhCaFMpfVGRQT+yLXH0jtYZDFG6UmqHXYSbRj4nyas0WHNcqLCldUXFKf81&#10;Cjbm+yf7yNZv5xebnb+6vdvl+4NSj8N+NQMRqA/38H/7XSuYTOD2Jf4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tsVxQAAANsAAAAPAAAAAAAAAAAAAAAAAJgCAABkcnMv&#10;ZG93bnJldi54bWxQSwUGAAAAAAQABAD1AAAAigM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5"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SO8UA&#10;AADbAAAADwAAAGRycy9kb3ducmV2LnhtbESPQWvCQBSE74L/YXlCL1I3tlokdRUptLQUBKMgvT2y&#10;zySYfZvurkn8992C4HGYmW+Y5bo3tWjJ+cqygukkAUGcW11xoeCwf39cgPABWWNtmRRcycN6NRws&#10;MdW24x21WShEhLBPUUEZQpNK6fOSDPqJbYijd7LOYIjSFVI77CLc1PIpSV6kwYrjQokNvZWUn7OL&#10;UdD9fH+148v1Y/u7y/vu4Bnd/KjUw6jfvIII1Id7+Nb+1AqeZ/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6xI7xQAAANsAAAAPAAAAAAAAAAAAAAAAAJgCAABkcnMv&#10;ZG93bnJldi54bWxQSwUGAAAAAAQABAD1AAAAigM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6"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WhsEA&#10;AADbAAAADwAAAGRycy9kb3ducmV2LnhtbESPzYrCMBSF9wO+Q7iCm2FMrShjNYoIYheCqDP7S3Nt&#10;i81NaWKtb28EweXh/HycxaozlWipcaVlBaNhBII4s7rkXMHfefvzC8J5ZI2VZVLwIAerZe9rgYm2&#10;dz5Se/K5CCPsElRQeF8nUrqsIINuaGvi4F1sY9AH2eRSN3gP46aScRRNpcGSA6HAmjYFZdfTzQTu&#10;fxx3u+/xY12m6Y73Rh/SdqbUoN+t5yA8df4TfrdTrWA8gde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dFobBAAAA2w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7"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sF8MA&#10;AADbAAAADwAAAGRycy9kb3ducmV2LnhtbESPwWrDMBBE74X+g9hCLyWW24IJTmRTAoFAcqnrQ46L&#10;tbGcWitjqbbz91Gh0OMwM2+YbbnYXkw0+s6xgtckBUHcON1xq6D+2q/WIHxA1tg7JgU38lAWjw9b&#10;zLWb+ZOmKrQiQtjnqMCEMORS+saQRZ+4gTh6FzdaDFGOrdQjzhFue/mWppm02HFcMDjQzlDzXf1Y&#10;Bfq0Pk3ozi9tV1NaZ9fqOJlKqeen5WMDItAS/sN/7YNW8J7B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KsF8MAAADb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8"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3d8MA&#10;AADbAAAADwAAAGRycy9kb3ducmV2LnhtbESPT2vCQBTE70K/w/IKXqTZqKAlzUZKUazHaOn5Nfvy&#10;p82+Ddk1xm/fFQSPw8z8hkk3o2nFQL1rLCuYRzEI4sLqhisFX6fdyysI55E1tpZJwZUcbLKnSYqJ&#10;thfOaTj6SgQIuwQV1N53iZSuqMmgi2xHHLzS9gZ9kH0ldY+XADetXMTxShpsOCzU2NFHTcXf8WwU&#10;lMW33M7M7+HU+cHtlz+5pXxUavo8vr+B8DT6R/je/tQKlmu4fQk/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L3d8MAAADbAAAADwAAAAAAAAAAAAAAAACYAgAAZHJzL2Rv&#10;d25yZXYueG1sUEsFBgAAAAAEAAQA9QAAAIg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9"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90MIA&#10;AADbAAAADwAAAGRycy9kb3ducmV2LnhtbERPTWsCMRC9F/wPYYReRLO2ILIaRWqXSi+lWtHjsBl3&#10;1yaTJUl1++/NQfD4eN/zZWeNuJAPjWMF41EGgrh0uuFKwc+uGE5BhIis0TgmBf8UYLnoPc0x1+7K&#10;33TZxkqkEA45KqhjbHMpQ1mTxTByLXHiTs5bjAn6SmqP1xRujXzJsom02HBqqLGlt5rK3+2fVXDY&#10;f/rzZGcG73Hw9bHeHKdFYYJSz/1uNQMRqYsP8d290Qpe09j0Jf0A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iP3QwgAAANsAAAAPAAAAAAAAAAAAAAAAAJgCAABkcnMvZG93&#10;bnJldi54bWxQSwUGAAAAAAQABAD1AAAAhwM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40"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PIsMA&#10;AADbAAAADwAAAGRycy9kb3ducmV2LnhtbESPQYvCMBSE78L+h/AEL6KpLohbjaLCih6tsl4fzbMt&#10;Ni/dJKv1328EweMwM98w82VranEj5yvLCkbDBARxbnXFhYLT8XswBeEDssbaMil4kIfl4qMzx1Tb&#10;Ox/oloVCRAj7FBWUITSplD4vyaAf2oY4ehfrDIYoXSG1w3uEm1qOk2QiDVYcF0psaFNSfs3+jIKj&#10;+/25bM/rPBuNTT1dFdf9vn9SqtdtVzMQgdrwDr/aO63g8wueX+IP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yPIsMAAADb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1"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HuO8AA&#10;AADbAAAADwAAAGRycy9kb3ducmV2LnhtbERP3WrCMBS+H/gO4Qi7W1OHjNE1iuiUgjBY7QMcmmNb&#10;1pykTbTd25uLwS4/vv98O5te3Gn0nWUFqyQFQVxb3XGjoLocX95B+ICssbdMCn7Jw3azeMox03bi&#10;b7qXoRExhH2GCtoQXCalr1sy6BPriCN3taPBEOHYSD3iFMNNL1/T9E0a7Dg2tOho31L9U96Mgp6+&#10;hi5c8HCy1bm8umr4LNyg1PNy3n2ACDSHf/Gfu9AK1nF9/BJ/gN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HuO8AAAADbAAAADwAAAAAAAAAAAAAAAACYAgAAZHJzL2Rvd25y&#10;ZXYueG1sUEsFBgAAAAAEAAQA9QAAAIU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2"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lzFr4A&#10;AADbAAAADwAAAGRycy9kb3ducmV2LnhtbESPzQrCMBCE74LvEFbwpmlFpFajiCB4EvwpeFyatS02&#10;m9JErW9vBMHjMDPfMMt1Z2rxpNZVlhXE4wgEcW51xYWCy3k3SkA4j6yxtkwK3uRgver3lphq++Ij&#10;PU++EAHCLkUFpfdNKqXLSzLoxrYhDt7NtgZ9kG0hdYuvADe1nETRTBqsOCyU2NC2pPx+ehgFk9hb&#10;ScnloBOZzZtHtr/VfFVqOOg2CxCeOv8P/9p7rWAaw/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pcxa+AAAA2w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3"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JHsQA&#10;AADbAAAADwAAAGRycy9kb3ducmV2LnhtbESPQUvDQBSE74L/YXmCN7uxhFBit6UGhR4KYtpDj4/s&#10;axKbfRt2n236711B8DjMfDPMcj25QV0oxN6zgedZBoq48bbn1sBh//60ABUF2eLgmQzcKMJ6dX+3&#10;xNL6K3/SpZZWpRKOJRroRMZS69h05DDO/EicvJMPDiXJ0Gob8JrK3aDnWVZohz2nhQ5HqjpqzvW3&#10;M5B/HKu84u2r5EXxJW/F7hTqhTGPD9PmBZTQJP/hP3prEzeH3y/p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ICR7EAAAA2w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4"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bsbsQA&#10;AADbAAAADwAAAGRycy9kb3ducmV2LnhtbESP0WrCQBRE3wX/YblC38ymrRSJrqFtKNSnUvUDrtlr&#10;Npq9m2ZXE/36bqHg4zAzZ5hlPthGXKjztWMFj0kKgrh0uuZKwW77MZ2D8AFZY+OYFFzJQ74aj5aY&#10;adfzN102oRIRwj5DBSaENpPSl4Ys+sS1xNE7uM5iiLKrpO6wj3DbyKc0fZEWa44LBlt6N1SeNmer&#10;QAYzHM63taP98af4Ktb92/7WK/UwGV4XIAIN4R7+b39qBbNn+PsSf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7G7EAAAA2w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5"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nGMIA&#10;AADbAAAADwAAAGRycy9kb3ducmV2LnhtbESPT2sCMRTE7wW/Q3iCt5q1SCmrUUQpeBP/QY+vm+dm&#10;dfOyJHHd/famIPQ4zMxvmPmys7VoyYfKsYLJOANBXDhdcangdPx+/wIRIrLG2jEp6CnAcjF4m2Ou&#10;3YP31B5iKRKEQ44KTIxNLmUoDFkMY9cQJ+/ivMWYpC+l9vhIcFvLjyz7lBYrTgsGG1obKm6Hu1Vw&#10;97vf9c/masjY/no+c9ufeKfUaNitZiAidfE//GpvtYLpFP6+p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uWcYwgAAANsAAAAPAAAAAAAAAAAAAAAAAJgCAABkcnMvZG93&#10;bnJldi54bWxQSwUGAAAAAAQABAD1AAAAhw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6"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i/cQA&#10;AADbAAAADwAAAGRycy9kb3ducmV2LnhtbESPQWvCQBSE74L/YXmCN91YrEjqKlbRFsSDaSl4e2af&#10;STD7NmRXE/99VxA8DjPzDTNbtKYUN6pdYVnBaBiBIE6tLjhT8PuzGUxBOI+ssbRMCu7kYDHvdmYY&#10;a9vwgW6Jz0SAsItRQe59FUvp0pwMuqGtiIN3trVBH2SdSV1jE+CmlG9RNJEGCw4LOVa0yim9JFej&#10;YGv3p4n8jNa0+jsm46b9uu+2rFS/1y4/QHhq/Sv8bH9rBeN3eHw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Y4v3EAAAA2wAAAA8AAAAAAAAAAAAAAAAAmAIAAGRycy9k&#10;b3ducmV2LnhtbFBLBQYAAAAABAAEAPUAAACJAw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7"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QAMQA&#10;AADbAAAADwAAAGRycy9kb3ducmV2LnhtbESPQWsCMRSE7wX/Q3gFL6Vma2UpW6OIRfBQBNd6f2ye&#10;m6XJy5Jkdf33TaHQ4zAz3zDL9eisuFKInWcFL7MCBHHjdcetgq/T7vkNREzIGq1nUnCnCOvV5GGJ&#10;lfY3PtK1Tq3IEI4VKjAp9ZWUsTHkMM58T5y9iw8OU5ahlTrgLcOdlfOiKKXDjvOCwZ62hprvenAK&#10;alu+DvZ8PCzM5nD6DPunj/NlUGr6OG7eQSQa03/4r73XChYl/H7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W0ADEAAAA2wAAAA8AAAAAAAAAAAAAAAAAmAIAAGRycy9k&#10;b3ducmV2LnhtbFBLBQYAAAAABAAEAPUAAACJ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8"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0a8QA&#10;AADbAAAADwAAAGRycy9kb3ducmV2LnhtbESPX2vCQBDE3wt+h2OFvtVL/9BK9BS1lPpSJFb6vM2t&#10;udDcXshtY/z2nlDo4zAzv2Hmy8E3qqcu1oEN3E8yUMRlsDVXBg6fb3dTUFGQLTaBycCZIiwXo5s5&#10;5jacuKB+L5VKEI45GnAiba51LB15jJPQEifvGDqPkmRXadvhKcF9ox+y7Fl7rDktOGxp46j82f96&#10;A1+7jUzlu/goYlX3B7d+fG353Zjb8bCagRIa5D/8195aA08vcP2SfoBe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gNGvEAAAA2wAAAA8AAAAAAAAAAAAAAAAAmAIAAGRycy9k&#10;b3ducmV2LnhtbFBLBQYAAAAABAAEAPUAAACJ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9"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r9b8A&#10;AADbAAAADwAAAGRycy9kb3ducmV2LnhtbERPTYvCMBC9C/sfwix4EU0VKUs1ioqCeBHdhcXb2Mw2&#10;XZtJaaLWf28OgsfH+57OW1uJGzW+dKxgOEhAEOdOl1wo+Pne9L9A+ICssXJMCh7kYT776Ewx0+7O&#10;B7odQyFiCPsMFZgQ6kxKnxuy6AeuJo7cn2sshgibQuoG7zHcVnKUJKm0WHJsMFjTylB+OV6tguV/&#10;1SMmV+4s8v60NumvP6dKdT/bxQREoDa8xS/3VisYx7HxS/wBcv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WKv1vwAAANsAAAAPAAAAAAAAAAAAAAAAAJgCAABkcnMvZG93bnJl&#10;di54bWxQSwUGAAAAAAQABAD1AAAAhA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50"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Bo8EA&#10;AADbAAAADwAAAGRycy9kb3ducmV2LnhtbESPT2sCMRTE7wW/Q3hCb92sRUpdjSJCwaN/qufH5rlZ&#10;3bwsm2jSb28KhR6HmfkNs1gl24kHDb51rGBSlCCIa6dbbhR8H7/ePkH4gKyxc0wKfsjDajl6WWCl&#10;XeQ9PQ6hERnCvkIFJoS+ktLXhiz6wvXE2bu4wWLIcmikHjBmuO3ke1l+SIst5wWDPW0M1bfD3Spw&#10;MZlmve3v6RQv9fEqd+mMUanXcVrPQQRK4T/8195qBdMZ/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nQaPBAAAA2w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1"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g8q7wA&#10;AADbAAAADwAAAGRycy9kb3ducmV2LnhtbERPTYvCMBC9C/6HMII3TRUU6RpFBMWLB91lz0MztsVk&#10;Ujqx1n9vDoLHx/teb3vvVEet1IENzKYZKOIi2JpLA3+/h8kKlERkiy4wGXiRwHYzHKwxt+HJF+qu&#10;sVQphCVHA1WMTa61FBV5lGloiBN3C63HmGBbatviM4V7p+dZttQea04NFTa0r6i4Xx/ewGMp6OV4&#10;3nW8KPvAMnfu8G/MeNTvfkBF6uNX/HGfrIFFWp++pB+gN2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5iDyrvAAAANsAAAAPAAAAAAAAAAAAAAAAAJgCAABkcnMvZG93bnJldi54&#10;bWxQSwUGAAAAAAQABAD1AAAAgQ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2"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5DU8QA&#10;AADbAAAADwAAAGRycy9kb3ducmV2LnhtbESPQWsCMRSE74X+h/AK3mpWoa2sRrGVwl5sqRb0+Nw8&#10;N8HNy5JE3f77plDwOMzMN8xs0btWXChE61nBaFiAIK69ttwo+N6+P05AxISssfVMCn4owmJ+fzfD&#10;Uvsrf9FlkxqRIRxLVGBS6kopY23IYRz6jjh7Rx8cpixDI3XAa4a7Vo6L4lk6tJwXDHb0Zqg+bc5O&#10;wdmsD68v1O0/Vx/W2Wpb7SZhr9TgoV9OQSTq0y383660gqcR/H3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eQ1PEAAAA2wAAAA8AAAAAAAAAAAAAAAAAmAIAAGRycy9k&#10;b3ducmV2LnhtbFBLBQYAAAAABAAEAPUAAACJAw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3"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LAMQA&#10;AADbAAAADwAAAGRycy9kb3ducmV2LnhtbESPS4vCQBCE7wv+h6EFbzpRUSQ6ig8E8bCsD/DaybRJ&#10;MNMTMqNGf/3OgrDHoqq+omaLxpTiQbUrLCvo9yIQxKnVBWcKzqdtdwLCeWSNpWVS8CIHi3nra4ax&#10;tk8+0OPoMxEg7GJUkHtfxVK6NCeDrmcr4uBdbW3QB1lnUtf4DHBTykEUjaXBgsNCjhWtc0pvx7tR&#10;sNqsE3u6mOtm9P3+wWGVjPe7RKlOu1lOQXhq/H/4095pBaMB/H0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UiwDEAAAA2w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4"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bSMYA&#10;AADbAAAADwAAAGRycy9kb3ducmV2LnhtbESPW2sCMRSE3wX/QzhCX0rNVmuRrVGKYBHxgpeHPh42&#10;x93o5mTZRF3/vSkUfBxm5htmNGlsKa5Ue+NYwXs3AUGcOW04V3DYz96GIHxA1lg6JgV38jAZt1sj&#10;TLW78Zauu5CLCGGfooIihCqV0mcFWfRdVxFH7+hqiyHKOpe6xluE21L2kuRTWjQcFwqsaFpQdt5d&#10;rAJDRm5+t4vVYb28u+n59PH6s3FKvXSa7y8QgZrwDP+351rBoA9/X+IPkO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QbSMYAAADb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5"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vcUA&#10;AADbAAAADwAAAGRycy9kb3ducmV2LnhtbESPQWvCQBSE70L/w/IKvemmokZTV5FGi5T2YBR6fWRf&#10;k2D2bciuMf33riD0OMzMN8xy3ZtadNS6yrKC11EEgji3uuJCwem4G85BOI+ssbZMCv7IwXr1NFhi&#10;ou2VD9RlvhABwi5BBaX3TSKly0sy6Ea2IQ7er20N+iDbQuoWrwFuajmOopk0WHFYKLGh95Lyc3Yx&#10;Cr6/zNbFk4/FZ3b+SZtZGqfdIlbq5bnfvIHw1Pv/8KO91wqmE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Zu9xQAAANs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6"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rpDcMA&#10;AADbAAAADwAAAGRycy9kb3ducmV2LnhtbESPQWvCQBSE70L/w/KEXkQ3tiTU6ColohZvVcHrI/tM&#10;otm3Ibtq+u/dguBxmJlvmNmiM7W4UesqywrGowgEcW51xYWCw341/ALhPLLG2jIp+CMHi/lbb4ap&#10;tnf+pdvOFyJA2KWooPS+SaV0eUkG3cg2xME72dagD7ItpG7xHuCmlh9RlEiDFYeFEhvKSsovu6tR&#10;kCVyn2AWTzZbe7wM1tn5+mmWSr33u+8pCE+df4Wf7R+tII7h/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rpDcMAAADbAAAADwAAAAAAAAAAAAAAAACYAgAAZHJzL2Rv&#10;d25yZXYueG1sUEsFBgAAAAAEAAQA9QAAAIgDA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7"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YcMA&#10;AADbAAAADwAAAGRycy9kb3ducmV2LnhtbESPS2sCQRCE7wH/w9CCl6CzChFZHUUlgWDIwRdem53e&#10;B+70LDutrv8+EwjkWFTVV9Ri1bla3akNlWcD41ECijjztuLCwOn4MZyBCoJssfZMBp4UYLXsvSww&#10;tf7Be7ofpFARwiFFA6VIk2odspIchpFviKOX+9ahRNkW2rb4iHBX60mSTLXDiuNCiQ1tS8quh5sz&#10;sPk67d5z+u5uu3yLcjlL/voUYwb9bj0HJdTJf/iv/WkNvE3h90v8A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FSYc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8"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9Jg8IA&#10;AADbAAAADwAAAGRycy9kb3ducmV2LnhtbESPzarCMBSE9xd8h3AEd9dUwR+qUUQQBBG0unF3aI5t&#10;tTmpTbT17c2FCy6HmfmGmS9bU4oX1a6wrGDQj0AQp1YXnCk4nza/UxDOI2ssLZOCNzlYLjo/c4y1&#10;bfhIr8RnIkDYxagg976KpXRpTgZd31bEwbva2qAPss6krrEJcFPKYRSNpcGCw0KOFa1zSu/J0yjY&#10;3o6HRL/9Zbw7OGsb4/aP81SpXrddzUB4av03/N/eagWjCfx9CT9A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0mDwgAAANsAAAAPAAAAAAAAAAAAAAAAAJgCAABkcnMvZG93&#10;bnJldi54bWxQSwUGAAAAAAQABAD1AAAAhwMAAAAA&#10;" path="m,1241l,,41,41r,1180l37,1221r-4,4l25,1229r-4,4l17,1233r-8,4l5,1241r-5,xe" fillcolor="#73c0ff" stroked="f">
                    <v:path arrowok="t" o:connecttype="custom" o:connectlocs="0,1241;0,0;41,41;41,1221;37,1221;33,1225;25,1229;21,1233;17,1233;9,1237;5,1241;0,1241" o:connectangles="0,0,0,0,0,0,0,0,0,0,0,0"/>
                  </v:shape>
                  <v:shape id="Freeform 59"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EDL8A&#10;AADbAAAADwAAAGRycy9kb3ducmV2LnhtbERPy4rCMBTdD/gP4QruxtQBB6lGEUFQxEXrY31prm21&#10;uek0sa1/bxYDLg/nvVj1phItNa60rGAyjkAQZ1aXnCs4n7bfMxDOI2usLJOCFzlYLQdfC4y17Tih&#10;NvW5CCHsYlRQeF/HUrqsIINubGviwN1sY9AH2ORSN9iFcFPJnyj6lQZLDg0F1rQpKHukT6PAXzrq&#10;Nrv2mvwl68Mxlfdqb09KjYb9eg7CU+8/4n/3TiuYhrHhS/gB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VAQMvwAAANsAAAAPAAAAAAAAAAAAAAAAAJgCAABkcnMvZG93bnJl&#10;di54bWxQSwUGAAAAAAQABAD1AAAAhAMAAAAA&#10;" path="m,1180l,,44,40r,1112l40,1156r-8,4l28,1160r-4,4l16,1168r-4,4l8,1176r-8,4xe" fillcolor="#76c5ff" stroked="f">
                    <v:path arrowok="t" o:connecttype="custom" o:connectlocs="0,1180;0,0;44,40;44,1152;40,1156;32,1160;28,1160;24,1164;16,1168;12,1172;8,1176;0,1180" o:connectangles="0,0,0,0,0,0,0,0,0,0,0,0"/>
                  </v:shape>
                  <v:shape id="Freeform 60"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MWMMA&#10;AADbAAAADwAAAGRycy9kb3ducmV2LnhtbESPQYvCMBSE78L+h/AWvGm6i7pu1ygiFjwJul68PZpn&#10;W21eShK1+uuNIHgcZuYbZjJrTS0u5HxlWcFXPwFBnFtdcaFg95/1xiB8QNZYWyYFN/Iwm350Jphq&#10;e+UNXbahEBHCPkUFZQhNKqXPSzLo+7Yhjt7BOoMhSldI7fAa4aaW30kykgYrjgslNrQoKT9tz0YB&#10;ro/7e7s4zDM/+Ml0ZXduP14q1f1s538gArXhHX61V1rB8Be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MWMMAAADbAAAADwAAAAAAAAAAAAAAAACYAgAAZHJzL2Rv&#10;d25yZXYueG1sUEsFBgAAAAAEAAQA9QAAAIgDAAAAAA==&#10;" path="m,1112l,,44,40r,1044l36,1088r-4,4l28,1092r-8,4l16,1100r-4,4l4,1108r-4,4xe" fillcolor="#79caff" stroked="f">
                    <v:path arrowok="t" o:connecttype="custom" o:connectlocs="0,1112;0,0;44,40;44,1084;36,1088;32,1092;28,1092;20,1096;16,1100;12,1104;4,1108;0,1112" o:connectangles="0,0,0,0,0,0,0,0,0,0,0,0"/>
                  </v:shape>
                  <v:shape id="Freeform 61"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ixboA&#10;AADbAAAADwAAAGRycy9kb3ducmV2LnhtbERPvQrCMBDeBd8hnOBSNNVBSm0UEQRXq4vb0ZxNsbmU&#10;Jtr69mYQHD++/2I/2la8qfeNYwWrZQqCuHK64VrB7XpaZCB8QNbYOiYFH/Kw300nBebaDXyhdxlq&#10;EUPY56jAhNDlUvrKkEW/dB1x5B6utxgi7GupexxiuG3lOk030mLDscFgR0dD1bN8WQVJSclw4MSd&#10;s87cq88as2SFSs1n42ELItAY/uKf+6wVbOL6+CX+ALn7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07BixboAAADbAAAADwAAAAAAAAAAAAAAAACYAgAAZHJzL2Rvd25yZXYueG1s&#10;UEsFBgAAAAAEAAQA9QAAAH8DAAAAAA==&#10;" path="m,1044l,,41,40r,971l37,1016r-4,4l25,1024r-4,4l17,1032r-8,4l4,1040r-4,4xe" fillcolor="#7cd0ff" stroked="f">
                    <v:path arrowok="t" o:connecttype="custom" o:connectlocs="0,1044;0,0;41,40;41,1011;37,1016;33,1020;25,1024;21,1028;17,1032;9,1036;4,1040;0,1044" o:connectangles="0,0,0,0,0,0,0,0,0,0,0,0"/>
                  </v:shape>
                  <v:shape id="Freeform 62"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s0TsMA&#10;AADbAAAADwAAAGRycy9kb3ducmV2LnhtbESPT4vCMBTE78J+h/AWvGnqIiLVtIiLrKAH65/7o3k2&#10;xealNFmt394sLHgcZuY3zDLvbSPu1PnasYLJOAFBXDpdc6XgfNqM5iB8QNbYOCYFT/KQZx+DJaba&#10;Pbig+zFUIkLYp6jAhNCmUvrSkEU/di1x9K6usxii7CqpO3xEuG3kV5LMpMWa44LBltaGytvx1yrY&#10;7qf7w8/3bVoezu2lKHbFpkKj1PCzXy1ABOrDO/zf3moFswn8fYk/QG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s0TsMAAADbAAAADwAAAAAAAAAAAAAAAACYAgAAZHJzL2Rv&#10;d25yZXYueG1sUEsFBgAAAAAEAAQA9QAAAIgDAAAAAA==&#10;" path="m,971l,,44,41r,894l40,939r-8,4l28,947r-4,4l16,955r-4,4l8,963,,971xe" fillcolor="#80d5ff" stroked="f">
                    <v:path arrowok="t" o:connecttype="custom" o:connectlocs="0,971;0,0;44,41;44,935;40,939;32,943;28,947;24,951;16,955;12,959;8,963;0,971" o:connectangles="0,0,0,0,0,0,0,0,0,0,0,0"/>
                  </v:shape>
                  <v:shape id="Freeform 63"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j8QA&#10;AADbAAAADwAAAGRycy9kb3ducmV2LnhtbESPT4vCMBTE78J+h/AW9qZpPdRuNYosLHgQxD8Hj2+b&#10;Z1ttXkoTa9dPbwTB4zAzv2Fmi97UoqPWVZYVxKMIBHFudcWFgsP+d5iCcB5ZY22ZFPyTg8X8YzDD&#10;TNsbb6nb+UIECLsMFZTeN5mULi/JoBvZhjh4J9sa9EG2hdQt3gLc1HIcRYk0WHFYKLGhn5Lyy+5q&#10;FFw6nW7y+zb+XqfxtUvOf8eimSj19dkvpyA89f4dfrVXWkEyhue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Mo/EAAAA2wAAAA8AAAAAAAAAAAAAAAAAmAIAAGRycy9k&#10;b3ducmV2LnhtbFBLBQYAAAAABAAEAPUAAACJAwAAAAA=&#10;" path="m,894l,,44,40r,814l36,858r-4,4l28,870r-8,4l16,878r-4,4l4,886,,894xe" fillcolor="#83daff" stroked="f">
                    <v:path arrowok="t" o:connecttype="custom" o:connectlocs="0,894;0,0;44,40;44,854;36,858;32,862;28,870;20,874;16,878;12,882;4,886;0,894" o:connectangles="0,0,0,0,0,0,0,0,0,0,0,0"/>
                  </v:shape>
                  <v:shape id="Freeform 64"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jhcEA&#10;AADbAAAADwAAAGRycy9kb3ducmV2LnhtbESP0YrCMBRE3xf8h3AF39ZUBZFqFBEElX3Yqh9waa5N&#10;sbmpTarx7zcLC/s4zMwZZrWJthFP6nztWMFknIEgLp2uuVJwvew/FyB8QNbYOCYFb/KwWQ8+Vphr&#10;9+KCnudQiQRhn6MCE0KbS+lLQxb92LXEybu5zmJIsquk7vCV4LaR0yybS4s1pwWDLe0MlfdzbxXQ&#10;4xG/TwUV1Vaa+CUXx3vvjkqNhnG7BBEohv/wX/ugFcxn8Psl/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u44XBAAAA2wAAAA8AAAAAAAAAAAAAAAAAmAIAAGRycy9kb3du&#10;cmV2LnhtbFBLBQYAAAAABAAEAPUAAACGAwAAAAA=&#10;" path="m,814l,,41,40r,730l37,774r-4,4l25,786r-4,4l17,798r-9,4l4,806,,814xe" fillcolor="#86dfff" stroked="f">
                    <v:path arrowok="t" o:connecttype="custom" o:connectlocs="0,814;0,0;41,40;41,770;37,774;33,778;25,786;21,790;17,798;8,802;4,806;0,814" o:connectangles="0,0,0,0,0,0,0,0,0,0,0,0"/>
                  </v:shape>
                  <v:shape id="Freeform 65"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iMAA&#10;AADbAAAADwAAAGRycy9kb3ducmV2LnhtbESPQYvCMBCF7wv+hzDC3tZU2VWppkUEwauuoMexGdNi&#10;M6lNrPXfbwRhj48373vzlnlva9FR6yvHCsajBARx4XTFRsHhd/M1B+EDssbaMSl4koc8G3wsMdXu&#10;wTvq9sGICGGfooIyhCaV0hclWfQj1xBH7+JaiyHK1kjd4iPCbS0nSTKVFiuODSU2tC6puO7vNr5x&#10;1D9+po3RibOHE59voetvSn0O+9UCRKA+/B+/01utYPoNry0RAD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MiMAAAADbAAAADwAAAAAAAAAAAAAAAACYAgAAZHJzL2Rvd25y&#10;ZXYueG1sUEsFBgAAAAAEAAQA9QAAAIUDAAAAAA==&#10;" path="m,730l,,44,41r,636l40,685r-8,4l28,697r-4,8l16,709r-4,9l8,722,,730xe" fillcolor="#89e4ff" stroked="f">
                    <v:path arrowok="t" o:connecttype="custom" o:connectlocs="0,730;0,0;44,41;44,677;40,685;32,689;28,697;24,705;16,709;12,718;8,722;0,730" o:connectangles="0,0,0,0,0,0,0,0,0,0,0,0"/>
                  </v:shape>
                  <v:shape id="Freeform 66"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osrMAA&#10;AADbAAAADwAAAGRycy9kb3ducmV2LnhtbESP0YrCMBRE34X9h3AX9k2TVRSpRnFFYR+19gOuzbUt&#10;Njclidr9+40g+DjMzBlmue5tK+7kQ+NYw/dIgSAunWm40lCc9sM5iBCRDbaOScMfBVivPgZLzIx7&#10;8JHueaxEgnDIUEMdY5dJGcqaLIaR64iTd3HeYkzSV9J4fCS4beVYqZm02HBaqLGjbU3lNb/ZRJng&#10;/PBzbs6+MLmatHmh/G2n9ddnv1mAiNTHd/jV/jUaZlN4fk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osrMAAAADbAAAADwAAAAAAAAAAAAAAAACYAgAAZHJzL2Rvd25y&#10;ZXYueG1sUEsFBgAAAAAEAAQA9QAAAIUDAAAAAA==&#10;" path="m,636l,,44,40r,540l36,588r-4,8l28,604r-4,4l16,616r-4,8l4,632,,636xe" fillcolor="#8ceaff" stroked="f">
                    <v:path arrowok="t" o:connecttype="custom" o:connectlocs="0,636;0,0;44,40;44,580;36,588;32,596;28,604;24,608;16,616;12,624;4,632;0,636" o:connectangles="0,0,0,0,0,0,0,0,0,0,0,0"/>
                  </v:shape>
                  <v:shape id="Freeform 67"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yxAsMA&#10;AADbAAAADwAAAGRycy9kb3ducmV2LnhtbESPwWrDMBBE74X8g9hCb7WcHtzgRAmh0NKSU51AyG2x&#10;NpaJtXIkxXb+vioUehxm5g2z2ky2EwP50DpWMM9yEMS10y03Cg779+cFiBCRNXaOScGdAmzWs4cV&#10;ltqN/E1DFRuRIBxKVGBi7EspQ23IYshcT5y8s/MWY5K+kdrjmOC2ky95XkiLLacFgz29Gaov1c0q&#10;2Jnhw+++7tXxdqJXP86vkQmVenqctksQkab4H/5rf2oFRQG/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yxAs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8"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v8UA&#10;AADbAAAADwAAAGRycy9kb3ducmV2LnhtbESPW2vCQBSE3wv+h+UIfSm6aRGVmFW0UqgvFS+gvh2y&#10;JxfMno3ZNab/vlso9HGY+WaYZNGZSrTUuNKygtdhBII4tbrkXMHx8DGYgnAeWWNlmRR8k4PFvPeU&#10;YKztg3fU7n0uQgm7GBUU3texlC4tyKAb2po4eJltDPogm1zqBh+h3FTyLYrG0mDJYaHAmt4LSq/7&#10;u1EwXlYn/HLr1aG93V8255G8bClT6rnfLWcgPHX+P/xHf+rATeD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39K/xQAAANsAAAAPAAAAAAAAAAAAAAAAAJgCAABkcnMv&#10;ZG93bnJldi54bWxQSwUGAAAAAAQABAD1AAAAigMAAAAA&#10;" path="m,435l,,44,40r,319l40,367r-4,12l28,387r-4,8l20,407r-8,8l8,427,,435xe" fillcolor="#92f4ff" stroked="f">
                    <v:path arrowok="t" o:connecttype="custom" o:connectlocs="0,435;0,0;44,40;44,359;40,367;36,379;28,387;24,395;20,407;12,415;8,427;0,435" o:connectangles="0,0,0,0,0,0,0,0,0,0,0,0"/>
                  </v:shape>
                  <v:shape id="Freeform 69"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xIvMIA&#10;AADbAAAADwAAAGRycy9kb3ducmV2LnhtbERPy4rCMBTdC/5DuANuRNMZQaQaZRAcBsWFjq/ZXZo7&#10;bbG5KUm09e/NQpjl4bxni9ZU4k7Ol5YVvA8TEMSZ1SXnCg4/q8EEhA/IGivLpOBBHhbzbmeGqbYN&#10;7+i+D7mIIexTVFCEUKdS+qwgg35oa+LI/VlnMETocqkdNjHcVPIjScbSYMmxocCalgVl1/3NKNi0&#10;2fH0df5d98+7UeI2E9uE7UWp3lv7OQURqA3/4pf7WysYx7HxS/w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Ei8wgAAANsAAAAPAAAAAAAAAAAAAAAAAJgCAABkcnMvZG93&#10;bnJldi54bWxQSwUGAAAAAAQABAD1AAAAhwMAAAAA&#10;" path="m,319l,,44,41r,177l40,230r-8,16l28,258r-4,12l16,283r-4,12l8,307,,319xe" fillcolor="#95f9ff" stroked="f">
                    <v:path arrowok="t" o:connecttype="custom" o:connectlocs="0,319;0,0;44,41;44,218;40,230;32,246;28,258;24,270;16,283;12,295;8,307;0,319" o:connectangles="0,0,0,0,0,0,0,0,0,0,0,0"/>
                  </v:shape>
                  <v:shape id="Freeform 70"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GGz78A&#10;AADbAAAADwAAAGRycy9kb3ducmV2LnhtbESPzQrCMBCE74LvEFbwpqkeRKtRRFA8FMSfg8elWdti&#10;sylNWuvbG0HwOMzMN8xq05lStFS7wrKCyTgCQZxaXXCm4Hbdj+YgnEfWWFomBW9ysFn3eyuMtX3x&#10;mdqLz0SAsItRQe59FUvp0pwMurGtiIP3sLVBH2SdSV3jK8BNKadRNJMGCw4LOVa0yyl9XhqjIEld&#10;cmzu72Z/mDR04kQu2u6h1HDQbZcgPHX+H/61j1rBbAHf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YbPvwAAANsAAAAPAAAAAAAAAAAAAAAAAJgCAABkcnMvZG93bnJl&#10;di54bWxQSwUGAAAAAAQABAD1AAAAhAMAAAAA&#10;" path="m,177l,,41,40,37,56,33,72,29,92r-4,17l16,129r-4,16l4,161,,177xe" fillcolor="#9ff" stroked="f">
                    <v:path arrowok="t" o:connecttype="custom" o:connectlocs="0,177;0,0;41,40;37,56;33,72;29,92;25,109;16,129;12,145;4,161;0,177" o:connectangles="0,0,0,0,0,0,0,0,0,0,0"/>
                  </v:shape>
                  <v:shape id="Freeform 71"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0rcMA&#10;AADbAAAADwAAAGRycy9kb3ducmV2LnhtbERPTWvCQBC9F/wPywi9iG7sobWpa2gFwYIHY8Veh+yY&#10;RLOzIbuaxF/vHgSPj/c9TzpTiSs1rrSsYDqJQBBnVpecK9j/rcYzEM4ja6wsk4KeHCSLwcscY21b&#10;Tum687kIIexiVFB4X8dSuqwgg25ia+LAHW1j0AfY5FI32IZwU8m3KHqXBksODQXWtCwoO+8uRkF2&#10;Skf/x1l/22/8ci23n5fD789Iqddh9/0FwlPnn+KHe60VfIT14Uv4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y0rcMAAADbAAAADwAAAAAAAAAAAAAAAACYAgAAZHJzL2Rv&#10;d25yZXYueG1sUEsFBgAAAAAEAAQA9QAAAIgDAAAAAA==&#10;" path="m584,157l512,,,,,189r512,l439,36,584,157,709,,512,r72,157xe" stroked="f">
                    <v:path arrowok="t" o:connecttype="custom" o:connectlocs="584,157;512,0;0,0;0,189;512,189;439,36;584,157;709,0;512,0;584,157" o:connectangles="0,0,0,0,0,0,0,0,0,0"/>
                  </v:shape>
                  <v:shape id="Freeform 72"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ClScUA&#10;AADbAAAADwAAAGRycy9kb3ducmV2LnhtbESPQWvCQBSE74X+h+UJvZS6sYcq0VVsQPDQS6NCentm&#10;n9lg9m3IrjH++64geBxm5htmsRpsI3rqfO1YwWScgCAuna65UrDfbT5mIHxA1tg4JgU38rBavr4s&#10;MNXuyr/U56ESEcI+RQUmhDaV0peGLPqxa4mjd3KdxRBlV0nd4TXCbSM/k+RLWqw5LhhsKTNUnvOL&#10;VbD9Nrd19l4cZFH0+HP8y/PpKVPqbTSs5yACDeEZfrS3WsF0Avcv8Q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KVJ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3"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9NMUA&#10;AADbAAAADwAAAGRycy9kb3ducmV2LnhtbESPQWvCQBSE7wX/w/KEXopuGlBL6ioSKAptD429eHtm&#10;X5Ng9m3YXZP4791CocdhZr5h1tvRtKIn5xvLCp7nCQji0uqGKwXfx7fZCwgfkDW2lknBjTxsN5OH&#10;NWbaDvxFfREqESHsM1RQh9BlUvqyJoN+bjvi6P1YZzBE6SqpHQ4RblqZJslSGmw4LtTYUV5TeSmu&#10;RsHJFWaVHz/3h2UYPZ9u56fFx7tSj9Nx9woi0Bj+w3/tg1awSuH3S/w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gH00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4"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xMkcUA&#10;AADbAAAADwAAAGRycy9kb3ducmV2LnhtbESPzWoCQRCE7wHfYWjBS4i9GkjCxlH8QRLwpAmE3Jqd&#10;zu7oTs+yM+rq02cCQo5FVX1FTWadq9WJ22C9aBgNM1AshTdWSg2fH+uHF1AhkhiqvbCGCweYTXt3&#10;E8qNP8uWT7tYqgSRkJOGKsYmRwxFxY7C0DcsyfvxraOYZFuiaemc4K7GcZY9oSMraaGihpcVF4fd&#10;0Wl4QzyK3yxwtNjcf9lvu9ru8ar1oN/NX0FF7uJ/+NZ+NxqeH+HvS/oBOP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jEyR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5"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cv8QA&#10;AADbAAAADwAAAGRycy9kb3ducmV2LnhtbESPzW7CMBCE70h9B2srcStOK35TnKhCoHLgAqX3VbzE&#10;UeN1GhuS8vQYqRLH0cx8o1nmva3FhVpfOVbwOkpAEBdOV1wqOH5tXuYgfEDWWDsmBX/kIc+eBktM&#10;tet4T5dDKEWEsE9RgQmhSaX0hSGLfuQa4uidXGsxRNmWUrfYRbit5VuSTKXFiuOCwYZWhoqfw9kq&#10;+F748YSP8+mn2f1OrtStC31dKzV87j/eQQTqwyP8395qBbMx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hnL/EAAAA2wAAAA8AAAAAAAAAAAAAAAAAmAIAAGRycy9k&#10;b3ducmV2LnhtbFBLBQYAAAAABAAEAPUAAACJAwAAAAA=&#10;" path="m,68r32,69l1636,1656r129,-137l161,r28,68l,68r,41l32,137,,68xe" stroked="f">
                    <v:path arrowok="t" o:connecttype="custom" o:connectlocs="0,68;32,137;1636,1656;1765,1519;161,0;189,68;0,68;0,109;32,137;0,68" o:connectangles="0,0,0,0,0,0,0,0,0,0"/>
                  </v:shape>
                  <v:shape id="Freeform 76"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JOsMA&#10;AADbAAAADwAAAGRycy9kb3ducmV2LnhtbESPT2sCMRTE7wW/Q3iCt5ptxSpbo4hQ8OBFK54fm9fs&#10;0s3Lusn+/fRGKPQ4zMxvmM2ut6VoqfaFYwVv8wQEceZ0wUbB9fvrdQ3CB2SNpWNSMJCH3XbyssFU&#10;u47P1F6CERHCPkUFeQhVKqXPcrLo564ijt6Pqy2GKGsjdY1dhNtSvifJh7RYcFzIsaJDTtnvpbEK&#10;xuamD/f2ak6mHcflsCi6UzMoNZv2+08QgfrwH/5rH7WC1RKeX+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pJOsMAAADbAAAADwAAAAAAAAAAAAAAAACYAgAAZHJzL2Rv&#10;d25yZXYueG1sUEsFBgAAAAAEAAQA9QAAAIgDAAAAAA==&#10;" path="m97,l,97,,2047r189,l189,97,97,190,97,,,,,97,97,xe" stroked="f">
                    <v:path arrowok="t" o:connecttype="custom" o:connectlocs="97,0;0,97;0,2047;189,2047;189,97;97,190;97,0;0,0;0,97;97,0" o:connectangles="0,0,0,0,0,0,0,0,0,0"/>
                  </v:shape>
                  <v:shape id="Freeform 77"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UI8QA&#10;AADbAAAADwAAAGRycy9kb3ducmV2LnhtbESPQWvCQBSE7wX/w/KE3pqNQtMSXUWkBSmhEK3k+sg+&#10;k2D2bdhdY/rvu4VCj8PMfMOst5PpxUjOd5YVLJIUBHFtdceNgq/T+9MrCB+QNfaWScE3edhuZg9r&#10;zLW9c0njMTQiQtjnqKANYcil9HVLBn1iB+LoXawzGKJ0jdQO7xFuerlM00wa7DgutDjQvqX6erwZ&#10;BeXzUNRvu2z5ea7cWJ0w8774UOpxPu1WIAJN4T/81z5oBS8Z/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mFCP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8"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dV8MA&#10;AADbAAAADwAAAGRycy9kb3ducmV2LnhtbESPQWvCQBSE7wX/w/KE3nSjlFpSN8FoLYKnqr2/Zp9J&#10;6u7bkN3G9N93BaHHYWa+YZb5YI3oqfONYwWzaQKCuHS64UrB6bidvIDwAVmjcUwKfslDno0elphq&#10;d+UP6g+hEhHCPkUFdQhtKqUva7Lop64ljt7ZdRZDlF0ldYfXCLdGzpPkWVpsOC7U2NK6pvJy+LEK&#10;qOjn3++rr13xVLzxxmw/3f5slHocD6tXEIGG8B++t3dawWIBty/xB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JdV8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9"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kG7sA&#10;AADbAAAADwAAAGRycy9kb3ducmV2LnhtbERPSwrCMBDdC94hjOBGbKoLlWoUEQRxZ/UAYzM2xWZS&#10;mljr7c1CcPl4/82ut7XoqPWVYwWzJAVBXDhdcangdj1OVyB8QNZYOyYFH/Kw2w4HG8y0e/OFujyU&#10;Ioawz1CBCaHJpPSFIYs+cQ1x5B6utRgibEupW3zHcFvLeZoupMWKY4PBhg6Gimf+sgry193owk2k&#10;7+x5f5V8DsvDQqnxqN+vQQTqw1/8c5+0gmUcG7/EHyC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yfJBu7AAAA2wAAAA8AAAAAAAAAAAAAAAAAmAIAAGRycy9kb3ducmV2Lnht&#10;bFBLBQYAAAAABAAEAPUAAACAAwAAAAA=&#10;" path="m657,l584,32,,705,145,830,729,157r-72,32l657,,612,,584,32,657,xe" stroked="f">
                    <v:path arrowok="t" o:connecttype="custom" o:connectlocs="657,0;584,32;0,705;145,830;729,157;657,189;657,0;612,0;584,32;657,0" o:connectangles="0,0,0,0,0,0,0,0,0,0"/>
                  </v:shape>
                  <v:shape id="Freeform 80"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6McIA&#10;AADbAAAADwAAAGRycy9kb3ducmV2LnhtbESPzWrDMBCE74W+g9hCbonc5reulRBKAs2tdULOi7Wx&#10;jK2VkdTEefuqUOhxmJlvmGIz2E5cyYfGsYLnSQaCuHK64VrB6bgfr0CEiKyxc0wK7hRgs358KDDX&#10;7sZfdC1jLRKEQ44KTIx9LmWoDFkME9cTJ+/ivMWYpK+l9nhLcNvJlyxbSIsNpwWDPb0bqtry2yq4&#10;HA61b+afu7N3spy5dro1npUaPQ3bNxCRhvgf/mt/aAXLV/j9kn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HoxwgAAANsAAAAPAAAAAAAAAAAAAAAAAJgCAABkcnMvZG93&#10;bnJldi54bWxQSwUGAAAAAAQABAD1AAAAhwMAAAAA&#10;" path="m,1950l,,32,r,1979l,1950xe" fillcolor="blue" stroked="f">
                    <v:path arrowok="t" o:connecttype="custom" o:connectlocs="0,1950;0,0;32,0;32,1979;0,1950" o:connectangles="0,0,0,0,0"/>
                  </v:shape>
                  <v:shape id="Freeform 81"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c9sIA&#10;AADbAAAADwAAAGRycy9kb3ducmV2LnhtbERPTWsCMRC9F/ofwhR6KTWrQpHVKFUsVVCk6sXbdDNu&#10;tt1MliRd139vDgWPj/c9mXW2Fi35UDlW0O9lIIgLpysuFRwPH68jECEia6wdk4IrBZhNHx8mmGt3&#10;4S9q97EUKYRDjgpMjE0uZSgMWQw91xAn7uy8xZigL6X2eEnhtpaDLHuTFitODQYbWhgqfvd/VsFg&#10;03z+mOFLtVx/n8n7bVuf5julnp+69zGISF28i//dK61glNanL+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Jz2wgAAANsAAAAPAAAAAAAAAAAAAAAAAJgCAABkcnMvZG93&#10;bnJldi54bWxQSwUGAAAAAAQABAD1AAAAhwMAAAAA&#10;" path="m,1979l,,32,r,2011l,1979xe" fillcolor="#0305ff" stroked="f">
                    <v:path arrowok="t" o:connecttype="custom" o:connectlocs="0,1979;0,0;32,0;32,2011;0,1979" o:connectangles="0,0,0,0,0"/>
                  </v:shape>
                  <v:shape id="Freeform 82"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yDiMMA&#10;AADbAAAADwAAAGRycy9kb3ducmV2LnhtbESPQWvCQBSE74L/YXlCb7rRQyvRVaqgLYJgbQ8en9ln&#10;Epr3NuxuY/rvu4VCj8PMN8Ms1z03qiMfaicGppMMFEnhbC2lgY/33XgOKkQUi40TMvBNAdar4WCJ&#10;uXV3eaPuHEuVSiTkaKCKsc21DkVFjGHiWpLk3ZxnjEn6UluP91TOjZ5l2aNmrCUtVNjStqLi8/zF&#10;Bub8csX9acOHXWf58uSOJ384GvMw6p8XoCL18T/8R7/axE3h90v6A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yDiMMAAADbAAAADwAAAAAAAAAAAAAAAACYAgAAZHJzL2Rv&#10;d25yZXYueG1sUEsFBgAAAAAEAAQA9QAAAIgDAAAAAA==&#10;" path="m,2011l,,32,r,2039l,2011xe" fillcolor="#060aff" stroked="f">
                    <v:path arrowok="t" o:connecttype="custom" o:connectlocs="0,2011;0,0;32,0;32,2039;0,2011" o:connectangles="0,0,0,0,0"/>
                  </v:shape>
                  <v:shape id="Freeform 83"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74OMUA&#10;AADbAAAADwAAAGRycy9kb3ducmV2LnhtbESPT4vCMBTE74LfITxhb2uq4iLVKKIsePDgv4PHZ/Ns&#10;q81LbbJt109vFhY8DjPzG2a2aE0haqpcblnBoB+BIE6szjlVcDp+f05AOI+ssbBMCn7JwWLe7cww&#10;1rbhPdUHn4oAYRejgsz7MpbSJRkZdH1bEgfvaiuDPsgqlbrCJsBNIYdR9CUN5hwWMixplVFyP/wY&#10;BY/npW5u68F4lOhdszvr7f7x3Cr10WuXUxCeWv8O/7c3WsFkCH9fw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vg4xQAAANsAAAAPAAAAAAAAAAAAAAAAAJgCAABkcnMv&#10;ZG93bnJldi54bWxQSwUGAAAAAAQABAD1AAAAigMAAAAA&#10;" path="m,2039l,,33,r,2071l,2039xe" fillcolor="#090fff" stroked="f">
                    <v:path arrowok="t" o:connecttype="custom" o:connectlocs="0,2039;0,0;33,0;33,2071;0,2039" o:connectangles="0,0,0,0,0"/>
                  </v:shape>
                  <v:shape id="Freeform 84"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5KMQA&#10;AADbAAAADwAAAGRycy9kb3ducmV2LnhtbESPzWrDMBCE74G+g9hCb7XsNiTGjWxCStPcQpyf88ba&#10;2KbWylhq4r59VSjkOMzMN8yiGE0nrjS41rKCJIpBEFdWt1wrOOw/nlMQziNr7CyTgh9yUOQPkwVm&#10;2t54R9fS1yJA2GWooPG+z6R0VUMGXWR74uBd7GDQBznUUg94C3DTyZc4nkmDLYeFBntaNVR9ld9G&#10;wXm91pfpe4Lb6Wfr5ybpTpv0qNTT47h8A+Fp9Pfwf3ujFaSv8Pcl/A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a+SjEAAAA2wAAAA8AAAAAAAAAAAAAAAAAmAIAAGRycy9k&#10;b3ducmV2LnhtbFBLBQYAAAAABAAEAPUAAACJAwAAAAA=&#10;" path="m,2071l,,32,r,2099l,2071xe" fillcolor="#0c14ff" stroked="f">
                    <v:path arrowok="t" o:connecttype="custom" o:connectlocs="0,2071;0,0;32,0;32,2099;0,2071" o:connectangles="0,0,0,0,0"/>
                  </v:shape>
                  <v:shape id="Freeform 85"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3nr8MA&#10;AADbAAAADwAAAGRycy9kb3ducmV2LnhtbESPzWrDMBCE74W+g9hCLiWRbUpr3CgmPwRCc2qcB1ik&#10;rW1irYylxM7bR4VCj8PMfMMsy8l24kaDbx0rSBcJCGLtTMu1gnO1n+cgfEA22DkmBXfyUK6en5ZY&#10;GDfyN91OoRYRwr5ABU0IfSGl1w1Z9AvXE0fvxw0WQ5RDLc2AY4TbTmZJ8i4tthwXGuxp25C+nK5W&#10;wfbr9T66DHVaHT8u3THTG9xppWYv0/oTRKAp/If/2gejIH+D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3nr8MAAADbAAAADwAAAAAAAAAAAAAAAACYAgAAZHJzL2Rv&#10;d25yZXYueG1sUEsFBgAAAAAEAAQA9QAAAIgDAAAAAA==&#10;" path="m,2099l,,32,r,2132l,2099xe" fillcolor="#0f1aff" stroked="f">
                    <v:path arrowok="t" o:connecttype="custom" o:connectlocs="0,2099;0,0;32,0;32,2132;0,2099" o:connectangles="0,0,0,0,0"/>
                  </v:shape>
                  <v:shape id="Freeform 86"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2sQA&#10;AADbAAAADwAAAGRycy9kb3ducmV2LnhtbESPT2sCMRTE74V+h/AKvdWkQkVWo5TSinqQrnro8XXz&#10;uru4eVk22X/f3ggFj8PM/IZZrgdbiY4aXzrW8DpRIIgzZ0rONZxPXy9zED4gG6wck4aRPKxXjw9L&#10;TIzrOaXuGHIRIewT1FCEUCdS+qwgi37iauLo/bnGYoiyyaVpsI9wW8mpUjNpseS4UGBNHwVll2Nr&#10;NfhPSTvcqMOm+rnsU/X7fRrbXOvnp+F9ASLQEO7h//bWaJi/we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v2trEAAAA2wAAAA8AAAAAAAAAAAAAAAAAmAIAAGRycy9k&#10;b3ducmV2LnhtbFBLBQYAAAAABAAEAPUAAACJAwAAAAA=&#10;" path="m,2132l,,32,r,2164l,2132xe" fillcolor="#121fff" stroked="f">
                    <v:path arrowok="t" o:connecttype="custom" o:connectlocs="0,2132;0,0;32,0;32,2164;0,2132" o:connectangles="0,0,0,0,0"/>
                  </v:shape>
                  <v:shape id="Freeform 87"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KDsUA&#10;AADbAAAADwAAAGRycy9kb3ducmV2LnhtbESPQWuDQBCF74H+h2UKvSVrcgipySohIPbiobZQehvc&#10;iRrdWeOuie2v7xYKPT7evO/NO6Sz6cWNRtdaVrBeRSCIK6tbrhW8v2XLHQjnkTX2lknBFzlIk4fF&#10;AWNt7/xKt9LXIkDYxaig8X6IpXRVQwbdyg7EwTvb0aAPcqylHvEe4KaXmyjaSoMth4YGBzo1VHXl&#10;ZMIbmZF5Z76L50tZFB/XqfjMcq/U0+N83IPwNPv/47/0i1aw28LvlgA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BAoOxQAAANsAAAAPAAAAAAAAAAAAAAAAAJgCAABkcnMv&#10;ZG93bnJldi54bWxQSwUGAAAAAAQABAD1AAAAigMAAAAA&#10;" path="m,2164l,,29,r,2192l,2164xe" fillcolor="#1524ff" stroked="f">
                    <v:path arrowok="t" o:connecttype="custom" o:connectlocs="0,2164;0,0;29,0;29,2192;0,2164" o:connectangles="0,0,0,0,0"/>
                  </v:shape>
                  <v:shape id="Freeform 88"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4wmsEA&#10;AADbAAAADwAAAGRycy9kb3ducmV2LnhtbESPQYvCMBSE7wv+h/AEb2uqB7dUo4iyoHhYtgpen80z&#10;LTYvpcnW+u+NIOxxmJlvmMWqt7XoqPWVYwWTcQKCuHC6YqPgdPz+TEH4gKyxdkwKHuRhtRx8LDDT&#10;7s6/1OXBiAhhn6GCMoQmk9IXJVn0Y9cQR+/qWoshytZI3eI9wm0tp0kykxYrjgslNrQpqbjlf1bB&#10;9nCe/FDTUbA+LS7Th0n2uVFqNOzXcxCB+vAffrd3WkH6Ba8v8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eMJrBAAAA2wAAAA8AAAAAAAAAAAAAAAAAmAIAAGRycy9kb3du&#10;cmV2LnhtbFBLBQYAAAAABAAEAPUAAACGAwAAAAA=&#10;" path="m,2192l,,32,r,2224l,2192xe" fillcolor="#1829ff" stroked="f">
                    <v:path arrowok="t" o:connecttype="custom" o:connectlocs="0,2192;0,0;32,0;32,2224;0,2192" o:connectangles="0,0,0,0,0"/>
                  </v:shape>
                  <v:shape id="Freeform 89"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Fd+cEA&#10;AADbAAAADwAAAGRycy9kb3ducmV2LnhtbERPy2oCMRTdF/yHcIXuasZSRKZGsUIf6GpUiu6ukzuT&#10;oZObIUl1/HuzEFweznu26G0rzuRD41jBeJSBIC6dbrhWsN99vkxBhIissXVMCq4UYDEfPM0w1+7C&#10;BZ23sRYphEOOCkyMXS5lKA1ZDCPXESeuct5iTNDXUnu8pHDbytcsm0iLDacGgx2tDJV/23+rgPfH&#10;8vRVrT90sTHx+5cOReXflHoe9st3EJH6+BDf3T9awTSNTV/SD5D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xXfnBAAAA2wAAAA8AAAAAAAAAAAAAAAAAmAIAAGRycy9kb3du&#10;cmV2LnhtbFBLBQYAAAAABAAEAPUAAACGAwAAAAA=&#10;" path="m,2224l,,32,r,2252l,2224xe" fillcolor="#1c2eff" stroked="f">
                    <v:path arrowok="t" o:connecttype="custom" o:connectlocs="0,2224;0,0;32,0;32,2252;0,2224" o:connectangles="0,0,0,0,0"/>
                  </v:shape>
                  <v:shape id="Freeform 90"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3z8MA&#10;AADbAAAADwAAAGRycy9kb3ducmV2LnhtbESPQWvCQBSE7wX/w/IK3uqmPbQ2ukoNtPaqVtHbI/tM&#10;YrNvQ/Zp4r93hUKPw8x8w0znvavVhdpQeTbwPEpAEefeVlwY+Nl8Po1BBUG2WHsmA1cKMJ8NHqaY&#10;Wt/xii5rKVSEcEjRQCnSpFqHvCSHYeQb4ugdfetQomwLbVvsItzV+iVJXrXDiuNCiQ1lJeW/67Mz&#10;kG2X2eFraRdy0vtOdgHfTh6NGT72HxNQQr38h//a39bA+B3uX+IP0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q3z8MAAADbAAAADwAAAAAAAAAAAAAAAACYAgAAZHJzL2Rv&#10;d25yZXYueG1sUEsFBgAAAAAEAAQA9QAAAIgDAAAAAA==&#10;" path="m,2252l,,32,r,2285l,2252xe" fillcolor="#1f34ff" stroked="f">
                    <v:path arrowok="t" o:connecttype="custom" o:connectlocs="0,2252;0,0;32,0;32,2285;0,2252" o:connectangles="0,0,0,0,0"/>
                  </v:shape>
                  <v:shape id="Freeform 91"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2xMIA&#10;AADbAAAADwAAAGRycy9kb3ducmV2LnhtbERPz2vCMBS+D/wfwhN2m2kdjFqNMjYET47VKnh7a97a&#10;rslLaaJ2//1yGHj8+H6vNqM14kqDbx0rSGcJCOLK6ZZrBeVh+5SB8AFZo3FMCn7Jw2Y9eVhhrt2N&#10;P+lahFrEEPY5KmhC6HMpfdWQRT9zPXHkvt1gMUQ41FIPeIvh1sh5krxIiy3HhgZ7emuo6oqLVXA2&#10;ycdPZfZzZ4/Z6X3xVT6nvlPqcTq+LkEEGsNd/O/eaQWLuD5+i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zbEwgAAANsAAAAPAAAAAAAAAAAAAAAAAJgCAABkcnMvZG93&#10;bnJldi54bWxQSwUGAAAAAAQABAD1AAAAhwMAAAAA&#10;" path="m,2285l,,33,r,2313l,2285xe" fillcolor="#2239ff" stroked="f">
                    <v:path arrowok="t" o:connecttype="custom" o:connectlocs="0,2285;0,0;33,0;33,2313;0,2285" o:connectangles="0,0,0,0,0"/>
                  </v:shape>
                  <v:shape id="Freeform 92"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1wTsUA&#10;AADbAAAADwAAAGRycy9kb3ducmV2LnhtbESPQWvCQBSE70L/w/IK3nSjB6vRVUpp0WIPmhbx+Jp9&#10;zabNvg3ZNcZ/3xUEj8N8M8MsVp2tREuNLx0rGA0TEMS50yUXCr4+3wZTED4ga6wck4ILeVgtH3oL&#10;TLU7857aLBQilrBPUYEJoU6l9Lkhi37oauLo/bjGYoiyKaRu8BzLbSXHSTKRFkuOCwZrejGU/2Un&#10;q+Cp+DDbw+79sFm/Hr+TXz1uI6lU/7F7noMI1IU7fEtvtILZCK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XBOxQAAANsAAAAPAAAAAAAAAAAAAAAAAJgCAABkcnMv&#10;ZG93bnJldi54bWxQSwUGAAAAAAQABAD1AAAAigMAAAAA&#10;" path="m,2313l,,32,r,2345l,2313xe" fillcolor="#253eff" stroked="f">
                    <v:path arrowok="t" o:connecttype="custom" o:connectlocs="0,2313;0,0;32,0;32,2345;0,2313" o:connectangles="0,0,0,0,0"/>
                  </v:shape>
                  <v:shape id="Freeform 93"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HhcAA&#10;AADbAAAADwAAAGRycy9kb3ducmV2LnhtbESPT4vCMBTE7wt+h/CEva2p4opWo4iw4NU/CN4ezbOp&#10;Ni+lybbZb28WBI/DzPyGWW2irUVHra8cKxiPMhDEhdMVlwrOp5+vOQgfkDXWjknBH3nYrAcfK8y1&#10;6/lA3TGUIkHY56jAhNDkUvrCkEU/cg1x8m6utRiSbEupW+wT3NZykmUzabHitGCwoZ2h4nH8tQq6&#10;aZw5rO7d9/3imquZy8i9VOpzGLdLEIFieIdf7b1WsJjA/5f0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fHhcAAAADbAAAADwAAAAAAAAAAAAAAAACYAgAAZHJzL2Rvd25y&#10;ZXYueG1sUEsFBgAAAAAEAAQA9QAAAIUDAAAAAA==&#10;" path="m,2345l,,32,r,2373l,2345xe" fillcolor="#2843ff" stroked="f">
                    <v:path arrowok="t" o:connecttype="custom" o:connectlocs="0,2345;0,0;32,0;32,2373;0,2345" o:connectangles="0,0,0,0,0"/>
                  </v:shape>
                  <v:shape id="Freeform 94"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pU8QA&#10;AADbAAAADwAAAGRycy9kb3ducmV2LnhtbESPQWvCQBSE7wX/w/IEL6VuakFrdJWqVLwaLfT4zD6T&#10;aPZtyK4m+uvdgtDjMDPfMNN5a0pxpdoVlhW89yMQxKnVBWcK9rvvt08QziNrLC2Tghs5mM86L1OM&#10;tW14S9fEZyJA2MWoIPe+iqV0aU4GXd9WxME72tqgD7LOpK6xCXBTykEUDaXBgsNCjhUtc0rPycUo&#10;eE3K39FqtV7ctv7H7c3hlC2bu1K9bvs1AeGp9f/hZ3ujFYw/4O9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0KVPEAAAA2wAAAA8AAAAAAAAAAAAAAAAAmAIAAGRycy9k&#10;b3ducmV2LnhtbFBLBQYAAAAABAAEAPUAAACJAwAAAAA=&#10;" path="m,2373l,,32,r,2406l,2373xe" fillcolor="#2b48ff" stroked="f">
                    <v:path arrowok="t" o:connecttype="custom" o:connectlocs="0,2373;0,0;32,0;32,2406;0,2373" o:connectangles="0,0,0,0,0"/>
                  </v:shape>
                  <v:shape id="Freeform 95"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YhsQA&#10;AADbAAAADwAAAGRycy9kb3ducmV2LnhtbESPQWsCMRSE70L/Q3iFXkSzliJ2NUq7ILZ4Uqt7fWxe&#10;s0s3L0sSdfvvm4LgcZiZb5jFqretuJAPjWMFk3EGgrhyumGj4OuwHs1AhIissXVMCn4pwGr5MFhg&#10;rt2Vd3TZRyMShEOOCuoYu1zKUNVkMYxdR5y8b+ctxiS9kdrjNcFtK5+zbCotNpwWauyoqKn62Z+t&#10;gmKIzhzLT/febLLi5Et/KM1WqafH/m0OIlIf7+Fb+0MreH2B/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2IbEAAAA2wAAAA8AAAAAAAAAAAAAAAAAmAIAAGRycy9k&#10;b3ducmV2LnhtbFBLBQYAAAAABAAEAPUAAACJAwAAAAA=&#10;" path="m,2406l,,28,r,1555l32,1551r,887l,2406xe" fillcolor="#2e4eff" stroked="f">
                    <v:path arrowok="t" o:connecttype="custom" o:connectlocs="0,2406;0,0;28,0;28,1555;32,1551;32,2438;0,2406" o:connectangles="0,0,0,0,0,0,0"/>
                  </v:shape>
                  <v:shape id="Freeform 96"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uubsEA&#10;AADbAAAADwAAAGRycy9kb3ducmV2LnhtbESPQYvCMBSE78L+h/AWvGm6sopbjbIIC14UrPX+aN62&#10;xealJNFWf70RBI/DzHzDLNe9acSVnK8tK/gaJyCIC6trLhXkx7/RHIQPyBoby6TgRh7Wq4/BElNt&#10;Oz7QNQuliBD2KSqoQmhTKX1RkUE/ti1x9P6tMxiidKXUDrsIN42cJMlMGqw5LlTY0qai4pxdjAKX&#10;38PtZHnv3Snp8t1u872lTKnhZ/+7ABGoD+/wq73VCn6m8PwSf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brm7BAAAA2wAAAA8AAAAAAAAAAAAAAAAAmAIAAGRycy9kb3du&#10;cmV2LnhtbFBLBQYAAAAABAAEAPUAAACGAwAAAAA=&#10;" path="m,927l,40,33,r,955l,927xe" fillcolor="#3153ff" stroked="f">
                    <v:path arrowok="t" o:connecttype="custom" o:connectlocs="0,927;0,40;33,0;33,955;0,927" o:connectangles="0,0,0,0,0"/>
                  </v:shape>
                  <v:shape id="Freeform 97"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DU8MA&#10;AADbAAAADwAAAGRycy9kb3ducmV2LnhtbESP3WrCQBSE7wXfYTmCd7qpQppGVxGpWEgv/OkDHLLH&#10;JDR7NuxuNb69WxC8HGbmG2a57k0rruR8Y1nB2zQBQVxa3XCl4Oe8m2QgfEDW2FomBXfysF4NB0vM&#10;tb3xka6nUIkIYZ+jgjqELpfSlzUZ9FPbEUfvYp3BEKWrpHZ4i3DTylmSpNJgw3Ghxo62NZW/pz+j&#10;4Fxsq/a9mxcHlxIXn9k3FvtMqfGo3yxABOrDK/xsf2kFHyn8f4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aDU8MAAADbAAAADwAAAAAAAAAAAAAAAACYAgAAZHJzL2Rv&#10;d25yZXYueG1sUEsFBgAAAAAEAAQA9QAAAIgDAAAAAA==&#10;" path="m,991l,36,32,r,1023l,991xe" fillcolor="#3558ff" stroked="f">
                    <v:path arrowok="t" o:connecttype="custom" o:connectlocs="0,991;0,36;32,0;32,1023;0,991" o:connectangles="0,0,0,0,0"/>
                  </v:shape>
                  <v:shape id="Freeform 98"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6Kp8IA&#10;AADbAAAADwAAAGRycy9kb3ducmV2LnhtbESPT4vCMBTE74LfITxhb5oqsmursYggLutl/Xt+NM+2&#10;tHkpTdTut98IgsdhZn7DLNLO1OJOrSstKxiPIhDEmdUl5wpOx81wBsJ5ZI21ZVLwRw7SZb+3wETb&#10;B+/pfvC5CBB2CSoovG8SKV1WkEE3sg1x8K62NeiDbHOpW3wEuKnlJIo+pcGSw0KBDa0LyqrDzSho&#10;stl5bae7yO3iH3Ou9vH28uuV+hh0qzkIT51/h1/tb60g/oLnl/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oqnwgAAANsAAAAPAAAAAAAAAAAAAAAAAJgCAABkcnMvZG93&#10;bnJldi54bWxQSwUGAAAAAAQABAD1AAAAhwMAAAAA&#10;" path="m,1059l,36,32,r,1087l,1059xe" fillcolor="#385dff" stroked="f">
                    <v:path arrowok="t" o:connecttype="custom" o:connectlocs="0,1059;0,36;32,0;32,1087;0,1059" o:connectangles="0,0,0,0,0"/>
                  </v:shape>
                  <v:shape id="Freeform 99"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WCsAA&#10;AADbAAAADwAAAGRycy9kb3ducmV2LnhtbERPzYrCMBC+C75DGMGbpoqI2zWKCqLoxVUfYLaZTcs2&#10;k9pErT69OQgeP77/6byxpbhR7QvHCgb9BARx5nTBRsH5tO5NQPiArLF0TAoe5GE+a7emmGp35x+6&#10;HYMRMYR9igryEKpUSp/lZNH3XUUcuT9XWwwR1kbqGu8x3JZymCRjabHg2JBjRaucsv/j1Sq4FJPR&#10;ZcOL5363XO/N4XfzNAdWqttpFt8gAjXhI367t1rBVxwbv8QfIG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QWCsAAAADbAAAADwAAAAAAAAAAAAAAAACYAgAAZHJzL2Rvd25y&#10;ZXYueG1sUEsFBgAAAAAEAAQA9QAAAIUDAAAAAA==&#10;" path="m,1124l,37,32,r,1157l,1124xe" fillcolor="#3b62ff" stroked="f">
                    <v:path arrowok="t" o:connecttype="custom" o:connectlocs="0,1124;0,37;32,0;32,1157;0,1124" o:connectangles="0,0,0,0,0"/>
                  </v:shape>
                  <v:shape id="Freeform 100"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AZMYA&#10;AADbAAAADwAAAGRycy9kb3ducmV2LnhtbESPQWvCQBSE74L/YXkFb7qpB6upq1SLWKQgTXNob4/s&#10;azY0+zbNrib+e7cgeBxm5htmue5tLc7U+sqxgsdJAoK4cLriUkH+uRvPQfiArLF2TAou5GG9Gg6W&#10;mGrX8Qeds1CKCGGfogITQpNK6QtDFv3ENcTR+3GtxRBlW0rdYhfhtpbTJJlJixXHBYMNbQ0Vv9nJ&#10;Kjh1u80+eT2Y/EnOvv6O+fvl2xVKjR76l2cQgfpwD9/ab1rBYgH/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AAZMYAAADbAAAADwAAAAAAAAAAAAAAAACYAgAAZHJz&#10;L2Rvd25yZXYueG1sUEsFBgAAAAAEAAQA9QAAAIsDAAAAAA==&#10;" path="m,1193l,36,33,r,1221l,1193xe" fillcolor="#3e68ff" stroked="f">
                    <v:path arrowok="t" o:connecttype="custom" o:connectlocs="0,1193;0,36;33,0;33,1221;0,1193" o:connectangles="0,0,0,0,0"/>
                  </v:shape>
                  <v:shape id="Freeform 101"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m2sMA&#10;AADcAAAADwAAAGRycy9kb3ducmV2LnhtbESPT2sCQQzF7wW/wxDBW521YKmro4gg9KCHtaXnuJP9&#10;ozuZZWfU8ds3h0JvCe/lvV9Wm+Q6dachtJ4NzKYZKOLS25ZrA99f+9cPUCEiW+w8k4EnBdisRy8r&#10;zK1/cEH3U6yVhHDI0UATY59rHcqGHIap74lFq/zgMMo61NoO+JBw1+m3LHvXDluWhgZ72jVUXk83&#10;Z+BSuGp3PuLhRuHnueB5SlVbGDMZp+0SVKQU/81/159W8DPBl2dkAr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1m2sMAAADcAAAADwAAAAAAAAAAAAAAAACYAgAAZHJzL2Rv&#10;d25yZXYueG1sUEsFBgAAAAAEAAQA9QAAAIgDAAAAAA==&#10;" path="m,1261l,40,32,r,648l8,673r24,24l32,1293,,1261xe" fillcolor="#416dff" stroked="f">
                    <v:path arrowok="t" o:connecttype="custom" o:connectlocs="0,1261;0,40;32,0;32,648;8,673;32,697;32,1293;0,1261" o:connectangles="0,0,0,0,0,0,0,0"/>
                  </v:shape>
                  <v:shape id="Freeform 102"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FMUA&#10;AADcAAAADwAAAGRycy9kb3ducmV2LnhtbESPT4vCMBDF74LfIYzgzaYK/usaRQRxL6JWD3scmtm2&#10;azMpTdTufvqNIHib4b15vzeLVWsqcafGlZYVDKMYBHFmdcm5gst5O5iBcB5ZY2WZFPySg9Wy21lg&#10;ou2DT3RPfS5CCLsEFRTe14mULivIoItsTRy0b9sY9GFtcqkbfIRwU8lRHE+kwZIDocCaNgVl1/Rm&#10;AiT9q6eHzdaM9X7+c5S7UZp/GaX6vXb9AcJT69/m1/WnDvXjITyfCRP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wU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3"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n68EA&#10;AADcAAAADwAAAGRycy9kb3ducmV2LnhtbERPTUsDMRC9F/ofwgheis1aSmnXpqUIovXUbhU8Dptx&#10;s7iZLMnYrv/eCEJv83ifs94OvlNniqkNbOB+WoAiroNtuTHwdnq6W4JKgmyxC0wGfijBdjMerbG0&#10;4cJHOlfSqBzCqUQDTqQvtU61I49pGnrizH2G6FEyjI22ES853Hd6VhQL7bHl3OCwp0dH9Vf17Q08&#10;z/eeXrmWyUHeo5WVfCzdypjbm2H3AEpokKv43/1i8/xiBn/P5Av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GZ+v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104"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7kZ8EA&#10;AADcAAAADwAAAGRycy9kb3ducmV2LnhtbERPS4vCMBC+C/sfwix403QVRKtRZEEU8eKDPc82Y1u2&#10;mXST2NZ/bwTB23x8z1msOlOJhpwvLSv4GiYgiDOrS84VXM6bwRSED8gaK8uk4E4eVsuP3gJTbVs+&#10;UnMKuYgh7FNUUIRQp1L6rCCDfmhr4shdrTMYInS51A7bGG4qOUqSiTRYcmwosKbvgrK/080omB70&#10;hff/P8fmPtPb9WbkKtn+KtX/7NZzEIG68Ba/3Dsd5ydjeD4TL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e5GfBAAAA3AAAAA8AAAAAAAAAAAAAAAAAmAIAAGRycy9kb3du&#10;cmV2LnhtbFBLBQYAAAAABAAEAPUAAACGAwAAAAA=&#10;" path="m,1463l,866r33,28l33,1495,,1463xm,677l,36,33,r,641l,677xe" fillcolor="#4a7cff" stroked="f">
                    <v:path arrowok="t" o:connecttype="custom" o:connectlocs="0,1463;0,866;33,894;33,1495;0,1463;0,677;0,36;33,0;33,641;0,677" o:connectangles="0,0,0,0,0,0,0,0,0,0"/>
                    <o:lock v:ext="edit" verticies="t"/>
                  </v:shape>
                  <v:shape id="Freeform 105"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0JfMIA&#10;AADcAAAADwAAAGRycy9kb3ducmV2LnhtbERPS4vCMBC+L/gfwgh7W1MfK1KNIqKwJ0G7HryNzdgW&#10;m0ltUlv/vREW9jYf33MWq86U4kG1KywrGA4iEMSp1QVnCn6T3dcMhPPIGkvLpOBJDlbL3scCY21b&#10;PtDj6DMRQtjFqCD3voqldGlOBt3AVsSBu9raoA+wzqSusQ3hppSjKJpKgwWHhhwr2uSU3o6NUbAf&#10;r8/JaXt/tt0wmTbfe39vLlqpz363noPw1Pl/8Z/7R4f50QTez4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l8wgAAANwAAAAPAAAAAAAAAAAAAAAAAJgCAABkcnMvZG93&#10;bnJldi54bWxQSwUGAAAAAAQABAD1AAAAhwMAAAAA&#10;" path="m,1531l,930r32,33l32,1559,,1531xm,677l,36,32,r,636l,677xe" fillcolor="#4e82ff" stroked="f">
                    <v:path arrowok="t" o:connecttype="custom" o:connectlocs="0,1531;0,930;32,963;32,1559;0,1531;0,677;0,36;32,0;32,636;0,677" o:connectangles="0,0,0,0,0,0,0,0,0,0"/>
                    <o:lock v:ext="edit" verticies="t"/>
                  </v:shape>
                  <v:shape id="Freeform 106"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PXcQA&#10;AADcAAAADwAAAGRycy9kb3ducmV2LnhtbERP30vDMBB+F/wfwgl7EZcqbJS6bEhBcXMv61Tc25Hc&#10;2mJzqUm21f/eCIO93cf382aLwXbiSD60jhXcjzMQxNqZlmsF79vnuxxEiMgGO8ek4JcCLObXVzMs&#10;jDvxho5VrEUK4VCggibGvpAy6IYshrHriRO3d95iTNDX0ng8pXDbyYcsm0qLLaeGBnsqG9Lf1cEq&#10;0KX7+pjon8/87bZa0W6Zl/5lrdToZnh6BBFpiBfx2f1q0vxsAv/PpAv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ZT13EAAAA3AAAAA8AAAAAAAAAAAAAAAAAmAIAAGRycy9k&#10;b3ducmV2LnhtbFBLBQYAAAAABAAEAPUAAACJAwAAAAA=&#10;" path="m,1600l,1004r32,32l32,1632,,1600xm,677l,41,32,r,637l,677xe" fillcolor="#5187ff" stroked="f">
                    <v:path arrowok="t" o:connecttype="custom" o:connectlocs="0,1600;0,1004;32,1036;32,1632;0,1600;0,677;0,41;32,0;32,637;0,677" o:connectangles="0,0,0,0,0,0,0,0,0,0"/>
                    <o:lock v:ext="edit" verticies="t"/>
                  </v:shape>
                  <v:shape id="Freeform 107"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jbcEA&#10;AADcAAAADwAAAGRycy9kb3ducmV2LnhtbERP24rCMBB9X/Afwgi+rakXVKpp0RVBWBC84PPQjG2x&#10;mZQma+vfmwXBtzmc66zSzlTiQY0rLSsYDSMQxJnVJecKLufd9wKE88gaK8uk4EkO0qT3tcJY25aP&#10;9Dj5XIQQdjEqKLyvYyldVpBBN7Q1ceButjHoA2xyqRtsQ7ip5DiKZtJgyaGhwJp+Csrupz+j4ODk&#10;ZFPOf6/j57Q9rKfV4rZlp9Sg362XIDx1/iN+u/c6zI9m8P9MuEA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I23BAAAA3AAAAA8AAAAAAAAAAAAAAAAAmAIAAGRycy9kb3du&#10;cmV2LnhtbFBLBQYAAAAABAAEAPUAAACGAwAAAAA=&#10;" path="m,1668l,1072r32,28l32,1696,,1668xm,673l,36,32,r,637l,673xe" fillcolor="#548cff" stroked="f">
                    <v:path arrowok="t" o:connecttype="custom" o:connectlocs="0,1668;0,1072;32,1100;32,1696;0,1668;0,673;0,36;32,0;32,637;0,673" o:connectangles="0,0,0,0,0,0,0,0,0,0"/>
                    <o:lock v:ext="edit" verticies="t"/>
                  </v:shape>
                  <v:shape id="Freeform 108"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XrsQA&#10;AADcAAAADwAAAGRycy9kb3ducmV2LnhtbERP22oCMRB9L/QfwhR8q4kWrWyNIoqw1ULxgti3YTPd&#10;XbqZbDdR179vBKFvczjXGU9bW4kzNb50rKHXVSCIM2dKzjXsd8vnEQgfkA1WjknDlTxMJ48PY0yM&#10;u/CGztuQixjCPkENRQh1IqXPCrLou64mjty3ayyGCJtcmgYvMdxWsq/UUFosOTYUWNO8oOxne7Ia&#10;1qtF/Xn8PaTpaln5l97g/UP5L607T+3sDUSgNvyL7+7UxPnqFW7Px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D167EAAAA3AAAAA8AAAAAAAAAAAAAAAAAmAIAAGRycy9k&#10;b3ducmV2LnhtbFBLBQYAAAAABAAEAPUAAACJAwAAAAA=&#10;" path="m,1732l,1136r33,32l33,1765,,1732xm,673l,36,33,r,632l,673xe" fillcolor="#5791ff" stroked="f">
                    <v:path arrowok="t" o:connecttype="custom" o:connectlocs="0,1732;0,1136;33,1168;33,1765;0,1732;0,673;0,36;33,0;33,632;0,673" o:connectangles="0,0,0,0,0,0,0,0,0,0"/>
                    <o:lock v:ext="edit" verticies="t"/>
                  </v:shape>
                  <v:shape id="Freeform 109"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TC8UA&#10;AADcAAAADwAAAGRycy9kb3ducmV2LnhtbESPT0sDMRDF70K/Q5iCN5utoOjatNh/oHiyLZTehs2Y&#10;XdxMYhLb9ds7B8HbDO/Ne7+ZLQbfqzOl3AU2MJ1UoIibYDt2Bg777c0DqFyQLfaBycAPZVjMR1cz&#10;rG248Dudd8UpCeFco4G2lFhrnZuWPOZJiMSifYTkscianLYJLxLue31bVffaY8fS0GKkVUvN5+7b&#10;Gziif3Xbt8eYTi4el2t/t/manoy5Hg/PT6AKDeXf/Hf9YgW/Elp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JML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10"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21UsAA&#10;AADcAAAADwAAAGRycy9kb3ducmV2LnhtbERPTYvCMBC9L/gfwgh7W1MX1FqNIkJR8GT14m1oxrba&#10;TEqTrd1/bwTB2zze5yzXvalFR62rLCsYjyIQxLnVFRcKzqf0JwbhPLLG2jIp+CcH69Xga4mJtg8+&#10;Upf5QoQQdgkqKL1vEildXpJBN7INceCutjXoA2wLqVt8hHBTy98omkqDFYeGEhvalpTfsz+joJsQ&#10;jrMuTm8yTmfFpZnJXXVQ6nvYbxYgPPX+I3679zrMj+bweiZc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21Us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1"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nWsUA&#10;AADcAAAADwAAAGRycy9kb3ducmV2LnhtbESPQW/CMAyF75P2HyJP2mWCtBw2VAiIITZt2mmMH2Aa&#10;01RtnK7JaPn38wGJm633/N7n5Xr0rTpTH+vABvJpBoq4DLbmysDh520yBxUTssU2MBm4UIT16v5u&#10;iYUNA3/TeZ8qJSEcCzTgUuoKrWPpyGOcho5YtFPoPSZZ+0rbHgcJ962eZdmz9lizNDjsaOuobPZ/&#10;3sB4YdfE99fP4Wu+657y2Uv6bY7GPD6MmwWoRGO6ma/XH1bwc8GXZ2QC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edaxQAAANwAAAAPAAAAAAAAAAAAAAAAAJgCAABkcnMv&#10;ZG93bnJldi54bWxQSwUGAAAAAAQABAD1AAAAigMAAAAA&#10;" path="m,1938l,1342r28,32l28,1966,,1938xm,669l,36,28,r,629l,669xe" fillcolor="#60a1ff" stroked="f">
                    <v:path arrowok="t" o:connecttype="custom" o:connectlocs="0,1938;0,1342;28,1374;28,1966;0,1938;0,669;0,36;28,0;28,629;0,669" o:connectangles="0,0,0,0,0,0,0,0,0,0"/>
                    <o:lock v:ext="edit" verticies="t"/>
                  </v:shape>
                  <v:shape id="Freeform 112"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M1sIA&#10;AADcAAAADwAAAGRycy9kb3ducmV2LnhtbERPTWvCQBC9F/wPywi91U08tCV1lSIIgRLBtNTrkJ1m&#10;Q7OzMbsmqb/eLQje5vE+Z7WZbCsG6n3jWEG6SEAQV043XCv4+tw9vYLwAVlj65gU/JGHzXr2sMJM&#10;u5EPNJShFjGEfYYKTAhdJqWvDFn0C9cRR+7H9RZDhH0tdY9jDLetXCbJs7TYcGww2NHWUPVbnq2C&#10;cDyaNMfvl+lSFCe3NaX/2DdKPc6n9zcQgaZwF9/cuY7z0xT+n4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ozW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3"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7o8QA&#10;AADcAAAADwAAAGRycy9kb3ducmV2LnhtbERPTWvCQBC9F/oflil4azYJxcboKqHQIEgPVRG8Ddkx&#10;CWZnQ3Yb0/76bqHgbR7vc1abyXRipMG1lhUkUQyCuLK65VrB8fD+nIFwHlljZ5kUfJODzfrxYYW5&#10;tjf+pHHvaxFC2OWooPG+z6V0VUMGXWR74sBd7GDQBzjUUg94C+Gmk2kcz6XBlkNDgz29NVRd919G&#10;wUd53pUn/bJ4zS4J6p92LLNiVGr2NBVLEJ4mfxf/u7c6zE9S+HsmXC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te6P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4"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hUCMMA&#10;AADcAAAADwAAAGRycy9kb3ducmV2LnhtbERPTWsCMRC9F/wPYYReRLMqtLIaRQpKDwtS68HjsBk3&#10;wc1k2aTrtr/eCEJv83ifs9r0rhYdtcF6VjCdZCCIS68tVwpO37vxAkSIyBprz6TglwJs1oOXFeba&#10;3/iLumOsRArhkKMCE2OTSxlKQw7DxDfEibv41mFMsK2kbvGWwl0tZ1n2Jh1aTg0GG/owVF6PP05B&#10;MaKLmdvu4M7FyY7Kv1lfvO+Veh322yWISH38Fz/dnzrNn87h8U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hUCMMAAADcAAAADwAAAAAAAAAAAAAAAACYAgAAZHJzL2Rv&#10;d25yZXYueG1sUEsFBgAAAAAEAAQA9QAAAIgDAAAAAA==&#10;" path="m,2107l,1510r32,29l32,2135,,2107xm,624l,4,4,,32,r,588l,624xe" fillcolor="#6ab0ff" stroked="f">
                    <v:path arrowok="t" o:connecttype="custom" o:connectlocs="0,2107;0,1510;32,1539;32,2135;0,2107;0,624;0,4;4,0;32,0;32,588;0,624" o:connectangles="0,0,0,0,0,0,0,0,0,0,0"/>
                    <o:lock v:ext="edit" verticies="t"/>
                  </v:shape>
                  <v:shape id="Freeform 115"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S9e8IA&#10;AADcAAAADwAAAGRycy9kb3ducmV2LnhtbERPTWvCQBC9F/wPywi91U2qaEldRSxCvQhdLb0O2TGJ&#10;ZmdDdjXJv+8WCt7m8T5nue5tLe7U+sqxgnSSgCDOnam4UHA67l7eQPiAbLB2TAoG8rBejZ6WmBnX&#10;8RfddShEDGGfoYIyhCaT0uclWfQT1xBH7uxaiyHCtpCmxS6G21q+JslcWqw4NpTY0Lak/KpvVsFu&#10;PrDmj8Vw+N7qy16n0+50+FHqedxv3kEE6sND/O/+NHF+OoO/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xL17wgAAANwAAAAPAAAAAAAAAAAAAAAAAJgCAABkcnMvZG93&#10;bnJldi54bWxQSwUGAAAAAAQABAD1AAAAhwMAAAAA&#10;" path="m,2135l,1539r32,32l32,2167,,2135xm,588l,,32,r,547l,588xe" fillcolor="#6db6ff" stroked="f">
                    <v:path arrowok="t" o:connecttype="custom" o:connectlocs="0,2135;0,1539;32,1571;32,2167;0,2135;0,588;0,0;32,0;32,547;0,588" o:connectangles="0,0,0,0,0,0,0,0,0,0"/>
                    <o:lock v:ext="edit" verticies="t"/>
                  </v:shape>
                  <v:shape id="Freeform 116"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lkd8MA&#10;AADcAAAADwAAAGRycy9kb3ducmV2LnhtbERPTWvCQBC9C/6HZYTedKNgsamrSEVb1EtTaT2O2TEJ&#10;zc6G7Griv3cFwds83udM560pxYVqV1hWMBxEIIhTqwvOFOx/Vv0JCOeRNZaWScGVHMxn3c4UY20b&#10;/qZL4jMRQtjFqCD3voqldGlOBt3AVsSBO9naoA+wzqSusQnhppSjKHqVBgsODTlW9JFT+p+cjYK3&#10;dt3I7Wb/e1wU59HfZ3Pg5e6g1EuvXbyD8NT6p/jh/tJh/nAM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lkd8MAAADcAAAADwAAAAAAAAAAAAAAAACYAgAAZHJzL2Rv&#10;d25yZXYueG1sUEsFBgAAAAAEAAQA9QAAAIgDAAAAAA==&#10;" path="m,2167l,1571r33,32l33,2195,,2167xm,547l,,33,r,507l,547xe" fillcolor="#70bbff" stroked="f">
                    <v:path arrowok="t" o:connecttype="custom" o:connectlocs="0,2167;0,1571;33,1603;33,2195;0,2167;0,547;0,0;33,0;33,507;0,547" o:connectangles="0,0,0,0,0,0,0,0,0,0"/>
                    <o:lock v:ext="edit" verticies="t"/>
                  </v:shape>
                  <v:shape id="Freeform 117"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lLsUA&#10;AADcAAAADwAAAGRycy9kb3ducmV2LnhtbESPQWvCQBCF74X+h2UEL6IbFUJNs5HSUhAsSG3B65id&#10;JsHsbMhONf57Vyj0NsN78743+XpwrTpTHxrPBuazBBRx6W3DlYHvr/fpE6ggyBZbz2TgSgHWxeND&#10;jpn1F/6k814qFUM4ZGigFukyrUNZk8Mw8x1x1H5871Di2lfa9niJ4a7ViyRJtcOGI6HGjl5rKk/7&#10;X3eHpEvZvh2uycdE/OF4XKW7YI0Zj4aXZ1BCg/yb/643Ntafp3B/Jk6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PiUuxQAAANwAAAAPAAAAAAAAAAAAAAAAAJgCAABkcnMv&#10;ZG93bnJldi54bWxQSwUGAAAAAAQABAD1AAAAigMAAAAA&#10;" path="m,2195l,1603r32,28l32,2228,,2195xm,507l,,32,r,471l,507xe" fillcolor="#73c0ff" stroked="f">
                    <v:path arrowok="t" o:connecttype="custom" o:connectlocs="0,2195;0,1603;32,1631;32,2228;0,2195;0,507;0,0;32,0;32,471;0,507" o:connectangles="0,0,0,0,0,0,0,0,0,0"/>
                    <o:lock v:ext="edit" verticies="t"/>
                  </v:shape>
                  <v:shape id="Freeform 118"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YCcEA&#10;AADcAAAADwAAAGRycy9kb3ducmV2LnhtbERPS2sCMRC+F/ofwhS8lJpdD6tsjdKWip4EH70Pm2l2&#10;cTNZkriu/94Igrf5+J4zXw62FT350DhWkI8zEMSV0w0bBcfD6mMGIkRkja1jUnClAMvF68scS+0u&#10;vKN+H41IIRxKVFDH2JVShqomi2HsOuLE/TtvMSbojdQeLynctnKSZYW02HBqqLGjn5qq0/5sFRjD&#10;35v3beGn8q8vuD/l6/PvSqnR2/D1CSLSEJ/ih3uj0/x8Cv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2AnBAAAA3AAAAA8AAAAAAAAAAAAAAAAAmAIAAGRycy9kb3du&#10;cmV2LnhtbFBLBQYAAAAABAAEAPUAAACGAwAAAAA=&#10;" path="m,2228l,1631r32,33l32,2256,,2228xm,471l,,32,r,431l,471xe" fillcolor="#76c5ff" stroked="f">
                    <v:path arrowok="t" o:connecttype="custom" o:connectlocs="0,2228;0,1631;32,1664;32,2256;0,2228;0,471;0,0;32,0;32,431;0,471" o:connectangles="0,0,0,0,0,0,0,0,0,0"/>
                    <o:lock v:ext="edit" verticies="t"/>
                  </v:shape>
                  <v:shape id="Freeform 119"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qfBsUA&#10;AADcAAAADwAAAGRycy9kb3ducmV2LnhtbESPT2vCQBDF70K/wzKF3nSjB7GpqxRBFDwZS//chuw0&#10;Cd2dDdk1pn565yB4m+G9ee83y/Xgneqpi01gA9NJBoq4DLbhysDHaTtegIoJ2aILTAb+KcJ69TRa&#10;Ym7DhY/UF6lSEsIxRwN1Sm2udSxr8hgnoSUW7Td0HpOsXaVthxcJ907PsmyuPTYsDTW2tKmp/CvO&#10;3sBhFnr3872Z79Ln1fGhtdfi69WYl+fh/Q1UoiE9zPfrvRX8qdDKMzKBX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p8G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20"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DC8MA&#10;AADcAAAADwAAAGRycy9kb3ducmV2LnhtbERP22rCQBB9L/gPywi+1U0Eq0ZXEUEp2IL19jxmxyRt&#10;djZktyb+vVsQ+jaHc53ZojWluFHtCssK4n4Egji1uuBMwfGwfh2DcB5ZY2mZFNzJwWLeeZlhom3D&#10;X3Tb+0yEEHYJKsi9rxIpXZqTQde3FXHgrrY26AOsM6lrbEK4KeUgit6kwYJDQ44VrXJKf/a/RkE6&#10;PJjdwLnPj2YzPm9P8ej7ctwq1eu2yykIT63/Fz/d7zrMjyfw90y4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hDC8MAAADcAAAADwAAAAAAAAAAAAAAAACYAgAAZHJzL2Rv&#10;d25yZXYueG1sUEsFBgAAAAAEAAQA9QAAAIgDAAAAAA==&#10;" path="m,2288l,1692r32,32l32,2316,,2288xm,390l,,32,r,354l,390xe" fillcolor="#7cd0ff" stroked="f">
                    <v:path arrowok="t" o:connecttype="custom" o:connectlocs="0,2288;0,1692;32,1724;32,2316;0,2288;0,390;0,0;32,0;32,354;0,390" o:connectangles="0,0,0,0,0,0,0,0,0,0"/>
                    <o:lock v:ext="edit" verticies="t"/>
                  </v:shape>
                  <v:shape id="Freeform 121"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UasUA&#10;AADcAAAADwAAAGRycy9kb3ducmV2LnhtbESPzWrDQAyE74G+w6JCb/G6KQnFzSaU5odQcmkafBZe&#10;xTbxal3vJrbfvjoUepOY0cyn5XpwjbpTF2rPBp6TFBRx4W3NpYHz9276CipEZIuNZzIwUoD16mGy&#10;xMz6nr/ofoqlkhAOGRqoYmwzrUNRkcOQ+JZYtIvvHEZZu1LbDnsJd42epelCO6xZGips6aOi4nq6&#10;OQPbOR3zfLM9t8PGxb1++Rlp/mnM0+Pw/gYq0hD/zX/XByv4M8GXZ2QC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1RqxQAAANwAAAAPAAAAAAAAAAAAAAAAAJgCAABkcnMv&#10;ZG93bnJldi54bWxQSwUGAAAAAAQABAD1AAAAigMAAAAA&#10;" path="m,2316l,1724r33,32l33,2349,,2316xm,354l,,33,r,314l,354xe" fillcolor="#80d5ff" stroked="f">
                    <v:path arrowok="t" o:connecttype="custom" o:connectlocs="0,2316;0,1724;33,1756;33,2349;0,2316;0,354;0,0;33,0;33,314;0,354" o:connectangles="0,0,0,0,0,0,0,0,0,0"/>
                    <o:lock v:ext="edit" verticies="t"/>
                  </v:shape>
                  <v:shape id="Freeform 122"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fa+8EA&#10;AADcAAAADwAAAGRycy9kb3ducmV2LnhtbERPzYrCMBC+C75DmIW9aaoLi1RjKYKgLB6sPsDYzDal&#10;zaQ2UevbbxYEb/Px/c4qG2wr7tT72rGC2TQBQVw6XXOl4HzaThYgfEDW2DomBU/ykK3HoxWm2j34&#10;SPciVCKGsE9RgQmhS6X0pSGLfuo64sj9ut5iiLCvpO7xEcNtK+dJ8i0t1hwbDHa0MVQ2xc0q+Npf&#10;m/Phx3C+1Zvj4aKfsrkVSn1+DPkSRKAhvMUv907H+fMZ/D8TL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n2vvBAAAA3AAAAA8AAAAAAAAAAAAAAAAAmAIAAGRycy9kb3du&#10;cmV2LnhtbFBLBQYAAAAABAAEAPUAAACGAwAAAAA=&#10;" path="m,2349l,1756r32,28l32,2377,,2349xm,314l,,32,4r,269l,314xe" fillcolor="#83daff" stroked="f">
                    <v:path arrowok="t" o:connecttype="custom" o:connectlocs="0,2349;0,1756;32,1784;32,2377;0,2349;0,314;0,0;32,4;32,273;0,314" o:connectangles="0,0,0,0,0,0,0,0,0,0"/>
                    <o:lock v:ext="edit" verticies="t"/>
                  </v:shape>
                  <v:shape id="Freeform 123"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RgMMA&#10;AADcAAAADwAAAGRycy9kb3ducmV2LnhtbERPTWvCQBC9F/wPywje6sYcpI2uIkLAgkJrg+htyI5J&#10;NDsbdrcx/ffdQqG3ebzPWa4H04qenG8sK5hNExDEpdUNVwqKz/z5BYQPyBpby6TgmzysV6OnJWba&#10;PviD+mOoRAxhn6GCOoQuk9KXNRn0U9sRR+5qncEQoaukdviI4aaVaZLMpcGGY0ONHW1rKu/HL6Mg&#10;Px/6y2tu3ou9s2+n/LbtbdEoNRkPmwWIQEP4F/+5dzrOT1P4fSZ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wRgM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124"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tOMIA&#10;AADcAAAADwAAAGRycy9kb3ducmV2LnhtbERP3WrCMBS+F/YO4Qy8m+lUhutMZZsIMvFCtwc4a87a&#10;0uSkJNHWtzcDwbvz8f2e5WqwRpzJh8axgudJBoK4dLrhSsHP9+ZpASJEZI3GMSm4UIBV8TBaYq5d&#10;zwc6H2MlUgiHHBXUMXa5lKGsyWKYuI44cX/OW4wJ+kpqj30Kt0ZOs+xFWmw4NdTY0WdNZXs8WQWL&#10;rWnX8z1/XMJX+cr9Zpd586vU+HF4fwMRaYh38c291Wn+dAb/z6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ma04wgAAANwAAAAPAAAAAAAAAAAAAAAAAJgCAABkcnMvZG93&#10;bnJldi54bWxQSwUGAAAAAAQABAD1AAAAhwMAAAAA&#10;" path="m,2405l,1813r32,28l32,2437,,2405xm,233l,,32,r,193l,233xe" fillcolor="#89e4ff" stroked="f">
                    <v:path arrowok="t" o:connecttype="custom" o:connectlocs="0,2405;0,1813;32,1841;32,2437;0,2405;0,233;0,0;32,0;32,193;0,233" o:connectangles="0,0,0,0,0,0,0,0,0,0"/>
                    <o:lock v:ext="edit" verticies="t"/>
                  </v:shape>
                  <v:shape id="Freeform 125"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9K8EA&#10;AADcAAAADwAAAGRycy9kb3ducmV2LnhtbERPTWvCQBC9F/oflil4q5tKCJK6ioilxZvRS29DdkyC&#10;2dk0O43x37uC4G0e73MWq9G1aqA+NJ4NfEwTUMSltw1XBo6Hr/c5qCDIFlvPZOBKAVbL15cF5tZf&#10;eE9DIZWKIRxyNFCLdLnWoazJYZj6jjhyJ987lAj7StseLzHctXqWJJl22HBsqLGjTU3lufh3Bnwy&#10;nESq37/tOt3P0+x7126LzJjJ27j+BCU0ylP8cP/YOH+Wwv2ZeIFe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V/SvBAAAA3AAAAA8AAAAAAAAAAAAAAAAAmAIAAGRycy9kb3du&#10;cmV2LnhtbFBLBQYAAAAABAAEAPUAAACGAwAAAAA=&#10;" path="m,2437l,1841r33,32l33,2465,,2437xm,193l,,33,r,153l,193xe" fillcolor="#8ceaff" stroked="f">
                    <v:path arrowok="t" o:connecttype="custom" o:connectlocs="0,2437;0,1841;33,1873;33,2465;0,2437;0,193;0,0;33,0;33,153;0,193" o:connectangles="0,0,0,0,0,0,0,0,0,0"/>
                    <o:lock v:ext="edit" verticies="t"/>
                  </v:shape>
                  <v:shape id="Freeform 126"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yAGsQA&#10;AADcAAAADwAAAGRycy9kb3ducmV2LnhtbERP22oCMRB9F/yHMEJfpGYVlO3WKCIIRUTw0kLfhs10&#10;s3QzCZusbv++KRR8m8O5znLd20bcqA21YwXTSQaCuHS65krB9bJ7zkGEiKyxcUwKfijAejUcLLHQ&#10;7s4nup1jJVIIhwIVmBh9IWUoDVkME+eJE/flWosxwbaSusV7CreNnGXZQlqsOTUY9LQ1VH6fO6ug&#10;++y8P8T3+X58vOx9bg7Hl49cqadRv3kFEamPD/G/+02n+bM5/D2TLp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sgBrEAAAA3AAAAA8AAAAAAAAAAAAAAAAAmAIAAGRycy9k&#10;b3ducmV2LnhtbFBLBQYAAAAABAAEAPUAAACJAwAAAAA=&#10;" path="m,2465l,1873r32,28l32,2498,,2465xm,153l,,32,r,116l,153xe" fillcolor="#8fefff" stroked="f">
                    <v:path arrowok="t" o:connecttype="custom" o:connectlocs="0,2465;0,1873;32,1901;32,2498;0,2465;0,153;0,0;32,0;32,116;0,153" o:connectangles="0,0,0,0,0,0,0,0,0,0"/>
                    <o:lock v:ext="edit" verticies="t"/>
                  </v:shape>
                  <v:shape id="Freeform 127"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B49L0A&#10;AADcAAAADwAAAGRycy9kb3ducmV2LnhtbERPzYrCMBC+L/gOYYS9ramCZekaRQXRq7EPMCSzbbGZ&#10;lCa19e3NgrC3+fh+Z7ObXCse1IfGs4LlIgNBbLxtuFJQ3k5f3yBCRLbYeiYFTwqw284+NlhYP/KV&#10;HjpWIoVwKFBBHWNXSBlMTQ7DwnfEifv1vcOYYF9J2+OYwl0rV1mWS4cNp4YaOzrWZO56cArc+baW&#10;I5ZGDrnRQ3nQUeunUp/zaf8DItIU/8Vv98Wm+asc/p5JF8jt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lB49L0AAADcAAAADwAAAAAAAAAAAAAAAACYAgAAZHJzL2Rvd25yZXYu&#10;eG1sUEsFBgAAAAAEAAQA9QAAAIIDAAAAAA==&#10;" path="m,2498l,1901r32,33l32,2526,,2498xm,116l,,32,r,76l,116xe" fillcolor="#92f4ff" stroked="f">
                    <v:path arrowok="t" o:connecttype="custom" o:connectlocs="0,2498;0,1901;32,1934;32,2526;0,2498;0,116;0,0;32,0;32,76;0,116" o:connectangles="0,0,0,0,0,0,0,0,0,0"/>
                    <o:lock v:ext="edit" verticies="t"/>
                  </v:shape>
                  <v:shape id="Freeform 128"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1h+sQA&#10;AADcAAAADwAAAGRycy9kb3ducmV2LnhtbERPTWvCQBC9F/wPywi91U1EtMZsgoiVQulB46W3ITsm&#10;wexsyG6T9N93hUJv83ifk+aTacVAvWssK4gXEQji0uqGKwXX4u3lFYTzyBpby6Tghxzk2ewpxUTb&#10;kc80XHwlQgi7BBXU3neJlK6syaBb2I44cDfbG/QB9pXUPY4h3LRyGUVrabDh0FBjR4eayvvl2yhY&#10;fWG8Oe9P28hdP1anojl+boujUs/zab8D4Wny/+I/97sO85cbeDwTLp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tYfrEAAAA3AAAAA8AAAAAAAAAAAAAAAAAmAIAAGRycy9k&#10;b3ducmV2LnhtbFBLBQYAAAAABAAEAPUAAACJAwAAAAA=&#10;" path="m,2526l,1934r32,32l32,2558,,2526xm,76l,,32,r,36l,76xe" fillcolor="#95f9ff" stroked="f">
                    <v:path arrowok="t" o:connecttype="custom" o:connectlocs="0,2526;0,1934;32,1966;32,2558;0,2526;0,76;0,0;32,0;32,36;0,76" o:connectangles="0,0,0,0,0,0,0,0,0,0"/>
                    <o:lock v:ext="edit" verticies="t"/>
                  </v:shape>
                  <v:shape id="Freeform 129"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RMMQA&#10;AADcAAAADwAAAGRycy9kb3ducmV2LnhtbESPQW/CMAyF75P4D5GRdhspIA3UEdBAQtqFwwBx9hrT&#10;dG2c0gTo/v18QOJm6z2/93mx6n2jbtTFKrCB8SgDRVwEW3Fp4HjYvs1BxYRssQlMBv4owmo5eFlg&#10;bsOdv+m2T6WSEI45GnAptbnWsXDkMY5CSyzaOXQek6xdqW2Hdwn3jZ5k2bv2WLE0OGxp46io91dv&#10;4Ly+0HR2mNWN/fG/rZvusvq0M+Z12H9+gErUp6f5cf1lBX8itPKMTK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k0TDEAAAA3AAAAA8AAAAAAAAAAAAAAAAAmAIAAGRycy9k&#10;b3ducmV2LnhtbFBLBQYAAAAABAAEAPUAAACJAwAAAAA=&#10;" path="m,2558l,1966r33,28l33,2586,,2558xm,36l,,33,,,36xe" fillcolor="#9ff" stroked="f">
                    <v:path arrowok="t" o:connecttype="custom" o:connectlocs="0,2558;0,1966;33,1994;33,2586;0,2558;0,36;0,0;33,0;0,36" o:connectangles="0,0,0,0,0,0,0,0,0"/>
                    <o:lock v:ext="edit" verticies="t"/>
                  </v:shape>
                  <v:shape id="Freeform 130"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6Y8QA&#10;AADcAAAADwAAAGRycy9kb3ducmV2LnhtbERPS2vCQBC+C/6HZYReRDe1IDXNRtqC4KlQm1J7G7KT&#10;B8nOhuxqUn+9WxC8zcf3nGQ7mlacqXe1ZQWPywgEcW51zaWC7Gu3eAbhPLLG1jIp+CMH23Q6STDW&#10;duBPOh98KUIIuxgVVN53sZQur8igW9qOOHCF7Q36APtS6h6HEG5auYqitTRYc2iosKP3ivLmcDIK&#10;5r8f8rLfrN/KuvkeTNH8HIvsSamH2fj6AsLT6O/im3uvw/zVBv6fCRf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mPEAAAA3AAAAA8AAAAAAAAAAAAAAAAAmAIAAGRycy9k&#10;b3ducmV2LnhtbFBLBQYAAAAABAAEAPUAAACJAwAAAAA=&#10;" path="m194,93l97,189r1350,l1447,,97,,,93,97,,,,,93r194,xe" stroked="f">
                    <v:path arrowok="t" o:connecttype="custom" o:connectlocs="194,93;97,189;1447,189;1447,0;97,0;0,93;97,0;0,0;0,93;194,93" o:connectangles="0,0,0,0,0,0,0,0,0,0"/>
                  </v:shape>
                  <v:shape id="Freeform 131"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encQA&#10;AADcAAAADwAAAGRycy9kb3ducmV2LnhtbESPQU/DMAyF75P4D5GRuG3pxgSoLJvYJCS0Gy2HHU1j&#10;korGiZqwdf8eH5C42XrP733e7KYwqDONuY9sYLmoQBF30fbsDHy0r/MnULkgWxwik4ErZdhtb2Yb&#10;rG288Dudm+KUhHCu0YAvJdVa585TwLyIiVi0rzgGLLKOTtsRLxIeBr2qqgcdsGdp8Jjo4Kn7bn6C&#10;gc/QPO6XaxeOqcSDq9Lp6tuTMXe308szqEJT+Tf/Xb9Zwb8XfHlGJ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9np3EAAAA3AAAAA8AAAAAAAAAAAAAAAAAmAIAAGRycy9k&#10;b3ducmV2LnhtbFBLBQYAAAAABAAEAPUAAACJAwAAAAA=&#10;" path="m97,354r97,93l194,,,,,447r97,96l,447r,96l97,543r,-189xe" stroked="f">
                    <v:path arrowok="t" o:connecttype="custom" o:connectlocs="97,354;194,447;194,0;0,0;0,447;97,543;0,447;0,543;97,543;97,354" o:connectangles="0,0,0,0,0,0,0,0,0,0"/>
                  </v:shape>
                  <v:shape id="Freeform 132"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QsEA&#10;AADcAAAADwAAAGRycy9kb3ducmV2LnhtbERPS2rDMBDdB3oHMYXuEtkpMakTJZSUNt50kaQHGKyJ&#10;bWqNjCT/bl8VCt3N431nf5xMKwZyvrGsIF0lIIhLqxuuFHzd3pdbED4ga2wtk4KZPBwPD4s95tqO&#10;fKHhGioRQ9jnqKAOocul9GVNBv3KdsSRu1tnMEToKqkdjjHctHKdJJk02HBsqLGjU03l97U3CjY3&#10;+hhdZvu3tPwszq57mXsXlHp6nF53IAJN4V/85y50nP+cwu8z8QJ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KqELBAAAA3AAAAA8AAAAAAAAAAAAAAAAAmAIAAGRycy9kb3du&#10;cmV2LnhtbFBLBQYAAAAABAAEAPUAAACGAwAAAAA=&#10;" path="m516,157l443,,,,,189r443,l371,32,516,157,649,,443,r73,157xe" stroked="f">
                    <v:path arrowok="t" o:connecttype="custom" o:connectlocs="516,157;443,0;0,0;0,189;443,189;371,32;516,157;649,0;443,0;516,157" o:connectangles="0,0,0,0,0,0,0,0,0,0"/>
                  </v:shape>
                  <v:shape id="Freeform 133"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izcMA&#10;AADcAAAADwAAAGRycy9kb3ducmV2LnhtbERPTWvCQBC9C/0Pywi91Y1WrMSsUgShhV60tZjbmB2T&#10;YHY2ZLdx/feuUPA2j/c52SqYRvTUudqygvEoAUFcWF1zqeDne/MyB+E8ssbGMim4koPV8mmQYart&#10;hbfU73wpYgi7FBVU3replK6oyKAb2ZY4cifbGfQRdqXUHV5iuGnkJElm0mDNsaHCltYVFefdn1Hw&#10;m3/N7NZMD29hn5+5n4fj5z4o9TwM7wsQnoJ/iP/dHzrOf53A/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Mizc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134"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UMsAA&#10;AADcAAAADwAAAGRycy9kb3ducmV2LnhtbERPzWoCMRC+F3yHMIK3mlVp1dUoIhQ8eOm2DzBuxmR1&#10;M1k2qca3N4VCb/Px/c56m1wrbtSHxrOCybgAQVx73bBR8P318boAESKyxtYzKXhQgO1m8LLGUvs7&#10;f9KtikbkEA4lKrAxdqWUobbkMIx9R5y5s+8dxgx7I3WP9xzuWjktinfpsOHcYLGjvaX6Wv04BVRd&#10;/HFRTXFprD+9zQ/pbPZJqdEw7VYgIqX4L/5zH3SeP5vB7zP5Ar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5UMsAAAADcAAAADwAAAAAAAAAAAAAAAACYAgAAZHJzL2Rvd25y&#10;ZXYueG1sUEsFBgAAAAAEAAQA9QAAAIUDAAAAAA==&#10;" path="m306,306r137,-8l129,,,137,314,435r137,-8l314,435r73,73l451,427,306,306xe" stroked="f">
                    <v:path arrowok="t" o:connecttype="custom" o:connectlocs="306,306;443,298;129,0;0,137;314,435;451,427;314,435;387,508;451,427;306,306" o:connectangles="0,0,0,0,0,0,0,0,0,0"/>
                  </v:shape>
                  <v:shape id="Freeform 135"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UcUA&#10;AADcAAAADwAAAGRycy9kb3ducmV2LnhtbESPS2vDMBCE74X8B7GF3hq5ebU4kU1IKfTSQx6mPS7W&#10;xjKxVkZSE/ffR4VAbrvM7Hyzq3KwnTiTD61jBS/jDARx7XTLjYLD/uP5DUSIyBo7x6TgjwKUxehh&#10;hbl2F97SeRcbkUI45KjAxNjnUobakMUwdj1x0o7OW4xp9Y3UHi8p3HZykmULabHlRDDY08ZQfdr9&#10;2sT92rpX8v67+plXB4PTKrwfK6WeHof1EkSkId7Nt+tPnepPZ/D/TJpAF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5RxQAAANwAAAAPAAAAAAAAAAAAAAAAAJgCAABkcnMv&#10;ZG93bnJldi54bWxQSwUGAAAAAAQABAD1AAAAigMAAAAA&#10;" path="m1076,189l1004,36,,1269r145,121l1149,153,1076,r73,153l1274,,1076,r,189xe" stroked="f">
                    <v:path arrowok="t" o:connecttype="custom" o:connectlocs="1076,189;1004,36;0,1269;145,1390;1149,153;1076,0;1149,153;1274,0;1076,0;1076,189" o:connectangles="0,0,0,0,0,0,0,0,0,0"/>
                  </v:shape>
                  <v:rect id="Rectangle 136"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uN8AA&#10;AADcAAAADwAAAGRycy9kb3ducmV2LnhtbERPTYvCMBC9C/sfwizsTdO16Eo1yiIUFrxo9bDHoRnb&#10;YjMJTbT13xtB8DaP9zmrzWBacaPON5YVfE8SEMSl1Q1XCk7HfLwA4QOyxtYyKbiTh836Y7TCTNue&#10;D3QrQiViCPsMFdQhuExKX9Zk0E+sI47c2XYGQ4RdJXWHfQw3rZwmyVwabDg21OhoW1N5Ka5Ggdv2&#10;R8z3Ov8/GDtPXborm+JHqa/P4XcJItAQ3uKX+0/H+ekM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iuN8AAAADcAAAADwAAAAAAAAAAAAAAAACYAgAAZHJzL2Rvd25y&#10;ZXYueG1sUEsFBgAAAAAEAAQA9QAAAIUDAAAAAA==&#10;" fillcolor="blue" stroked="f"/>
                  <v:shape id="Freeform 137"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BO1MEA&#10;AADcAAAADwAAAGRycy9kb3ducmV2LnhtbERPTWvDMAy9D/YfjAa7hNXpCm3I6pRRyLZr20CvItZi&#10;k1gOsdtm/34eFHbT431qu5vdIK40BetZwXKRgyBuvbbcKWhO9UsBIkRkjYNnUvBDAXbV48MWS+1v&#10;fKDrMXYihXAoUYGJcSylDK0hh2HhR+LEffvJYUxw6qSe8JbC3SBf83wtHVpODQZH2htq++PFKcjq&#10;TRMPufnoTW2LOTvb4jPbK/X8NL+/gYg0x3/x3f2l0/zVGv6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ATtTBAAAA3AAAAA8AAAAAAAAAAAAAAAAAmAIAAGRycy9kb3du&#10;cmV2LnhtbFBLBQYAAAAABAAEAPUAAACGAwAAAAA=&#10;" path="m,447l,,24,r,447l,447xm24,910r,48l4,938,24,910xe" fillcolor="#0305ff" stroked="f">
                    <v:path arrowok="t" o:connecttype="custom" o:connectlocs="0,447;0,0;24,0;24,447;0,447;24,910;24,958;4,938;24,910" o:connectangles="0,0,0,0,0,0,0,0,0"/>
                    <o:lock v:ext="edit" verticies="t"/>
                  </v:shape>
                  <v:shape id="Freeform 138"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vNMMA&#10;AADcAAAADwAAAGRycy9kb3ducmV2LnhtbERPTWvCQBC9F/oflil4q5soRkldRQRF8NAavXgbsmOS&#10;JjsbsquJ/75bKPQ2j/c5y/VgGvGgzlWWFcTjCARxbnXFhYLLefe+AOE8ssbGMil4koP16vVliam2&#10;PZ/okflChBB2KSoovW9TKV1ekkE3ti1x4G62M+gD7AqpO+xDuGnkJIoSabDi0FBiS9uS8jq7GwUJ&#10;LuL6ePvcb69ffVJ/H2exo6tSo7dh8wHC0+D/xX/ugw7zp3P4fSZ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AvNMMAAADcAAAADwAAAAAAAAAAAAAAAACYAgAAZHJzL2Rv&#10;d25yZXYueG1sUEsFBgAAAAAEAAQA9QAAAIgDAAAAAA==&#10;" path="m,958l,910,29,878r,105l,958xm,447l,,29,r,447l,447xe" fillcolor="#060aff" stroked="f">
                    <v:path arrowok="t" o:connecttype="custom" o:connectlocs="0,958;0,910;29,878;29,983;0,958;0,447;0,0;29,0;29,447;0,447" o:connectangles="0,0,0,0,0,0,0,0,0,0"/>
                    <o:lock v:ext="edit" verticies="t"/>
                  </v:shape>
                  <v:shape id="Freeform 139"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UsIA&#10;AADcAAAADwAAAGRycy9kb3ducmV2LnhtbESPQW/CMAyF75P4D5GRuI0U0MZUCIghIXFd1x9gJV5b&#10;0ThVkkHh1+PDpN1svef3Pm/3o+/VlWLqAhtYzAtQxDa4jhsD9ffp9QNUysgO+8Bk4E4J9rvJyxZL&#10;F278RdcqN0pCOJVooM15KLVOtiWPaR4GYtF+QvSYZY2NdhFvEu57vSyKd+2xY2locaBjS/ZS/XoD&#10;9tPZMNT6fl4vq7rLzTq+PaIxs+l42IDKNOZ/89/12Qn+SmjlGZlA7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S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140"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9cx8QA&#10;AADcAAAADwAAAGRycy9kb3ducmV2LnhtbERPTWsCMRC9F/wPYYTeatZuKXY1iki3lYIHbYvXYTNu&#10;FjeTJUl17a83BaG3ebzPmS1624oT+dA4VjAeZSCIK6cbrhV8fZYPExAhImtsHZOCCwVYzAd3Myy0&#10;O/OWTrtYixTCoUAFJsaukDJUhiyGkeuIE3dw3mJM0NdSezyncNvKxyx7lhYbTg0GO1oZqo67H6ug&#10;LPeb+Jr778tRmreP99xtyt8npe6H/XIKIlIf/8U391qn+fkL/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vXMfEAAAA3AAAAA8AAAAAAAAAAAAAAAAAmAIAAGRycy9k&#10;b3ducmV2LnhtbFBLBQYAAAAABAAEAPUAAACJAwAAAAA=&#10;" path="m,1011l,850,28,817r,218l,1011xm,447l,,28,r,447l,447xe" fillcolor="#0c14ff" stroked="f">
                    <v:path arrowok="t" o:connecttype="custom" o:connectlocs="0,1011;0,850;28,817;28,1035;0,1011;0,447;0,0;28,0;28,447;0,447" o:connectangles="0,0,0,0,0,0,0,0,0,0"/>
                    <o:lock v:ext="edit" verticies="t"/>
                  </v:shape>
                  <v:shape id="Freeform 141"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qesMA&#10;AADcAAAADwAAAGRycy9kb3ducmV2LnhtbESPT2/CMAzF70j7DpEn7QYpiHWoENAETNoVtt2txjQV&#10;jVM16Z99+/kwiZut9/zez7vD5Bs1UBfrwAaWiwwUcRlszZWB76+P+QZUTMgWm8Bk4JciHPZPsx0W&#10;Nox8oeGaKiUhHAs04FJqC61j6chjXISWWLRb6DwmWbtK2w5HCfeNXmVZrj3WLA0OWzo6Ku/X3hs4&#10;T+d++Mnt+jSeXP+W16vX48Yb8/I8vW9BJZrSw/x//WkFfy348oxMo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vqes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2"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NOMEA&#10;AADcAAAADwAAAGRycy9kb3ducmV2LnhtbERP3WrCMBS+H+wdwhG8m6lDZHZG0YGgMgqtPsChOTZl&#10;zUnXRFvf3giD3Z2P7/cs14NtxI06XztWMJ0kIIhLp2uuFJxPu7cPED4ga2wck4I7eVivXl+WmGrX&#10;c063IlQihrBPUYEJoU2l9KUhi37iWuLIXVxnMUTYVVJ32Mdw28j3JJlLizXHBoMtfRkqf4qrVfDr&#10;tuZ7e8kWxwOVxpiK8tM+U2o8GjafIAIN4V/8597rOH82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yjTjBAAAA3AAAAA8AAAAAAAAAAAAAAAAAmAIAAGRycy9kb3du&#10;cmV2LnhtbFBLBQYAAAAABAAEAPUAAACGAwAAAAA=&#10;" path="m,1059l,785,29,753r,334l,1059xm,447l,,29,r,447l,447xe" fillcolor="#121fff" stroked="f">
                    <v:path arrowok="t" o:connecttype="custom" o:connectlocs="0,1059;0,785;29,753;29,1087;0,1059;0,447;0,0;29,0;29,447;0,447" o:connectangles="0,0,0,0,0,0,0,0,0,0"/>
                    <o:lock v:ext="edit" verticies="t"/>
                  </v:shape>
                  <v:shape id="Freeform 143"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7NpsIA&#10;AADcAAAADwAAAGRycy9kb3ducmV2LnhtbERPTWvCQBC9F/wPyxS8NRuDiKSuIkVtwZNaSo9DdpJN&#10;zM6G7FbTf+8Kgrd5vM9ZrAbbigv1vnasYJKkIIgLp2uuFHyftm9zED4ga2wdk4J/8rBajl4WmGt3&#10;5QNdjqESMYR9jgpMCF0upS8MWfSJ64gjV7reYoiwr6Tu8RrDbSuzNJ1JizXHBoMdfRgqzsc/q2Ce&#10;TUxTemw2w+fPYVfSfvbb7JUavw7rdxCBhvAUP9xfOs6fZn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s2m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144"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Sb8QA&#10;AADcAAAADwAAAGRycy9kb3ducmV2LnhtbERPS2sCMRC+F/ofwhR6KZqtispqFCn4gCLq6sHjsBl3&#10;FzeTJUl1/feNUOhtPr7nTOetqcWNnK8sK/jsJiCIc6srLhScjsvOGIQPyBpry6TgQR7ms9eXKaba&#10;3vlAtywUIoawT1FBGUKTSunzkgz6rm2II3exzmCI0BVSO7zHcFPLXpIMpcGKY0OJDX2VlF+zH6Ng&#10;vxmd3XWxbVy2W8tVbr6zj/1Iqfe3djEBEagN/+I/90bH+YM+PJ+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8Em/EAAAA3AAAAA8AAAAAAAAAAAAAAAAAmAIAAGRycy9k&#10;b3ducmV2LnhtbFBLBQYAAAAABAAEAPUAAACJAwAAAAA=&#10;" path="m,1112l,721,24,689r,451l,1112xm,447l,,24,r,447l,447xe" fillcolor="#1829ff" stroked="f">
                    <v:path arrowok="t" o:connecttype="custom" o:connectlocs="0,1112;0,721;24,689;24,1140;0,1112;0,447;0,0;24,0;24,447;0,447" o:connectangles="0,0,0,0,0,0,0,0,0,0"/>
                    <o:lock v:ext="edit" verticies="t"/>
                  </v:shape>
                  <v:shape id="Freeform 145"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C16sEA&#10;AADcAAAADwAAAGRycy9kb3ducmV2LnhtbERPTYvCMBC9C/6HMMLeNN1FtFSj7C4sqwcPtgoeh2Zs&#10;i82kNLHWf28Ewds83ucs172pRUetqywr+JxEIIhzqysuFByyv3EMwnlkjbVlUnAnB+vVcLDERNsb&#10;76lLfSFCCLsEFZTeN4mULi/JoJvYhjhwZ9sa9AG2hdQt3kK4qeVXFM2kwYpDQ4kN/ZaUX9KrUWA6&#10;TH+y7T6OdscTZf74P6+urNTHqP9egPDU+7f45d7oMH86hecz4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AterBAAAA3AAAAA8AAAAAAAAAAAAAAAAAmAIAAGRycy9kb3du&#10;cmV2LnhtbFBLBQYAAAAABAAEAPUAAACGAwAAAAA=&#10;" path="m,1140l,689,28,656r,508l,1140xm,447l,,28,r,447l,447xe" fillcolor="#1c2eff" stroked="f">
                    <v:path arrowok="t" o:connecttype="custom" o:connectlocs="0,1140;0,689;28,656;28,1164;0,1140;0,447;0,0;28,0;28,447;0,447" o:connectangles="0,0,0,0,0,0,0,0,0,0"/>
                    <o:lock v:ext="edit" verticies="t"/>
                  </v:shape>
                  <v:shape id="Freeform 146"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dgsIA&#10;AADcAAAADwAAAGRycy9kb3ducmV2LnhtbERPzWrCQBC+F3yHZQQvRTeVKhLdBCk09FJo1AcYdsck&#10;mp0N2W2S9um7hUJv8/H9ziGfbCsG6n3jWMHTKgFBrJ1puFJwOb8udyB8QDbYOiYFX+Qhz2YPB0yN&#10;G7mk4RQqEUPYp6igDqFLpfS6Jot+5TriyF1dbzFE2FfS9DjGcNvKdZJspcWGY0ONHb3UpO+nT6ug&#10;0JvL4y18D7f3iXRZeB4/7qzUYj4d9yACTeFf/Od+M3H+8wZ+n4kXy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p2CwgAAANwAAAAPAAAAAAAAAAAAAAAAAJgCAABkcnMvZG93&#10;bnJldi54bWxQSwUGAAAAAAQABAD1AAAAhwMAAAAA&#10;" path="m,1164l,656,28,624r,568l,1164xm,447l,,28,r,447l,447xe" fillcolor="#1f34ff" stroked="f">
                    <v:path arrowok="t" o:connecttype="custom" o:connectlocs="0,1164;0,656;28,624;28,1192;0,1164;0,447;0,0;28,0;28,447;0,447" o:connectangles="0,0,0,0,0,0,0,0,0,0"/>
                    <o:lock v:ext="edit" verticies="t"/>
                  </v:shape>
                  <v:shape id="Freeform 147"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F0sQA&#10;AADcAAAADwAAAGRycy9kb3ducmV2LnhtbESPQWvCQBCF7wX/wzKCl1InFUkldRURAh7aQ7R4HrLT&#10;JDQ7G7PbmP77riB4m+G9ed+b9Xa0rRq4940TDa/zBBRL6UwjlYavU/6yAuUDiaHWCWv4Yw/bzeRp&#10;TZlxVyl4OIZKxRDxGWmoQ+gyRF/WbMnPXccStW/XWwpx7Ss0PV1juG1xkSQpWmokEmrqeF9z+XP8&#10;tZF7HvLT4g0vhj4un1ikw3ORo9az6bh7BxV4DA/z/fpgYv1lCrdn4gS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lBdL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148"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WcIA&#10;AADcAAAADwAAAGRycy9kb3ducmV2LnhtbERPS2vCQBC+F/wPywi91U2ltJK6ShULPVmMgj0O2cmD&#10;ZGfj7prEf98tFLzNx/ec5Xo0rejJ+dqygudZAoI4t7rmUsHp+Pm0AOEDssbWMim4kYf1avKwxFTb&#10;gQ/UZ6EUMYR9igqqELpUSp9XZNDPbEccucI6gyFCV0rtcIjhppXzJHmVBmuODRV2tK0ob7KrUXBx&#10;h6Fxx6bY9Nn+fCp2NnwPP0o9TsePdxCBxnAX/7u/dJz/8gZ/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ENZwgAAANwAAAAPAAAAAAAAAAAAAAAAAJgCAABkcnMvZG93&#10;bnJldi54bWxQSwUGAAAAAAQABAD1AAAAhwMAAAAA&#10;" path="m,1216l,592,29,560r,672l25,1237,,1216xm,447l,,29,r,447l,447xe" fillcolor="#253eff" stroked="f">
                    <v:path arrowok="t" o:connecttype="custom" o:connectlocs="0,1216;0,592;29,560;29,1232;25,1237;0,1216;0,447;0,0;29,0;29,447;0,447" o:connectangles="0,0,0,0,0,0,0,0,0,0,0"/>
                    <o:lock v:ext="edit" verticies="t"/>
                  </v:shape>
                  <v:shape id="Freeform 149"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oIcYA&#10;AADcAAAADwAAAGRycy9kb3ducmV2LnhtbESPQWvCQBCF74L/YRmhN91YStHUVURQFMyhVgu9TbNj&#10;EszOptlV03/fOQi9zfDevPfNbNG5Wt2oDZVnA+NRAoo497biwsDxYz2cgAoR2WLtmQz8UoDFvN+b&#10;YWr9nd/pdoiFkhAOKRooY2xSrUNeksMw8g2xaGffOoyytoW2Ld4l3NX6OUletcOKpaHEhlYl5ZfD&#10;1RnQ2c+p+VqOcbqhRH/uvrPr/pQZ8zTolm+gInXx3/y43lrBfxFaeUYm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NoIcYAAADcAAAADwAAAAAAAAAAAAAAAACYAgAAZHJz&#10;L2Rvd25yZXYueG1sUEsFBgAAAAAEAAQA9QAAAIsDAAAAAA==&#10;" path="m,1232l,560,28,527r,669l,1232xm,447l,,28,r,447l,447xe" fillcolor="#2843ff" stroked="f">
                    <v:path arrowok="t" o:connecttype="custom" o:connectlocs="0,1232;0,560;28,527;28,1196;0,1232;0,447;0,0;28,0;28,447;0,447" o:connectangles="0,0,0,0,0,0,0,0,0,0"/>
                    <o:lock v:ext="edit" verticies="t"/>
                  </v:shape>
                  <v:shape id="Freeform 150"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9uUMMA&#10;AADcAAAADwAAAGRycy9kb3ducmV2LnhtbERPyWrDMBC9B/oPYgq9JXJNKbEb2YRCtkshTqDXwZra&#10;otbIWErs9uujQiG3ebx1VuVkO3GlwRvHCp4XCQji2mnDjYLzaTNfgvABWWPnmBT8kIeyeJitMNdu&#10;5CNdq9CIGMI+RwVtCH0upa9bsugXrieO3JcbLIYIh0bqAccYbjuZJsmrtGg4NrTY03tL9Xd1sQo+&#10;jof+00y70ewv2e92l6bZukuVenqc1m8gAk3hLv5373Wc/5LB3zPxAl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9uUMMAAADcAAAADwAAAAAAAAAAAAAAAACYAgAAZHJzL2Rv&#10;d25yZXYueG1sUEsFBgAAAAAEAAQA9QAAAIgDAAAAAA==&#10;" path="m,1196l,527,28,495r,669l,1196xm,447l,,28,r,447l,447xe" fillcolor="#2b48ff" stroked="f">
                    <v:path arrowok="t" o:connecttype="custom" o:connectlocs="0,1196;0,527;28,495;28,1164;0,1196;0,447;0,0;28,0;28,447;0,447" o:connectangles="0,0,0,0,0,0,0,0,0,0"/>
                    <o:lock v:ext="edit" verticies="t"/>
                  </v:shape>
                  <v:shape id="Freeform 151"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hDMUA&#10;AADcAAAADwAAAGRycy9kb3ducmV2LnhtbESPQU/DMAyF70j8h8hI3FjKpI1Rlk1oiGkHDqzsB5jG&#10;NNUapyRha/89PkzazdZ7fu/zcj34Tp0opjawgcdJAYq4DrblxsDh6/1hASplZItdYDIwUoL16vZm&#10;iaUNZ97TqcqNkhBOJRpwOfel1ql25DFNQk8s2k+IHrOssdE24lnCfaenRTHXHluWBoc9bRzVx+rP&#10;G3h++h2rz7g9zuL243s8vA2O0Blzfze8voDKNOSr+XK9s4I/E3x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qEM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152"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nDsIA&#10;AADcAAAADwAAAGRycy9kb3ducmV2LnhtbERPyWrDMBC9F/oPYgK9lEZOIXFxIodSGugta0uOgzSx&#10;ja2RsZRE/fuoUMhtHm+dxTLaTlxo8I1jBZNxBoJYO9NwpeCwX728gfAB2WDnmBT8kodl+fiwwMK4&#10;K2/psguVSCHsC1RQh9AXUnpdk0U/dj1x4k5usBgSHCppBrymcNvJ1yybSYsNp4Yae/qoSbe7s1Uw&#10;O5t1fNab4/cKqx8dP2Ob51ulnkbxfQ4iUAx38b/7y6T50wn8PZMuk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6cO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3"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XapsIA&#10;AADcAAAADwAAAGRycy9kb3ducmV2LnhtbERPS2sCMRC+C/6HMEIvUrNVasvWKKVQ7M0nxeOwmW6C&#10;m8k2SXX990YoeJuP7zmzRecacaIQrWcFT6MCBHHlteVawX73+fgKIiZkjY1nUnChCIt5vzfDUvsz&#10;b+i0TbXIIRxLVGBSakspY2XIYRz5ljhzPz44TBmGWuqA5xzuGjkuiql0aDk3GGzpw1B13P45BXa6&#10;3h8PL/awHO6W1WQlg/n9Dko9DLr3NxCJunQX/7u/dJ7/PIbbM/kCOb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dqmwgAAANwAAAAPAAAAAAAAAAAAAAAAAJgCAABkcnMvZG93&#10;bnJldi54bWxQSwUGAAAAAAQABAD1AAAAhwMAAAAA&#10;" path="m,1100l,,28,r,1063l,1100xe" fillcolor="#3558ff" stroked="f">
                    <v:path arrowok="t" o:connecttype="custom" o:connectlocs="0,1100;0,0;28,0;28,1063;0,1100" o:connectangles="0,0,0,0,0"/>
                  </v:shape>
                  <v:shape id="Freeform 154"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HcasQA&#10;AADcAAAADwAAAGRycy9kb3ducmV2LnhtbERPTWvCQBC9F/wPywheSt2oVJroKiKIglhozKW3aXZM&#10;gtnZkF01+uvdQqG3ebzPmS87U4srta6yrGA0jEAQ51ZXXCjIjpu3DxDOI2usLZOCOzlYLnovc0y0&#10;vfEXXVNfiBDCLkEFpfdNIqXLSzLohrYhDtzJtgZ9gG0hdYu3EG5qOY6iqTRYcWgosaF1Sfk5vRgF&#10;8bZr9rvqM/s5xKdvyuR9+/pIlRr0u9UMhKfO/4v/3Dsd5r9P4PeZcIF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3GrEAAAA3AAAAA8AAAAAAAAAAAAAAAAAmAIAAGRycy9k&#10;b3ducmV2LnhtbFBLBQYAAAAABAAEAPUAAACJAwAAAAA=&#10;" path="m,1063l,,24,r,1031l,1063xe" fillcolor="#385dff" stroked="f">
                    <v:path arrowok="t" o:connecttype="custom" o:connectlocs="0,1063;0,0;24,0;24,1031;0,1063" o:connectangles="0,0,0,0,0"/>
                  </v:shape>
                  <v:shape id="Freeform 155"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ygMAA&#10;AADcAAAADwAAAGRycy9kb3ducmV2LnhtbERPTYvCMBC9L/gfwgje1lRxq9SmIqLoVXe9D83YdreZ&#10;lCbW9t9vBMHbPN7npJve1KKj1lWWFcymEQji3OqKCwU/34fPFQjnkTXWlknBQA422egjxUTbB5+p&#10;u/hChBB2CSoovW8SKV1ekkE3tQ1x4G62NegDbAupW3yEcFPLeRTF0mDFoaHEhnYl5X+Xu1Hwu4z7&#10;eDjurkV3u+5PKxx0fhiUmoz77RqEp96/xS/3SYf5Xwt4PhMukN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aygMAAAADcAAAADwAAAAAAAAAAAAAAAACYAgAAZHJzL2Rvd25y&#10;ZXYueG1sUEsFBgAAAAAEAAQA9QAAAIUDAAAAAA==&#10;" path="m,1031l,,28,r,999l,1031xe" fillcolor="#3b62ff" stroked="f">
                    <v:path arrowok="t" o:connecttype="custom" o:connectlocs="0,1031;0,0;28,0;28,999;0,1031" o:connectangles="0,0,0,0,0"/>
                  </v:shape>
                  <v:shape id="Freeform 156"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KzsMA&#10;AADcAAAADwAAAGRycy9kb3ducmV2LnhtbERPS2vCQBC+F/wPywi9FN00RZHoKiIteiu+wOOQHZNg&#10;djbubmPsr+8WBG/z8T1ntuhMLVpyvrKs4H2YgCDOra64UHDYfw0mIHxA1lhbJgV38rCY915mmGl7&#10;4y21u1CIGMI+QwVlCE0mpc9LMuiHtiGO3Nk6gyFCV0jt8BbDTS3TJBlLgxXHhhIbWpWUX3Y/RsHH&#10;0aXfb3hdH39Der/warPWnyelXvvdcgoiUBee4od7o+P80Qj+n4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mKzsMAAADcAAAADwAAAAAAAAAAAAAAAACYAgAAZHJzL2Rv&#10;d25yZXYueG1sUEsFBgAAAAAEAAQA9QAAAIgDAAAAAA==&#10;" path="m,999l,,28,r,967l,999xe" fillcolor="#3e68ff" stroked="f">
                    <v:path arrowok="t" o:connecttype="custom" o:connectlocs="0,999;0,0;28,0;28,967;0,999" o:connectangles="0,0,0,0,0"/>
                  </v:shape>
                  <v:shape id="Freeform 157"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FBcMA&#10;AADcAAAADwAAAGRycy9kb3ducmV2LnhtbERPS2vCQBC+C/0PyxR6002FRonZiBQspdqDsdDrkJ08&#10;MDsbdldN/fXdQsHbfHzPydej6cWFnO8sK3ieJSCIK6s7bhR8HbfTJQgfkDX2lknBD3lYFw+THDNt&#10;r3ygSxkaEUPYZ6igDWHIpPRVSwb9zA7EkautMxgidI3UDq8x3PRyniSpNNhxbGhxoNeWqlN5Ngpu&#10;flGnjt7cR7P//jzZmo773Vmpp8dxswIRaAx38b/7Xcf5Lyn8PRMv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nFBcMAAADcAAAADwAAAAAAAAAAAAAAAACYAgAAZHJzL2Rv&#10;d25yZXYueG1sUEsFBgAAAAAEAAQA9QAAAIgDAAAAAA==&#10;" path="m,967l,,25,r,930l,967xe" fillcolor="#416dff" stroked="f">
                    <v:path arrowok="t" o:connecttype="custom" o:connectlocs="0,967;0,0;25,0;25,930;0,967" o:connectangles="0,0,0,0,0"/>
                  </v:shape>
                  <v:shape id="Freeform 158"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li8EA&#10;AADcAAAADwAAAGRycy9kb3ducmV2LnhtbERP22oCMRB9L/gPYYS+1ey2tMpqFLFYFoSKlw8YNmN2&#10;cTNZkqjr3zcFwbc5nOvMFr1txZV8aBwryEcZCOLK6YaNguNh/TYBESKyxtYxKbhTgMV88DLDQrsb&#10;7+i6j0akEA4FKqhj7AopQ1WTxTByHXHiTs5bjAl6I7XHWwq3rXzPsi9pseHUUGNHq5qq8/5iFTRn&#10;X27Z3H/MRv76PC+/N/3HQanXYb+cgojUx6f44S51mv85hv9n0gV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ZJYvBAAAA3AAAAA8AAAAAAAAAAAAAAAAAmAIAAGRycy9kb3du&#10;cmV2LnhtbFBLBQYAAAAABAAEAPUAAACGAwAAAAA=&#10;" path="m,930l,,28,r,898l,930xe" fillcolor="#4472ff" stroked="f">
                    <v:path arrowok="t" o:connecttype="custom" o:connectlocs="0,930;0,0;28,0;28,898;0,930" o:connectangles="0,0,0,0,0"/>
                  </v:shape>
                  <v:shape id="Freeform 159"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MPcUA&#10;AADcAAAADwAAAGRycy9kb3ducmV2LnhtbESPQWvCQBCF74X+h2WE3upGodJGV5GKtBcP1SJ4G7Jj&#10;siQ7G7JrEv+9cyj0NsN78943q83oG9VTF11gA7NpBoq4CNZxaeD3tH99BxUTssUmMBm4U4TN+vlp&#10;hbkNA/9Qf0ylkhCOORqoUmpzrWNRkcc4DS2xaNfQeUyydqW2HQ4S7hs9z7KF9uhYGips6bOioj7e&#10;vIFL3epz7eZfi2FH19r1H/F2PxjzMhm3S1CJxvRv/rv+toL/JrTyjEy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sw9xQAAANwAAAAPAAAAAAAAAAAAAAAAAJgCAABkcnMv&#10;ZG93bnJldi54bWxQSwUGAAAAAAQABAD1AAAAigMAAAAA&#10;" path="m,898l,,28,r,866l,898xe" fillcolor="#4777ff" stroked="f">
                    <v:path arrowok="t" o:connecttype="custom" o:connectlocs="0,898;0,0;28,0;28,866;0,898" o:connectangles="0,0,0,0,0"/>
                  </v:shape>
                  <v:shape id="Freeform 160"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Gy8MIA&#10;AADcAAAADwAAAGRycy9kb3ducmV2LnhtbERPTYvCMBC9C/6HMMLeNHVB0WpaRHZBL4JWBG9jM7bF&#10;ZlKarHb3128Ewds83ucs087U4k6tqywrGI8iEMS51RUXCo7Z93AGwnlkjbVlUvBLDtKk31tirO2D&#10;93Q/+EKEEHYxKii9b2IpXV6SQTeyDXHgrrY16ANsC6lbfIRwU8vPKJpKgxWHhhIbWpeU3w4/RsHX&#10;NtPnsZueLB0v2eWv2tXbYqfUx6BbLUB46vxb/HJvdJg/mcPzmXCBT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cbLwwgAAANwAAAAPAAAAAAAAAAAAAAAAAJgCAABkcnMvZG93&#10;bnJldi54bWxQSwUGAAAAAAQABAD1AAAAhwMAAAAA&#10;" path="m,866l,,28,r,834l,866xe" fillcolor="#4a7cff" stroked="f">
                    <v:path arrowok="t" o:connecttype="custom" o:connectlocs="0,866;0,0;28,0;28,834;0,866" o:connectangles="0,0,0,0,0"/>
                  </v:shape>
                  <v:shape id="Freeform 161"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tOcQA&#10;AADcAAAADwAAAGRycy9kb3ducmV2LnhtbESPzWrDMBCE74G+g9hCb4mcHBzjRgkhJdAeCvnpAyzW&#10;xjKRVsZSE/ftu4dAbrvM7My3q80YvLrRkLrIBuazAhRxE23HrYGf835agUoZ2aKPTAb+KMFm/TJZ&#10;YW3jnY90O+VWSQinGg24nPta69Q4CphmsScW7RKHgFnWodV2wLuEB68XRVHqgB1Lg8Oedo6a6+k3&#10;GPj+mrf54C8f5bIqdk77ahnGZMzb67h9B5VpzE/z4/rTCn4p+PKMT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BrTnEAAAA3AAAAA8AAAAAAAAAAAAAAAAAmAIAAGRycy9k&#10;b3ducmV2LnhtbFBLBQYAAAAABAAEAPUAAACJAwAAAAA=&#10;" path="m,834l,,24,r,797l,834xe" fillcolor="#4e82ff" stroked="f">
                    <v:path arrowok="t" o:connecttype="custom" o:connectlocs="0,834;0,0;24,0;24,797;0,834" o:connectangles="0,0,0,0,0"/>
                  </v:shape>
                  <v:shape id="Freeform 162"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Z3cEA&#10;AADcAAAADwAAAGRycy9kb3ducmV2LnhtbERPzWqDQBC+F/IOyxR6q6tNG8S4hlBIyKlQkwcY3Ikr&#10;dWeNu1H79t1Cobf5+H6n3C22FxONvnOsIEtSEMSN0x23Ci7nw3MOwgdkjb1jUvBNHnbV6qHEQruZ&#10;P2mqQytiCPsCFZgQhkJK3xiy6BM3EEfu6kaLIcKxlXrEOYbbXr6k6UZa7Dg2GBzo3VDzVd+tAimz&#10;49t0We/NPOR8m5ZXrj9OSj09LvstiEBL+Bf/uU86zt9k8PtMvEB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72d3BAAAA3AAAAA8AAAAAAAAAAAAAAAAAmAIAAGRycy9kb3du&#10;cmV2LnhtbFBLBQYAAAAABAAEAPUAAACGAwAAAAA=&#10;" path="m,797l,,29,r,765l,797xe" fillcolor="#5187ff" stroked="f">
                    <v:path arrowok="t" o:connecttype="custom" o:connectlocs="0,797;0,0;29,0;29,765;0,797" o:connectangles="0,0,0,0,0"/>
                  </v:shape>
                  <v:shape id="Freeform 163"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LHFsIA&#10;AADcAAAADwAAAGRycy9kb3ducmV2LnhtbERPS2rDMBDdF3IHMYHuGrkuOMWNbIqhtLvWSQ4wWBN/&#10;Yo1cS03snD4qBLKbx/vOJp9ML040utaygudVBIK4srrlWsF+9/H0CsJ5ZI29ZVIwk4M8WzxsMNX2&#10;zCWdtr4WIYRdigoa74dUSlc1ZNCt7EAcuIMdDfoAx1rqEc8h3PQyjqJEGmw5NDQ4UNFQddz+GQXJ&#10;usPf7hPn78v6JcafoppKcko9Lqf3NxCeJn8X39xfOsxPYvh/Jlwg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scWwgAAANwAAAAPAAAAAAAAAAAAAAAAAJgCAABkcnMvZG93&#10;bnJldi54bWxQSwUGAAAAAAQABAD1AAAAhwMAAAAA&#10;" path="m,765l,,28,r,733l,765xe" fillcolor="#548cff" stroked="f">
                    <v:path arrowok="t" o:connecttype="custom" o:connectlocs="0,765;0,0;28,0;28,733;0,765" o:connectangles="0,0,0,0,0"/>
                  </v:shape>
                  <v:shape id="Freeform 164"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keMQA&#10;AADcAAAADwAAAGRycy9kb3ducmV2LnhtbERPTWvCQBC9F/wPywi91U0s2JK6ikQEQ6XQ6KHHaXaa&#10;BLOzIbtNor/eFQq9zeN9znI9mkb01LnasoJ4FoEgLqyuuVRwOu6eXkE4j6yxsUwKLuRgvZo8LDHR&#10;duBP6nNfihDCLkEFlfdtIqUrKjLoZrYlDtyP7Qz6ALtS6g6HEG4aOY+ihTRYc2iosKW0ouKc/xoF&#10;Jo2+08N+/pFl+P6Vv6TbC8dXpR6n4+YNhKfR/4v/3Hsd5i+e4f5MuE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9ZHjEAAAA3AAAAA8AAAAAAAAAAAAAAAAAmAIAAGRycy9k&#10;b3ducmV2LnhtbFBLBQYAAAAABAAEAPUAAACJAwAAAAA=&#10;" path="m,733l,,24,r,701l,733xe" fillcolor="#5791ff" stroked="f">
                    <v:path arrowok="t" o:connecttype="custom" o:connectlocs="0,733;0,0;24,0;24,701;0,733" o:connectangles="0,0,0,0,0"/>
                  </v:shape>
                  <v:shape id="Freeform 165"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djsQA&#10;AADcAAAADwAAAGRycy9kb3ducmV2LnhtbERP22rCQBB9F/oPyxR8Mxu1iKSuUguCghe0rc9jdpqE&#10;ZmdjdtXYr3cFwbc5nOuMJo0pxZlqV1hW0I1iEMSp1QVnCr6/Zp0hCOeRNZaWScGVHEzGL60RJtpe&#10;eEvnnc9ECGGXoILc+yqR0qU5GXSRrYgD92trgz7AOpO6xksIN6XsxfFAGiw4NORY0WdO6d/uZBS4&#10;w7TY9q/79bL7s1kfF7OVnv6vlGq/Nh/vIDw1/il+uOc6zB+8wf2Zc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nY7EAAAA3AAAAA8AAAAAAAAAAAAAAAAAmAIAAGRycy9k&#10;b3ducmV2LnhtbFBLBQYAAAAABAAEAPUAAACJAwAAAAA=&#10;" path="m,701l,,28,r,664l,701xe" fillcolor="#5a96ff" stroked="f">
                    <v:path arrowok="t" o:connecttype="custom" o:connectlocs="0,701;0,0;28,0;28,664;0,701" o:connectangles="0,0,0,0,0"/>
                  </v:shape>
                  <v:shape id="Freeform 166"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o/xcEA&#10;AADcAAAADwAAAGRycy9kb3ducmV2LnhtbERPS2sCMRC+C/6HMII3zVaolK1RrNjiRcQHeB02093g&#10;ZrImqe7+eyMIvc3H95zZorW1uJEPxrGCt3EGgrhw2nCp4HT8Hn2ACBFZY+2YFHQUYDHv92aYa3fn&#10;Pd0OsRQphEOOCqoYm1zKUFRkMYxdQ5y4X+ctxgR9KbXHewq3tZxk2VRaNJwaKmxoVVFxOfxZBT4a&#10;vS63+67tzn533f50+FUYpYaDdvkJIlIb/8Uv90an+dN3eD6TLp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KP8XBAAAA3AAAAA8AAAAAAAAAAAAAAAAAmAIAAGRycy9kb3du&#10;cmV2LnhtbFBLBQYAAAAABAAEAPUAAACGAwAAAAA=&#10;" path="m,664l,,28,r,632l,664xe" fillcolor="#5d9cff" stroked="f">
                    <v:path arrowok="t" o:connecttype="custom" o:connectlocs="0,664;0,0;28,0;28,632;0,664" o:connectangles="0,0,0,0,0"/>
                  </v:shape>
                  <v:shape id="Freeform 167"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O6sMA&#10;AADcAAAADwAAAGRycy9kb3ducmV2LnhtbERPTWsCMRC9F/wPYQRv3ayFbuvWKCoUvVYrehyScXcx&#10;maybVNf++qZQ6G0e73Om895ZcaUuNJ4VjLMcBLH2puFKwefu/fEVRIjIBq1nUnCnAPPZ4GGKpfE3&#10;/qDrNlYihXAoUUEdY1tKGXRNDkPmW+LEnXznMCbYVdJ0eEvhzsqnPC+kw4ZTQ40trWrS5+2XU/B9&#10;mBT56rKePL9ovTza3d4ejnulRsN+8QYiUh//xX/ujUnziwJ+n0kX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O6sMAAADcAAAADwAAAAAAAAAAAAAAAACYAgAAZHJzL2Rv&#10;d25yZXYueG1sUEsFBgAAAAAEAAQA9QAAAIgDAAAAAA==&#10;" path="m,632l,,29,r,600l,632xe" fillcolor="#60a1ff" stroked="f">
                    <v:path arrowok="t" o:connecttype="custom" o:connectlocs="0,632;0,0;29,0;29,600;0,632" o:connectangles="0,0,0,0,0"/>
                  </v:shape>
                  <v:shape id="Freeform 168"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c8MA&#10;AADcAAAADwAAAGRycy9kb3ducmV2LnhtbERP22oCMRB9L/gPYQTfatYLq2yNIoK0gi3V9gOGzXSz&#10;uJlsk3Rd/94UCn2bw7nOatPbRnTkQ+1YwWScgSAuna65UvD5sX9cgggRWWPjmBTcKMBmPXhYYaHd&#10;lU/UnWMlUgiHAhWYGNtCylAashjGriVO3JfzFmOCvpLa4zWF20ZOsyyXFmtODQZb2hkqL+cfq+Dw&#10;/J5PXnfbA3e5mX2/7f38SAulRsN++wQiUh//xX/uF53m5wv4fSZd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bc8MAAADcAAAADwAAAAAAAAAAAAAAAACYAgAAZHJzL2Rv&#10;d25yZXYueG1sUEsFBgAAAAAEAAQA9QAAAIgDAAAAAA==&#10;" path="m,600l,,24,r,568l,600xe" fillcolor="#63a6ff" stroked="f">
                    <v:path arrowok="t" o:connecttype="custom" o:connectlocs="0,600;0,0;24,0;24,568;0,600" o:connectangles="0,0,0,0,0"/>
                  </v:shape>
                  <v:shape id="Freeform 169"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clHMYA&#10;AADcAAAADwAAAGRycy9kb3ducmV2LnhtbESPQWvCQBCF74X+h2UKvdVNPYhNXUWkihRsTewPGLNj&#10;EszOhuyaxH/fORR6m+G9ee+bxWp0jeqpC7VnA6+TBBRx4W3NpYGf0/ZlDipEZIuNZzJwpwCr5ePD&#10;AlPrB86oz2OpJIRDigaqGNtU61BU5DBMfEss2sV3DqOsXalth4OEu0ZPk2SmHdYsDRW2tKmouOY3&#10;Z+BwH3bJaX+Jn19v149jfu7XY/ZtzPPTuH4HFWmM/+a/670V/JnQyjMygV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clHMYAAADcAAAADwAAAAAAAAAAAAAAAACYAgAAZHJz&#10;L2Rvd25yZXYueG1sUEsFBgAAAAAEAAQA9QAAAIsDAAAAAA==&#10;" path="m,568l,,28,r,531l,568xe" fillcolor="#67abff" stroked="f">
                    <v:path arrowok="t" o:connecttype="custom" o:connectlocs="0,568;0,0;28,0;28,531;0,568" o:connectangles="0,0,0,0,0"/>
                  </v:shape>
                  <v:shape id="Freeform 170"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W6sIA&#10;AADcAAAADwAAAGRycy9kb3ducmV2LnhtbERP22oCMRB9L/QfwhT6VrMK9bIaRYSWIlJaL+/DZtws&#10;7kyWTarr3xtB6NscznVmi45rdaY2VF4M9HsZKJLC20pKA/vdx9sYVIgoFmsvZOBKARbz56cZ5tZf&#10;5JfO21iqFCIhRwMuxibXOhSOGEPPNySJO/qWMSbYltq2eEnhXOtBlg01YyWpwWFDK0fFafvHBo4/&#10;o2LCy9HGuvXh/RuvzJvdpzGvL91yCipSF//FD/eXTfOHE7g/ky7Q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NbqwgAAANwAAAAPAAAAAAAAAAAAAAAAAJgCAABkcnMvZG93&#10;bnJldi54bWxQSwUGAAAAAAQABAD1AAAAhwMAAAAA&#10;" path="m,531l,,28,r,499l,531xe" fillcolor="#6ab0ff" stroked="f">
                    <v:path arrowok="t" o:connecttype="custom" o:connectlocs="0,531;0,0;28,0;28,499;0,531" o:connectangles="0,0,0,0,0"/>
                  </v:shape>
                  <v:shape id="Freeform 171"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rcYA&#10;AADcAAAADwAAAGRycy9kb3ducmV2LnhtbESPS2vDQAyE74X+h0WF3pp1ekiDk7UJgUDTQmgekByF&#10;V34Qr9bxbh3331eHQm8SM5r5tMxH16qB+tB4NjCdJKCIC28brgycjpuXOagQkS22nsnADwXIs8eH&#10;JabW33lPwyFWSkI4pGigjrFLtQ5FTQ7DxHfEopW+dxhl7Stte7xLuGv1a5LMtMOGpaHGjtY1FdfD&#10;tzOww9l+dz7etl9bWn98lmWpL/PBmOencbUAFWmM/+a/63cr+G+CL8/IBDr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IrcYAAADcAAAADwAAAAAAAAAAAAAAAACYAgAAZHJz&#10;L2Rvd25yZXYueG1sUEsFBgAAAAAEAAQA9QAAAIsDAAAAAA==&#10;" path="m,499l,,24,r,467l,499xe" fillcolor="#6db6ff" stroked="f">
                    <v:path arrowok="t" o:connecttype="custom" o:connectlocs="0,499;0,0;24,0;24,467;0,499" o:connectangles="0,0,0,0,0"/>
                  </v:shape>
                  <v:shape id="Freeform 172"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uqKcQA&#10;AADcAAAADwAAAGRycy9kb3ducmV2LnhtbERPTWvCQBC9F/wPywi96cYUVFJXKRWhlx4SxdDbkB2z&#10;odnZNLvGtL/eLRR6m8f7nM1utK0YqPeNYwWLeQKCuHK64VrB6XiYrUH4gKyxdUwKvsnDbjt52GCm&#10;3Y1zGopQixjCPkMFJoQuk9JXhiz6ueuII3dxvcUQYV9L3eMthttWpkmylBYbjg0GO3o1VH0WV6ug&#10;yJ8u13Q47t2P/yjLr/fxnJpcqcfp+PIMItAY/sV/7jcd568W8PtMvE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qinEAAAA3AAAAA8AAAAAAAAAAAAAAAAAmAIAAGRycy9k&#10;b3ducmV2LnhtbFBLBQYAAAAABAAEAPUAAACJAwAAAAA=&#10;" path="m,467l,,29,r,435l,467xe" fillcolor="#70bbff" stroked="f">
                    <v:path arrowok="t" o:connecttype="custom" o:connectlocs="0,467;0,0;29,0;29,435;0,467" o:connectangles="0,0,0,0,0"/>
                  </v:shape>
                  <v:shape id="Freeform 173"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VdsAA&#10;AADcAAAADwAAAGRycy9kb3ducmV2LnhtbERPTYvCMBC9C/6HMII3TfSgUo2yrBTWi6CV3evYjG21&#10;mZQmq/Xfm4UFb/N4n7PadLYWd2p95VjDZKxAEOfOVFxoOGXpaAHCB2SDtWPS8CQPm3W/t8LEuAcf&#10;6H4MhYgh7BPUUIbQJFL6vCSLfuwa4shdXGsxRNgW0rT4iOG2llOlZtJixbGhxIY+S8pvx1+rQV5T&#10;dW7cWf18+yzNtnu7U5nVejjoPpYgAnXhLf53f5k4fz6Fv2fiB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dVdsAAAADcAAAADwAAAAAAAAAAAAAAAACYAgAAZHJzL2Rvd25y&#10;ZXYueG1sUEsFBgAAAAAEAAQA9QAAAIUDAAAAAA==&#10;" path="m,435l,,28,r,398l,435xe" fillcolor="#73c0ff" stroked="f">
                    <v:path arrowok="t" o:connecttype="custom" o:connectlocs="0,435;0,0;28,0;28,398;0,435" o:connectangles="0,0,0,0,0"/>
                  </v:shape>
                  <v:shape id="Freeform 174"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zscMA&#10;AADcAAAADwAAAGRycy9kb3ducmV2LnhtbERPTWvCQBC9C/6HZYReim5swbZpNiItSkGlNErPQ3aa&#10;BLOzIbua5N+7QsHbPN7nJMve1OJCrassK5jPIhDEudUVFwqOh/X0FYTzyBpry6RgIAfLdDxKMNa2&#10;4x+6ZL4QIYRdjApK75tYSpeXZNDNbEMcuD/bGvQBtoXULXYh3NTyKYoW0mDFoaHEhj5Kyk/Z2Sgo&#10;6NjRsH/73OzsZrv6fjR2iH6Vepj0q3cQnnp/F/+7v3SY//IMt2fCBTK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zzscMAAADcAAAADwAAAAAAAAAAAAAAAACYAgAAZHJzL2Rv&#10;d25yZXYueG1sUEsFBgAAAAAEAAQA9QAAAIgDAAAAAA==&#10;" path="m,398l,,24,r,366l,398xe" fillcolor="#76c5ff" stroked="f">
                    <v:path arrowok="t" o:connecttype="custom" o:connectlocs="0,398;0,0;24,0;24,366;0,398" o:connectangles="0,0,0,0,0"/>
                  </v:shape>
                  <v:shape id="Freeform 175"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hS8AA&#10;AADcAAAADwAAAGRycy9kb3ducmV2LnhtbERPS4vCMBC+C/6HMIK3NVVcV6tRfLAge9uq4HFoxrbY&#10;TEoStf57s7DgbT6+5yxWranFnZyvLCsYDhIQxLnVFRcKjofvjykIH5A11pZJwZM8rJbdzgJTbR/8&#10;S/csFCKGsE9RQRlCk0rp85IM+oFtiCN3sc5giNAVUjt8xHBTy1GSTKTBimNDiQ1tS8qv2c0omNH5&#10;89Da6+60m9TH9Q+GTeK0Uv1eu56DCNSGt/jfvddx/tcY/p6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KhS8AAAADcAAAADwAAAAAAAAAAAAAAAACYAgAAZHJzL2Rvd25y&#10;ZXYueG1sUEsFBgAAAAAEAAQA9QAAAIUDAAAAAA==&#10;" path="m,366l,,28,r,334l,366xe" fillcolor="#79caff" stroked="f">
                    <v:path arrowok="t" o:connecttype="custom" o:connectlocs="0,366;0,0;28,0;28,334;0,366" o:connectangles="0,0,0,0,0"/>
                  </v:shape>
                  <v:shape id="Freeform 176"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3BMMA&#10;AADcAAAADwAAAGRycy9kb3ducmV2LnhtbERPS2sCMRC+F/wPYYTealZbq64bRQShID1URfQ2bGYf&#10;uJmETVa3/74pFHqbj+852bo3jbhT62vLCsajBARxbnXNpYLTcfcyB+EDssbGMin4Jg/r1eApw1Tb&#10;B3/R/RBKEUPYp6igCsGlUvq8IoN+ZB1x5ArbGgwRtqXULT5iuGnkJEnepcGaY0OFjrYV5bdDZxRc&#10;pufXbjJ2zu676/a2589d8bZQ6nnYb5YgAvXhX/zn/tBx/mwK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3BMMAAADcAAAADwAAAAAAAAAAAAAAAACYAgAAZHJzL2Rv&#10;d25yZXYueG1sUEsFBgAAAAAEAAQA9QAAAIgDAAAAAA==&#10;" path="m,334l,,28,r,302l,334xe" fillcolor="#7cd0ff" stroked="f">
                    <v:path arrowok="t" o:connecttype="custom" o:connectlocs="0,334;0,0;28,0;28,302;0,334" o:connectangles="0,0,0,0,0"/>
                  </v:shape>
                  <v:shape id="Freeform 177"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hOCMEA&#10;AADcAAAADwAAAGRycy9kb3ducmV2LnhtbERPS2rDMBDdF3IHMYHuatlduMGNEkpDcSDdNM4BBmti&#10;mVojR1Ic9/ZRodDdPN531tvZDmIiH3rHCoosB0HcOt1zp+DUfDytQISIrHFwTAp+KMB2s3hYY6Xd&#10;jb9oOsZOpBAOFSowMY6VlKE1ZDFkbiRO3Nl5izFB30nt8ZbC7SCf87yUFntODQZHejfUfh+vVsGh&#10;ufi5KFdmquuz2fXSSv60Sj0u57dXEJHm+C/+c+91mv9Swu8z6QK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4TgjBAAAA3AAAAA8AAAAAAAAAAAAAAAAAmAIAAGRycy9kb3du&#10;cmV2LnhtbFBLBQYAAAAABAAEAPUAAACGAwAAAAA=&#10;" path="m,302l,,29,r,265l,302xe" fillcolor="#80d5ff" stroked="f">
                    <v:path arrowok="t" o:connecttype="custom" o:connectlocs="0,302;0,0;29,0;29,265;0,302" o:connectangles="0,0,0,0,0"/>
                  </v:shape>
                  <v:shape id="Freeform 178"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bJMMA&#10;AADcAAAADwAAAGRycy9kb3ducmV2LnhtbERPTWsCMRC9F/ofwhR6KZq11KqrUdpCZfEgVAWvw2bc&#10;LN1MliS66783QqG3ebzPWax624gL+VA7VjAaZiCIS6drrhQc9t+DKYgQkTU2jknBlQKslo8PC8y1&#10;6/iHLrtYiRTCIUcFJsY2lzKUhiyGoWuJE3dy3mJM0FdSe+xSuG3ka5a9S4s1pwaDLX0ZKn93Z6vg&#10;c1O8jWsKsTOjYj3z55d+fdwq9fzUf8xBROrjv/jPXeg0fzKB+zPp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pbJMMAAADcAAAADwAAAAAAAAAAAAAAAACYAgAAZHJzL2Rv&#10;d25yZXYueG1sUEsFBgAAAAAEAAQA9QAAAIgDAAAAAA==&#10;" path="m,265l,,24,r,233l,265xe" fillcolor="#83daff" stroked="f">
                    <v:path arrowok="t" o:connecttype="custom" o:connectlocs="0,265;0,0;24,0;24,233;0,265" o:connectangles="0,0,0,0,0"/>
                  </v:shape>
                  <v:shape id="Freeform 179"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5FWcMA&#10;AADcAAAADwAAAGRycy9kb3ducmV2LnhtbESPQW/CMAyF75P4D5GRdhspE2KjEBBCQ+qVjh24mca0&#10;FY1TNYGWfz8fkLjZes/vfV5tBteoO3Wh9mxgOklAERfe1lwaOP7uP75BhYhssfFMBh4UYLMeva0w&#10;tb7nA93zWCoJ4ZCigSrGNtU6FBU5DBPfEot28Z3DKGtXatthL+Gu0Z9JMtcOa5aGClvaVVRc85sz&#10;cF6csvxnlh0PGfc3/Zhf7fCXGPM+HrZLUJGG+DI/rzMr+F9CK8/IB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5FWcMAAADcAAAADwAAAAAAAAAAAAAAAACYAgAAZHJzL2Rv&#10;d25yZXYueG1sUEsFBgAAAAAEAAQA9QAAAIgDAAAAAA==&#10;" path="m,233l,,28,r,201l,233xe" fillcolor="#86dfff" stroked="f">
                    <v:path arrowok="t" o:connecttype="custom" o:connectlocs="0,233;0,0;28,0;28,201;0,233" o:connectangles="0,0,0,0,0"/>
                  </v:shape>
                  <v:shape id="Freeform 180"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fJo8MA&#10;AADcAAAADwAAAGRycy9kb3ducmV2LnhtbERPS4vCMBC+L+x/CLPgZdF0BXe1GkUWBE/iYxG9Dc3Y&#10;FJtJaaKt/nojLHibj+85k1lrS3Gl2heOFXz1EhDEmdMF5wr+dovuEIQPyBpLx6TgRh5m0/e3Caba&#10;Nbyh6zbkIoawT1GBCaFKpfSZIYu+5yriyJ1cbTFEWOdS19jEcFvKfpJ8S4sFxwaDFf0ays7bi1Ww&#10;Oa5o2QzWh/a+1yaM5p+nI12U6ny08zGIQG14if/dSx3n/4zg+Uy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fJo8MAAADcAAAADwAAAAAAAAAAAAAAAACYAgAAZHJzL2Rv&#10;d25yZXYueG1sUEsFBgAAAAAEAAQA9QAAAIgDAAAAAA==&#10;" path="m,201l,,28,r,169l,201xe" fillcolor="#89e4ff" stroked="f">
                    <v:path arrowok="t" o:connecttype="custom" o:connectlocs="0,201;0,0;28,0;28,169;0,201" o:connectangles="0,0,0,0,0"/>
                  </v:shape>
                  <v:shape id="Freeform 181"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4pMMA&#10;AADcAAAADwAAAGRycy9kb3ducmV2LnhtbESPQW/CMAyF75P4D5GRdhspHLaqa4oQbNI4TcB+gGlM&#10;W9E4VZOR7t/PByRutt7ze5/L9eR6daMxdJ4NLBcZKOLa244bAz+nz5ccVIjIFnvPZOCPAqyr2VOJ&#10;hfWJD3Q7xkZJCIcCDbQxDoXWoW7JYVj4gVi0ix8dRlnHRtsRk4S7Xq+y7FU77FgaWhxo21J9Pf46&#10;A11626zS6WO7r3dpcGfW+Tn7NuZ5Pm3eQUWa4sN8v/6ygp8LvjwjE+j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B4pMMAAADcAAAADwAAAAAAAAAAAAAAAACYAgAAZHJzL2Rv&#10;d25yZXYueG1sUEsFBgAAAAAEAAQA9QAAAIgDAAAAAA==&#10;" path="m,169l,,24,r,132l,169xe" fillcolor="#8ceaff" stroked="f">
                    <v:path arrowok="t" o:connecttype="custom" o:connectlocs="0,169;0,0;24,0;24,132;0,169" o:connectangles="0,0,0,0,0"/>
                  </v:shape>
                  <v:shape id="Freeform 182"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aacAA&#10;AADcAAAADwAAAGRycy9kb3ducmV2LnhtbERPS4vCMBC+C/sfwgheZE274INqlCosiDcfex+asS02&#10;k24Tbfz3mwXB23x8z1ltgmnEgzpXW1aQThIQxIXVNZcKLufvzwUI55E1NpZJwZMcbNYfgxVm2vZ8&#10;pMfJlyKGsMtQQeV9m0npiooMuoltiSN3tZ1BH2FXSt1hH8NNI7+SZCYN1hwbKmxpV1FxO92NAjtt&#10;xilvwy/m89A/z9PDzz0/KDUahnwJwlPwb/HLvddx/iKF/2fi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UaacAAAADcAAAADwAAAAAAAAAAAAAAAACYAgAAZHJzL2Rvd25y&#10;ZXYueG1sUEsFBgAAAAAEAAQA9QAAAIUDAAAAAA==&#10;" path="m,132l,,29,r,100l,132xe" fillcolor="#8fefff" stroked="f">
                    <v:path arrowok="t" o:connecttype="custom" o:connectlocs="0,132;0,0;29,0;29,100;0,132" o:connectangles="0,0,0,0,0"/>
                  </v:shape>
                  <v:shape id="Freeform 183"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07cIA&#10;AADcAAAADwAAAGRycy9kb3ducmV2LnhtbERPS4vCMBC+L/gfwgje1tS6aqlGEUFYWA++Dh7HZmyL&#10;zaQ0Ubv/3giCt/n4njNbtKYSd2pcaVnBoB+BIM6sLjlXcDysvxMQziNrrCyTgn9ysJh3vmaYavvg&#10;Hd33PhchhF2KCgrv61RKlxVk0PVtTRy4i20M+gCbXOoGHyHcVDKOorE0WHJoKLCmVUHZdX8zCkZ/&#10;yXnb/hyGcnTbxtVuIienzUWpXrddTkF4av1H/Hb/6jA/ieH1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3TtwgAAANwAAAAPAAAAAAAAAAAAAAAAAJgCAABkcnMvZG93&#10;bnJldi54bWxQSwUGAAAAAAQABAD1AAAAhwMAAAAA&#10;" path="m,100l,,28,r,68l,100xe" fillcolor="#92f4ff" stroked="f">
                    <v:path arrowok="t" o:connecttype="custom" o:connectlocs="0,100;0,0;28,0;28,68;0,100" o:connectangles="0,0,0,0,0"/>
                  </v:shape>
                  <v:shape id="Freeform 184"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SrsIA&#10;AADcAAAADwAAAGRycy9kb3ducmV2LnhtbERPS4vCMBC+C/sfwix4EU11QaXbKLIgq6AHH+B1bKYP&#10;bCalydb67zeC4G0+vucky85UoqXGlZYVjEcRCOLU6pJzBefTejgH4TyyxsoyKXiQg+Xio5dgrO2d&#10;D9QefS5CCLsYFRTe17GULi3IoBvZmjhwmW0M+gCbXOoG7yHcVHISRVNpsOTQUGBNPwWlt+OfUcCV&#10;H2zdrF1fb4+Vqcf7yynb/SrV/+xW3yA8df4tfrk3Osyff8HzmXC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xKuwgAAANwAAAAPAAAAAAAAAAAAAAAAAJgCAABkcnMvZG93&#10;bnJldi54bWxQSwUGAAAAAAQABAD1AAAAhwMAAAAA&#10;" path="m,68l,,28,r,36l,68xe" fillcolor="#95f9ff" stroked="f">
                    <v:path arrowok="t" o:connecttype="custom" o:connectlocs="0,68;0,0;28,0;28,36;0,68" o:connectangles="0,0,0,0,0"/>
                  </v:shape>
                  <v:shape id="Freeform 185"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1MIA&#10;AADcAAAADwAAAGRycy9kb3ducmV2LnhtbERPTWvCQBC9F/wPywi91Y0iYlNXqQVBaqE0Cr0O2Wk2&#10;JDubZkeN/75bKPQ2j/c5q83gW3WhPtaBDUwnGSjiMtiaKwOn4+5hCSoKssU2MBm4UYTNenS3wtyG&#10;K3/QpZBKpRCOORpwIl2udSwdeYyT0BEn7iv0HiXBvtK2x2sK962eZdlCe6w5NTjs6MVR2RRnb+D9&#10;u3g9sHPnxVsl+rNxj82WxJj78fD8BEpokH/xn3tv0/zlHH6fSRfo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r7fUwgAAANwAAAAPAAAAAAAAAAAAAAAAAJgCAABkcnMvZG93&#10;bnJldi54bWxQSwUGAAAAAAQABAD1AAAAhwMAAAAA&#10;" path="m,36l,,24,,,36xe" fillcolor="#9ff" stroked="f">
                    <v:path arrowok="t" o:connecttype="custom" o:connectlocs="0,36;0,0;24,0;0,36" o:connectangles="0,0,0,0"/>
                  </v:shape>
                  <v:shape id="Freeform 186"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frMAA&#10;AADcAAAADwAAAGRycy9kb3ducmV2LnhtbERPS2rDMBDdF3IHMYHuGjmBlsSJbEyg0EWhNM0BBmsi&#10;m1gjR1Jt5fZVodDdPN53DnWyg5jIh96xgvWqAEHcOt2zUXD+en3agggRWePgmBTcKUBdLR4OWGo3&#10;8ydNp2hEDuFQooIuxrGUMrQdWQwrNxJn7uK8xZihN1J7nHO4HeSmKF6kxZ5zQ4cjHTtqr6dvqwA3&#10;vJvMvSlufUPv89GkD2+TUo/L1OxBRErxX/znftN5/vYZfp/JF8j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frMAAAADcAAAADwAAAAAAAAAAAAAAAACYAgAAZHJzL2Rvd25y&#10;ZXYueG1sUEsFBgAAAAAEAAQA9QAAAIUDAAAAAA==&#10;" path="m93,l,93,,472r189,l189,93,93,189,93,,,,,93,93,xe" stroked="f">
                    <v:path arrowok="t" o:connecttype="custom" o:connectlocs="93,0;0,93;0,472;189,472;189,93;93,189;93,0;0,0;0,93;93,0" o:connectangles="0,0,0,0,0,0,0,0,0,0"/>
                  </v:shape>
                  <v:shape id="Freeform 187"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XHfsIA&#10;AADcAAAADwAAAGRycy9kb3ducmV2LnhtbERPTWvCQBC9F/wPywheim4qVNboRqwgeOmh2noesmMS&#10;kp2N2TVJ/323UOhtHu9ztrvRNqKnzleONbwsEhDEuTMVFxo+L8e5AuEDssHGMWn4Jg+7bPK0xdS4&#10;gT+oP4dCxBD2KWooQ2hTKX1ekkW/cC1x5G6usxgi7AppOhxiuG3kMklW0mLFsaHElg4l5fX5YTWs&#10;Xy/qWlT+rX/efw1K4buq70Hr2XTcb0AEGsO/+M99MnG+WsHvM/EC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1cd+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88"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u49sMA&#10;AADcAAAADwAAAGRycy9kb3ducmV2LnhtbERPzWrCQBC+F/oOyxS8FN3Ug91GV2mFgPbUpn2AITvJ&#10;hmZnQ3bV6NO7BcHbfHy/s9qMrhNHGkLrWcPLLANBXHnTcqPh96eYKhAhIhvsPJOGMwXYrB8fVpgb&#10;f+JvOpaxESmEQ44abIx9LmWoLDkMM98TJ672g8OY4NBIM+AphbtOzrNsIR22nBos9rS1VP2VB6fh&#10;4uvPQ1EWfNnVH/ZrvlfPb0ppPXka35cgIo3xLr65dybNV6/w/0y6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u49sMAAADcAAAADwAAAAAAAAAAAAAAAACYAgAAZHJzL2Rv&#10;d25yZXYueG1sUEsFBgAAAAAEAAQA9QAAAIgDAAAAAA==&#10;" path="m97,1708r92,97l189,,,,,1805r97,93l,1805r,93l97,1898r,-190xe" stroked="f">
                    <v:path arrowok="t" o:connecttype="custom" o:connectlocs="97,1708;189,1805;189,0;0,0;0,1805;97,1898;0,1805;0,1898;97,1898;97,1708" o:connectangles="0,0,0,0,0,0,0,0,0,0"/>
                  </v:shape>
                  <v:shape id="Freeform 189"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tOcUA&#10;AADcAAAADwAAAGRycy9kb3ducmV2LnhtbESPQWvCQBCF7wX/wzJCb3WjB7HRVUQQLNRDbSr1NmTH&#10;JJqdDdltjP++cxC8zfDevPfNYtW7WnXUhsqzgfEoAUWce1txYSD73r7NQIWIbLH2TAbuFGC1HLws&#10;MLX+xl/UHWKhJIRDigbKGJtU65CX5DCMfEMs2tm3DqOsbaFtizcJd7WeJMlUO6xYGkpsaFNSfj38&#10;OQObYoqf4SM77rPj++X3Z32KoTsZ8zrs13NQkfr4ND+ud1bwZ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6605xQAAANwAAAAPAAAAAAAAAAAAAAAAAJgCAABkcnMv&#10;ZG93bnJldi54bWxQSwUGAAAAAAQABAD1AAAAigMAAAAA&#10;" path="m411,97l503,,,,,190r503,l600,97r-97,93l600,190r,-93l411,97xe" stroked="f">
                    <v:path arrowok="t" o:connecttype="custom" o:connectlocs="411,97;503,0;0,0;0,190;503,190;600,97;503,190;600,190;600,97;411,97" o:connectangles="0,0,0,0,0,0,0,0,0,0"/>
                  </v:shape>
                  <v:shape id="Freeform 190"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pgcIA&#10;AADcAAAADwAAAGRycy9kb3ducmV2LnhtbERP22rCQBB9F/oPyxT6InXTCJpEVylCi2/e+gFDdkyC&#10;2dmwuybp37uFgm9zONdZb0fTip6cbywr+JglIIhLqxuuFPxcvt4zED4ga2wtk4Jf8rDdvEzWWGg7&#10;8In6c6hEDGFfoII6hK6Q0pc1GfQz2xFH7mqdwRChq6R2OMRw08o0SRbSYMOxocaOdjWVt/PdKLgd&#10;pst+b4bv6phesvtuvszz1Cn19jp+rkAEGsNT/O/e6zg/y+HvmXi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ymB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1"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licUA&#10;AADcAAAADwAAAGRycy9kb3ducmV2LnhtbESPT2vCQBDF7wW/wzKCt7rRg9joKkURBYXiHzyP2WmS&#10;NjsbshuN3945FHqb4b157zfzZecqdacmlJ4NjIYJKOLM25JzA5fz5n0KKkRki5VnMvCkAMtF722O&#10;qfUPPtL9FHMlIRxSNFDEWKdah6wgh2Hoa2LRvn3jMMra5No2+JBwV+lxkky0w5KlocCaVgVlv6fW&#10;Gfjp8rodXw/H23qftP7rut1dIhsz6HefM1CRuvhv/rveWcH/EHx5Rib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eWJxQAAANwAAAAPAAAAAAAAAAAAAAAAAJgCAABkcnMv&#10;ZG93bnJldi54bWxQSwUGAAAAAAQABAD1AAAAigMAAAAA&#10;" path="m189,92l97,189r503,l600,,97,,,92,97,,,,,92r189,xe" stroked="f">
                    <v:path arrowok="t" o:connecttype="custom" o:connectlocs="189,92;97,189;600,189;600,0;97,0;0,92;97,0;0,0;0,92;189,92" o:connectangles="0,0,0,0,0,0,0,0,0,0"/>
                  </v:shape>
                  <v:shape id="Freeform 192"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f68IA&#10;AADcAAAADwAAAGRycy9kb3ducmV2LnhtbERP3UrDMBS+F/YO4QjeuXRD3VaXjSEMpKCwzgc4JmdN&#10;aXNSkrjWtzeC4N35+H7Pdj+5XlwpxNazgsW8AEGsvWm5UfBxPt6vQcSEbLD3TAq+KcJ+N7vZYmn8&#10;yCe61qkROYRjiQpsSkMpZdSWHMa5H4gzd/HBYcowNNIEHHO46+WyKJ6kw5Zzg8WBXizprv5yCh67&#10;h6DHYNfv+q367FaHqu6OlVJ3t9PhGUSiKf2L/9yvJs/fLOD3mXy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1/rwgAAANwAAAAPAAAAAAAAAAAAAAAAAJgCAABkcnMvZG93&#10;bnJldi54bWxQSwUGAAAAAAQABAD1AAAAhwMAAAAA&#10;" path="m97,464r92,-93l189,,,,,371,97,274r,190l189,464r,-93l97,464xe" stroked="f">
                    <v:path arrowok="t" o:connecttype="custom" o:connectlocs="97,464;189,371;189,0;0,0;0,371;97,274;97,464;189,464;189,371;97,464" o:connectangles="0,0,0,0,0,0,0,0,0,0"/>
                  </v:shape>
                  <v:shape id="Freeform 193"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gk8EA&#10;AADcAAAADwAAAGRycy9kb3ducmV2LnhtbERPTYvCMBC9L/gfwgje1lRBV6tRVFhQ2MNaBa9DMzbF&#10;ZlKbrNZ/vxEEb/N4nzNftrYSN2p86VjBoJ+AIM6dLrlQcDx8f05A+ICssXJMCh7kYbnofMwx1e7O&#10;e7ploRAxhH2KCkwIdSqlzw1Z9H1XE0fu7BqLIcKmkLrBewy3lRwmyVhaLDk2GKxpYyi/ZH9WwdWE&#10;Xbb9za8nO54OLvXXWo5+9kr1uu1qBiJQG97il3ur4/zpEJ7Px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34JPBAAAA3AAAAA8AAAAAAAAAAAAAAAAAmAIAAGRycy9kb3du&#10;cmV2LnhtbFBLBQYAAAAABAAEAPUAAACGAwAAAAA=&#10;" path="m,97r97,93l512,190,512,,97,r92,97l,97r,93l97,190,,97xe" stroked="f">
                    <v:path arrowok="t" o:connecttype="custom" o:connectlocs="0,97;97,190;512,190;512,0;97,0;189,97;0,97;0,190;97,190;0,97" o:connectangles="0,0,0,0,0,0,0,0,0,0"/>
                  </v:shape>
                  <v:shape id="Freeform 194"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5JOMEA&#10;AADcAAAADwAAAGRycy9kb3ducmV2LnhtbERPS4vCMBC+L/gfwgh7W1MVFq1GUUHpyV0fB49DM7bV&#10;ZlKaqPHfbwRhb/PxPWc6D6YWd2pdZVlBv5eAIM6trrhQcDysv0YgnEfWWFsmBU9yMJ91PqaYavvg&#10;Hd33vhAxhF2KCkrvm1RKl5dk0PVsQxy5s20N+gjbQuoWHzHc1HKQJN/SYMWxocSGViXl1/3NKPj1&#10;2RU3p9XyJzzt4BIy2o7cVqnPblhMQHgK/l/8dmc6zh8P4fVMvE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eSTjBAAAA3AAAAA8AAAAAAAAAAAAAAAAAmAIAAGRycy9kb3du&#10;cmV2LnhtbFBLBQYAAAAABAAEAPUAAACGAwAAAAA=&#10;" path="m97,189l4,92,,467r189,l193,92,97,r96,92l193,,97,r,189xe" stroked="f">
                    <v:path arrowok="t" o:connecttype="custom" o:connectlocs="97,189;4,92;0,467;189,467;193,92;97,0;193,92;193,0;97,0;97,189" o:connectangles="0,0,0,0,0,0,0,0,0,0"/>
                  </v:shape>
                  <v:shape id="Freeform 195"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sIA&#10;AADcAAAADwAAAGRycy9kb3ducmV2LnhtbERPTWvCQBC9C/6HZQRvuomUYlM3oQhpPVbtQW9Ddpos&#10;zc4m2a3Gf98tCN7m8T5nU4y2FRcavHGsIF0mIIgrpw3XCr6O5WINwgdkja1jUnAjD0U+nWww0+7K&#10;e7ocQi1iCPsMFTQhdJmUvmrIol+6jjhy326wGCIcaqkHvMZw28pVkjxLi4ZjQ4MdbRuqfg6/VkFv&#10;jntD1Wf6nva3j7I893Z96pWaz8a3VxCBxvAQ3907Hee/PMH/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b7+iwgAAANwAAAAPAAAAAAAAAAAAAAAAAJgCAABkcnMvZG93&#10;bnJldi54bWxQSwUGAAAAAAQABAD1AAAAhwMAAAAA&#10;" path="m189,92l97,189r508,l605,,97,,,92,97,,,,,92r189,xe" stroked="f">
                    <v:path arrowok="t" o:connecttype="custom" o:connectlocs="189,92;97,189;605,189;605,0;97,0;0,92;97,0;0,0;0,92;189,92" o:connectangles="0,0,0,0,0,0,0,0,0,0"/>
                  </v:shape>
                  <v:shape id="Freeform 196"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u9MMA&#10;AADcAAAADwAAAGRycy9kb3ducmV2LnhtbERPS4vCMBC+C/6HMIIX0XRlV7QaRRRBvPkA9TY0Y1ts&#10;Jt0mW7v76zeC4G0+vufMFo0pRE2Vyy0r+BhEIIgTq3NOFZyOm/4YhPPIGgvLpOCXHCzm7dYMY20f&#10;vKf64FMRQtjFqCDzvoyldElGBt3AlsSBu9nKoA+wSqWu8BHCTSGHUTSSBnMODRmWtMoouR9+jILd&#10;peTesLfO75vr3/5cF5/ffr1VqttpllMQnhr/Fr/cWx3mT77g+Uy4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Uu9MMAAADcAAAADwAAAAAAAAAAAAAAAACYAgAAZHJzL2Rv&#10;d25yZXYueG1sUEsFBgAAAAAEAAQA9QAAAIgDAAAAAA==&#10;" path="m4,2088r185,28l189,,,,,2116r185,28l,2116r,600l185,2144,4,2088xe" stroked="f">
                    <v:path arrowok="t" o:connecttype="custom" o:connectlocs="4,2088;189,2116;189,0;0,0;0,2116;185,2144;0,2116;0,2716;185,2144;4,2088" o:connectangles="0,0,0,0,0,0,0,0,0,0"/>
                  </v:shape>
                  <v:shape id="Freeform 197"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uvcEA&#10;AADcAAAADwAAAGRycy9kb3ducmV2LnhtbERPS4vCMBC+C/sfwix4kTX1gavdRhFR8Gp3wevQjH1s&#10;MylN1OqvN4LgbT6+5ySrztTiQq0rLSsYDSMQxJnVJecK/n53X3MQziNrrC2Tghs5WC0/egnG2l75&#10;QJfU5yKEsItRQeF9E0vpsoIMuqFtiAN3sq1BH2CbS93iNYSbWo6jaCYNlhwaCmxoU1D2n56Ngkl3&#10;+o6OzbFa02g6GN+3ukozrVT/s1v/gPDU+bf45d7rMH8xg+cz4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xbr3BAAAA3AAAAA8AAAAAAAAAAAAAAAAAmAIAAGRycy9kb3du&#10;cmV2LnhtbFBLBQYAAAAABAAEAPUAAACGAw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8"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o54MQA&#10;AADcAAAADwAAAGRycy9kb3ducmV2LnhtbERPTWvCQBC9F/wPywi9SN2YQk2jq0hRKLQXowWP0+yY&#10;DWZnQ3Y16b/vFoTe5vE+Z7kebCNu1PnasYLZNAFBXDpdc6XgeNg9ZSB8QNbYOCYFP+RhvRo9LDHX&#10;ruc93YpQiRjCPkcFJoQ2l9KXhiz6qWuJI3d2ncUQYVdJ3WEfw20j0yR5kRZrjg0GW3ozVF6Kq1Xw&#10;2U8+zDk1VdYeslP6XGy/Tt9bpR7Hw2YBItAQ/sV397uO81/n8PdMvE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6OeDEAAAA3AAAAA8AAAAAAAAAAAAAAAAAmAIAAGRycy9k&#10;b3ducmV2LnhtbFBLBQYAAAAABAAEAPUAAACJAwAAAAA=&#10;" path="m,2116l,,28,r,2031l24,2043r-4,8l16,2063r-4,12l8,2084r-4,12l,2108r,8xe" fillcolor="blue" stroked="f">
                    <v:path arrowok="t" o:connecttype="custom" o:connectlocs="0,2116;0,0;28,0;28,2031;24,2043;20,2051;16,2063;12,2075;8,2084;4,2096;0,2108;0,2116" o:connectangles="0,0,0,0,0,0,0,0,0,0,0,0"/>
                  </v:shape>
                  <v:shape id="Freeform 199"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VVscA&#10;AADcAAAADwAAAGRycy9kb3ducmV2LnhtbESPQU/CQBCF7yb+h82YeJOtmhisLIQgEA8YFQjCbdId&#10;uo3d2aa70PrvmYOJt5m8N+99M5r0vlZnamMV2MD9IANFXARbcWlgu1ncDUHFhGyxDkwGfinCZHx9&#10;NcLcho6/6LxOpZIQjjkacCk1udaxcOQxDkJDLNoxtB6TrG2pbYudhPtaP2TZk/ZYsTQ4bGjmqPhZ&#10;n7yB2eP+sJx/7rqhff/Y0i5sVu771Zjbm376AipRn/7Nf9dvVvCfhVaekQn0+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KlV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200"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92dsQA&#10;AADcAAAADwAAAGRycy9kb3ducmV2LnhtbERPTWsCMRC9F/ofwgi9FM1aQbpbo4jYIj0I2iJ4m27G&#10;3djNZEmirv/eFITe5vE+ZzLrbCPO5INxrGA4yEAQl04brhR8f733X0GEiKyxcUwKrhRgNn18mGCh&#10;3YU3dN7GSqQQDgUqqGNsCylDWZPFMHAtceIOzluMCfpKao+XFG4b+ZJlY2nRcGqosaVFTeXv9mQV&#10;/Dyvlug/Rru1yT5pvDfH3WlzVOqp183fQETq4r/47l7pND/P4e+Zd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PdnbEAAAA3AAAAA8AAAAAAAAAAAAAAAAAmAIAAGRycy9k&#10;b3ducmV2LnhtbFBLBQYAAAAABAAEAPUAAACJAwAAAAA=&#10;" path="m,1955l,,28,r,1886l24,1894r-4,12l16,1914r-4,8l8,1930r-4,8l4,1947r-4,8xe" fillcolor="#060aff" stroked="f">
                    <v:path arrowok="t" o:connecttype="custom" o:connectlocs="0,1955;0,0;28,0;28,1886;24,1894;20,1906;16,1914;12,1922;8,1930;4,1938;4,1947;0,1955" o:connectangles="0,0,0,0,0,0,0,0,0,0,0,0"/>
                  </v:shape>
                  <v:shape id="Freeform 201"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o8QA&#10;AADcAAAADwAAAGRycy9kb3ducmV2LnhtbESPQWvCQBSE7wX/w/KE3pqNUkTSrFKEgFAKGu3B22v2&#10;NQnNvg272yT9964geBxm5hsm306mEwM531pWsEhSEMSV1S3XCs6n4mUNwgdkjZ1lUvBPHrab2VOO&#10;mbYjH2koQy0ihH2GCpoQ+kxKXzVk0Ce2J47ej3UGQ5SultrhGOGmk8s0XUmDLceFBnvaNVT9ln9G&#10;wXTpL6fvrxF3H+51XAyH7tMOhVLP8+n9DUSgKTzC9/ZeK4hEuJ2JR0B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FPqP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2"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oscA&#10;AADcAAAADwAAAGRycy9kb3ducmV2LnhtbESPS2vDMBCE74X8B7GBXkoj24fQOlFCCBRa8CUPCLkt&#10;1sZ2Yq1cS340v74qBHocZuYbZrkeTS16al1lWUE8i0AQ51ZXXCg4Hj5e30A4j6yxtkwKfsjBejV5&#10;WmKq7cA76ve+EAHCLkUFpfdNKqXLSzLoZrYhDt7FtgZ9kG0hdYtDgJtaJlE0lwYrDgslNrQtKb/t&#10;O6PgOzu/dNn1etf+tHu/fWmZnKteqefpuFmA8DT6//Cj/akVJFEM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BSKL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203"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tucQA&#10;AADcAAAADwAAAGRycy9kb3ducmV2LnhtbESPwWrDMBBE74X8g9hAb7UcH0xxrIQQCAR6aG230NwW&#10;a2OZWCtjqbH791Wh0OMwM2+Ycr/YQdxp8r1jBZskBUHcOt1zp+C9OT09g/ABWePgmBR8k4f9bvVQ&#10;YqHdzBXd69CJCGFfoAITwlhI6VtDFn3iRuLoXd1kMUQ5dVJPOEe4HWSWprm02HNcMDjS0VB7q7+s&#10;gtfq7aOej818kUvI7YvpP7umVupxvRy2IAIt4T/81z5rBVma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7bbnEAAAA3AAAAA8AAAAAAAAAAAAAAAAAmAIAAGRycy9k&#10;b3ducmV2LnhtbFBLBQYAAAAABAAEAPUAAACJAwAAAAA=&#10;" path="m,1769l,,28,r,1717l24,1721r-4,8l16,1733r,8l12,1749r-4,4l4,1761r-4,8xe" fillcolor="#0f1aff" stroked="f">
                    <v:path arrowok="t" o:connecttype="custom" o:connectlocs="0,1769;0,0;28,0;28,1717;24,1721;20,1729;16,1733;16,1741;12,1749;8,1753;4,1761;0,1769" o:connectangles="0,0,0,0,0,0,0,0,0,0,0,0"/>
                  </v:shape>
                  <v:shape id="Freeform 204"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FwsUA&#10;AADcAAAADwAAAGRycy9kb3ducmV2LnhtbESPQWvCQBSE74L/YXlCb7qrhSKpmyCKVAul1Mb7a/aZ&#10;pM2+DdltjP++WxA8DjPzDbPKBtuInjpfO9YwnykQxIUzNZca8s/ddAnCB2SDjWPScCUPWToerTAx&#10;7sIf1B9DKSKEfYIaqhDaREpfVGTRz1xLHL2z6yyGKLtSmg4vEW4buVDqSVqsOS5U2NKmouLn+Gs1&#10;YL89fX3nL6/XXf4W7P50mKv3g9YPk2H9DCLQEO7hW3tvNCzUI/yfi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wXC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5"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bMMA&#10;AADcAAAADwAAAGRycy9kb3ducmV2LnhtbESPT2sCMRTE74LfITyhN01qRcpqFBGEXrr4p9Dr6+a5&#10;Wbp5WZKo67c3QqHHYWZ+wyzXvWvFlUJsPGt4nSgQxJU3Ddcavk678TuImJANtp5Jw50irFfDwRIL&#10;4298oOsx1SJDOBaowabUFVLGypLDOPEdcfbOPjhMWYZamoC3DHetnCo1lw4bzgsWO9paqn6PF6eB&#10;P/c9lsHb+fd900T1VpaHn4vWL6N+swCRqE//4b/2h9EwVTN4ns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bMMAAADcAAAADwAAAAAAAAAAAAAAAACYAgAAZHJzL2Rv&#10;d25yZXYueG1sUEsFBgAAAAAEAAQA9QAAAIgDAAAAAA==&#10;" path="m,1664l,,28,r,1616l24,1624r,4l20,1636r-4,4l12,1648r-4,4l4,1660r-4,4xe" fillcolor="#1524ff" stroked="f">
                    <v:path arrowok="t" o:connecttype="custom" o:connectlocs="0,1664;0,0;28,0;28,1616;24,1624;24,1628;20,1636;16,1640;12,1648;8,1652;4,1660;0,1664" o:connectangles="0,0,0,0,0,0,0,0,0,0,0,0"/>
                  </v:shape>
                  <v:shape id="Freeform 206"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VccA&#10;AADcAAAADwAAAGRycy9kb3ducmV2LnhtbESPQWvCQBSE74X+h+UVvNVNhNgQsxFpFbSHlmoOPT6y&#10;zySYfRuyq0Z/fbdQ6HGYmW+YfDmaTlxocK1lBfE0AkFcWd1yraA8bJ5TEM4ja+wsk4IbOVgWjw85&#10;Ztpe+Ysue1+LAGGXoYLG+z6T0lUNGXRT2xMH72gHgz7IoZZ6wGuAm07OomguDbYcFhrs6bWh6rQ/&#10;GwXvZ9a7l8/0O07K+1ty2K0/ynit1ORpXC1AeBr9f/ivvdUKZlECv2fCEZD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u1X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7"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FsMMA&#10;AADcAAAADwAAAGRycy9kb3ducmV2LnhtbESP0YrCMBRE3wX/IVxhX0RTFYtUo4iwsC/uYvUDrs21&#10;LTY3JcnW+vcbQdjHYWbOMJtdbxrRkfO1ZQWzaQKCuLC65lLB5fw5WYHwAVljY5kUPMnDbjscbDDT&#10;9sEn6vJQighhn6GCKoQ2k9IXFRn0U9sSR+9mncEQpSuldviIcNPIeZKk0mDNcaHClg4VFff81yiw&#10;176gi04Xqfm+d8dl2bnF+Eepj1G/X4MI1If/8Lv9pRXMkxRe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9FsM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208"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A8ccA&#10;AADcAAAADwAAAGRycy9kb3ducmV2LnhtbESPzW7CMBCE70i8g7VIvYHTtPwoYFDVqrS9gAhcuC3x&#10;NgnE6yg2JH37ulIljqOZ+UazWHWmEjdqXGlZweMoAkGcWV1yruCwfx/OQDiPrLGyTAp+yMFq2e8t&#10;MNG25R3dUp+LAGGXoILC+zqR0mUFGXQjWxMH79s2Bn2QTS51g22Am0rGUTSRBksOCwXW9FpQdkmv&#10;RsH2nG6e26+Pt9kxPq2vT0dcj81EqYdB9zIH4anz9/B/+1MriKMp/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ogPH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209"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uMsIA&#10;AADcAAAADwAAAGRycy9kb3ducmV2LnhtbERPz2vCMBS+C/4P4QneNNWD066pjLrBLoNpRTw+mrem&#10;rHmpTbTdf78cBjt+fL+z/Whb8aDeN44VrJYJCOLK6YZrBefybbEF4QOyxtYxKfghD/t8Oskw1W7g&#10;Iz1OoRYxhH2KCkwIXSqlrwxZ9EvXEUfuy/UWQ4R9LXWPQwy3rVwnyUZabDg2GOyoMFR9n+5WwWf9&#10;1ITiYO7F7XpwZTnsXq+XD6Xms/HlGUSgMfyL/9zvWsE6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y4ywgAAANwAAAAPAAAAAAAAAAAAAAAAAJgCAABkcnMvZG93&#10;bnJldi54bWxQSwUGAAAAAAQABAD1AAAAhwMAAAAA&#10;" path="m,1491l,,28,r,1455l24,1459r-4,4l16,1467r-4,4l8,1479r-4,4l,1487r,4xe" fillcolor="#2239ff" stroked="f">
                    <v:path arrowok="t" o:connecttype="custom" o:connectlocs="0,1491;0,0;28,0;28,1455;24,1459;20,1463;16,1467;12,1471;8,1479;4,1483;0,1487;0,1491" o:connectangles="0,0,0,0,0,0,0,0,0,0,0,0"/>
                  </v:shape>
                  <v:shape id="Freeform 210"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koe8cA&#10;AADcAAAADwAAAGRycy9kb3ducmV2LnhtbESPS2/CMBCE75X6H6yt1AsCBw4lpBjEQ62gEofyENdt&#10;vI2jxusQGwj/Hleq1ONoZr7RjKetrcSFGl86VtDvJSCIc6dLLhTsd2/dFIQPyBorx6TgRh6mk8eH&#10;MWbaXfmTLttQiAhhn6ECE0KdSelzQxZ9z9XE0ft2jcUQZVNI3eA1wm0lB0nyIi2WHBcM1rQwlP9s&#10;z1bBZv7ewfCRHpbHjTn1Kf2arYdDpZ6f2tkriEBt+A//tVdawSAZwe+Ze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pKHv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1"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PBb4A&#10;AADcAAAADwAAAGRycy9kb3ducmV2LnhtbERPTYvCMBC9L/gfwgheFk0rbNFqFFkUel1X70MztsVk&#10;UpJou//eHIQ9Pt73dj9aI57kQ+dYQb7IQBDXTnfcKLj8nuYrECEiazSOScEfBdjvJh9bLLUb+Iee&#10;59iIFMKhRAVtjH0pZahbshgWridO3M15izFB30jtcUjh1shllhXSYsepocWevluq7+eHVVDYIL/Y&#10;oL8e8nVlimP1eRwqpWbT8bABEWmM/+K3u9IKlnman86kIyB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CzwW+AAAA3AAAAA8AAAAAAAAAAAAAAAAAmAIAAGRycy9kb3ducmV2&#10;LnhtbFBLBQYAAAAABAAEAPUAAACDAwAAAAA=&#10;" path="m,1419l,,29,r,1382l25,1386r-4,4l17,1395r-4,4l9,1407r,4l5,1415r-5,4xe" fillcolor="#2843ff" stroked="f">
                    <v:path arrowok="t" o:connecttype="custom" o:connectlocs="0,1419;0,0;29,0;29,1382;25,1386;21,1390;17,1395;13,1399;9,1407;9,1411;5,1415;0,1419" o:connectangles="0,0,0,0,0,0,0,0,0,0,0,0"/>
                  </v:shape>
                  <v:shape id="Freeform 212"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3CUMYA&#10;AADcAAAADwAAAGRycy9kb3ducmV2LnhtbESPQWvCQBSE74L/YXmF3nQTDxKiqxSppRUEqxba2yP7&#10;mg3Nvg3ZNUZ/vSsUPA4z8w0zX/a2Fh21vnKsIB0nIIgLpysuFRwP61EGwgdkjbVjUnAhD8vFcDDH&#10;XLszf1K3D6WIEPY5KjAhNLmUvjBk0Y9dQxy9X9daDFG2pdQtniPc1nKSJFNpseK4YLChlaHib3+y&#10;Cq4/p+8VvVWb3Vf3atJses22Hwelnp/6lxmIQH14hP/b71rBJE3hfi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3CUM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213"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r/bsQA&#10;AADcAAAADwAAAGRycy9kb3ducmV2LnhtbESPQYvCMBSE74L/IbyFvciaWliRrlFEED0JWgWPj+aZ&#10;1m1eShNt999vBMHjMDPfMPNlb2vxoNZXjhVMxgkI4sLpio2CU775moHwAVlj7ZgU/JGH5WI4mGOm&#10;XccHehyDERHCPkMFZQhNJqUvSrLox64hjt7VtRZDlK2RusUuwm0t0ySZSosVx4USG1qXVPwe71aB&#10;+S7221sSRrk57C77Wb5ym3On1OdHv/oBEagP7/CrvdMK0kk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q/27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4"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v2sUA&#10;AADcAAAADwAAAGRycy9kb3ducmV2LnhtbESPQWsCMRSE74L/ITyhN82utlK2ZqUtCIVCoerF22Pz&#10;3MTdvCybVLf99Y0geBxm5htmtR5cK87UB+tZQT7LQBBXXluuFex3m+kziBCRNbaeScEvBViX49EK&#10;C+0v/E3nbaxFgnAoUIGJsSukDJUhh2HmO+LkHX3vMCbZ11L3eElw18p5li2lQ8tpwWBH74aqZvvj&#10;FISnzelzQfLLmqE55Na8Pco/o9TDZHh9ARFpiPfwrf2hFczzBVzPpCMg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a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5"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Pvi8MA&#10;AADcAAAADwAAAGRycy9kb3ducmV2LnhtbESPQWvCQBSE7wX/w/IK3urGICKpq5RixKvR0Osj+5oE&#10;d9+G7Bqjv94VCj0OM/MNs96O1oiBet86VjCfJSCIK6dbrhWcT/nHCoQPyBqNY1JwJw/bzeRtjZl2&#10;Nz7SUIRaRAj7DBU0IXSZlL5qyKKfuY44er+utxii7Gupe7xFuDUyTZKltNhyXGiwo++GqktxtQry&#10;n3JZmMewD+UqzYddV14OD6PU9H38+gQRaAz/4b/2QStI5wt4nY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Pvi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6"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EeKMMA&#10;AADcAAAADwAAAGRycy9kb3ducmV2LnhtbESP0YrCMBRE3xf8h3AF39a0xVWpRhFB8EFZVv2Aa3Nt&#10;i81NbWKtfv1mYcHHYWbOMPNlZyrRUuNKywriYQSCOLO65FzB6bj5nIJwHlljZZkUPMnBctH7mGOq&#10;7YN/qD34XAQIuxQVFN7XqZQuK8igG9qaOHgX2xj0QTa51A0+AtxUMomisTRYclgosKZ1Qdn1cDcK&#10;yH4n5jqhdvy63e57I0fxeWeVGvS71QyEp86/w//trVaQxF/wdyYc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EeKMMAAADcAAAADwAAAAAAAAAAAAAAAACYAgAAZHJzL2Rv&#10;d25yZXYueG1sUEsFBgAAAAAEAAQA9QAAAIgDAAAAAA==&#10;" fillcolor="#385dff" stroked="f"/>
                  <v:rect id="Rectangle 217"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BO+sMA&#10;AADcAAAADwAAAGRycy9kb3ducmV2LnhtbESPQWvCQBSE74L/YXlCb7pRQSS6igiKhV606vk1+5qk&#10;zb6N2dcY/323UPA4zMw3zHLduUq11ITSs4HxKAFFnHlbcm7g/L4bzkEFQbZYeSYDDwqwXvV7S0yt&#10;v/OR2pPkKkI4pGigEKlTrUNWkMMw8jVx9D5941CibHJtG7xHuKv0JElm2mHJcaHAmrYFZd+nH2fg&#10;6zgVme5vPm8v9rV+XN/sh8uMeRl0mwUooU6e4f/2wRqYjGfwdyYeAb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BO+sMAAADcAAAADwAAAAAAAAAAAAAAAACYAgAAZHJzL2Rv&#10;d25yZXYueG1sUEsFBgAAAAAEAAQA9QAAAIgDAAAAAA==&#10;" fillcolor="#3b62ff" stroked="f"/>
                  <v:rect id="Rectangle 218"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rQa8QA&#10;AADcAAAADwAAAGRycy9kb3ducmV2LnhtbESPS4vCMBSF98L8h3AH3I2pig+qUYZhFBFErC5cXptr&#10;W2xuOk3U+u+NMODycB4fZzpvTCluVLvCsoJuJwJBnFpdcKbgsF98jUE4j6yxtEwKHuRgPvtoTTHW&#10;9s47uiU+E2GEXYwKcu+rWEqX5mTQdWxFHLyzrQ36IOtM6hrvYdyUshdFQ2mw4EDIsaKfnNJLcjUB&#10;YtPT2v/1NyZzg0vizqvl9veoVPuz+Z6A8NT4d/i/vdIKet0R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60GvEAAAA3AAAAA8AAAAAAAAAAAAAAAAAmAIAAGRycy9k&#10;b3ducmV2LnhtbFBLBQYAAAAABAAEAPUAAACJAwAAAAA=&#10;" fillcolor="#3e68ff" stroked="f"/>
                  <v:rect id="Rectangle 219"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tucMA&#10;AADcAAAADwAAAGRycy9kb3ducmV2LnhtbERPPW/CMBDdK/EfrEPqVpxkKFWKExVU1C5QEVDma3xN&#10;AvE5il0I/Ho8VOr49L4X+Wg6cabBtZYVxLMIBHFldcu1gsN+/fQCwnlkjZ1lUnAlB3k2eVhgqu2F&#10;d3QufC1CCLsUFTTe96mUrmrIoJvZnjhwP3Yw6AMcaqkHvIRw08kkip6lwZZDQ4M9rRqqTsWvUbAr&#10;5bh9X5al+9hc11/F8dvcbnOlHqfj2ysIT6P/F/+5P7WCJA5rw5lwB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3tucMAAADcAAAADwAAAAAAAAAAAAAAAACYAgAAZHJzL2Rv&#10;d25yZXYueG1sUEsFBgAAAAAEAAQA9QAAAIgDAAAAAA==&#10;" fillcolor="#416dff" stroked="f"/>
                  <v:rect id="Rectangle 220"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vscUA&#10;AADcAAAADwAAAGRycy9kb3ducmV2LnhtbESPQWsCMRSE70L/Q3iFXqRm9SC6NUoRW3rxsOpBb4/N&#10;283SzcuSRN321xtB8DjMzDfMYtXbVlzIh8axgvEoA0FcOt1wreCw/3qfgQgRWWPrmBT8UYDV8mWw&#10;wFy7Kxd02cVaJAiHHBWYGLtcylAashhGriNOXuW8xZikr6X2eE1w28pJlk2lxYbTgsGO1obK393Z&#10;KvgvhsVp646lqbyv3HC+/j5sGqXeXvvPDxCR+vgMP9o/WsFkPIf7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u+xxQAAANwAAAAPAAAAAAAAAAAAAAAAAJgCAABkcnMv&#10;ZG93bnJldi54bWxQSwUGAAAAAAQABAD1AAAAigMAAAAA&#10;" fillcolor="#4472ff" stroked="f"/>
                  <v:rect id="Rectangle 221"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u8EA&#10;AADcAAAADwAAAGRycy9kb3ducmV2LnhtbERPPW/CMBDdkfofrKvEBk4yIJRiUFWpLQMDJND5ZF+T&#10;tPE5ik0I/Ho8IDE+ve/VZrStGKj3jWMF6TwBQaydabhScCw/Z0sQPiAbbB2Tgit52KxfJivMjbvw&#10;gYYiVCKGsM9RQR1Cl0vpdU0W/dx1xJH7db3FEGFfSdPjJYbbVmZJspAWG44NNXb0UZP+L85WQbn/&#10;OhVD+Pn7tre01IfUD6h3Sk1fx/c3EIHG8BQ/3FujIMvi/HgmHgG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r0bvBAAAA3AAAAA8AAAAAAAAAAAAAAAAAmAIAAGRycy9kb3du&#10;cmV2LnhtbFBLBQYAAAAABAAEAPUAAACGAwAAAAA=&#10;" fillcolor="#4777ff" stroked="f"/>
                  <v:rect id="Rectangle 222"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cMUA&#10;AADcAAAADwAAAGRycy9kb3ducmV2LnhtbESP3WrCQBSE7wXfYTlCb0Q35qJI6iqlYP+gYJM+wDF7&#10;TILZs2t2TeLbdwtCL4eZ+YbZ7EbTip4631hWsFomIIhLqxuuFPwU+8UahA/IGlvLpOBGHnbb6WSD&#10;mbYDf1Ofh0pECPsMFdQhuExKX9Zk0C+tI47eyXYGQ5RdJXWHQ4SbVqZJ8igNNhwXanT0UlN5zq9G&#10;QTEWb/3n7XXIP+YXZ7/s4eiuB6UeZuPzE4hAY/gP39vvWkGaruD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ZwxQAAANwAAAAPAAAAAAAAAAAAAAAAAJgCAABkcnMv&#10;ZG93bnJldi54bWxQSwUGAAAAAAQABAD1AAAAigMAAAAA&#10;" fillcolor="#4a7cff" stroked="f"/>
                  <v:rect id="Rectangle 223"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D6sYA&#10;AADcAAAADwAAAGRycy9kb3ducmV2LnhtbESPT0sDMRTE74LfITzBS7FZQym6bVoWRfCg9K/3181z&#10;d3XzsiRpd/vtTaHgcZiZ3zDz5WBbcSIfGscaHscZCOLSmYYrDfvd28MTiBCRDbaOScOZAiwXtzdz&#10;zI3reUOnbaxEgnDIUUMdY5dLGcqaLIax64iT9+28xZikr6Tx2Ce4baXKsqm02HBaqLGjl5rK3+3R&#10;aviYquJY/nw+79ariR19HfrXvS+0vr8bihmISEP8D1/b70aDUgou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BD6sYAAADcAAAADwAAAAAAAAAAAAAAAACYAgAAZHJz&#10;L2Rvd25yZXYueG1sUEsFBgAAAAAEAAQA9QAAAIsDAAAAAA==&#10;" fillcolor="#4e82ff" stroked="f"/>
                  <v:rect id="Rectangle 224"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0O2sQA&#10;AADcAAAADwAAAGRycy9kb3ducmV2LnhtbESPzWrDMBCE74W+g9hALiWR7BKTOlFCcQj0ZPL3AIu1&#10;tU2slbGUxHn7qlDocZiZb5j1drSduNPgW8cakrkCQVw503Kt4XLez5YgfEA22DkmDU/ysN28vqwx&#10;N+7BR7qfQi0ihH2OGpoQ+lxKXzVk0c9dTxy9bzdYDFEOtTQDPiLcdjJVKpMWW44LDfZUNFRdTzer&#10;4Vr0SVKOb6VSH1m12B2KMkufWk8n4+cKRKAx/If/2l9GQ5q+w++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dDtrEAAAA3AAAAA8AAAAAAAAAAAAAAAAAmAIAAGRycy9k&#10;b3ducmV2LnhtbFBLBQYAAAAABAAEAPUAAACJAwAAAAA=&#10;" fillcolor="#5187ff" stroked="f"/>
                  <v:rect id="Rectangle 225"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dc9MYA&#10;AADcAAAADwAAAGRycy9kb3ducmV2LnhtbESPW2vCQBSE3wv+h+UIvtWNaakSXUUEiVAoNC0U3w7Z&#10;kwtmz8bsNpd/3y0U+jjMzDfM7jCaRvTUudqygtUyAkGcW11zqeDz4/y4AeE8ssbGMimYyMFhP3vY&#10;YaLtwO/UZ74UAcIuQQWV920ipcsrMuiWtiUOXmE7gz7IrpS6wyHATSPjKHqRBmsOCxW2dKoov2Xf&#10;RkFx/jo+Xdfr1PbmTRb3tH4db5NSi/l43ILwNPr/8F/7ohXE8TP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dc9MYAAADcAAAADwAAAAAAAAAAAAAAAACYAgAAZHJz&#10;L2Rvd25yZXYueG1sUEsFBgAAAAAEAAQA9QAAAIsDAAAAAA==&#10;" fillcolor="#548cff" stroked="f"/>
                  <v:rect id="Rectangle 226"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iMYA&#10;AADcAAAADwAAAGRycy9kb3ducmV2LnhtbESPT2vCQBTE70K/w/KE3szGSItE19CWCl5KqTaH3h7Z&#10;ZxKafRuymz/203cFweMwM79httlkGjFQ52rLCpZRDIK4sLrmUsH3ab9Yg3AeWWNjmRRcyEG2e5ht&#10;MdV25C8ajr4UAcIuRQWV920qpSsqMugi2xIH72w7gz7IrpS6wzHATSOTOH6WBmsOCxW29FZR8Xvs&#10;jYLVD74nMh8+8kufv5b9n5Xu86DU43x62YDwNPl7+NY+aAVJ8gTXM+EIyN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EiMYAAADcAAAADwAAAAAAAAAAAAAAAACYAgAAZHJz&#10;L2Rvd25yZXYueG1sUEsFBgAAAAAEAAQA9QAAAIsDAAAAAA==&#10;" fillcolor="#5791ff" stroked="f"/>
                  <v:rect id="Rectangle 227"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rtcMA&#10;AADcAAAADwAAAGRycy9kb3ducmV2LnhtbESPX2vCMBTF34V9h3CFvchM7YNIZxQRhD7ppvb90ty1&#10;Zc1NlmTafvtlIPh4OH9+nPV2ML24kQ+dZQWLeQaCuLa640bB9XJ4W4EIEVljb5kUjBRgu3mZrLHQ&#10;9s6fdDvHRqQRDgUqaGN0hZShbslgmFtHnLwv6w3GJH0jtcd7Gje9zLNsKQ12nAgtOtq3VH+ff03i&#10;ulM17o8/H+OsrNz1mPXlyVdKvU6H3TuISEN8hh/tUivI8yX8n0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ortcMAAADcAAAADwAAAAAAAAAAAAAAAACYAgAAZHJzL2Rv&#10;d25yZXYueG1sUEsFBgAAAAAEAAQA9QAAAIgDAAAAAA==&#10;" fillcolor="#5a96ff" stroked="f"/>
                  <v:rect id="Rectangle 228"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1fhscA&#10;AADcAAAADwAAAGRycy9kb3ducmV2LnhtbESPQWvCQBSE74L/YXlCb7ppDkZTVylCoUWraAv2+Mi+&#10;ZkOzb0N2NbG/vlsQPA4z8w2zWPW2FhdqfeVYweMkAUFcOF1xqeDz42U8A+EDssbaMSm4kofVcjhY&#10;YK5dxwe6HEMpIoR9jgpMCE0upS8MWfQT1xBH79u1FkOUbSl1i12E21qmSTKVFiuOCwYbWhsqfo5n&#10;q2Cbdb/lbFdvkt3evM+n69PXW3ZS6mHUPz+BCNSHe/jWftUK0jSD/zPx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dX4bHAAAA3AAAAA8AAAAAAAAAAAAAAAAAmAIAAGRy&#10;cy9kb3ducmV2LnhtbFBLBQYAAAAABAAEAPUAAACMAwAAAAA=&#10;" fillcolor="#5d9cff" stroked="f"/>
                  <v:rect id="Rectangle 229"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OicIA&#10;AADcAAAADwAAAGRycy9kb3ducmV2LnhtbERPz2vCMBS+D/Y/hDfwMjRdDyLVKMUhCB50dbDrs3m2&#10;1ealJNHW/94chB0/vt+L1WBacSfnG8sKviYJCOLS6oYrBb/HzXgGwgdkja1lUvAgD6vl+9sCM217&#10;/qF7ESoRQ9hnqKAOocuk9GVNBv3EdsSRO1tnMEToKqkd9jHctDJNkqk02HBsqLGjdU3ltbgZBRfX&#10;fa83n383vc8febk79bqYHZQafQz5HESgIfyLX+6tVpCmcW0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U6JwgAAANwAAAAPAAAAAAAAAAAAAAAAAJgCAABkcnMvZG93&#10;bnJldi54bWxQSwUGAAAAAAQABAD1AAAAhwMAAAAA&#10;" fillcolor="#60a1ff" stroked="f"/>
                  <v:shape id="Freeform 230"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3msUA&#10;AADcAAAADwAAAGRycy9kb3ducmV2LnhtbESPQWvCQBSE74X+h+UJvTUbUxSbukrVFoo3NS309si+&#10;JovZtzG7avz3XUHwOMzMN8x03ttGnKjzxrGCYZKCIC6dNlwpKHafzxMQPiBrbByTggt5mM8eH6aY&#10;a3fmDZ22oRIRwj5HBXUIbS6lL2uy6BPXEkfvz3UWQ5RdJXWH5wi3jczSdCwtGo4LNba0rKncb49W&#10;wc/vqv0YFgcjR6vFCx+/D8YXa6WeBv37G4hAfbiHb+0vrSDLXuF6Jh4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bea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231"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s1cMA&#10;AADcAAAADwAAAGRycy9kb3ducmV2LnhtbERPTWvCQBC9F/oflil4q5tGEI2uUgul1kNB7aHHMTvN&#10;BrOzITtq6q93DwWPj/c9X/a+UWfqYh3YwMswA0VcBltzZeB7//48ARUF2WITmAz8UYTl4vFhjoUN&#10;F97SeSeVSiEcCzTgRNpC61g68hiHoSVO3G/oPEqCXaVth5cU7hudZ9lYe6w5NThs6c1RedydvAH7&#10;k39eN6uVO65PHw1NDlPZfokxg6f+dQZKqJe7+N+9tgbyUZqfzqQjo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6s1cMAAADcAAAADwAAAAAAAAAAAAAAAACYAgAAZHJzL2Rv&#10;d25yZXYueG1sUEsFBgAAAAAEAAQA9QAAAIgDAAAAAA==&#10;" fillcolor="#67abff" stroked="f"/>
                  <v:rect id="Rectangle 232"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HYR8MA&#10;AADcAAAADwAAAGRycy9kb3ducmV2LnhtbESPT4vCMBTE74LfITxhb5r6B1mqqYhLweuqWPb2aJ5t&#10;sXkpTVbTb79ZEDwOM/MbZrsLphUP6l1jWcF8loAgLq1uuFJwOefTTxDOI2tsLZOCgRzssvFoi6m2&#10;T/6mx8lXIkLYpaig9r5LpXRlTQbdzHbE0bvZ3qCPsq+k7vEZ4aaViyRZS4MNx4UaOzrUVN5Pv0bB&#10;ldyhC19FsMtiP+RDcUxuPyulPiZhvwHhKfh3+NU+agWL5Rz+z8Qj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HYR8MAAADcAAAADwAAAAAAAAAAAAAAAACYAgAAZHJzL2Rv&#10;d25yZXYueG1sUEsFBgAAAAAEAAQA9QAAAIgDAAAAAA==&#10;" fillcolor="#6ab0ff" stroked="f"/>
                  <v:rect id="Rectangle 233"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B5MQA&#10;AADcAAAADwAAAGRycy9kb3ducmV2LnhtbESPQWvCQBSE74L/YXmCt7ox1iLRVbQgFApKoyDeHtln&#10;Esy+TbNrjP++KxQ8DjPzDbNYdaYSLTWutKxgPIpAEGdWl5wrOB62bzMQziNrrCyTggc5WC37vQUm&#10;2t75h9rU5yJA2CWooPC+TqR0WUEG3cjWxMG72MagD7LJpW7wHuCmknEUfUiDJYeFAmv6LCi7pjej&#10;AMs03bSex9Hj97T/vqzPcvc+VWo46NZzEJ46/wr/t7+0gngSw/NMO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geTEAAAA3AAAAA8AAAAAAAAAAAAAAAAAmAIAAGRycy9k&#10;b3ducmV2LnhtbFBLBQYAAAAABAAEAPUAAACJAwAAAAA=&#10;" fillcolor="#6db6ff" stroked="f"/>
                  <v:rect id="Rectangle 234"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Im8IA&#10;AADcAAAADwAAAGRycy9kb3ducmV2LnhtbESPQYvCMBSE7wv+h/AEL4umq1ikGkUWCqInq3h+NM+2&#10;2LzUJmr990YQPA4z8w2zWHWmFndqXWVZwd8oAkGcW11xoeB4SIczEM4ja6wtk4InOVgtez8LTLR9&#10;8J7umS9EgLBLUEHpfZNI6fKSDLqRbYiDd7atQR9kW0jd4iPATS3HURRLgxWHhRIb+i8pv2Q3oyDe&#10;p3GW5jtzIr1p1tPuai6/W6UG/W49B+Gp89/wp73RCsaT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wibwgAAANwAAAAPAAAAAAAAAAAAAAAAAJgCAABkcnMvZG93&#10;bnJldi54bWxQSwUGAAAAAAQABAD1AAAAhwMAAAAA&#10;" fillcolor="#70bbff" stroked="f"/>
                  <v:rect id="Rectangle 235"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5iMYA&#10;AADcAAAADwAAAGRycy9kb3ducmV2LnhtbESPQWuDQBSE74X8h+UFcmtWTWiCdQ1pQcghF5P00NvD&#10;fVVb9624G7X/vlso9DjMzDdMdphNJ0YaXGtZQbyOQBBXVrdcK7hdi8c9COeRNXaWScE3OTjki4cM&#10;U20nLmm8+FoECLsUFTTe96mUrmrIoFvbnjh4H3Yw6IMcaqkHnALcdDKJoidpsOWw0GBPrw1VX5e7&#10;URDFeOy74uV9t3uby/h8rZJPu1dqtZyPzyA8zf4//Nc+aQXJZgu/Z8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5iMYAAADcAAAADwAAAAAAAAAAAAAAAACYAgAAZHJz&#10;L2Rvd25yZXYueG1sUEsFBgAAAAAEAAQA9QAAAIsDAAAAAA==&#10;" fillcolor="#73c0ff" stroked="f"/>
                  <v:rect id="Rectangle 236"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91D8YA&#10;AADcAAAADwAAAGRycy9kb3ducmV2LnhtbESPzWoCMRSF94LvEK7QXc04otipUdS2YBdia13U3WVy&#10;nQxObqaTVKdvb4SCy8P5+TjTeWsrcabGl44VDPoJCOLc6ZILBfuvt8cJCB+QNVaOScEfeZjPup0p&#10;Ztpd+JPOu1CIOMI+QwUmhDqT0ueGLPq+q4mjd3SNxRBlU0jd4CWO20qmSTKWFkuOBIM1rQzlp92v&#10;jdzvw/Yn3yyWT+8vr+7DpCHdDzdKPfTaxTOIQG24h//ba60gHY7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Z91D8YAAADcAAAADwAAAAAAAAAAAAAAAACYAgAAZHJz&#10;L2Rvd25yZXYueG1sUEsFBgAAAAAEAAQA9QAAAIsDAAAAAA==&#10;" fillcolor="#76c5ff" stroked="f"/>
                  <v:rect id="Rectangle 237"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ojEscA&#10;AADcAAAADwAAAGRycy9kb3ducmV2LnhtbESPW2vCQBSE3wv+h+UUfKubqohE11AvpaG0eKk/4JA9&#10;uWD2bMxuNfbXdwsFH4eZ+YaZJ52pxYVaV1lW8DyIQBBnVldcKDh+vT5NQTiPrLG2TApu5CBZ9B7m&#10;GGt75T1dDr4QAcIuRgWl900spctKMugGtiEOXm5bgz7ItpC6xWuAm1oOo2giDVYcFkpsaFVSdjp8&#10;GwVv+e5I6Tob0+dy26zT9P1n83FWqv/YvcxAeOr8PfzfTrWC4WgCf2fC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aIxLHAAAA3AAAAA8AAAAAAAAAAAAAAAAAmAIAAGRy&#10;cy9kb3ducmV2LnhtbFBLBQYAAAAABAAEAPUAAACMAwAAAAA=&#10;" fillcolor="#79caff" stroked="f"/>
                  <v:rect id="Rectangle 238"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9jsYA&#10;AADcAAAADwAAAGRycy9kb3ducmV2LnhtbESPzWrDMBCE74W+g9hCb7WcnzbBtRzSlEB6SKCxH2Br&#10;bWwTa2Us1XHePgoUehxm5hsmXY2mFQP1rrGsYBLFIIhLqxuuFBT59mUJwnlkja1lUnAlB6vs8SHF&#10;RNsLf9Nw9JUIEHYJKqi97xIpXVmTQRfZjjh4J9sb9EH2ldQ9XgLctHIax2/SYMNhocaONjWV5+Ov&#10;UbD/ydfzw+bzdel58VUUbjjNPqRSz0/j+h2Ep9H/h//aO61gOlvA/Uw4Aj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h9jsYAAADcAAAADwAAAAAAAAAAAAAAAACYAgAAZHJz&#10;L2Rvd25yZXYueG1sUEsFBgAAAAAEAAQA9QAAAIsDAAAAAA==&#10;" fillcolor="#7cd0ff" stroked="f"/>
                  <v:rect id="Rectangle 239"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Z0MIA&#10;AADcAAAADwAAAGRycy9kb3ducmV2LnhtbERPz2vCMBS+C/4P4Qm7zdQKY1SjiCII7rDpph4fzbOt&#10;Ni8lSbX+9+Yw8Pjx/Z7OO1OLGzlfWVYwGiYgiHOrKy4U/O7X758gfEDWWFsmBQ/yMJ/1e1PMtL3z&#10;D912oRAxhH2GCsoQmkxKn5dk0A9tQxy5s3UGQ4SukNrhPYabWqZJ8iENVhwbSmxoWVJ+3bVGweHy&#10;5dttaK3bnP7Gx8P3Km2XF6XeBt1iAiJQF17if/dGK0jH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VnQwgAAANwAAAAPAAAAAAAAAAAAAAAAAJgCAABkcnMvZG93&#10;bnJldi54bWxQSwUGAAAAAAQABAD1AAAAhwMAAAAA&#10;" fillcolor="#80d5ff" stroked="f"/>
                  <v:rect id="Rectangle 240"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cUA&#10;AADcAAAADwAAAGRycy9kb3ducmV2LnhtbESPS4vCQBCE78L+h6EXvOlEBXGjoyyCqBfxsYvsrcm0&#10;SdhMT8iMefx7RxA8FlX1FbVYtaYQNVUut6xgNIxAECdW55wq+LlsBjMQziNrLCyTgo4crJYfvQXG&#10;2jZ8ovrsUxEg7GJUkHlfxlK6JCODbmhL4uDdbGXQB1mlUlfYBLgp5DiKptJgzmEhw5LWGSX/57tR&#10;sI+uk+3xd1Y33eGgr3/HUX7qNkr1P9vvOQhPrX+HX+2dVjCefMHzTDg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otxQAAANwAAAAPAAAAAAAAAAAAAAAAAJgCAABkcnMv&#10;ZG93bnJldi54bWxQSwUGAAAAAAQABAD1AAAAigMAAAAA&#10;" fillcolor="#83daff" stroked="f"/>
                  <v:rect id="Rectangle 241"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0wccUA&#10;AADcAAAADwAAAGRycy9kb3ducmV2LnhtbERPy2rCQBTdF/oPwy24q5NqkZhmFAkIYjettaK728zN&#10;g2buhMwYU7++sxBcHs47XQ6mET11rras4GUcgSDOra65VLD/Wj/HIJxH1thYJgV/5GC5eHxIMdH2&#10;wp/U73wpQgi7BBVU3reJlC6vyKAb25Y4cIXtDPoAu1LqDi8h3DRyEkUzabDm0FBhS1lF+e/ubBRM&#10;59nhuu1/Pq6n7/dZVuzX8TFulBo9Das3EJ4Gfxff3ButYPIa5ocz4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TBxxQAAANwAAAAPAAAAAAAAAAAAAAAAAJgCAABkcnMv&#10;ZG93bnJldi54bWxQSwUGAAAAAAQABAD1AAAAigMAAAAA&#10;" fillcolor="#86dfff" stroked="f"/>
                  <v:rect id="Rectangle 242"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K3MIA&#10;AADcAAAADwAAAGRycy9kb3ducmV2LnhtbESPQWvCQBSE74X+h+UVvNWNEmqJriIlhV7V4Pk1+8yu&#10;Zt+G7DaJ/94tFHocZuYbZrObXCsG6oP1rGAxz0AQ115bbhRUp8/XdxAhImtsPZOCOwXYbZ+fNlho&#10;P/KBhmNsRIJwKFCBibErpAy1IYdh7jvi5F187zAm2TdS9zgmuGvlMsvepEPLacFgRx+G6tvxxykY&#10;c7PaV+Hbj77s8HpalXY4V0rNXqb9GkSkKf6H/9pfWsEyX8DvmXQE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1MrcwgAAANwAAAAPAAAAAAAAAAAAAAAAAJgCAABkcnMvZG93&#10;bnJldi54bWxQSwUGAAAAAAQABAD1AAAAhwMAAAAA&#10;" fillcolor="#89e4ff" stroked="f"/>
                  <v:rect id="Rectangle 243"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yhsMA&#10;AADcAAAADwAAAGRycy9kb3ducmV2LnhtbESP0WrCQBRE34X+w3ILvtVNgxYbXaW0VfRJGv2AS/aa&#10;RLN3w+7WxL93BcHHYWbOMPNlbxpxIedrywreRwkI4sLqmksFh/3qbQrCB2SNjWVScCUPy8XLYI6Z&#10;th3/0SUPpYgQ9hkqqEJoMyl9UZFBP7ItcfSO1hkMUbpSaoddhJtGpknyIQ3WHBcqbOm7ouKc/xsF&#10;J9zUk9/9sfuZunSXN+vW8edWqeFr/zUDEagPz/CjvdEK0nEK9zPx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lyhsMAAADcAAAADwAAAAAAAAAAAAAAAACYAgAAZHJzL2Rv&#10;d25yZXYueG1sUEsFBgAAAAAEAAQA9QAAAIgDAAAAAA==&#10;" fillcolor="#8ceaff" stroked="f"/>
                  <v:rect id="Rectangle 244"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Ch8MA&#10;AADcAAAADwAAAGRycy9kb3ducmV2LnhtbESP3WoCMRSE7wu+QzhC72pWa21ZjSJCqV4Vfx7gdHO6&#10;WdycLJsYd9/eCIKXw8x8wyxWna1FpNZXjhWMRxkI4sLpiksFp+P32xcIH5A11o5JQU8eVsvBywJz&#10;7a68p3gIpUgQ9jkqMCE0uZS+MGTRj1xDnLx/11oMSbal1C1eE9zWcpJlM2mx4rRgsKGNoeJ8uFgF&#10;hf6YNfHnT/5+dtOsjybu+loq9Trs1nMQgbrwDD/aW61gMn2H+5l0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1Ch8MAAADcAAAADwAAAAAAAAAAAAAAAACYAgAAZHJzL2Rv&#10;d25yZXYueG1sUEsFBgAAAAAEAAQA9QAAAIgDAAAAAA==&#10;" fillcolor="#8fefff" stroked="f"/>
                  <v:rect id="Rectangle 245"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odMYA&#10;AADcAAAADwAAAGRycy9kb3ducmV2LnhtbESPQWvCQBSE74L/YXlCL6VuDCJt6iqiFgriwbT0/Jp9&#10;zYZm34bsNon+elcoeBxm5htmuR5sLTpqfeVYwWyagCAunK64VPD58fb0DMIHZI21Y1JwJg/r1Xi0&#10;xEy7nk/U5aEUEcI+QwUmhCaT0heGLPqpa4ij9+NaiyHKtpS6xT7CbS3TJFlIixXHBYMNbQ0Vv/mf&#10;VfB9yQ/9fnfeX4ruhY+PqUm+Dkaph8mweQURaAj38H/7XStI53O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eodMYAAADcAAAADwAAAAAAAAAAAAAAAACYAgAAZHJz&#10;L2Rvd25yZXYueG1sUEsFBgAAAAAEAAQA9QAAAIsDAAAAAA==&#10;" fillcolor="#92f4ff" stroked="f"/>
                  <v:rect id="Rectangle 246"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C+MUA&#10;AADcAAAADwAAAGRycy9kb3ducmV2LnhtbESPQWvCQBSE7wX/w/KE3uqmYiVGVxFBsBQCsTno7ZF9&#10;JrHZtyG76vbfdwuFHoeZ+YZZbYLpxJ0G11pW8DpJQBBXVrdcKyg/9y8pCOeRNXaWScE3OdisR08r&#10;zLR9cEH3o69FhLDLUEHjfZ9J6aqGDLqJ7Ymjd7GDQR/lUEs94CPCTSenSTKXBluOCw32tGuo+jre&#10;jIJQlPlHSHt6D/mivObndF6cUqWex2G7BOEp+P/wX/ugFUxnb/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ML4xQAAANwAAAAPAAAAAAAAAAAAAAAAAJgCAABkcnMv&#10;ZG93bnJldi54bWxQSwUGAAAAAAQABAD1AAAAigMAAAAA&#10;" fillcolor="#95f9ff" stroked="f"/>
                  <v:rect id="Rectangle 247"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QcYA&#10;AADcAAAADwAAAGRycy9kb3ducmV2LnhtbESPT2vCQBTE70K/w/IK3uqmQWxJ3Yi0CB70YLTg8TX7&#10;zB+zb9PsGuO3dwsFj8PM/IaZLwbTiJ46V1lW8DqJQBDnVldcKDjsVy/vIJxH1thYJgU3crBIn0Zz&#10;TLS98o76zBciQNglqKD0vk2kdHlJBt3EtsTBO9nOoA+yK6Tu8BrgppFxFM2kwYrDQoktfZaUn7OL&#10;UWBMtvzO669jvf7d9jt/fKN486PU+HlYfoDwNPhH+L+91gri6Qz+zoQj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b/QcYAAADcAAAADwAAAAAAAAAAAAAAAACYAgAAZHJz&#10;L2Rvd25yZXYueG1sUEsFBgAAAAAEAAQA9QAAAIsDAAAAAA==&#10;" fillcolor="#9ff" stroked="f"/>
                </v:group>
                <v:rect id="Rectangle 248"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o:lock v:ext="edit" aspectratio="t"/>
                </v:rect>
              </v:group>
            </w:pict>
          </mc:Fallback>
        </mc:AlternateContent>
      </w:r>
    </w:p>
    <w:p w:rsidR="0030662C" w:rsidRPr="000029B1"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r w:rsidRPr="000029B1">
        <w:rPr>
          <w:bCs/>
          <w:smallCaps/>
          <w:sz w:val="28"/>
          <w:lang w:val="bg-BG"/>
          <w14:shadow w14:blurRad="50800" w14:dist="38100" w14:dir="2700000" w14:sx="100000" w14:sy="100000" w14:kx="0" w14:ky="0" w14:algn="tl">
            <w14:srgbClr w14:val="000000">
              <w14:alpha w14:val="60000"/>
            </w14:srgbClr>
          </w14:shadow>
        </w:rPr>
        <w:tab/>
      </w:r>
      <w:r w:rsidRPr="000029B1">
        <w:rPr>
          <w:bCs/>
          <w:smallCaps/>
          <w:sz w:val="28"/>
          <w:lang w:val="bg-BG"/>
          <w14:shadow w14:blurRad="50800" w14:dist="38100" w14:dir="2700000" w14:sx="100000" w14:sy="100000" w14:kx="0" w14:ky="0" w14:algn="tl">
            <w14:srgbClr w14:val="000000">
              <w14:alpha w14:val="60000"/>
            </w14:srgbClr>
          </w14:shadow>
        </w:rPr>
        <w:tab/>
      </w:r>
    </w:p>
    <w:p w:rsidR="0030662C" w:rsidRPr="000029B1"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p>
    <w:p w:rsidR="0030662C" w:rsidRPr="000F5269" w:rsidRDefault="0030662C" w:rsidP="0030662C">
      <w:pPr>
        <w:pStyle w:val="Heading2"/>
        <w:pBdr>
          <w:bottom w:val="single" w:sz="6" w:space="4" w:color="auto"/>
        </w:pBdr>
        <w:tabs>
          <w:tab w:val="left" w:pos="735"/>
          <w:tab w:val="center" w:pos="4677"/>
        </w:tabs>
        <w:ind w:left="0" w:firstLine="0"/>
        <w:jc w:val="center"/>
        <w:rPr>
          <w:rFonts w:ascii="Times New Roman Bold" w:hAnsi="Times New Roman Bold"/>
          <w:bCs/>
          <w:smallCaps/>
          <w:spacing w:val="60"/>
          <w:sz w:val="28"/>
          <w:lang w:val="bg-BG"/>
          <w14:shadow w14:blurRad="50800" w14:dist="38100" w14:dir="2700000" w14:sx="100000" w14:sy="100000" w14:kx="0" w14:ky="0" w14:algn="tl">
            <w14:srgbClr w14:val="000000">
              <w14:alpha w14:val="60000"/>
            </w14:srgbClr>
          </w14:shadow>
        </w:rPr>
      </w:pPr>
      <w:r w:rsidRPr="000F5269">
        <w:rPr>
          <w:rFonts w:ascii="Times New Roman Bold" w:hAnsi="Times New Roman Bold"/>
          <w:bCs/>
          <w:smallCaps/>
          <w:spacing w:val="60"/>
          <w:sz w:val="28"/>
          <w:lang w:val="bg-BG"/>
          <w14:shadow w14:blurRad="50800" w14:dist="38100" w14:dir="2700000" w14:sx="100000" w14:sy="100000" w14:kx="0" w14:ky="0" w14:algn="tl">
            <w14:srgbClr w14:val="000000">
              <w14:alpha w14:val="60000"/>
            </w14:srgbClr>
          </w14:shadow>
        </w:rPr>
        <w:t>НАЦИОНАЛНА ЗДРАВНООСИГУРИТЕЛНА КАСА</w:t>
      </w:r>
    </w:p>
    <w:p w:rsidR="0030662C" w:rsidRPr="00C4080D" w:rsidRDefault="0030662C" w:rsidP="005101AA">
      <w:pPr>
        <w:pStyle w:val="Heading5"/>
        <w:pBdr>
          <w:top w:val="single" w:sz="4" w:space="1" w:color="auto"/>
        </w:pBdr>
        <w:tabs>
          <w:tab w:val="center" w:pos="4678"/>
          <w:tab w:val="right" w:pos="9356"/>
        </w:tabs>
        <w:spacing w:before="0" w:after="0"/>
        <w:rPr>
          <w:sz w:val="18"/>
        </w:rPr>
      </w:pPr>
      <w:r w:rsidRPr="00C4080D">
        <w:rPr>
          <w:sz w:val="18"/>
        </w:rPr>
        <w:t>София 1407, ул. “Кричим” No 1</w:t>
      </w:r>
      <w:r w:rsidRPr="007432FD">
        <w:rPr>
          <w:sz w:val="18"/>
          <w:lang w:val="ru-RU"/>
        </w:rPr>
        <w:tab/>
      </w:r>
      <w:hyperlink r:id="rId9" w:history="1">
        <w:r w:rsidRPr="002E42AE">
          <w:rPr>
            <w:rStyle w:val="Hyperlink"/>
            <w:sz w:val="18"/>
          </w:rPr>
          <w:t>www.nhif.bg</w:t>
        </w:r>
      </w:hyperlink>
      <w:r>
        <w:rPr>
          <w:sz w:val="18"/>
        </w:rPr>
        <w:t xml:space="preserve"> </w:t>
      </w:r>
      <w:r w:rsidRPr="007432FD">
        <w:rPr>
          <w:sz w:val="18"/>
          <w:lang w:val="ru-RU"/>
        </w:rPr>
        <w:tab/>
      </w:r>
      <w:r>
        <w:rPr>
          <w:sz w:val="18"/>
        </w:rPr>
        <w:t xml:space="preserve"> тел: +359 2 96591</w:t>
      </w:r>
      <w:r w:rsidRPr="007432FD">
        <w:rPr>
          <w:sz w:val="18"/>
          <w:lang w:val="ru-RU"/>
        </w:rPr>
        <w:t>21</w:t>
      </w:r>
      <w:r w:rsidRPr="00C4080D">
        <w:rPr>
          <w:sz w:val="18"/>
        </w:rPr>
        <w:t xml:space="preserve"> </w:t>
      </w:r>
    </w:p>
    <w:p w:rsidR="0030662C" w:rsidRDefault="0030662C" w:rsidP="0030662C">
      <w:pPr>
        <w:pStyle w:val="Header"/>
      </w:pPr>
    </w:p>
    <w:p w:rsidR="00110616" w:rsidRPr="000C6EA2" w:rsidRDefault="00110616" w:rsidP="00110616">
      <w:pPr>
        <w:tabs>
          <w:tab w:val="left" w:pos="4395"/>
        </w:tabs>
        <w:spacing w:line="360" w:lineRule="auto"/>
        <w:ind w:firstLine="1260"/>
        <w:rPr>
          <w:b/>
          <w:sz w:val="28"/>
          <w:szCs w:val="28"/>
        </w:rPr>
      </w:pPr>
    </w:p>
    <w:p w:rsidR="007F0C86" w:rsidRPr="000C6EA2" w:rsidRDefault="007F0C86" w:rsidP="00110616">
      <w:pPr>
        <w:spacing w:line="360" w:lineRule="auto"/>
        <w:jc w:val="center"/>
        <w:rPr>
          <w:b/>
          <w:sz w:val="48"/>
          <w:szCs w:val="48"/>
        </w:rPr>
      </w:pPr>
    </w:p>
    <w:p w:rsidR="003D33A5" w:rsidRPr="000C6EA2" w:rsidRDefault="003D33A5" w:rsidP="00110616">
      <w:pPr>
        <w:spacing w:line="360" w:lineRule="auto"/>
        <w:jc w:val="center"/>
        <w:rPr>
          <w:b/>
          <w:sz w:val="48"/>
          <w:szCs w:val="48"/>
        </w:rPr>
      </w:pPr>
    </w:p>
    <w:p w:rsidR="00110616" w:rsidRPr="000C6EA2" w:rsidRDefault="00110616" w:rsidP="00110616">
      <w:pPr>
        <w:spacing w:line="360" w:lineRule="auto"/>
        <w:jc w:val="center"/>
        <w:rPr>
          <w:b/>
          <w:sz w:val="48"/>
          <w:szCs w:val="48"/>
        </w:rPr>
      </w:pPr>
      <w:r w:rsidRPr="000C6EA2">
        <w:rPr>
          <w:b/>
          <w:sz w:val="48"/>
          <w:szCs w:val="48"/>
        </w:rPr>
        <w:t xml:space="preserve">ПРАВИЛА </w:t>
      </w:r>
    </w:p>
    <w:p w:rsidR="00110616" w:rsidRPr="000C6EA2" w:rsidRDefault="000555D8" w:rsidP="000555D8">
      <w:pPr>
        <w:tabs>
          <w:tab w:val="center" w:pos="4677"/>
          <w:tab w:val="left" w:pos="7545"/>
        </w:tabs>
        <w:spacing w:line="360" w:lineRule="auto"/>
        <w:rPr>
          <w:b/>
          <w:sz w:val="36"/>
          <w:szCs w:val="36"/>
        </w:rPr>
      </w:pPr>
      <w:r w:rsidRPr="000C6EA2">
        <w:rPr>
          <w:b/>
          <w:sz w:val="36"/>
          <w:szCs w:val="36"/>
        </w:rPr>
        <w:tab/>
      </w:r>
      <w:r w:rsidR="00110616" w:rsidRPr="000C6EA2">
        <w:rPr>
          <w:b/>
          <w:sz w:val="36"/>
          <w:szCs w:val="36"/>
        </w:rPr>
        <w:t xml:space="preserve">ЗА </w:t>
      </w:r>
      <w:r w:rsidRPr="000C6EA2">
        <w:rPr>
          <w:b/>
          <w:sz w:val="36"/>
          <w:szCs w:val="36"/>
        </w:rPr>
        <w:tab/>
      </w:r>
    </w:p>
    <w:p w:rsidR="00110616" w:rsidRPr="000C6EA2" w:rsidRDefault="00110616" w:rsidP="00110616">
      <w:pPr>
        <w:spacing w:line="360" w:lineRule="auto"/>
        <w:jc w:val="center"/>
        <w:rPr>
          <w:b/>
          <w:sz w:val="36"/>
          <w:szCs w:val="36"/>
        </w:rPr>
      </w:pPr>
      <w:r w:rsidRPr="000C6EA2">
        <w:rPr>
          <w:b/>
          <w:sz w:val="36"/>
          <w:szCs w:val="36"/>
        </w:rPr>
        <w:t xml:space="preserve">УСЛОВИЯТА И РЕДА </w:t>
      </w:r>
    </w:p>
    <w:p w:rsidR="00110616" w:rsidRPr="000C6EA2" w:rsidRDefault="00110616" w:rsidP="00110616">
      <w:pPr>
        <w:spacing w:line="360" w:lineRule="auto"/>
        <w:jc w:val="center"/>
        <w:rPr>
          <w:b/>
          <w:sz w:val="36"/>
          <w:szCs w:val="36"/>
        </w:rPr>
      </w:pPr>
      <w:r w:rsidRPr="000C6EA2">
        <w:rPr>
          <w:b/>
          <w:sz w:val="36"/>
          <w:szCs w:val="36"/>
        </w:rPr>
        <w:t xml:space="preserve">ЗА </w:t>
      </w:r>
    </w:p>
    <w:p w:rsidR="00110616" w:rsidRPr="000C6EA2" w:rsidRDefault="00110616" w:rsidP="00110616">
      <w:pPr>
        <w:spacing w:line="360" w:lineRule="auto"/>
        <w:jc w:val="center"/>
        <w:rPr>
          <w:b/>
          <w:sz w:val="36"/>
          <w:szCs w:val="36"/>
        </w:rPr>
      </w:pPr>
      <w:r w:rsidRPr="000C6EA2">
        <w:rPr>
          <w:b/>
          <w:sz w:val="36"/>
          <w:szCs w:val="36"/>
        </w:rPr>
        <w:t>ПРИЛАГАНЕ НА ЧЛ. 4, АЛ. 1</w:t>
      </w:r>
      <w:r w:rsidR="0030662C" w:rsidRPr="000C6EA2">
        <w:rPr>
          <w:b/>
          <w:sz w:val="36"/>
          <w:szCs w:val="36"/>
        </w:rPr>
        <w:t>,</w:t>
      </w:r>
      <w:r w:rsidRPr="000C6EA2">
        <w:rPr>
          <w:b/>
          <w:sz w:val="36"/>
          <w:szCs w:val="36"/>
        </w:rPr>
        <w:t xml:space="preserve"> </w:t>
      </w:r>
      <w:r w:rsidR="0030662C" w:rsidRPr="000C6EA2">
        <w:rPr>
          <w:b/>
          <w:sz w:val="36"/>
          <w:szCs w:val="36"/>
        </w:rPr>
        <w:t xml:space="preserve">АЛ. 2 </w:t>
      </w:r>
      <w:r w:rsidRPr="000C6EA2">
        <w:rPr>
          <w:b/>
          <w:sz w:val="36"/>
          <w:szCs w:val="36"/>
        </w:rPr>
        <w:t xml:space="preserve">и АЛ. </w:t>
      </w:r>
      <w:r w:rsidR="0030662C" w:rsidRPr="000C6EA2">
        <w:rPr>
          <w:b/>
          <w:sz w:val="36"/>
          <w:szCs w:val="36"/>
        </w:rPr>
        <w:t>3</w:t>
      </w:r>
      <w:r w:rsidRPr="000C6EA2">
        <w:rPr>
          <w:b/>
          <w:sz w:val="36"/>
          <w:szCs w:val="36"/>
        </w:rPr>
        <w:t xml:space="preserve"> </w:t>
      </w:r>
    </w:p>
    <w:p w:rsidR="00110616" w:rsidRPr="000C6EA2" w:rsidRDefault="00110616" w:rsidP="00110616">
      <w:pPr>
        <w:spacing w:line="360" w:lineRule="auto"/>
        <w:jc w:val="center"/>
        <w:rPr>
          <w:b/>
          <w:sz w:val="36"/>
          <w:szCs w:val="36"/>
        </w:rPr>
      </w:pPr>
      <w:r w:rsidRPr="000C6EA2">
        <w:rPr>
          <w:b/>
          <w:sz w:val="36"/>
          <w:szCs w:val="36"/>
        </w:rPr>
        <w:t xml:space="preserve">ОТ </w:t>
      </w:r>
    </w:p>
    <w:p w:rsidR="00110616" w:rsidRPr="000C6EA2" w:rsidRDefault="00110616" w:rsidP="00110616">
      <w:pPr>
        <w:spacing w:line="360" w:lineRule="auto"/>
        <w:jc w:val="center"/>
        <w:rPr>
          <w:b/>
          <w:sz w:val="36"/>
          <w:szCs w:val="36"/>
        </w:rPr>
      </w:pPr>
      <w:r w:rsidRPr="000C6EA2">
        <w:rPr>
          <w:b/>
          <w:sz w:val="36"/>
          <w:szCs w:val="36"/>
        </w:rPr>
        <w:t xml:space="preserve">ЗАКОНА ЗА БЮДЖЕТА </w:t>
      </w:r>
    </w:p>
    <w:p w:rsidR="00110616" w:rsidRPr="000C6EA2" w:rsidRDefault="00110616" w:rsidP="00110616">
      <w:pPr>
        <w:spacing w:line="360" w:lineRule="auto"/>
        <w:jc w:val="center"/>
        <w:rPr>
          <w:b/>
          <w:sz w:val="36"/>
          <w:szCs w:val="36"/>
        </w:rPr>
      </w:pPr>
      <w:r w:rsidRPr="000C6EA2">
        <w:rPr>
          <w:b/>
          <w:sz w:val="36"/>
          <w:szCs w:val="36"/>
        </w:rPr>
        <w:t xml:space="preserve">НА </w:t>
      </w:r>
    </w:p>
    <w:p w:rsidR="00110616" w:rsidRPr="000C6EA2" w:rsidRDefault="00110616" w:rsidP="00110616">
      <w:pPr>
        <w:spacing w:line="360" w:lineRule="auto"/>
        <w:jc w:val="center"/>
        <w:rPr>
          <w:b/>
          <w:sz w:val="36"/>
          <w:szCs w:val="36"/>
        </w:rPr>
      </w:pPr>
      <w:r w:rsidRPr="000C6EA2">
        <w:rPr>
          <w:b/>
          <w:sz w:val="36"/>
          <w:szCs w:val="36"/>
        </w:rPr>
        <w:t>НАЦИОНАЛНАТА ЗДРАВНООСИГУРИТЕЛНА КАСА</w:t>
      </w:r>
    </w:p>
    <w:p w:rsidR="00110616" w:rsidRPr="000C6EA2" w:rsidRDefault="00110616" w:rsidP="00110616">
      <w:pPr>
        <w:spacing w:line="360" w:lineRule="auto"/>
        <w:jc w:val="center"/>
        <w:rPr>
          <w:b/>
          <w:sz w:val="36"/>
          <w:szCs w:val="36"/>
        </w:rPr>
      </w:pPr>
      <w:r w:rsidRPr="000C6EA2">
        <w:rPr>
          <w:b/>
          <w:sz w:val="36"/>
          <w:szCs w:val="36"/>
        </w:rPr>
        <w:t xml:space="preserve">ЗА </w:t>
      </w:r>
    </w:p>
    <w:p w:rsidR="00110616" w:rsidRPr="000C6EA2" w:rsidRDefault="00110616" w:rsidP="00110616">
      <w:pPr>
        <w:spacing w:line="360" w:lineRule="auto"/>
        <w:jc w:val="center"/>
        <w:rPr>
          <w:b/>
          <w:sz w:val="36"/>
          <w:szCs w:val="36"/>
        </w:rPr>
      </w:pPr>
      <w:r w:rsidRPr="000C6EA2">
        <w:rPr>
          <w:b/>
          <w:sz w:val="36"/>
          <w:szCs w:val="36"/>
        </w:rPr>
        <w:t>201</w:t>
      </w:r>
      <w:r w:rsidR="00A6314B" w:rsidRPr="000C6EA2">
        <w:rPr>
          <w:b/>
          <w:sz w:val="36"/>
          <w:szCs w:val="36"/>
        </w:rPr>
        <w:t>8</w:t>
      </w:r>
      <w:r w:rsidRPr="000C6EA2">
        <w:rPr>
          <w:b/>
          <w:sz w:val="36"/>
          <w:szCs w:val="36"/>
        </w:rPr>
        <w:t xml:space="preserve"> г. </w:t>
      </w:r>
    </w:p>
    <w:p w:rsidR="00110616" w:rsidRPr="000C6EA2" w:rsidRDefault="00110616" w:rsidP="00110616">
      <w:pPr>
        <w:spacing w:line="360" w:lineRule="auto"/>
        <w:jc w:val="center"/>
        <w:rPr>
          <w:sz w:val="24"/>
          <w:szCs w:val="24"/>
        </w:rPr>
      </w:pPr>
    </w:p>
    <w:p w:rsidR="00110616" w:rsidRPr="000C6EA2" w:rsidRDefault="00110616" w:rsidP="00110616">
      <w:pPr>
        <w:spacing w:line="360" w:lineRule="auto"/>
        <w:jc w:val="center"/>
        <w:rPr>
          <w:sz w:val="24"/>
          <w:szCs w:val="24"/>
        </w:rPr>
      </w:pPr>
    </w:p>
    <w:p w:rsidR="003C4FD9" w:rsidRPr="003C4FD9" w:rsidRDefault="003C4FD9" w:rsidP="003C4FD9">
      <w:pPr>
        <w:jc w:val="center"/>
        <w:rPr>
          <w:b/>
          <w:sz w:val="24"/>
          <w:szCs w:val="24"/>
        </w:rPr>
      </w:pPr>
      <w:r w:rsidRPr="003C4FD9">
        <w:rPr>
          <w:b/>
          <w:sz w:val="24"/>
          <w:szCs w:val="24"/>
        </w:rPr>
        <w:t xml:space="preserve">приети с решение на </w:t>
      </w:r>
      <w:r>
        <w:rPr>
          <w:b/>
          <w:sz w:val="24"/>
          <w:szCs w:val="24"/>
        </w:rPr>
        <w:t>Н</w:t>
      </w:r>
      <w:r w:rsidRPr="003C4FD9">
        <w:rPr>
          <w:b/>
          <w:sz w:val="24"/>
          <w:szCs w:val="24"/>
        </w:rPr>
        <w:t xml:space="preserve">адзорния съвет на НЗОК </w:t>
      </w:r>
    </w:p>
    <w:p w:rsidR="003C4FD9" w:rsidRDefault="003C4FD9" w:rsidP="003C4FD9">
      <w:pPr>
        <w:jc w:val="center"/>
        <w:rPr>
          <w:b/>
          <w:sz w:val="24"/>
          <w:szCs w:val="24"/>
        </w:rPr>
      </w:pPr>
      <w:r w:rsidRPr="003C4FD9">
        <w:rPr>
          <w:b/>
          <w:sz w:val="24"/>
          <w:szCs w:val="24"/>
        </w:rPr>
        <w:t xml:space="preserve">№ РД-НС-04-6 </w:t>
      </w:r>
      <w:r>
        <w:rPr>
          <w:b/>
          <w:sz w:val="24"/>
          <w:szCs w:val="24"/>
        </w:rPr>
        <w:t>/</w:t>
      </w:r>
      <w:r w:rsidRPr="003C4FD9">
        <w:rPr>
          <w:b/>
          <w:sz w:val="24"/>
          <w:szCs w:val="24"/>
        </w:rPr>
        <w:t xml:space="preserve">26.01.2018 г., изм. и доп. с решение </w:t>
      </w:r>
      <w:r>
        <w:rPr>
          <w:b/>
          <w:sz w:val="24"/>
          <w:szCs w:val="24"/>
        </w:rPr>
        <w:t>№Р</w:t>
      </w:r>
      <w:r w:rsidRPr="003C4FD9">
        <w:rPr>
          <w:b/>
          <w:sz w:val="24"/>
          <w:szCs w:val="24"/>
        </w:rPr>
        <w:t>Д-НС-04-33/14.05.2018 г.</w:t>
      </w:r>
      <w:r w:rsidR="006F7CE0">
        <w:rPr>
          <w:b/>
          <w:sz w:val="24"/>
          <w:szCs w:val="24"/>
        </w:rPr>
        <w:t>,</w:t>
      </w:r>
    </w:p>
    <w:p w:rsidR="006F7CE0" w:rsidRDefault="006F7CE0" w:rsidP="003C4FD9">
      <w:pPr>
        <w:jc w:val="center"/>
        <w:rPr>
          <w:b/>
          <w:sz w:val="24"/>
          <w:szCs w:val="24"/>
        </w:rPr>
      </w:pPr>
      <w:r w:rsidRPr="003C4FD9">
        <w:rPr>
          <w:b/>
          <w:sz w:val="24"/>
          <w:szCs w:val="24"/>
        </w:rPr>
        <w:t xml:space="preserve">изм. и доп. с решение </w:t>
      </w:r>
      <w:r>
        <w:rPr>
          <w:b/>
          <w:sz w:val="24"/>
          <w:szCs w:val="24"/>
        </w:rPr>
        <w:t>№Р</w:t>
      </w:r>
      <w:r w:rsidRPr="003C4FD9">
        <w:rPr>
          <w:b/>
          <w:sz w:val="24"/>
          <w:szCs w:val="24"/>
        </w:rPr>
        <w:t>Д-НС-04-</w:t>
      </w:r>
      <w:r w:rsidR="00E275DB" w:rsidRPr="00E275DB">
        <w:rPr>
          <w:b/>
          <w:sz w:val="24"/>
          <w:szCs w:val="24"/>
        </w:rPr>
        <w:t>50</w:t>
      </w:r>
      <w:r w:rsidRPr="003C4FD9">
        <w:rPr>
          <w:b/>
          <w:sz w:val="24"/>
          <w:szCs w:val="24"/>
        </w:rPr>
        <w:t>/</w:t>
      </w:r>
      <w:r>
        <w:rPr>
          <w:b/>
          <w:sz w:val="24"/>
          <w:szCs w:val="24"/>
        </w:rPr>
        <w:t>27</w:t>
      </w:r>
      <w:r w:rsidRPr="003C4FD9">
        <w:rPr>
          <w:b/>
          <w:sz w:val="24"/>
          <w:szCs w:val="24"/>
        </w:rPr>
        <w:t>.0</w:t>
      </w:r>
      <w:r>
        <w:rPr>
          <w:b/>
          <w:sz w:val="24"/>
          <w:szCs w:val="24"/>
        </w:rPr>
        <w:t>7</w:t>
      </w:r>
      <w:r w:rsidRPr="003C4FD9">
        <w:rPr>
          <w:b/>
          <w:sz w:val="24"/>
          <w:szCs w:val="24"/>
        </w:rPr>
        <w:t>.2018 г.</w:t>
      </w:r>
    </w:p>
    <w:p w:rsidR="003C4FD9" w:rsidRPr="003C4FD9" w:rsidRDefault="003C4FD9" w:rsidP="003C4FD9">
      <w:pPr>
        <w:jc w:val="center"/>
        <w:rPr>
          <w:b/>
          <w:sz w:val="24"/>
          <w:szCs w:val="24"/>
        </w:rPr>
      </w:pPr>
    </w:p>
    <w:p w:rsidR="00110616" w:rsidRPr="000C6EA2" w:rsidRDefault="002309E9" w:rsidP="007D3107">
      <w:pPr>
        <w:keepNext/>
        <w:spacing w:line="300" w:lineRule="atLeast"/>
        <w:jc w:val="center"/>
        <w:rPr>
          <w:b/>
          <w:sz w:val="24"/>
          <w:szCs w:val="24"/>
        </w:rPr>
      </w:pPr>
      <w:r w:rsidRPr="000C6EA2">
        <w:rPr>
          <w:b/>
          <w:sz w:val="24"/>
          <w:szCs w:val="24"/>
        </w:rPr>
        <w:t xml:space="preserve"> </w:t>
      </w:r>
      <w:r w:rsidR="00DD4F51" w:rsidRPr="000C6EA2">
        <w:rPr>
          <w:b/>
          <w:sz w:val="24"/>
          <w:szCs w:val="24"/>
        </w:rPr>
        <w:t xml:space="preserve"> </w:t>
      </w:r>
      <w:r w:rsidR="00110616" w:rsidRPr="000C6EA2">
        <w:rPr>
          <w:sz w:val="24"/>
          <w:szCs w:val="24"/>
        </w:rPr>
        <w:br w:type="page"/>
      </w:r>
      <w:r w:rsidR="00110616" w:rsidRPr="000C6EA2">
        <w:rPr>
          <w:b/>
          <w:sz w:val="24"/>
          <w:szCs w:val="24"/>
        </w:rPr>
        <w:lastRenderedPageBreak/>
        <w:t>ГЛАВА І</w:t>
      </w:r>
    </w:p>
    <w:p w:rsidR="00110616" w:rsidRPr="000C6EA2" w:rsidRDefault="00110616" w:rsidP="007D3107">
      <w:pPr>
        <w:keepNext/>
        <w:spacing w:line="300" w:lineRule="atLeast"/>
        <w:jc w:val="center"/>
        <w:rPr>
          <w:b/>
          <w:sz w:val="24"/>
          <w:szCs w:val="24"/>
        </w:rPr>
      </w:pPr>
      <w:r w:rsidRPr="000C6EA2">
        <w:rPr>
          <w:b/>
          <w:sz w:val="24"/>
          <w:szCs w:val="24"/>
        </w:rPr>
        <w:t>ОБЩИ ПОЛОЖЕНИЯ</w:t>
      </w:r>
    </w:p>
    <w:p w:rsidR="00462826" w:rsidRPr="000C6EA2" w:rsidRDefault="00462826" w:rsidP="007D3107">
      <w:pPr>
        <w:spacing w:line="300" w:lineRule="atLeast"/>
        <w:ind w:firstLine="539"/>
        <w:jc w:val="both"/>
        <w:rPr>
          <w:b/>
          <w:sz w:val="24"/>
          <w:szCs w:val="24"/>
        </w:rPr>
      </w:pPr>
    </w:p>
    <w:p w:rsidR="00110616" w:rsidRPr="000C6EA2" w:rsidRDefault="00110616" w:rsidP="007D3107">
      <w:pPr>
        <w:spacing w:line="300" w:lineRule="atLeast"/>
        <w:ind w:firstLine="539"/>
        <w:jc w:val="both"/>
        <w:rPr>
          <w:sz w:val="24"/>
          <w:szCs w:val="24"/>
        </w:rPr>
      </w:pPr>
      <w:r w:rsidRPr="000C6EA2">
        <w:rPr>
          <w:b/>
          <w:sz w:val="24"/>
          <w:szCs w:val="24"/>
        </w:rPr>
        <w:t>Чл. 1.</w:t>
      </w:r>
      <w:r w:rsidRPr="000C6EA2">
        <w:rPr>
          <w:sz w:val="24"/>
          <w:szCs w:val="24"/>
        </w:rPr>
        <w:t> (1)</w:t>
      </w:r>
      <w:r w:rsidR="00C57DAB" w:rsidRPr="000C6EA2">
        <w:rPr>
          <w:sz w:val="24"/>
          <w:szCs w:val="24"/>
        </w:rPr>
        <w:t> </w:t>
      </w:r>
      <w:r w:rsidRPr="000C6EA2">
        <w:rPr>
          <w:sz w:val="24"/>
          <w:szCs w:val="24"/>
        </w:rPr>
        <w:t>С настоящите правила се регламентира:</w:t>
      </w:r>
    </w:p>
    <w:p w:rsidR="00110616" w:rsidRPr="000C6EA2" w:rsidRDefault="00110616" w:rsidP="007D3107">
      <w:pPr>
        <w:spacing w:line="300" w:lineRule="atLeast"/>
        <w:ind w:firstLine="540"/>
        <w:jc w:val="both"/>
        <w:rPr>
          <w:sz w:val="24"/>
          <w:szCs w:val="24"/>
        </w:rPr>
      </w:pPr>
      <w:r w:rsidRPr="000C6EA2">
        <w:rPr>
          <w:sz w:val="24"/>
          <w:szCs w:val="24"/>
        </w:rPr>
        <w:t>1.</w:t>
      </w:r>
      <w:r w:rsidR="00C57DAB" w:rsidRPr="000C6EA2">
        <w:rPr>
          <w:sz w:val="24"/>
          <w:szCs w:val="24"/>
        </w:rPr>
        <w:t> </w:t>
      </w:r>
      <w:r w:rsidRPr="000C6EA2">
        <w:rPr>
          <w:sz w:val="24"/>
          <w:szCs w:val="24"/>
        </w:rPr>
        <w:t xml:space="preserve">условията и реда за </w:t>
      </w:r>
      <w:r w:rsidR="002445F4" w:rsidRPr="000C6EA2">
        <w:rPr>
          <w:sz w:val="24"/>
          <w:szCs w:val="24"/>
        </w:rPr>
        <w:t>утвърждаване</w:t>
      </w:r>
      <w:r w:rsidRPr="000C6EA2">
        <w:rPr>
          <w:sz w:val="24"/>
          <w:szCs w:val="24"/>
        </w:rPr>
        <w:t xml:space="preserve"> на:</w:t>
      </w:r>
    </w:p>
    <w:p w:rsidR="00110616" w:rsidRPr="000C6EA2" w:rsidRDefault="00110616" w:rsidP="007D3107">
      <w:pPr>
        <w:spacing w:line="300" w:lineRule="atLeast"/>
        <w:ind w:firstLine="540"/>
        <w:jc w:val="both"/>
        <w:rPr>
          <w:sz w:val="24"/>
          <w:szCs w:val="24"/>
        </w:rPr>
      </w:pPr>
      <w:r w:rsidRPr="000C6EA2">
        <w:rPr>
          <w:sz w:val="24"/>
          <w:szCs w:val="24"/>
        </w:rPr>
        <w:t>а)</w:t>
      </w:r>
      <w:r w:rsidR="00C57DAB" w:rsidRPr="000C6EA2">
        <w:rPr>
          <w:sz w:val="24"/>
          <w:szCs w:val="24"/>
        </w:rPr>
        <w:t> </w:t>
      </w:r>
      <w:r w:rsidR="00D24814" w:rsidRPr="000C6EA2">
        <w:rPr>
          <w:sz w:val="24"/>
          <w:szCs w:val="24"/>
        </w:rPr>
        <w:t xml:space="preserve">годишна </w:t>
      </w:r>
      <w:r w:rsidRPr="000C6EA2">
        <w:rPr>
          <w:sz w:val="24"/>
          <w:szCs w:val="24"/>
        </w:rPr>
        <w:t>обща стойност на разходите по чл.1, ал.2, ред</w:t>
      </w:r>
      <w:r w:rsidR="00C57DAB" w:rsidRPr="000C6EA2">
        <w:rPr>
          <w:sz w:val="24"/>
          <w:szCs w:val="24"/>
        </w:rPr>
        <w:t> </w:t>
      </w:r>
      <w:r w:rsidRPr="000C6EA2">
        <w:rPr>
          <w:sz w:val="24"/>
          <w:szCs w:val="24"/>
        </w:rPr>
        <w:t>1.1.3.5.</w:t>
      </w:r>
      <w:r w:rsidR="00E31CA0" w:rsidRPr="000C6EA2">
        <w:rPr>
          <w:sz w:val="24"/>
          <w:szCs w:val="24"/>
        </w:rPr>
        <w:t>2</w:t>
      </w:r>
      <w:r w:rsidRPr="000C6EA2">
        <w:rPr>
          <w:sz w:val="24"/>
          <w:szCs w:val="24"/>
        </w:rPr>
        <w:t>. (здравноосигурителни плащания за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ред</w:t>
      </w:r>
      <w:r w:rsidR="00C57DAB" w:rsidRPr="000C6EA2">
        <w:rPr>
          <w:sz w:val="24"/>
          <w:szCs w:val="24"/>
        </w:rPr>
        <w:t> </w:t>
      </w:r>
      <w:r w:rsidRPr="000C6EA2">
        <w:rPr>
          <w:sz w:val="24"/>
          <w:szCs w:val="24"/>
        </w:rPr>
        <w:t>1.1.3.6. (здравноосигурителни плащания за медицински изделия, прилагани в болничната медицинска помощ) и ред</w:t>
      </w:r>
      <w:r w:rsidR="00C57DAB" w:rsidRPr="000C6EA2">
        <w:rPr>
          <w:sz w:val="24"/>
          <w:szCs w:val="24"/>
        </w:rPr>
        <w:t> </w:t>
      </w:r>
      <w:r w:rsidRPr="000C6EA2">
        <w:rPr>
          <w:sz w:val="24"/>
          <w:szCs w:val="24"/>
        </w:rPr>
        <w:t>1.1.3.7. (здравноосигурителни плащания за болнична медицинска помощ) от Закона за бюджета на Националната здравноосигурителна каса (ЗБНЗОК) за 201</w:t>
      </w:r>
      <w:r w:rsidR="00A6314B" w:rsidRPr="000C6EA2">
        <w:rPr>
          <w:sz w:val="24"/>
          <w:szCs w:val="24"/>
        </w:rPr>
        <w:t>8</w:t>
      </w:r>
      <w:r w:rsidRPr="000C6EA2">
        <w:rPr>
          <w:sz w:val="24"/>
          <w:szCs w:val="24"/>
        </w:rPr>
        <w:t xml:space="preserve"> г. за всяка районна здравноосигурителна каса (РЗОК)</w:t>
      </w:r>
      <w:r w:rsidR="00C1626F" w:rsidRPr="000C6EA2">
        <w:rPr>
          <w:sz w:val="24"/>
          <w:szCs w:val="24"/>
        </w:rPr>
        <w:t>, разпределена по месеци</w:t>
      </w:r>
      <w:r w:rsidRPr="000C6EA2">
        <w:rPr>
          <w:sz w:val="24"/>
          <w:szCs w:val="24"/>
        </w:rPr>
        <w:t>;</w:t>
      </w:r>
    </w:p>
    <w:p w:rsidR="00110616" w:rsidRPr="000C6EA2" w:rsidRDefault="000C3C80" w:rsidP="007D3107">
      <w:pPr>
        <w:spacing w:line="300" w:lineRule="atLeast"/>
        <w:ind w:firstLine="540"/>
        <w:jc w:val="both"/>
        <w:rPr>
          <w:sz w:val="24"/>
          <w:szCs w:val="24"/>
        </w:rPr>
      </w:pPr>
      <w:r w:rsidRPr="000C6EA2">
        <w:rPr>
          <w:sz w:val="24"/>
          <w:szCs w:val="24"/>
        </w:rPr>
        <w:t>б</w:t>
      </w:r>
      <w:r w:rsidR="00110616" w:rsidRPr="000C6EA2">
        <w:rPr>
          <w:sz w:val="24"/>
          <w:szCs w:val="24"/>
        </w:rPr>
        <w:t>)</w:t>
      </w:r>
      <w:r w:rsidR="00C57DAB" w:rsidRPr="000C6EA2">
        <w:rPr>
          <w:sz w:val="24"/>
          <w:szCs w:val="24"/>
        </w:rPr>
        <w:t> </w:t>
      </w:r>
      <w:r w:rsidR="00110616" w:rsidRPr="000C6EA2">
        <w:rPr>
          <w:sz w:val="24"/>
          <w:szCs w:val="24"/>
        </w:rPr>
        <w:t>стойности</w:t>
      </w:r>
      <w:r w:rsidR="00C1626F" w:rsidRPr="000C6EA2">
        <w:rPr>
          <w:sz w:val="24"/>
          <w:szCs w:val="24"/>
        </w:rPr>
        <w:t>те</w:t>
      </w:r>
      <w:r w:rsidR="00110616" w:rsidRPr="000C6EA2">
        <w:rPr>
          <w:sz w:val="24"/>
          <w:szCs w:val="24"/>
        </w:rPr>
        <w:t xml:space="preserve"> </w:t>
      </w:r>
      <w:r w:rsidR="00D24814" w:rsidRPr="000C6EA2">
        <w:rPr>
          <w:sz w:val="24"/>
          <w:szCs w:val="24"/>
        </w:rPr>
        <w:t xml:space="preserve">на разходите </w:t>
      </w:r>
      <w:r w:rsidR="00110616" w:rsidRPr="000C6EA2">
        <w:rPr>
          <w:sz w:val="24"/>
          <w:szCs w:val="24"/>
        </w:rPr>
        <w:t>по буква "а"</w:t>
      </w:r>
      <w:r w:rsidR="00C1626F" w:rsidRPr="000C6EA2">
        <w:rPr>
          <w:sz w:val="24"/>
          <w:szCs w:val="24"/>
        </w:rPr>
        <w:t xml:space="preserve"> по изпълнители на болнична медицинска помощ (БМП), разпределена по месеци</w:t>
      </w:r>
      <w:r w:rsidR="00110616" w:rsidRPr="000C6EA2">
        <w:rPr>
          <w:sz w:val="24"/>
          <w:szCs w:val="24"/>
        </w:rPr>
        <w:t>;</w:t>
      </w:r>
    </w:p>
    <w:p w:rsidR="00110616" w:rsidRPr="000C6EA2" w:rsidRDefault="00110616" w:rsidP="007D3107">
      <w:pPr>
        <w:spacing w:line="300" w:lineRule="atLeast"/>
        <w:ind w:firstLine="540"/>
        <w:jc w:val="both"/>
        <w:rPr>
          <w:sz w:val="24"/>
          <w:szCs w:val="24"/>
        </w:rPr>
      </w:pPr>
      <w:r w:rsidRPr="000C6EA2">
        <w:rPr>
          <w:sz w:val="24"/>
          <w:szCs w:val="24"/>
        </w:rPr>
        <w:t>2.</w:t>
      </w:r>
      <w:r w:rsidR="00C57DAB" w:rsidRPr="000C6EA2">
        <w:rPr>
          <w:sz w:val="24"/>
          <w:szCs w:val="24"/>
        </w:rPr>
        <w:t> </w:t>
      </w:r>
      <w:r w:rsidRPr="000C6EA2">
        <w:rPr>
          <w:sz w:val="24"/>
          <w:szCs w:val="24"/>
        </w:rPr>
        <w:t xml:space="preserve">условията и реда за закупуване от изпълнителите на БМП </w:t>
      </w:r>
      <w:r w:rsidR="000C3C80" w:rsidRPr="000C6EA2">
        <w:rPr>
          <w:sz w:val="24"/>
          <w:szCs w:val="24"/>
        </w:rPr>
        <w:t xml:space="preserve">на обем </w:t>
      </w:r>
      <w:r w:rsidRPr="000C6EA2">
        <w:rPr>
          <w:sz w:val="24"/>
          <w:szCs w:val="24"/>
        </w:rPr>
        <w:t>здравни дейности от пакета по чл.2, ал.1 от ЗЗО в рамките на стойностите по т.1.</w:t>
      </w:r>
    </w:p>
    <w:p w:rsidR="00110616" w:rsidRPr="000C6EA2" w:rsidRDefault="00110616" w:rsidP="007D3107">
      <w:pPr>
        <w:spacing w:line="300" w:lineRule="atLeast"/>
        <w:ind w:firstLine="540"/>
        <w:jc w:val="both"/>
        <w:rPr>
          <w:sz w:val="24"/>
          <w:szCs w:val="24"/>
        </w:rPr>
      </w:pPr>
      <w:r w:rsidRPr="000C6EA2">
        <w:rPr>
          <w:sz w:val="24"/>
          <w:szCs w:val="24"/>
        </w:rPr>
        <w:t>3.</w:t>
      </w:r>
      <w:r w:rsidR="00C57DAB" w:rsidRPr="000C6EA2">
        <w:rPr>
          <w:sz w:val="24"/>
          <w:szCs w:val="24"/>
        </w:rPr>
        <w:t> </w:t>
      </w:r>
      <w:r w:rsidRPr="000C6EA2">
        <w:rPr>
          <w:sz w:val="24"/>
          <w:szCs w:val="24"/>
        </w:rPr>
        <w:t xml:space="preserve">условията и реда за осъществяване на </w:t>
      </w:r>
      <w:r w:rsidR="000C3C80" w:rsidRPr="000C6EA2">
        <w:rPr>
          <w:sz w:val="24"/>
          <w:szCs w:val="24"/>
        </w:rPr>
        <w:t xml:space="preserve">наблюдение, </w:t>
      </w:r>
      <w:r w:rsidRPr="000C6EA2">
        <w:rPr>
          <w:sz w:val="24"/>
          <w:szCs w:val="24"/>
        </w:rPr>
        <w:t>анализ</w:t>
      </w:r>
      <w:r w:rsidR="000C3C80" w:rsidRPr="000C6EA2">
        <w:rPr>
          <w:sz w:val="24"/>
          <w:szCs w:val="24"/>
        </w:rPr>
        <w:t>,</w:t>
      </w:r>
      <w:r w:rsidRPr="000C6EA2">
        <w:rPr>
          <w:sz w:val="24"/>
          <w:szCs w:val="24"/>
        </w:rPr>
        <w:t xml:space="preserve"> контрол </w:t>
      </w:r>
      <w:r w:rsidR="000C3C80" w:rsidRPr="000C6EA2">
        <w:rPr>
          <w:sz w:val="24"/>
          <w:szCs w:val="24"/>
        </w:rPr>
        <w:t xml:space="preserve">и коригиране </w:t>
      </w:r>
      <w:r w:rsidRPr="000C6EA2">
        <w:rPr>
          <w:sz w:val="24"/>
          <w:szCs w:val="24"/>
        </w:rPr>
        <w:t>на определените по т.1 годишни и месечни стойности, както и изпълнението на т.2.</w:t>
      </w:r>
    </w:p>
    <w:p w:rsidR="00110616" w:rsidRPr="000C6EA2" w:rsidRDefault="00110616" w:rsidP="007D3107">
      <w:pPr>
        <w:spacing w:line="300" w:lineRule="atLeast"/>
        <w:ind w:firstLine="540"/>
        <w:jc w:val="both"/>
        <w:rPr>
          <w:sz w:val="24"/>
          <w:szCs w:val="24"/>
        </w:rPr>
      </w:pPr>
      <w:r w:rsidRPr="000C6EA2">
        <w:rPr>
          <w:sz w:val="24"/>
          <w:szCs w:val="24"/>
        </w:rPr>
        <w:t>(2)</w:t>
      </w:r>
      <w:r w:rsidR="00C57DAB" w:rsidRPr="000C6EA2">
        <w:rPr>
          <w:sz w:val="24"/>
          <w:szCs w:val="24"/>
        </w:rPr>
        <w:t> </w:t>
      </w:r>
      <w:r w:rsidR="002445F4" w:rsidRPr="000C6EA2">
        <w:rPr>
          <w:sz w:val="24"/>
          <w:szCs w:val="24"/>
        </w:rPr>
        <w:t>Утвърждаването</w:t>
      </w:r>
      <w:r w:rsidRPr="000C6EA2">
        <w:rPr>
          <w:sz w:val="24"/>
          <w:szCs w:val="24"/>
        </w:rPr>
        <w:t xml:space="preserve"> на стойностите по ал. 1 се извършва в рамките на стойностите по ред</w:t>
      </w:r>
      <w:r w:rsidR="00C57DAB" w:rsidRPr="000C6EA2">
        <w:rPr>
          <w:sz w:val="24"/>
          <w:szCs w:val="24"/>
        </w:rPr>
        <w:t> </w:t>
      </w:r>
      <w:r w:rsidRPr="000C6EA2">
        <w:rPr>
          <w:sz w:val="24"/>
          <w:szCs w:val="24"/>
        </w:rPr>
        <w:t>1.1.3.5.</w:t>
      </w:r>
      <w:r w:rsidR="00F70BA2" w:rsidRPr="000C6EA2">
        <w:rPr>
          <w:sz w:val="24"/>
          <w:szCs w:val="24"/>
        </w:rPr>
        <w:t>2</w:t>
      </w:r>
      <w:r w:rsidRPr="000C6EA2">
        <w:rPr>
          <w:sz w:val="24"/>
          <w:szCs w:val="24"/>
        </w:rPr>
        <w:t>, ред</w:t>
      </w:r>
      <w:r w:rsidR="00C57DAB" w:rsidRPr="000C6EA2">
        <w:rPr>
          <w:sz w:val="24"/>
          <w:szCs w:val="24"/>
        </w:rPr>
        <w:t> </w:t>
      </w:r>
      <w:r w:rsidRPr="000C6EA2">
        <w:rPr>
          <w:sz w:val="24"/>
          <w:szCs w:val="24"/>
        </w:rPr>
        <w:t>1.1.3.6. и ред</w:t>
      </w:r>
      <w:r w:rsidR="00C57DAB" w:rsidRPr="000C6EA2">
        <w:rPr>
          <w:sz w:val="24"/>
          <w:szCs w:val="24"/>
        </w:rPr>
        <w:t> </w:t>
      </w:r>
      <w:r w:rsidRPr="000C6EA2">
        <w:rPr>
          <w:sz w:val="24"/>
          <w:szCs w:val="24"/>
        </w:rPr>
        <w:t>1.1.3.7 от ЗБНЗОК за 201</w:t>
      </w:r>
      <w:r w:rsidR="005D6B78" w:rsidRPr="000C6EA2">
        <w:rPr>
          <w:sz w:val="24"/>
          <w:szCs w:val="24"/>
        </w:rPr>
        <w:t>8</w:t>
      </w:r>
      <w:r w:rsidRPr="000C6EA2">
        <w:rPr>
          <w:sz w:val="24"/>
          <w:szCs w:val="24"/>
        </w:rPr>
        <w:t xml:space="preserve"> г. при използване на средства от резерва по чл.1, ал.2, ред</w:t>
      </w:r>
      <w:r w:rsidR="00C57DAB" w:rsidRPr="000C6EA2">
        <w:rPr>
          <w:sz w:val="24"/>
          <w:szCs w:val="24"/>
        </w:rPr>
        <w:t> </w:t>
      </w:r>
      <w:r w:rsidRPr="000C6EA2">
        <w:rPr>
          <w:sz w:val="24"/>
          <w:szCs w:val="24"/>
        </w:rPr>
        <w:t>1.3. от ЗБНЗОК за 201</w:t>
      </w:r>
      <w:r w:rsidR="005D6B78" w:rsidRPr="000C6EA2">
        <w:rPr>
          <w:sz w:val="24"/>
          <w:szCs w:val="24"/>
        </w:rPr>
        <w:t>8</w:t>
      </w:r>
      <w:r w:rsidRPr="000C6EA2">
        <w:rPr>
          <w:sz w:val="24"/>
          <w:szCs w:val="24"/>
        </w:rPr>
        <w:t xml:space="preserve"> г., съгласно стойностите на обемите и цените на дейностите от БМП по чл.55, ал.2, т.3а от ЗЗО, подлежащи на заплащане през 201</w:t>
      </w:r>
      <w:r w:rsidR="0022133D" w:rsidRPr="000C6EA2">
        <w:rPr>
          <w:sz w:val="24"/>
          <w:szCs w:val="24"/>
        </w:rPr>
        <w:t>8</w:t>
      </w:r>
      <w:r w:rsidRPr="000C6EA2">
        <w:rPr>
          <w:sz w:val="24"/>
          <w:szCs w:val="24"/>
        </w:rPr>
        <w:t xml:space="preserve"> г.</w:t>
      </w:r>
    </w:p>
    <w:p w:rsidR="00110616" w:rsidRPr="000C6EA2" w:rsidRDefault="00110616" w:rsidP="007D3107">
      <w:pPr>
        <w:spacing w:line="300" w:lineRule="atLeast"/>
        <w:ind w:firstLine="539"/>
        <w:jc w:val="both"/>
        <w:rPr>
          <w:sz w:val="24"/>
          <w:szCs w:val="24"/>
        </w:rPr>
      </w:pPr>
      <w:r w:rsidRPr="000C6EA2">
        <w:rPr>
          <w:b/>
          <w:sz w:val="24"/>
          <w:szCs w:val="24"/>
        </w:rPr>
        <w:t>Чл. 2.</w:t>
      </w:r>
      <w:r w:rsidRPr="000C6EA2">
        <w:rPr>
          <w:sz w:val="24"/>
          <w:szCs w:val="24"/>
        </w:rPr>
        <w:t> </w:t>
      </w:r>
      <w:r w:rsidR="002445F4" w:rsidRPr="000C6EA2">
        <w:rPr>
          <w:sz w:val="24"/>
          <w:szCs w:val="24"/>
        </w:rPr>
        <w:t>Утвърд</w:t>
      </w:r>
      <w:r w:rsidRPr="000C6EA2">
        <w:rPr>
          <w:sz w:val="24"/>
          <w:szCs w:val="24"/>
        </w:rPr>
        <w:t>ените по реда на тези правила стойности по чл.1, ал.1, т.1, буква „</w:t>
      </w:r>
      <w:r w:rsidR="0022133D" w:rsidRPr="000C6EA2">
        <w:rPr>
          <w:sz w:val="24"/>
          <w:szCs w:val="24"/>
        </w:rPr>
        <w:t>б</w:t>
      </w:r>
      <w:r w:rsidRPr="000C6EA2">
        <w:rPr>
          <w:sz w:val="24"/>
          <w:szCs w:val="24"/>
        </w:rPr>
        <w:t>“ стават неразделна част на договорите с изпълнителите на БМП (приложение №2 от индивидуалните договори на изпълнителя за дейност БМП).</w:t>
      </w:r>
    </w:p>
    <w:p w:rsidR="00110616" w:rsidRPr="000C6EA2" w:rsidRDefault="00110616" w:rsidP="007D3107">
      <w:pPr>
        <w:spacing w:line="300" w:lineRule="atLeast"/>
        <w:jc w:val="center"/>
        <w:rPr>
          <w:b/>
          <w:sz w:val="24"/>
          <w:szCs w:val="24"/>
        </w:rPr>
      </w:pPr>
    </w:p>
    <w:p w:rsidR="00110616" w:rsidRPr="000C6EA2" w:rsidRDefault="00110616" w:rsidP="007D3107">
      <w:pPr>
        <w:keepNext/>
        <w:keepLines/>
        <w:spacing w:line="300" w:lineRule="atLeast"/>
        <w:jc w:val="center"/>
        <w:rPr>
          <w:b/>
          <w:sz w:val="24"/>
          <w:szCs w:val="24"/>
        </w:rPr>
      </w:pPr>
      <w:r w:rsidRPr="000C6EA2">
        <w:rPr>
          <w:b/>
          <w:sz w:val="24"/>
          <w:szCs w:val="24"/>
        </w:rPr>
        <w:t>ГЛАВА ІІ</w:t>
      </w:r>
    </w:p>
    <w:p w:rsidR="00110616" w:rsidRPr="000C6EA2" w:rsidRDefault="00110616" w:rsidP="007D3107">
      <w:pPr>
        <w:keepNext/>
        <w:keepLines/>
        <w:spacing w:line="300" w:lineRule="atLeast"/>
        <w:jc w:val="center"/>
        <w:rPr>
          <w:b/>
          <w:sz w:val="24"/>
          <w:szCs w:val="24"/>
        </w:rPr>
      </w:pPr>
      <w:r w:rsidRPr="000C6EA2">
        <w:rPr>
          <w:b/>
          <w:sz w:val="24"/>
          <w:szCs w:val="24"/>
        </w:rPr>
        <w:t xml:space="preserve">УСЛОВИЯ И РЕД ЗА </w:t>
      </w:r>
      <w:r w:rsidR="002445F4" w:rsidRPr="000C6EA2">
        <w:rPr>
          <w:b/>
          <w:sz w:val="24"/>
          <w:szCs w:val="24"/>
        </w:rPr>
        <w:t>УТВЪРЖДАВАНЕ</w:t>
      </w:r>
      <w:r w:rsidRPr="000C6EA2">
        <w:rPr>
          <w:b/>
          <w:sz w:val="24"/>
          <w:szCs w:val="24"/>
        </w:rPr>
        <w:t xml:space="preserve"> НА</w:t>
      </w:r>
      <w:r w:rsidR="007F0C86" w:rsidRPr="000C6EA2">
        <w:rPr>
          <w:b/>
          <w:sz w:val="24"/>
          <w:szCs w:val="24"/>
        </w:rPr>
        <w:t xml:space="preserve"> ГОДИШНИ</w:t>
      </w:r>
      <w:r w:rsidRPr="000C6EA2">
        <w:rPr>
          <w:b/>
          <w:sz w:val="24"/>
          <w:szCs w:val="24"/>
        </w:rPr>
        <w:t xml:space="preserve"> ОБЩИ СТОЙНОСТИ НА РАЗХОДИТЕ НА РЗОК ЗА ЗДРАВНООСИГУРИТЕЛНИ ПЛАЩАНИЯ И РАЗПРЕДЕЛЕНИЕТО ИМ ПО МЕСЕЦИ</w:t>
      </w:r>
    </w:p>
    <w:p w:rsidR="00462826" w:rsidRPr="000C6EA2" w:rsidRDefault="00462826" w:rsidP="007D3107">
      <w:pPr>
        <w:spacing w:line="300" w:lineRule="atLeast"/>
        <w:ind w:firstLine="539"/>
        <w:jc w:val="both"/>
        <w:rPr>
          <w:b/>
          <w:sz w:val="24"/>
          <w:szCs w:val="24"/>
        </w:rPr>
      </w:pPr>
    </w:p>
    <w:p w:rsidR="00110616" w:rsidRPr="000C6EA2" w:rsidRDefault="00110616" w:rsidP="007D3107">
      <w:pPr>
        <w:spacing w:line="300" w:lineRule="atLeast"/>
        <w:ind w:firstLine="539"/>
        <w:jc w:val="both"/>
        <w:rPr>
          <w:sz w:val="24"/>
          <w:szCs w:val="24"/>
        </w:rPr>
      </w:pPr>
      <w:r w:rsidRPr="000C6EA2">
        <w:rPr>
          <w:b/>
          <w:sz w:val="24"/>
          <w:szCs w:val="24"/>
        </w:rPr>
        <w:t>Чл. 3. </w:t>
      </w:r>
      <w:r w:rsidR="00656053" w:rsidRPr="000C6EA2">
        <w:rPr>
          <w:sz w:val="24"/>
          <w:szCs w:val="24"/>
        </w:rPr>
        <w:t>(1)</w:t>
      </w:r>
      <w:r w:rsidR="00656053" w:rsidRPr="000C6EA2">
        <w:rPr>
          <w:b/>
          <w:sz w:val="24"/>
          <w:szCs w:val="24"/>
        </w:rPr>
        <w:t> </w:t>
      </w:r>
      <w:r w:rsidR="007F0C86" w:rsidRPr="000C6EA2">
        <w:rPr>
          <w:sz w:val="24"/>
          <w:szCs w:val="24"/>
        </w:rPr>
        <w:t>Годишните о</w:t>
      </w:r>
      <w:r w:rsidRPr="000C6EA2">
        <w:rPr>
          <w:sz w:val="24"/>
          <w:szCs w:val="24"/>
        </w:rPr>
        <w:t>бщи стойности на разходите на РЗОК за здравноосигурителни плащания п</w:t>
      </w:r>
      <w:r w:rsidR="007F0C86" w:rsidRPr="000C6EA2">
        <w:rPr>
          <w:sz w:val="24"/>
          <w:szCs w:val="24"/>
        </w:rPr>
        <w:t xml:space="preserve">о </w:t>
      </w:r>
      <w:r w:rsidR="00963370" w:rsidRPr="000C6EA2">
        <w:rPr>
          <w:sz w:val="24"/>
          <w:szCs w:val="24"/>
        </w:rPr>
        <w:t xml:space="preserve">чл.1, ал.2, ред 1.1.3.7. (здравноосигурителни плащания за болнична медицинска помощ) от ЗБНЗОК за 2018 г. </w:t>
      </w:r>
      <w:r w:rsidRPr="000C6EA2">
        <w:rPr>
          <w:sz w:val="24"/>
          <w:szCs w:val="24"/>
        </w:rPr>
        <w:t>се формират от:</w:t>
      </w:r>
    </w:p>
    <w:p w:rsidR="00110616" w:rsidRPr="000C6EA2" w:rsidRDefault="00110616" w:rsidP="007D3107">
      <w:pPr>
        <w:spacing w:line="300" w:lineRule="atLeast"/>
        <w:ind w:firstLine="540"/>
        <w:jc w:val="both"/>
        <w:rPr>
          <w:sz w:val="24"/>
          <w:szCs w:val="24"/>
        </w:rPr>
      </w:pPr>
      <w:r w:rsidRPr="000C6EA2">
        <w:rPr>
          <w:sz w:val="24"/>
          <w:szCs w:val="24"/>
        </w:rPr>
        <w:t>1.</w:t>
      </w:r>
      <w:r w:rsidR="00C57DAB" w:rsidRPr="000C6EA2">
        <w:rPr>
          <w:sz w:val="24"/>
          <w:szCs w:val="24"/>
        </w:rPr>
        <w:t> </w:t>
      </w:r>
      <w:r w:rsidR="005542E0" w:rsidRPr="000C6EA2">
        <w:rPr>
          <w:sz w:val="24"/>
          <w:szCs w:val="24"/>
        </w:rPr>
        <w:t>Стойностите на разходите на РЗОК, за закупуване през 201</w:t>
      </w:r>
      <w:r w:rsidR="002445F4" w:rsidRPr="000C6EA2">
        <w:rPr>
          <w:sz w:val="24"/>
          <w:szCs w:val="24"/>
        </w:rPr>
        <w:t>8</w:t>
      </w:r>
      <w:r w:rsidR="005542E0" w:rsidRPr="000C6EA2">
        <w:rPr>
          <w:sz w:val="24"/>
          <w:szCs w:val="24"/>
        </w:rPr>
        <w:t xml:space="preserve"> г. на отчетени дейности по реда на </w:t>
      </w:r>
      <w:r w:rsidR="002445F4" w:rsidRPr="000C6EA2">
        <w:rPr>
          <w:sz w:val="24"/>
          <w:szCs w:val="24"/>
        </w:rPr>
        <w:t>Националния рамков договор за медицинските дейности за 2017 г. (НРД за 2017 г.)</w:t>
      </w:r>
      <w:r w:rsidR="002B4EEF" w:rsidRPr="000C6EA2">
        <w:rPr>
          <w:sz w:val="24"/>
          <w:szCs w:val="24"/>
        </w:rPr>
        <w:t xml:space="preserve">, </w:t>
      </w:r>
    </w:p>
    <w:p w:rsidR="00110616" w:rsidRPr="0080673B" w:rsidRDefault="00110616" w:rsidP="007D3107">
      <w:pPr>
        <w:spacing w:line="300" w:lineRule="atLeast"/>
        <w:ind w:firstLine="540"/>
        <w:jc w:val="both"/>
        <w:rPr>
          <w:strike/>
          <w:sz w:val="24"/>
          <w:szCs w:val="24"/>
        </w:rPr>
      </w:pPr>
      <w:r w:rsidRPr="000C6EA2">
        <w:rPr>
          <w:sz w:val="24"/>
          <w:szCs w:val="24"/>
        </w:rPr>
        <w:t>2.</w:t>
      </w:r>
      <w:r w:rsidR="00C57DAB" w:rsidRPr="000C6EA2">
        <w:rPr>
          <w:sz w:val="24"/>
          <w:szCs w:val="24"/>
        </w:rPr>
        <w:t> </w:t>
      </w:r>
      <w:r w:rsidRPr="000C6EA2">
        <w:rPr>
          <w:sz w:val="24"/>
          <w:szCs w:val="24"/>
        </w:rPr>
        <w:t>Стойностите на разходите на РЗОК, за закупуване през 201</w:t>
      </w:r>
      <w:r w:rsidR="002445F4" w:rsidRPr="000C6EA2">
        <w:rPr>
          <w:sz w:val="24"/>
          <w:szCs w:val="24"/>
        </w:rPr>
        <w:t>8</w:t>
      </w:r>
      <w:r w:rsidRPr="000C6EA2">
        <w:rPr>
          <w:sz w:val="24"/>
          <w:szCs w:val="24"/>
        </w:rPr>
        <w:t xml:space="preserve"> г. на отчетени дейности по реда на </w:t>
      </w:r>
      <w:r w:rsidR="005542E0" w:rsidRPr="000C6EA2">
        <w:rPr>
          <w:sz w:val="24"/>
          <w:szCs w:val="24"/>
        </w:rPr>
        <w:t>Националния рамков договор за медицинските дейности за 201</w:t>
      </w:r>
      <w:r w:rsidR="002445F4" w:rsidRPr="000C6EA2">
        <w:rPr>
          <w:sz w:val="24"/>
          <w:szCs w:val="24"/>
        </w:rPr>
        <w:t>8</w:t>
      </w:r>
      <w:r w:rsidR="005542E0" w:rsidRPr="000C6EA2">
        <w:rPr>
          <w:sz w:val="24"/>
          <w:szCs w:val="24"/>
        </w:rPr>
        <w:t xml:space="preserve"> г. </w:t>
      </w:r>
      <w:r w:rsidR="001A7BF9" w:rsidRPr="000C6EA2">
        <w:rPr>
          <w:sz w:val="24"/>
          <w:szCs w:val="24"/>
        </w:rPr>
        <w:t>(НРД за 201</w:t>
      </w:r>
      <w:r w:rsidR="002445F4" w:rsidRPr="000C6EA2">
        <w:rPr>
          <w:sz w:val="24"/>
          <w:szCs w:val="24"/>
        </w:rPr>
        <w:t>8</w:t>
      </w:r>
      <w:r w:rsidR="001A7BF9" w:rsidRPr="000C6EA2">
        <w:rPr>
          <w:sz w:val="24"/>
          <w:szCs w:val="24"/>
        </w:rPr>
        <w:t xml:space="preserve"> г.)</w:t>
      </w:r>
      <w:r w:rsidR="0080673B">
        <w:rPr>
          <w:sz w:val="24"/>
          <w:szCs w:val="24"/>
        </w:rPr>
        <w:t>.</w:t>
      </w:r>
      <w:r w:rsidR="002445F4" w:rsidRPr="000C6EA2">
        <w:rPr>
          <w:sz w:val="24"/>
          <w:szCs w:val="24"/>
        </w:rPr>
        <w:t xml:space="preserve"> </w:t>
      </w:r>
    </w:p>
    <w:p w:rsidR="00656053" w:rsidRPr="000C6EA2" w:rsidRDefault="00656053" w:rsidP="00656053">
      <w:pPr>
        <w:spacing w:line="300" w:lineRule="atLeast"/>
        <w:ind w:firstLine="539"/>
        <w:jc w:val="both"/>
        <w:rPr>
          <w:sz w:val="24"/>
          <w:szCs w:val="24"/>
        </w:rPr>
      </w:pPr>
      <w:r w:rsidRPr="000C6EA2">
        <w:rPr>
          <w:sz w:val="24"/>
          <w:szCs w:val="24"/>
        </w:rPr>
        <w:t xml:space="preserve">(2) Условията и редът за утвърждаване на стойностите по ал.1, т.2 </w:t>
      </w:r>
      <w:r w:rsidR="00A7065C" w:rsidRPr="000C6EA2">
        <w:rPr>
          <w:sz w:val="24"/>
          <w:szCs w:val="24"/>
        </w:rPr>
        <w:t xml:space="preserve">и закупуване от РЗОК на дейностите </w:t>
      </w:r>
      <w:r w:rsidRPr="000C6EA2">
        <w:rPr>
          <w:sz w:val="24"/>
          <w:szCs w:val="24"/>
        </w:rPr>
        <w:t>се определят и допълват в настоящите правила след приемането на акта по</w:t>
      </w:r>
      <w:r w:rsidRPr="000C6EA2">
        <w:t xml:space="preserve"> </w:t>
      </w:r>
      <w:r w:rsidRPr="000C6EA2">
        <w:rPr>
          <w:sz w:val="24"/>
          <w:szCs w:val="24"/>
        </w:rPr>
        <w:t>ал.1, т.2.</w:t>
      </w:r>
    </w:p>
    <w:p w:rsidR="00110616" w:rsidRPr="000C6EA2" w:rsidRDefault="00110616" w:rsidP="007D3107">
      <w:pPr>
        <w:spacing w:line="300" w:lineRule="atLeast"/>
        <w:ind w:firstLine="539"/>
        <w:jc w:val="both"/>
        <w:rPr>
          <w:sz w:val="24"/>
          <w:szCs w:val="24"/>
        </w:rPr>
      </w:pPr>
      <w:r w:rsidRPr="000C6EA2">
        <w:rPr>
          <w:b/>
          <w:sz w:val="24"/>
          <w:szCs w:val="24"/>
        </w:rPr>
        <w:t>Чл. 4.</w:t>
      </w:r>
      <w:r w:rsidR="00F93466" w:rsidRPr="000C6EA2">
        <w:rPr>
          <w:sz w:val="24"/>
          <w:szCs w:val="24"/>
        </w:rPr>
        <w:t> (1) Стойностите по чл.</w:t>
      </w:r>
      <w:r w:rsidRPr="000C6EA2">
        <w:rPr>
          <w:sz w:val="24"/>
          <w:szCs w:val="24"/>
        </w:rPr>
        <w:t>3 на разх</w:t>
      </w:r>
      <w:r w:rsidR="00F93466" w:rsidRPr="000C6EA2">
        <w:rPr>
          <w:sz w:val="24"/>
          <w:szCs w:val="24"/>
        </w:rPr>
        <w:t>одите на РЗОК по чл.</w:t>
      </w:r>
      <w:r w:rsidRPr="000C6EA2">
        <w:rPr>
          <w:sz w:val="24"/>
          <w:szCs w:val="24"/>
        </w:rPr>
        <w:t>1, ал.2, ред</w:t>
      </w:r>
      <w:r w:rsidR="00C57DAB" w:rsidRPr="000C6EA2">
        <w:rPr>
          <w:sz w:val="24"/>
          <w:szCs w:val="24"/>
        </w:rPr>
        <w:t> </w:t>
      </w:r>
      <w:r w:rsidRPr="000C6EA2">
        <w:rPr>
          <w:sz w:val="24"/>
          <w:szCs w:val="24"/>
        </w:rPr>
        <w:t>1.1.3.7. (здравноосигурителни плащания за болнична медицинска помощ) от ЗБНЗОК за 201</w:t>
      </w:r>
      <w:r w:rsidR="002445F4" w:rsidRPr="000C6EA2">
        <w:rPr>
          <w:sz w:val="24"/>
          <w:szCs w:val="24"/>
        </w:rPr>
        <w:t>8</w:t>
      </w:r>
      <w:r w:rsidRPr="000C6EA2">
        <w:rPr>
          <w:sz w:val="24"/>
          <w:szCs w:val="24"/>
        </w:rPr>
        <w:t xml:space="preserve"> г. се </w:t>
      </w:r>
      <w:r w:rsidRPr="000C6EA2">
        <w:rPr>
          <w:sz w:val="24"/>
          <w:szCs w:val="24"/>
        </w:rPr>
        <w:lastRenderedPageBreak/>
        <w:t>определят по различен ред за закупуване на обемите дейности в БМП, по видове както следва:</w:t>
      </w:r>
    </w:p>
    <w:p w:rsidR="00F50930" w:rsidRPr="00AC7BE5" w:rsidRDefault="00F50930" w:rsidP="006F7CE0">
      <w:pPr>
        <w:spacing w:line="300" w:lineRule="atLeast"/>
        <w:ind w:firstLine="540"/>
        <w:jc w:val="both"/>
        <w:rPr>
          <w:sz w:val="24"/>
          <w:szCs w:val="24"/>
        </w:rPr>
      </w:pPr>
      <w:r w:rsidRPr="00AC7BE5">
        <w:rPr>
          <w:sz w:val="24"/>
          <w:szCs w:val="24"/>
        </w:rPr>
        <w:t>1. дейности в БМП - клинични пътеки (КП), клинични процедури (КПр), амбулаторни процедури (АПр) за: хемодиализа, за раждане и новородени, за интензивно лечение, за диагностика и лечение на онкологични и хематологични заболявания, за лъчелечение, за лечение и рехабилитация при тежко протичащи, хронично инвалидизиращи заболявания в детската възраст с необходимост от продължителна специализирана рехабилитация – ДЦП и нервно-мускулни увреждания. (определени в Приложение 1 към настоящите правила).</w:t>
      </w:r>
    </w:p>
    <w:p w:rsidR="00110616" w:rsidRPr="006F7CE0" w:rsidRDefault="00110616" w:rsidP="007D3107">
      <w:pPr>
        <w:spacing w:line="300" w:lineRule="atLeast"/>
        <w:ind w:firstLine="539"/>
        <w:jc w:val="both"/>
        <w:rPr>
          <w:sz w:val="24"/>
          <w:szCs w:val="24"/>
        </w:rPr>
      </w:pPr>
      <w:r w:rsidRPr="000C6EA2">
        <w:rPr>
          <w:sz w:val="24"/>
          <w:szCs w:val="24"/>
        </w:rPr>
        <w:t>2.</w:t>
      </w:r>
      <w:r w:rsidR="00C57DAB" w:rsidRPr="000C6EA2">
        <w:rPr>
          <w:sz w:val="24"/>
          <w:szCs w:val="24"/>
        </w:rPr>
        <w:t> </w:t>
      </w:r>
      <w:r w:rsidRPr="000C6EA2">
        <w:rPr>
          <w:sz w:val="24"/>
          <w:szCs w:val="24"/>
        </w:rPr>
        <w:t xml:space="preserve">дейности в БМП - КП, КПр, </w:t>
      </w:r>
      <w:r w:rsidRPr="006F7CE0">
        <w:rPr>
          <w:sz w:val="24"/>
          <w:szCs w:val="24"/>
        </w:rPr>
        <w:t>АПр,</w:t>
      </w:r>
      <w:r w:rsidR="0080673B" w:rsidRPr="006F7CE0">
        <w:rPr>
          <w:sz w:val="24"/>
          <w:szCs w:val="24"/>
        </w:rPr>
        <w:t xml:space="preserve"> </w:t>
      </w:r>
      <w:r w:rsidRPr="006F7CE0">
        <w:rPr>
          <w:sz w:val="24"/>
          <w:szCs w:val="24"/>
        </w:rPr>
        <w:t>с изключение на дейности по т.1</w:t>
      </w:r>
      <w:r w:rsidR="00D33E85" w:rsidRPr="006F7CE0">
        <w:rPr>
          <w:sz w:val="24"/>
          <w:szCs w:val="24"/>
        </w:rPr>
        <w:t xml:space="preserve"> и т. 3</w:t>
      </w:r>
      <w:r w:rsidRPr="006F7CE0">
        <w:rPr>
          <w:sz w:val="24"/>
          <w:szCs w:val="24"/>
        </w:rPr>
        <w:t xml:space="preserve"> (</w:t>
      </w:r>
      <w:r w:rsidR="00964A51" w:rsidRPr="006F7CE0">
        <w:rPr>
          <w:sz w:val="24"/>
          <w:szCs w:val="24"/>
        </w:rPr>
        <w:t>показани</w:t>
      </w:r>
      <w:r w:rsidRPr="006F7CE0">
        <w:rPr>
          <w:sz w:val="24"/>
          <w:szCs w:val="24"/>
        </w:rPr>
        <w:t xml:space="preserve"> в Приложение 2 към настоящите правила);</w:t>
      </w:r>
    </w:p>
    <w:p w:rsidR="004816E4" w:rsidRPr="000C6EA2" w:rsidRDefault="004816E4" w:rsidP="007D3107">
      <w:pPr>
        <w:spacing w:line="300" w:lineRule="atLeast"/>
        <w:ind w:firstLine="539"/>
        <w:jc w:val="both"/>
        <w:rPr>
          <w:sz w:val="24"/>
          <w:szCs w:val="24"/>
        </w:rPr>
      </w:pPr>
      <w:r w:rsidRPr="006F7CE0">
        <w:rPr>
          <w:sz w:val="24"/>
          <w:szCs w:val="24"/>
        </w:rPr>
        <w:t>3.</w:t>
      </w:r>
      <w:r w:rsidR="00C57DAB" w:rsidRPr="006F7CE0">
        <w:rPr>
          <w:sz w:val="24"/>
          <w:szCs w:val="24"/>
        </w:rPr>
        <w:t> </w:t>
      </w:r>
      <w:r w:rsidRPr="006F7CE0">
        <w:rPr>
          <w:sz w:val="24"/>
          <w:szCs w:val="24"/>
        </w:rPr>
        <w:t xml:space="preserve">дейности в БМП </w:t>
      </w:r>
      <w:r w:rsidR="00063472" w:rsidRPr="006F7CE0">
        <w:rPr>
          <w:sz w:val="24"/>
          <w:szCs w:val="24"/>
        </w:rPr>
        <w:t>–</w:t>
      </w:r>
      <w:r w:rsidRPr="006F7CE0">
        <w:rPr>
          <w:sz w:val="24"/>
          <w:szCs w:val="24"/>
        </w:rPr>
        <w:t xml:space="preserve"> </w:t>
      </w:r>
      <w:r w:rsidR="00063472" w:rsidRPr="006F7CE0">
        <w:rPr>
          <w:sz w:val="24"/>
          <w:szCs w:val="24"/>
        </w:rPr>
        <w:t xml:space="preserve">КП и </w:t>
      </w:r>
      <w:r w:rsidRPr="006F7CE0">
        <w:rPr>
          <w:sz w:val="24"/>
          <w:szCs w:val="24"/>
        </w:rPr>
        <w:t>АПр</w:t>
      </w:r>
      <w:r w:rsidR="00063472" w:rsidRPr="006F7CE0">
        <w:rPr>
          <w:sz w:val="24"/>
          <w:szCs w:val="24"/>
        </w:rPr>
        <w:t xml:space="preserve"> </w:t>
      </w:r>
      <w:r w:rsidR="00554C8C" w:rsidRPr="006F7CE0">
        <w:rPr>
          <w:sz w:val="24"/>
          <w:szCs w:val="24"/>
        </w:rPr>
        <w:t xml:space="preserve">за лъчелъчение, </w:t>
      </w:r>
      <w:r w:rsidR="00E7350B" w:rsidRPr="006F7CE0">
        <w:rPr>
          <w:sz w:val="24"/>
          <w:szCs w:val="24"/>
        </w:rPr>
        <w:t>за позитронно</w:t>
      </w:r>
      <w:r w:rsidR="00E7350B" w:rsidRPr="000C6EA2">
        <w:rPr>
          <w:sz w:val="24"/>
          <w:szCs w:val="24"/>
        </w:rPr>
        <w:t>-емисионна компютърна томография (РЕТ/СТ)</w:t>
      </w:r>
      <w:r w:rsidR="00063472" w:rsidRPr="000C6EA2">
        <w:rPr>
          <w:sz w:val="24"/>
          <w:szCs w:val="24"/>
        </w:rPr>
        <w:t xml:space="preserve"> и за прилагане на медицински изделия по чл.8, ал.1, т.3</w:t>
      </w:r>
      <w:r w:rsidR="00E7350B" w:rsidRPr="000C6EA2">
        <w:rPr>
          <w:sz w:val="24"/>
          <w:szCs w:val="24"/>
        </w:rPr>
        <w:t xml:space="preserve"> </w:t>
      </w:r>
      <w:r w:rsidRPr="000C6EA2">
        <w:rPr>
          <w:sz w:val="24"/>
          <w:szCs w:val="24"/>
        </w:rPr>
        <w:t>(</w:t>
      </w:r>
      <w:r w:rsidR="006A418A" w:rsidRPr="000C6EA2">
        <w:rPr>
          <w:sz w:val="24"/>
          <w:szCs w:val="24"/>
        </w:rPr>
        <w:t xml:space="preserve">определени </w:t>
      </w:r>
      <w:r w:rsidRPr="000C6EA2">
        <w:rPr>
          <w:sz w:val="24"/>
          <w:szCs w:val="24"/>
        </w:rPr>
        <w:t xml:space="preserve">в Приложение </w:t>
      </w:r>
      <w:r w:rsidR="00ED0F2A" w:rsidRPr="000C6EA2">
        <w:rPr>
          <w:sz w:val="24"/>
          <w:szCs w:val="24"/>
        </w:rPr>
        <w:t>3</w:t>
      </w:r>
      <w:r w:rsidRPr="000C6EA2">
        <w:rPr>
          <w:sz w:val="24"/>
          <w:szCs w:val="24"/>
        </w:rPr>
        <w:t xml:space="preserve"> към настоящите правила); </w:t>
      </w:r>
    </w:p>
    <w:p w:rsidR="00D33E85" w:rsidRPr="000C6EA2" w:rsidRDefault="00110616" w:rsidP="007D3107">
      <w:pPr>
        <w:spacing w:line="300" w:lineRule="atLeast"/>
        <w:ind w:firstLine="539"/>
        <w:jc w:val="both"/>
        <w:rPr>
          <w:sz w:val="24"/>
          <w:szCs w:val="24"/>
        </w:rPr>
      </w:pPr>
      <w:r w:rsidRPr="000C6EA2">
        <w:rPr>
          <w:sz w:val="24"/>
          <w:szCs w:val="24"/>
        </w:rPr>
        <w:t>(2)</w:t>
      </w:r>
      <w:r w:rsidR="00C57DAB" w:rsidRPr="000C6EA2">
        <w:rPr>
          <w:sz w:val="24"/>
          <w:szCs w:val="24"/>
        </w:rPr>
        <w:t> </w:t>
      </w:r>
      <w:r w:rsidRPr="000C6EA2">
        <w:rPr>
          <w:sz w:val="24"/>
          <w:szCs w:val="24"/>
        </w:rPr>
        <w:t xml:space="preserve">Общите </w:t>
      </w:r>
      <w:r w:rsidR="00F93466" w:rsidRPr="000C6EA2">
        <w:rPr>
          <w:sz w:val="24"/>
          <w:szCs w:val="24"/>
        </w:rPr>
        <w:t xml:space="preserve">годишни </w:t>
      </w:r>
      <w:r w:rsidRPr="000C6EA2">
        <w:rPr>
          <w:sz w:val="24"/>
          <w:szCs w:val="24"/>
        </w:rPr>
        <w:t>и месечни стойности на разходите на РЗОК се формират като суми от определените стойности за видовете дейности по ал.1</w:t>
      </w:r>
      <w:r w:rsidR="00D33E85" w:rsidRPr="000C6EA2">
        <w:rPr>
          <w:sz w:val="24"/>
          <w:szCs w:val="24"/>
        </w:rPr>
        <w:t>.</w:t>
      </w:r>
    </w:p>
    <w:p w:rsidR="00110616" w:rsidRPr="000C6EA2" w:rsidRDefault="00110616" w:rsidP="007D3107">
      <w:pPr>
        <w:spacing w:line="300" w:lineRule="atLeast"/>
        <w:ind w:firstLine="539"/>
        <w:jc w:val="both"/>
        <w:rPr>
          <w:sz w:val="24"/>
          <w:szCs w:val="24"/>
        </w:rPr>
      </w:pPr>
      <w:r w:rsidRPr="000C6EA2">
        <w:rPr>
          <w:sz w:val="24"/>
          <w:szCs w:val="24"/>
        </w:rPr>
        <w:t>(3)</w:t>
      </w:r>
      <w:r w:rsidR="00C57DAB" w:rsidRPr="000C6EA2">
        <w:rPr>
          <w:sz w:val="24"/>
          <w:szCs w:val="24"/>
        </w:rPr>
        <w:t> </w:t>
      </w:r>
      <w:r w:rsidRPr="000C6EA2">
        <w:rPr>
          <w:sz w:val="24"/>
          <w:szCs w:val="24"/>
        </w:rPr>
        <w:t>Стойностите и обемите за АПр „</w:t>
      </w:r>
      <w:r w:rsidRPr="000C6EA2">
        <w:rPr>
          <w:spacing w:val="-2"/>
          <w:sz w:val="24"/>
          <w:szCs w:val="24"/>
        </w:rPr>
        <w:t>Предсрочно изпълнение на дейностите КП …“ се определят и отчитат по реда за определяне и отчитане на стойностите и обемите на съответната КП.</w:t>
      </w:r>
    </w:p>
    <w:p w:rsidR="00F50930" w:rsidRPr="00AC7BE5" w:rsidRDefault="00110616" w:rsidP="00AC7BE5">
      <w:pPr>
        <w:spacing w:line="300" w:lineRule="atLeast"/>
        <w:ind w:firstLine="539"/>
        <w:jc w:val="both"/>
        <w:rPr>
          <w:sz w:val="24"/>
          <w:szCs w:val="24"/>
        </w:rPr>
      </w:pPr>
      <w:r w:rsidRPr="000C6EA2">
        <w:rPr>
          <w:b/>
          <w:sz w:val="24"/>
          <w:szCs w:val="24"/>
        </w:rPr>
        <w:t>Чл. 5.</w:t>
      </w:r>
      <w:r w:rsidRPr="000C6EA2">
        <w:rPr>
          <w:sz w:val="24"/>
          <w:szCs w:val="24"/>
        </w:rPr>
        <w:t> </w:t>
      </w:r>
      <w:r w:rsidR="00F50930" w:rsidRPr="00F50930">
        <w:rPr>
          <w:sz w:val="24"/>
          <w:szCs w:val="24"/>
        </w:rPr>
        <w:t xml:space="preserve"> </w:t>
      </w:r>
      <w:r w:rsidR="00F50930" w:rsidRPr="00AC7BE5">
        <w:rPr>
          <w:sz w:val="24"/>
          <w:szCs w:val="24"/>
        </w:rPr>
        <w:t>(1) Надзорният съвет на НЗОК утвърждава, внесените от управителят на НЗОК, предложения на директорите на РЗОК за индикативни стойности на изпълнителите на БМП за дейностите по чл.4, ал.1, т.1, както следва:</w:t>
      </w:r>
    </w:p>
    <w:p w:rsidR="00F50930" w:rsidRPr="00AC7BE5" w:rsidRDefault="00F50930" w:rsidP="006F7CE0">
      <w:pPr>
        <w:spacing w:line="300" w:lineRule="atLeast"/>
        <w:ind w:firstLine="540"/>
        <w:jc w:val="both"/>
        <w:rPr>
          <w:sz w:val="24"/>
          <w:szCs w:val="24"/>
        </w:rPr>
      </w:pPr>
      <w:r w:rsidRPr="00AC7BE5">
        <w:rPr>
          <w:sz w:val="24"/>
          <w:szCs w:val="24"/>
        </w:rPr>
        <w:t>1. за периода на дейност по чл.3, ал.1, т.1 - при отчитане на заплатени от РЗОК дейности от този вид през периода м.ноември 2017г. – м. януари 2018 г.</w:t>
      </w:r>
    </w:p>
    <w:p w:rsidR="00F50930" w:rsidRPr="00AC7BE5" w:rsidRDefault="00F50930" w:rsidP="006F7CE0">
      <w:pPr>
        <w:spacing w:line="300" w:lineRule="atLeast"/>
        <w:ind w:firstLine="540"/>
        <w:jc w:val="both"/>
        <w:rPr>
          <w:sz w:val="24"/>
          <w:szCs w:val="24"/>
        </w:rPr>
      </w:pPr>
      <w:r w:rsidRPr="00AC7BE5">
        <w:rPr>
          <w:sz w:val="24"/>
          <w:szCs w:val="24"/>
        </w:rPr>
        <w:t>2. за периода на дейност по чл.3, ал.1, т.2 – в рамките на предвидения бюджетен ресурс за тези дейности.</w:t>
      </w:r>
    </w:p>
    <w:p w:rsidR="00B56C72" w:rsidRDefault="00B56C72" w:rsidP="006F7CE0">
      <w:pPr>
        <w:spacing w:line="300" w:lineRule="atLeast"/>
        <w:ind w:firstLine="540"/>
        <w:jc w:val="both"/>
        <w:rPr>
          <w:sz w:val="24"/>
          <w:szCs w:val="24"/>
        </w:rPr>
      </w:pPr>
      <w:r w:rsidRPr="000C6EA2">
        <w:rPr>
          <w:sz w:val="24"/>
          <w:szCs w:val="24"/>
        </w:rPr>
        <w:t>(2) Стойностите по ал.1 се заделят в ЦУ на НЗОК.</w:t>
      </w:r>
    </w:p>
    <w:p w:rsidR="00110616" w:rsidRPr="000C6EA2" w:rsidRDefault="0069139D" w:rsidP="006F7CE0">
      <w:pPr>
        <w:spacing w:line="300" w:lineRule="atLeast"/>
        <w:ind w:firstLine="540"/>
        <w:jc w:val="both"/>
        <w:rPr>
          <w:sz w:val="24"/>
          <w:szCs w:val="24"/>
        </w:rPr>
      </w:pPr>
      <w:r w:rsidRPr="000C6EA2">
        <w:rPr>
          <w:sz w:val="24"/>
          <w:szCs w:val="24"/>
        </w:rPr>
        <w:t>(</w:t>
      </w:r>
      <w:r w:rsidR="00B56C72" w:rsidRPr="000C6EA2">
        <w:rPr>
          <w:sz w:val="24"/>
          <w:szCs w:val="24"/>
        </w:rPr>
        <w:t>3</w:t>
      </w:r>
      <w:r w:rsidRPr="000C6EA2">
        <w:rPr>
          <w:sz w:val="24"/>
          <w:szCs w:val="24"/>
        </w:rPr>
        <w:t>) </w:t>
      </w:r>
      <w:r w:rsidR="00110616" w:rsidRPr="000C6EA2">
        <w:rPr>
          <w:sz w:val="24"/>
          <w:szCs w:val="24"/>
        </w:rPr>
        <w:t>Стойностите за дейности по чл.4, ал.1, т.1 се определят, както следва:</w:t>
      </w:r>
    </w:p>
    <w:p w:rsidR="00110616" w:rsidRPr="000C6EA2" w:rsidRDefault="00B56C72" w:rsidP="007D3107">
      <w:pPr>
        <w:spacing w:line="300" w:lineRule="atLeast"/>
        <w:ind w:firstLine="539"/>
        <w:jc w:val="both"/>
        <w:rPr>
          <w:sz w:val="24"/>
          <w:szCs w:val="24"/>
        </w:rPr>
      </w:pPr>
      <w:r w:rsidRPr="000C6EA2">
        <w:rPr>
          <w:sz w:val="24"/>
          <w:szCs w:val="24"/>
        </w:rPr>
        <w:t>1</w:t>
      </w:r>
      <w:r w:rsidR="00110616" w:rsidRPr="000C6EA2">
        <w:rPr>
          <w:sz w:val="24"/>
          <w:szCs w:val="24"/>
        </w:rPr>
        <w:t>.</w:t>
      </w:r>
      <w:r w:rsidR="00C57DAB" w:rsidRPr="000C6EA2">
        <w:rPr>
          <w:sz w:val="24"/>
          <w:szCs w:val="24"/>
        </w:rPr>
        <w:t> </w:t>
      </w:r>
      <w:r w:rsidR="00110616" w:rsidRPr="000C6EA2">
        <w:rPr>
          <w:sz w:val="24"/>
          <w:szCs w:val="24"/>
        </w:rPr>
        <w:t xml:space="preserve">Отчетените от изпълнителите на БМП дейности от чл.4, ал.1, т.1, за които не са констатирани основания за отхвърляне от плащане по </w:t>
      </w:r>
      <w:r w:rsidR="00257477" w:rsidRPr="000C6EA2">
        <w:rPr>
          <w:sz w:val="24"/>
          <w:szCs w:val="24"/>
        </w:rPr>
        <w:t>чл.351, ал.12 от НРД за 2017 г.</w:t>
      </w:r>
      <w:r w:rsidR="0080673B">
        <w:rPr>
          <w:sz w:val="24"/>
          <w:szCs w:val="24"/>
        </w:rPr>
        <w:t xml:space="preserve"> </w:t>
      </w:r>
      <w:r w:rsidR="0080673B" w:rsidRPr="00AC7BE5">
        <w:rPr>
          <w:sz w:val="24"/>
          <w:szCs w:val="24"/>
        </w:rPr>
        <w:t xml:space="preserve">или по </w:t>
      </w:r>
      <w:r w:rsidR="0080673B" w:rsidRPr="006F7CE0">
        <w:rPr>
          <w:sz w:val="24"/>
          <w:szCs w:val="24"/>
        </w:rPr>
        <w:t>чл.</w:t>
      </w:r>
      <w:r w:rsidR="00517C15" w:rsidRPr="006F7CE0">
        <w:rPr>
          <w:sz w:val="24"/>
          <w:szCs w:val="24"/>
        </w:rPr>
        <w:t>3</w:t>
      </w:r>
      <w:r w:rsidR="0080673B" w:rsidRPr="006F7CE0">
        <w:rPr>
          <w:sz w:val="24"/>
          <w:szCs w:val="24"/>
        </w:rPr>
        <w:t>52</w:t>
      </w:r>
      <w:r w:rsidR="0080673B" w:rsidRPr="00AC7BE5">
        <w:rPr>
          <w:sz w:val="24"/>
          <w:szCs w:val="24"/>
        </w:rPr>
        <w:t>, ал.12 от НРД за 2018 г.</w:t>
      </w:r>
      <w:r w:rsidR="00110616" w:rsidRPr="00AC7BE5">
        <w:rPr>
          <w:sz w:val="24"/>
          <w:szCs w:val="24"/>
        </w:rPr>
        <w:t>, се заявяват ежемесечно от РЗОК за заплащане</w:t>
      </w:r>
      <w:r w:rsidR="00110616" w:rsidRPr="000C6EA2">
        <w:rPr>
          <w:sz w:val="24"/>
          <w:szCs w:val="24"/>
        </w:rPr>
        <w:t xml:space="preserve"> на лечебните заведения от заделените средства в ЦУ на НЗОК по </w:t>
      </w:r>
      <w:r w:rsidRPr="000C6EA2">
        <w:rPr>
          <w:sz w:val="24"/>
          <w:szCs w:val="24"/>
        </w:rPr>
        <w:t>ал</w:t>
      </w:r>
      <w:r w:rsidR="00110616" w:rsidRPr="000C6EA2">
        <w:rPr>
          <w:sz w:val="24"/>
          <w:szCs w:val="24"/>
        </w:rPr>
        <w:t>.</w:t>
      </w:r>
      <w:r w:rsidRPr="000C6EA2">
        <w:rPr>
          <w:sz w:val="24"/>
          <w:szCs w:val="24"/>
        </w:rPr>
        <w:t>2</w:t>
      </w:r>
      <w:r w:rsidR="00110616" w:rsidRPr="000C6EA2">
        <w:rPr>
          <w:sz w:val="24"/>
          <w:szCs w:val="24"/>
        </w:rPr>
        <w:t>.</w:t>
      </w:r>
    </w:p>
    <w:p w:rsidR="001F13C7" w:rsidRPr="000C6EA2" w:rsidRDefault="00B56C72" w:rsidP="001F13C7">
      <w:pPr>
        <w:spacing w:line="300" w:lineRule="atLeast"/>
        <w:ind w:firstLine="539"/>
        <w:jc w:val="both"/>
        <w:rPr>
          <w:sz w:val="24"/>
          <w:szCs w:val="24"/>
        </w:rPr>
      </w:pPr>
      <w:r w:rsidRPr="000C6EA2">
        <w:rPr>
          <w:sz w:val="24"/>
          <w:szCs w:val="24"/>
        </w:rPr>
        <w:t>2</w:t>
      </w:r>
      <w:r w:rsidR="001F13C7" w:rsidRPr="000C6EA2">
        <w:rPr>
          <w:sz w:val="24"/>
          <w:szCs w:val="24"/>
        </w:rPr>
        <w:t>. В случай на недостиг на средства в ЦУ на НЗОК по чл.1, ал.2, ред 1.1.3.7. от ЗБНЗОК за 2018 г. управителят на НЗОК внася предложение в Надзорния съвет на НЗОК за увеличаване на средствата по реда на ЗБНЗОК за 2018 г., извършване на частично плащане в рамките на наличните средства и/или за отлагане на плащанията.</w:t>
      </w:r>
    </w:p>
    <w:p w:rsidR="00110616" w:rsidRPr="000C6EA2" w:rsidRDefault="00B56C72" w:rsidP="007D3107">
      <w:pPr>
        <w:spacing w:line="300" w:lineRule="atLeast"/>
        <w:ind w:firstLine="539"/>
        <w:jc w:val="both"/>
        <w:rPr>
          <w:sz w:val="24"/>
          <w:szCs w:val="24"/>
        </w:rPr>
      </w:pPr>
      <w:r w:rsidRPr="000C6EA2">
        <w:rPr>
          <w:sz w:val="24"/>
          <w:szCs w:val="24"/>
        </w:rPr>
        <w:t>3</w:t>
      </w:r>
      <w:r w:rsidR="00110616" w:rsidRPr="000C6EA2">
        <w:rPr>
          <w:sz w:val="24"/>
          <w:szCs w:val="24"/>
        </w:rPr>
        <w:t>.</w:t>
      </w:r>
      <w:r w:rsidR="00C57DAB" w:rsidRPr="000C6EA2">
        <w:rPr>
          <w:sz w:val="24"/>
          <w:szCs w:val="24"/>
        </w:rPr>
        <w:t> </w:t>
      </w:r>
      <w:r w:rsidR="00110616" w:rsidRPr="000C6EA2">
        <w:rPr>
          <w:sz w:val="24"/>
          <w:szCs w:val="24"/>
        </w:rPr>
        <w:t>Управителят на НЗОК одобрява извършването на плащанията, заявени по т.</w:t>
      </w:r>
      <w:r w:rsidRPr="000C6EA2">
        <w:rPr>
          <w:sz w:val="24"/>
          <w:szCs w:val="24"/>
        </w:rPr>
        <w:t>1</w:t>
      </w:r>
      <w:r w:rsidR="00110616" w:rsidRPr="000C6EA2">
        <w:rPr>
          <w:sz w:val="24"/>
          <w:szCs w:val="24"/>
        </w:rPr>
        <w:t>, в рамките на разполагаемите средства в ЦУ на НЗОК по чл.1, ал.2, ред 1.1.3.7. от ЗБНЗОК за 201</w:t>
      </w:r>
      <w:r w:rsidR="00633AD8" w:rsidRPr="000C6EA2">
        <w:rPr>
          <w:sz w:val="24"/>
          <w:szCs w:val="24"/>
        </w:rPr>
        <w:t>8</w:t>
      </w:r>
      <w:r w:rsidR="00110616" w:rsidRPr="000C6EA2">
        <w:rPr>
          <w:sz w:val="24"/>
          <w:szCs w:val="24"/>
        </w:rPr>
        <w:t xml:space="preserve"> г. и съгласно решението на Надзорния съвет на НЗОК по т.</w:t>
      </w:r>
      <w:r w:rsidRPr="000C6EA2">
        <w:rPr>
          <w:sz w:val="24"/>
          <w:szCs w:val="24"/>
        </w:rPr>
        <w:t>2</w:t>
      </w:r>
      <w:r w:rsidR="00110616" w:rsidRPr="000C6EA2">
        <w:rPr>
          <w:sz w:val="24"/>
          <w:szCs w:val="24"/>
        </w:rPr>
        <w:t>.</w:t>
      </w:r>
    </w:p>
    <w:p w:rsidR="00110616" w:rsidRPr="000C6EA2" w:rsidRDefault="00B56C72" w:rsidP="007D3107">
      <w:pPr>
        <w:spacing w:line="300" w:lineRule="atLeast"/>
        <w:ind w:firstLine="539"/>
        <w:jc w:val="both"/>
        <w:rPr>
          <w:sz w:val="24"/>
          <w:szCs w:val="24"/>
        </w:rPr>
      </w:pPr>
      <w:r w:rsidRPr="000C6EA2">
        <w:rPr>
          <w:sz w:val="24"/>
          <w:szCs w:val="24"/>
        </w:rPr>
        <w:t>4</w:t>
      </w:r>
      <w:r w:rsidR="00110616" w:rsidRPr="000C6EA2">
        <w:rPr>
          <w:sz w:val="24"/>
          <w:szCs w:val="24"/>
        </w:rPr>
        <w:t>.</w:t>
      </w:r>
      <w:r w:rsidR="00611BC8" w:rsidRPr="000C6EA2">
        <w:rPr>
          <w:sz w:val="24"/>
          <w:szCs w:val="24"/>
        </w:rPr>
        <w:t> </w:t>
      </w:r>
      <w:r w:rsidR="00110616" w:rsidRPr="000C6EA2">
        <w:rPr>
          <w:sz w:val="24"/>
          <w:szCs w:val="24"/>
        </w:rPr>
        <w:t>Одобрените по т.</w:t>
      </w:r>
      <w:r w:rsidRPr="000C6EA2">
        <w:rPr>
          <w:sz w:val="24"/>
          <w:szCs w:val="24"/>
        </w:rPr>
        <w:t>3</w:t>
      </w:r>
      <w:r w:rsidR="00110616" w:rsidRPr="000C6EA2">
        <w:rPr>
          <w:sz w:val="24"/>
          <w:szCs w:val="24"/>
        </w:rPr>
        <w:t xml:space="preserve"> от управителя на НЗОК стойности за извършване на плащания от РЗОК на дейностите по т.</w:t>
      </w:r>
      <w:r w:rsidRPr="000C6EA2">
        <w:rPr>
          <w:sz w:val="24"/>
          <w:szCs w:val="24"/>
        </w:rPr>
        <w:t>1</w:t>
      </w:r>
      <w:r w:rsidR="00110616" w:rsidRPr="000C6EA2">
        <w:rPr>
          <w:sz w:val="24"/>
          <w:szCs w:val="24"/>
        </w:rPr>
        <w:t>, формират стойностите на разходите на РЗОК.</w:t>
      </w:r>
    </w:p>
    <w:p w:rsidR="00F14579" w:rsidRPr="000C6EA2" w:rsidRDefault="00F14579" w:rsidP="00F14579">
      <w:pPr>
        <w:spacing w:line="300" w:lineRule="atLeast"/>
        <w:ind w:firstLine="539"/>
        <w:jc w:val="both"/>
        <w:rPr>
          <w:sz w:val="24"/>
          <w:szCs w:val="24"/>
        </w:rPr>
      </w:pPr>
      <w:r w:rsidRPr="000C6EA2">
        <w:rPr>
          <w:sz w:val="24"/>
          <w:szCs w:val="24"/>
        </w:rPr>
        <w:t>(</w:t>
      </w:r>
      <w:r w:rsidR="00B56C72" w:rsidRPr="000C6EA2">
        <w:rPr>
          <w:sz w:val="24"/>
          <w:szCs w:val="24"/>
        </w:rPr>
        <w:t>4</w:t>
      </w:r>
      <w:r w:rsidRPr="000C6EA2">
        <w:rPr>
          <w:sz w:val="24"/>
          <w:szCs w:val="24"/>
        </w:rPr>
        <w:t>) Индикативните стойности по ал.</w:t>
      </w:r>
      <w:r w:rsidR="00CE6984" w:rsidRPr="000C6EA2">
        <w:rPr>
          <w:sz w:val="24"/>
          <w:szCs w:val="24"/>
        </w:rPr>
        <w:t>1</w:t>
      </w:r>
      <w:r w:rsidRPr="000C6EA2">
        <w:rPr>
          <w:sz w:val="24"/>
          <w:szCs w:val="24"/>
        </w:rPr>
        <w:t xml:space="preserve"> за дейност м.декември 2017 г., подлежащ на заплащане през м.януари 2018 г., се равнява</w:t>
      </w:r>
      <w:r w:rsidR="00052646" w:rsidRPr="000C6EA2">
        <w:rPr>
          <w:sz w:val="24"/>
          <w:szCs w:val="24"/>
        </w:rPr>
        <w:t>т</w:t>
      </w:r>
      <w:r w:rsidRPr="000C6EA2">
        <w:rPr>
          <w:sz w:val="24"/>
          <w:szCs w:val="24"/>
        </w:rPr>
        <w:t xml:space="preserve"> на утвърдените с решение № РД-НС-04-121 от 12.12.2017 г. на Надзорния съвет на НЗОК, съгласно §4 от преходните и заключителни разпоредби на Правилата за условията и реда за прилагане на чл. 4, ал. 1, ал. 2 и ал. 3 от ЗБНЗОК за 2017 г.</w:t>
      </w:r>
    </w:p>
    <w:p w:rsidR="00F50930" w:rsidRPr="00AC7BE5" w:rsidRDefault="00110616" w:rsidP="00AC7BE5">
      <w:pPr>
        <w:spacing w:line="300" w:lineRule="atLeast"/>
        <w:ind w:firstLine="539"/>
        <w:jc w:val="both"/>
        <w:rPr>
          <w:strike/>
          <w:sz w:val="24"/>
          <w:szCs w:val="24"/>
        </w:rPr>
      </w:pPr>
      <w:r w:rsidRPr="00AC7BE5">
        <w:rPr>
          <w:b/>
          <w:sz w:val="24"/>
          <w:szCs w:val="24"/>
        </w:rPr>
        <w:lastRenderedPageBreak/>
        <w:t>Чл. 6.</w:t>
      </w:r>
      <w:r w:rsidRPr="00AC7BE5">
        <w:rPr>
          <w:sz w:val="24"/>
          <w:szCs w:val="24"/>
        </w:rPr>
        <w:t> </w:t>
      </w:r>
      <w:r w:rsidR="00F50930" w:rsidRPr="00AC7BE5">
        <w:rPr>
          <w:sz w:val="24"/>
          <w:szCs w:val="24"/>
        </w:rPr>
        <w:t>(1) Надзорният съвет на НЗОК утвърждава, внесените от управителят на НЗОК, предложения на директорите на РЗОК за месечни стойности на изпълнителите на БМП за дейностите по чл.4, ал.1, т.2, както следва:</w:t>
      </w:r>
    </w:p>
    <w:p w:rsidR="00F50930" w:rsidRPr="00AC7BE5" w:rsidRDefault="00F50930" w:rsidP="006F7CE0">
      <w:pPr>
        <w:spacing w:line="300" w:lineRule="atLeast"/>
        <w:ind w:firstLine="539"/>
        <w:jc w:val="both"/>
        <w:rPr>
          <w:sz w:val="24"/>
          <w:szCs w:val="24"/>
        </w:rPr>
      </w:pPr>
      <w:r w:rsidRPr="00AC7BE5">
        <w:rPr>
          <w:sz w:val="24"/>
          <w:szCs w:val="24"/>
        </w:rPr>
        <w:t>1. за периода на дейност по чл.3, ал.1, т.1 - при отчитане на заплатени от РЗОК дейности от този вид през периода м.ноември 2017г. – м.януари 2018 г.</w:t>
      </w:r>
    </w:p>
    <w:p w:rsidR="00F50930" w:rsidRPr="00AC7BE5" w:rsidRDefault="00F50930" w:rsidP="006F7CE0">
      <w:pPr>
        <w:spacing w:line="300" w:lineRule="atLeast"/>
        <w:ind w:firstLine="539"/>
        <w:jc w:val="both"/>
        <w:rPr>
          <w:sz w:val="24"/>
          <w:szCs w:val="24"/>
        </w:rPr>
      </w:pPr>
      <w:r w:rsidRPr="00AC7BE5">
        <w:rPr>
          <w:sz w:val="24"/>
          <w:szCs w:val="24"/>
        </w:rPr>
        <w:t>2. за периода на дейност по чл.3, ал.1, т.2 – в рамките на предвидения бюджетен ресурс за тези дейности.</w:t>
      </w:r>
    </w:p>
    <w:p w:rsidR="00897090" w:rsidRPr="000C6EA2" w:rsidRDefault="00897090" w:rsidP="00BE4B28">
      <w:pPr>
        <w:spacing w:line="300" w:lineRule="atLeast"/>
        <w:ind w:firstLine="539"/>
        <w:jc w:val="both"/>
        <w:rPr>
          <w:sz w:val="24"/>
          <w:szCs w:val="24"/>
        </w:rPr>
      </w:pPr>
      <w:r w:rsidRPr="000C6EA2">
        <w:rPr>
          <w:sz w:val="24"/>
          <w:szCs w:val="24"/>
        </w:rPr>
        <w:t>(</w:t>
      </w:r>
      <w:r w:rsidR="00052646" w:rsidRPr="000C6EA2">
        <w:rPr>
          <w:sz w:val="24"/>
          <w:szCs w:val="24"/>
        </w:rPr>
        <w:t>2</w:t>
      </w:r>
      <w:r w:rsidRPr="000C6EA2">
        <w:rPr>
          <w:sz w:val="24"/>
          <w:szCs w:val="24"/>
        </w:rPr>
        <w:t>) </w:t>
      </w:r>
      <w:r w:rsidR="002A101D" w:rsidRPr="000C6EA2">
        <w:rPr>
          <w:sz w:val="24"/>
          <w:szCs w:val="24"/>
        </w:rPr>
        <w:t>С</w:t>
      </w:r>
      <w:r w:rsidRPr="000C6EA2">
        <w:rPr>
          <w:sz w:val="24"/>
          <w:szCs w:val="24"/>
        </w:rPr>
        <w:t>тойности по ал.</w:t>
      </w:r>
      <w:r w:rsidR="002A101D" w:rsidRPr="000C6EA2">
        <w:rPr>
          <w:sz w:val="24"/>
          <w:szCs w:val="24"/>
        </w:rPr>
        <w:t>1</w:t>
      </w:r>
      <w:r w:rsidRPr="000C6EA2">
        <w:rPr>
          <w:sz w:val="24"/>
          <w:szCs w:val="24"/>
        </w:rPr>
        <w:t xml:space="preserve"> за дейност м.декември 2017 г., подлежащ на заплащане през м.януари 2018 г., се равняван на утвърдените с решение № РД-НС-04-121 от 12.12.2017 г. на Надзорния съвет на НЗОК, съгласно §4 от преходните и заключителни разпоредби на Правилата за условията и реда за прилагане на чл.4, ал.1, ал.2 и ал.3 от ЗБНЗОК за 2017 г.</w:t>
      </w:r>
    </w:p>
    <w:p w:rsidR="004939F0" w:rsidRPr="000C6EA2" w:rsidRDefault="00110616" w:rsidP="004939F0">
      <w:pPr>
        <w:spacing w:line="300" w:lineRule="atLeast"/>
        <w:ind w:firstLine="539"/>
        <w:jc w:val="both"/>
        <w:rPr>
          <w:sz w:val="24"/>
          <w:szCs w:val="24"/>
        </w:rPr>
      </w:pPr>
      <w:r w:rsidRPr="000C6EA2">
        <w:rPr>
          <w:b/>
          <w:sz w:val="24"/>
          <w:szCs w:val="24"/>
        </w:rPr>
        <w:t>Чл. 7.</w:t>
      </w:r>
      <w:r w:rsidRPr="000C6EA2">
        <w:rPr>
          <w:sz w:val="24"/>
          <w:szCs w:val="24"/>
        </w:rPr>
        <w:t> </w:t>
      </w:r>
      <w:r w:rsidR="004750D2" w:rsidRPr="000C6EA2">
        <w:rPr>
          <w:sz w:val="24"/>
          <w:szCs w:val="24"/>
        </w:rPr>
        <w:t>(1)</w:t>
      </w:r>
      <w:r w:rsidR="004939F0" w:rsidRPr="000C6EA2">
        <w:rPr>
          <w:sz w:val="24"/>
          <w:szCs w:val="24"/>
        </w:rPr>
        <w:t xml:space="preserve"> Стойностите за дейности по чл.4, ал.1, т.3 се определят, както следва:</w:t>
      </w:r>
    </w:p>
    <w:p w:rsidR="004939F0" w:rsidRPr="000C6EA2" w:rsidRDefault="004939F0" w:rsidP="004939F0">
      <w:pPr>
        <w:spacing w:line="300" w:lineRule="atLeast"/>
        <w:ind w:firstLine="539"/>
        <w:jc w:val="both"/>
        <w:rPr>
          <w:sz w:val="24"/>
          <w:szCs w:val="24"/>
        </w:rPr>
      </w:pPr>
      <w:r w:rsidRPr="000C6EA2">
        <w:rPr>
          <w:sz w:val="24"/>
          <w:szCs w:val="24"/>
        </w:rPr>
        <w:t>1. Стойностите на определените в актовете по чл.3 обеми и цени на дейностите по чл.4, ал.1, т.3 се заделят в ЦУ на НЗОК.</w:t>
      </w:r>
    </w:p>
    <w:p w:rsidR="004750D2" w:rsidRPr="000C6EA2" w:rsidRDefault="004939F0" w:rsidP="004750D2">
      <w:pPr>
        <w:spacing w:line="300" w:lineRule="atLeast"/>
        <w:ind w:firstLine="539"/>
        <w:jc w:val="both"/>
        <w:rPr>
          <w:sz w:val="24"/>
          <w:szCs w:val="24"/>
        </w:rPr>
      </w:pPr>
      <w:r w:rsidRPr="000C6EA2">
        <w:rPr>
          <w:sz w:val="24"/>
          <w:szCs w:val="24"/>
        </w:rPr>
        <w:t>2.</w:t>
      </w:r>
      <w:r w:rsidR="004750D2" w:rsidRPr="000C6EA2">
        <w:rPr>
          <w:sz w:val="24"/>
          <w:szCs w:val="24"/>
        </w:rPr>
        <w:t> Д</w:t>
      </w:r>
      <w:r w:rsidR="006B28A3" w:rsidRPr="000C6EA2">
        <w:rPr>
          <w:sz w:val="24"/>
          <w:szCs w:val="24"/>
        </w:rPr>
        <w:t xml:space="preserve">ейностите по чл.4, ал.1, т.3 за периода на извършване на дейност </w:t>
      </w:r>
      <w:r w:rsidR="004750D2" w:rsidRPr="000C6EA2">
        <w:rPr>
          <w:sz w:val="24"/>
          <w:szCs w:val="24"/>
        </w:rPr>
        <w:t>от</w:t>
      </w:r>
      <w:r w:rsidR="006B28A3" w:rsidRPr="000C6EA2">
        <w:rPr>
          <w:sz w:val="24"/>
          <w:szCs w:val="24"/>
        </w:rPr>
        <w:t xml:space="preserve"> м.декември 2017</w:t>
      </w:r>
      <w:r w:rsidR="004750D2" w:rsidRPr="000C6EA2">
        <w:rPr>
          <w:sz w:val="24"/>
          <w:szCs w:val="24"/>
        </w:rPr>
        <w:t xml:space="preserve"> г.</w:t>
      </w:r>
      <w:r w:rsidR="00A66504" w:rsidRPr="000C6EA2">
        <w:rPr>
          <w:sz w:val="24"/>
          <w:szCs w:val="24"/>
        </w:rPr>
        <w:t xml:space="preserve"> – м.януари 2018 г.</w:t>
      </w:r>
      <w:r w:rsidR="006B28A3" w:rsidRPr="000C6EA2">
        <w:rPr>
          <w:sz w:val="24"/>
          <w:szCs w:val="24"/>
        </w:rPr>
        <w:t>,</w:t>
      </w:r>
      <w:r w:rsidR="004750D2" w:rsidRPr="000C6EA2">
        <w:rPr>
          <w:sz w:val="24"/>
          <w:szCs w:val="24"/>
        </w:rPr>
        <w:t xml:space="preserve"> се одобряват за заплащане по реда на §</w:t>
      </w:r>
      <w:r w:rsidR="00F14579" w:rsidRPr="000C6EA2">
        <w:rPr>
          <w:sz w:val="24"/>
          <w:szCs w:val="24"/>
        </w:rPr>
        <w:t>4</w:t>
      </w:r>
      <w:r w:rsidR="004750D2" w:rsidRPr="000C6EA2">
        <w:rPr>
          <w:sz w:val="24"/>
          <w:szCs w:val="24"/>
        </w:rPr>
        <w:t xml:space="preserve"> от преходните и заключителни разпоредби на Правилата за условията и реда за прилагане на чл.4, ал.1, ал.2 и ал.3 от ЗБНЗОК за 2017 г.</w:t>
      </w:r>
    </w:p>
    <w:p w:rsidR="0071682F" w:rsidRPr="006F7CE0" w:rsidRDefault="00AC7BE5" w:rsidP="006F7CE0">
      <w:pPr>
        <w:spacing w:line="300" w:lineRule="atLeast"/>
        <w:ind w:firstLine="539"/>
        <w:jc w:val="both"/>
        <w:rPr>
          <w:sz w:val="24"/>
          <w:szCs w:val="24"/>
        </w:rPr>
      </w:pPr>
      <w:r w:rsidRPr="00AC7BE5">
        <w:rPr>
          <w:sz w:val="24"/>
          <w:szCs w:val="24"/>
        </w:rPr>
        <w:t xml:space="preserve">3. </w:t>
      </w:r>
      <w:r w:rsidR="0071682F" w:rsidRPr="00AC7BE5">
        <w:rPr>
          <w:sz w:val="24"/>
          <w:szCs w:val="24"/>
        </w:rPr>
        <w:t>Дейностите по чл.4, ал.1, т.3, с изключените на тези за прилагане на медицински изделия по чл.8, ал.1, т.3 , се заплащат след разрешение от директора на РЗОК, по предложение на комисията в РЗОК за разглеждане на мотивираните заявления на лечебните заведения за необходимост от извършване на конкретните дейности.“</w:t>
      </w:r>
    </w:p>
    <w:p w:rsidR="004750D2" w:rsidRDefault="00A66504" w:rsidP="004750D2">
      <w:pPr>
        <w:spacing w:line="300" w:lineRule="atLeast"/>
        <w:ind w:firstLine="539"/>
        <w:jc w:val="both"/>
        <w:rPr>
          <w:sz w:val="24"/>
          <w:szCs w:val="24"/>
        </w:rPr>
      </w:pPr>
      <w:r w:rsidRPr="000C6EA2">
        <w:rPr>
          <w:sz w:val="24"/>
          <w:szCs w:val="24"/>
        </w:rPr>
        <w:t xml:space="preserve">4. </w:t>
      </w:r>
      <w:r w:rsidR="004750D2" w:rsidRPr="000C6EA2">
        <w:rPr>
          <w:sz w:val="24"/>
          <w:szCs w:val="24"/>
        </w:rPr>
        <w:t xml:space="preserve">Дейностите по чл.4, ал.1, т.3 </w:t>
      </w:r>
      <w:r w:rsidRPr="000C6EA2">
        <w:rPr>
          <w:sz w:val="24"/>
          <w:szCs w:val="24"/>
        </w:rPr>
        <w:t xml:space="preserve">за прилагане на медицински изделия по чл.8, ал.1, т.3 </w:t>
      </w:r>
      <w:r w:rsidR="004750D2" w:rsidRPr="000C6EA2">
        <w:rPr>
          <w:sz w:val="24"/>
          <w:szCs w:val="24"/>
        </w:rPr>
        <w:t xml:space="preserve">за периода на извършване на дейност </w:t>
      </w:r>
      <w:r w:rsidRPr="000C6EA2">
        <w:rPr>
          <w:sz w:val="24"/>
          <w:szCs w:val="24"/>
        </w:rPr>
        <w:t>след м.януари</w:t>
      </w:r>
      <w:r w:rsidR="004750D2" w:rsidRPr="000C6EA2">
        <w:rPr>
          <w:sz w:val="24"/>
          <w:szCs w:val="24"/>
        </w:rPr>
        <w:t xml:space="preserve"> 2018 г.,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извършване на конкретните дейности.</w:t>
      </w:r>
    </w:p>
    <w:p w:rsidR="00F50930" w:rsidRPr="00AC7BE5" w:rsidRDefault="00F50930" w:rsidP="006F7CE0">
      <w:pPr>
        <w:spacing w:line="300" w:lineRule="atLeast"/>
        <w:ind w:firstLine="539"/>
        <w:jc w:val="both"/>
        <w:rPr>
          <w:sz w:val="24"/>
          <w:szCs w:val="24"/>
        </w:rPr>
      </w:pPr>
      <w:r w:rsidRPr="00AC7BE5">
        <w:rPr>
          <w:sz w:val="24"/>
          <w:szCs w:val="24"/>
        </w:rPr>
        <w:t>(2)</w:t>
      </w:r>
      <w:r w:rsidR="006F7CE0">
        <w:rPr>
          <w:sz w:val="24"/>
          <w:szCs w:val="24"/>
        </w:rPr>
        <w:t> </w:t>
      </w:r>
      <w:r w:rsidRPr="00AC7BE5">
        <w:rPr>
          <w:sz w:val="24"/>
          <w:szCs w:val="24"/>
        </w:rPr>
        <w:t>Отчетените от изпълнителите на БМП дейности от чл.4, ал.1, т.3, след разрешенията по ал.1,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заделените средства в ЦУ на НЗОК по ал.1, т.1.</w:t>
      </w:r>
    </w:p>
    <w:p w:rsidR="004750D2" w:rsidRPr="000C6EA2" w:rsidRDefault="0080673B" w:rsidP="004750D2">
      <w:pPr>
        <w:spacing w:line="300" w:lineRule="atLeast"/>
        <w:ind w:firstLine="539"/>
        <w:jc w:val="both"/>
        <w:rPr>
          <w:sz w:val="24"/>
          <w:szCs w:val="24"/>
        </w:rPr>
      </w:pPr>
      <w:r w:rsidRPr="00AC7BE5">
        <w:rPr>
          <w:sz w:val="24"/>
          <w:szCs w:val="24"/>
        </w:rPr>
        <w:t>(3)</w:t>
      </w:r>
      <w:r w:rsidR="006F7CE0">
        <w:rPr>
          <w:sz w:val="24"/>
          <w:szCs w:val="24"/>
        </w:rPr>
        <w:t> </w:t>
      </w:r>
      <w:r w:rsidR="004750D2" w:rsidRPr="000C6EA2">
        <w:rPr>
          <w:sz w:val="24"/>
          <w:szCs w:val="24"/>
        </w:rPr>
        <w:t>Одобрените по ал.1</w:t>
      </w:r>
      <w:r w:rsidR="00506D74" w:rsidRPr="000C6EA2">
        <w:rPr>
          <w:sz w:val="24"/>
          <w:szCs w:val="24"/>
        </w:rPr>
        <w:t xml:space="preserve"> </w:t>
      </w:r>
      <w:r w:rsidR="004750D2" w:rsidRPr="000C6EA2">
        <w:rPr>
          <w:sz w:val="24"/>
          <w:szCs w:val="24"/>
        </w:rPr>
        <w:t>стойности за извършване на плащания от РЗОК на дейностите по чл.4, ал.1, т.3, формират стойностите на разходите на РЗОК.</w:t>
      </w:r>
    </w:p>
    <w:p w:rsidR="00110616" w:rsidRPr="000C6EA2" w:rsidRDefault="00110616" w:rsidP="007D3107">
      <w:pPr>
        <w:spacing w:line="300" w:lineRule="atLeast"/>
        <w:ind w:firstLine="539"/>
        <w:jc w:val="both"/>
        <w:rPr>
          <w:sz w:val="24"/>
          <w:szCs w:val="24"/>
        </w:rPr>
      </w:pPr>
      <w:r w:rsidRPr="000C6EA2">
        <w:rPr>
          <w:b/>
          <w:sz w:val="24"/>
          <w:szCs w:val="24"/>
        </w:rPr>
        <w:t>Чл. </w:t>
      </w:r>
      <w:r w:rsidR="00963370" w:rsidRPr="000C6EA2">
        <w:rPr>
          <w:b/>
          <w:sz w:val="24"/>
          <w:szCs w:val="24"/>
        </w:rPr>
        <w:t>8</w:t>
      </w:r>
      <w:r w:rsidRPr="000C6EA2">
        <w:rPr>
          <w:b/>
          <w:sz w:val="24"/>
          <w:szCs w:val="24"/>
        </w:rPr>
        <w:t>.</w:t>
      </w:r>
      <w:r w:rsidRPr="000C6EA2">
        <w:rPr>
          <w:sz w:val="24"/>
          <w:szCs w:val="24"/>
        </w:rPr>
        <w:t> </w:t>
      </w:r>
      <w:r w:rsidR="00963370" w:rsidRPr="000C6EA2">
        <w:rPr>
          <w:sz w:val="24"/>
          <w:szCs w:val="24"/>
        </w:rPr>
        <w:t xml:space="preserve">(1) Годишна обща стойност на разходите по чл.1, ал.2, ред 1.1.3.5.2. (здравноосигурителни плащания за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и по ред 1.1.3.6. (здравноосигурителни плащания за медицински изделия, прилагани в болничната медицинска помощ) и </w:t>
      </w:r>
      <w:r w:rsidRPr="000C6EA2">
        <w:rPr>
          <w:sz w:val="24"/>
          <w:szCs w:val="24"/>
        </w:rPr>
        <w:t>се определят, както следва:</w:t>
      </w:r>
    </w:p>
    <w:p w:rsidR="00110616" w:rsidRPr="000C6EA2" w:rsidRDefault="00110616" w:rsidP="007D3107">
      <w:pPr>
        <w:spacing w:line="300" w:lineRule="atLeast"/>
        <w:ind w:firstLine="539"/>
        <w:jc w:val="both"/>
        <w:rPr>
          <w:sz w:val="24"/>
          <w:szCs w:val="24"/>
        </w:rPr>
      </w:pPr>
      <w:r w:rsidRPr="000C6EA2">
        <w:rPr>
          <w:sz w:val="24"/>
          <w:szCs w:val="24"/>
        </w:rPr>
        <w:t>1.</w:t>
      </w:r>
      <w:r w:rsidR="002E3EF3" w:rsidRPr="000C6EA2">
        <w:rPr>
          <w:sz w:val="24"/>
          <w:szCs w:val="24"/>
        </w:rPr>
        <w:t> </w:t>
      </w:r>
      <w:r w:rsidRPr="000C6EA2">
        <w:rPr>
          <w:sz w:val="24"/>
          <w:szCs w:val="24"/>
        </w:rPr>
        <w:t>Средствата по ЗБНЗОК за 201</w:t>
      </w:r>
      <w:r w:rsidR="00963370" w:rsidRPr="000C6EA2">
        <w:rPr>
          <w:sz w:val="24"/>
          <w:szCs w:val="24"/>
        </w:rPr>
        <w:t>8</w:t>
      </w:r>
      <w:r w:rsidRPr="000C6EA2">
        <w:rPr>
          <w:sz w:val="24"/>
          <w:szCs w:val="24"/>
        </w:rPr>
        <w:t xml:space="preserve"> г. за </w:t>
      </w:r>
      <w:r w:rsidR="00D33D01" w:rsidRPr="000C6EA2">
        <w:rPr>
          <w:sz w:val="24"/>
          <w:szCs w:val="24"/>
        </w:rPr>
        <w:t xml:space="preserve">съответния вид </w:t>
      </w:r>
      <w:r w:rsidRPr="000C6EA2">
        <w:rPr>
          <w:sz w:val="24"/>
          <w:szCs w:val="24"/>
        </w:rPr>
        <w:t>здравноосигурителни плащания се заделят в ЦУ на НЗОК.</w:t>
      </w:r>
    </w:p>
    <w:p w:rsidR="00110616" w:rsidRPr="000C6EA2" w:rsidRDefault="00110616" w:rsidP="007D3107">
      <w:pPr>
        <w:spacing w:line="300" w:lineRule="atLeast"/>
        <w:ind w:firstLine="539"/>
        <w:jc w:val="both"/>
        <w:rPr>
          <w:sz w:val="24"/>
          <w:szCs w:val="24"/>
        </w:rPr>
      </w:pPr>
      <w:r w:rsidRPr="000C6EA2">
        <w:rPr>
          <w:sz w:val="24"/>
          <w:szCs w:val="24"/>
        </w:rPr>
        <w:t>2.</w:t>
      </w:r>
      <w:r w:rsidR="002E3EF3" w:rsidRPr="000C6EA2">
        <w:rPr>
          <w:sz w:val="24"/>
          <w:szCs w:val="24"/>
        </w:rPr>
        <w:t> </w:t>
      </w:r>
      <w:r w:rsidRPr="000C6EA2">
        <w:rPr>
          <w:sz w:val="24"/>
          <w:szCs w:val="24"/>
        </w:rPr>
        <w:t xml:space="preserve">Отчетените от изпълнителите на БМП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w:t>
      </w:r>
      <w:r w:rsidR="00D33D01" w:rsidRPr="000C6EA2">
        <w:rPr>
          <w:sz w:val="24"/>
          <w:szCs w:val="24"/>
        </w:rPr>
        <w:t xml:space="preserve">и/или медицински изделия, които НЗОК заплаща извън стойността на оказваните КП/АПр, приложени при дейност по КП/АПр, заплатена в рамките на стойностите по приложение №2 от индивидуалните договори на изпълнителя за дейност БМП, </w:t>
      </w:r>
      <w:r w:rsidRPr="000C6EA2">
        <w:rPr>
          <w:sz w:val="24"/>
          <w:szCs w:val="24"/>
        </w:rPr>
        <w:t xml:space="preserve">за които не са констатирани основания за отхвърляне от плащане по </w:t>
      </w:r>
      <w:r w:rsidR="0034758B" w:rsidRPr="000C6EA2">
        <w:rPr>
          <w:sz w:val="24"/>
          <w:szCs w:val="24"/>
        </w:rPr>
        <w:t>чл.351, ал.12 от НРД за 2017 г</w:t>
      </w:r>
      <w:r w:rsidR="0034758B" w:rsidRPr="00AC7BE5">
        <w:rPr>
          <w:sz w:val="24"/>
          <w:szCs w:val="24"/>
        </w:rPr>
        <w:t>.</w:t>
      </w:r>
      <w:r w:rsidR="0080673B" w:rsidRPr="00AC7BE5">
        <w:rPr>
          <w:sz w:val="24"/>
          <w:szCs w:val="24"/>
        </w:rPr>
        <w:t xml:space="preserve"> или  по чл.352, ал.12 от НРД за </w:t>
      </w:r>
      <w:r w:rsidR="0080673B" w:rsidRPr="00AC7BE5">
        <w:rPr>
          <w:sz w:val="24"/>
          <w:szCs w:val="24"/>
        </w:rPr>
        <w:lastRenderedPageBreak/>
        <w:t>2018 г.</w:t>
      </w:r>
      <w:r w:rsidR="0034758B" w:rsidRPr="00AC7BE5">
        <w:rPr>
          <w:sz w:val="24"/>
          <w:szCs w:val="24"/>
        </w:rPr>
        <w:t xml:space="preserve">, </w:t>
      </w:r>
      <w:r w:rsidRPr="00AC7BE5">
        <w:rPr>
          <w:sz w:val="24"/>
          <w:szCs w:val="24"/>
        </w:rPr>
        <w:t>се заявяват ежемесечно от РЗОК за заплащане на лечебните заведения</w:t>
      </w:r>
      <w:r w:rsidRPr="000C6EA2">
        <w:rPr>
          <w:sz w:val="24"/>
          <w:szCs w:val="24"/>
        </w:rPr>
        <w:t xml:space="preserve"> от средствата в ЦУ на НЗОК по т.1.</w:t>
      </w:r>
    </w:p>
    <w:p w:rsidR="00F50930" w:rsidRPr="00AC7BE5" w:rsidRDefault="00F50930" w:rsidP="006F7CE0">
      <w:pPr>
        <w:spacing w:line="300" w:lineRule="atLeast"/>
        <w:ind w:firstLine="539"/>
        <w:jc w:val="both"/>
        <w:rPr>
          <w:sz w:val="24"/>
          <w:szCs w:val="24"/>
        </w:rPr>
      </w:pPr>
      <w:r w:rsidRPr="00AC7BE5">
        <w:rPr>
          <w:sz w:val="24"/>
          <w:szCs w:val="24"/>
        </w:rPr>
        <w:t xml:space="preserve">3. Медицински изделия, които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 са следните: </w:t>
      </w:r>
    </w:p>
    <w:p w:rsidR="00F50930" w:rsidRPr="00AC7BE5" w:rsidRDefault="00F50930" w:rsidP="006F7CE0">
      <w:pPr>
        <w:spacing w:line="300" w:lineRule="atLeast"/>
        <w:ind w:firstLine="539"/>
        <w:jc w:val="both"/>
        <w:rPr>
          <w:sz w:val="24"/>
          <w:szCs w:val="24"/>
        </w:rPr>
      </w:pPr>
      <w:r w:rsidRPr="00AC7BE5">
        <w:rPr>
          <w:sz w:val="24"/>
          <w:szCs w:val="24"/>
        </w:rPr>
        <w:t>а) група „Съдова протеза за гръдна аорта“, група по технически изисквания „Торакален стент графт“;</w:t>
      </w:r>
    </w:p>
    <w:p w:rsidR="00F50930" w:rsidRPr="00AC7BE5" w:rsidRDefault="00F50930" w:rsidP="006F7CE0">
      <w:pPr>
        <w:spacing w:line="300" w:lineRule="atLeast"/>
        <w:ind w:firstLine="539"/>
        <w:jc w:val="both"/>
        <w:rPr>
          <w:sz w:val="24"/>
          <w:szCs w:val="24"/>
        </w:rPr>
      </w:pPr>
      <w:r w:rsidRPr="00AC7BE5">
        <w:rPr>
          <w:sz w:val="24"/>
          <w:szCs w:val="24"/>
        </w:rPr>
        <w:t>б) група „Стент“, тип „Стент графт за коремна аорта“, група по технически изисквания „Бифуркационен“;</w:t>
      </w:r>
    </w:p>
    <w:p w:rsidR="00F50930" w:rsidRPr="00AC7BE5" w:rsidRDefault="00F50930" w:rsidP="006F7CE0">
      <w:pPr>
        <w:spacing w:line="300" w:lineRule="atLeast"/>
        <w:ind w:firstLine="539"/>
        <w:jc w:val="both"/>
        <w:rPr>
          <w:sz w:val="24"/>
          <w:szCs w:val="24"/>
        </w:rPr>
      </w:pPr>
      <w:r w:rsidRPr="00AC7BE5">
        <w:rPr>
          <w:sz w:val="24"/>
          <w:szCs w:val="24"/>
        </w:rPr>
        <w:t>в) група „Устройство за механично подпомагане на циркулацията (изкуствено сърце)“;</w:t>
      </w:r>
    </w:p>
    <w:p w:rsidR="00F50930" w:rsidRPr="00AC7BE5" w:rsidRDefault="00F50930" w:rsidP="006F7CE0">
      <w:pPr>
        <w:spacing w:line="300" w:lineRule="atLeast"/>
        <w:ind w:firstLine="539"/>
        <w:jc w:val="both"/>
        <w:rPr>
          <w:sz w:val="24"/>
          <w:szCs w:val="24"/>
        </w:rPr>
      </w:pPr>
      <w:r w:rsidRPr="00AC7BE5">
        <w:rPr>
          <w:sz w:val="24"/>
          <w:szCs w:val="24"/>
        </w:rPr>
        <w:t>г) група „Транскатетърни клапни протези“;</w:t>
      </w:r>
    </w:p>
    <w:p w:rsidR="00F50930" w:rsidRPr="00AC7BE5" w:rsidRDefault="00F50930" w:rsidP="006F7CE0">
      <w:pPr>
        <w:spacing w:line="300" w:lineRule="atLeast"/>
        <w:ind w:firstLine="539"/>
        <w:jc w:val="both"/>
        <w:rPr>
          <w:sz w:val="24"/>
          <w:szCs w:val="24"/>
        </w:rPr>
      </w:pPr>
      <w:r w:rsidRPr="00AC7BE5">
        <w:rPr>
          <w:sz w:val="24"/>
          <w:szCs w:val="24"/>
        </w:rPr>
        <w:t>д) група „Медицински изделия за ендоваскуларна терапия при заболявания на мозъчни съдове“, с изключение на група по технически изисквания „Титаниеви анивризмални клипси на Яшъргил“ от тип „Клипси анивризмални“;</w:t>
      </w:r>
    </w:p>
    <w:p w:rsidR="00F50930" w:rsidRPr="00AC7BE5" w:rsidRDefault="00F50930" w:rsidP="006F7CE0">
      <w:pPr>
        <w:spacing w:line="300" w:lineRule="atLeast"/>
        <w:ind w:firstLine="539"/>
        <w:jc w:val="both"/>
        <w:rPr>
          <w:sz w:val="24"/>
          <w:szCs w:val="24"/>
        </w:rPr>
      </w:pPr>
      <w:r w:rsidRPr="00AC7BE5">
        <w:rPr>
          <w:sz w:val="24"/>
          <w:szCs w:val="24"/>
        </w:rPr>
        <w:t>е) група „Импланти за невростимулация“.</w:t>
      </w:r>
    </w:p>
    <w:p w:rsidR="00963370" w:rsidRPr="000C6EA2" w:rsidRDefault="00963370" w:rsidP="00963370">
      <w:pPr>
        <w:spacing w:line="300" w:lineRule="atLeast"/>
        <w:ind w:firstLine="539"/>
        <w:jc w:val="both"/>
        <w:rPr>
          <w:sz w:val="24"/>
          <w:szCs w:val="24"/>
        </w:rPr>
      </w:pPr>
      <w:r w:rsidRPr="000C6EA2">
        <w:rPr>
          <w:sz w:val="24"/>
          <w:szCs w:val="24"/>
        </w:rPr>
        <w:t>4. В случай на недостиг на средства в ЦУ на НЗОК по чл.1, ал.2, ред 1.1.3.5.2. или по чл.1, ал.2, ред 1.1.3.6. от ЗБНЗОК за 2018 г., управителят на НЗОК внася предложение в Надзорния съвет на НЗОК за увеличаване са средствата по реда на ЗБНЗОК за 2018 г., извършване на частично плащане в рамките на наличните средства и/или за отлагане на плащанията.</w:t>
      </w:r>
    </w:p>
    <w:p w:rsidR="00110616" w:rsidRPr="000C6EA2" w:rsidRDefault="00963370" w:rsidP="007D3107">
      <w:pPr>
        <w:spacing w:line="300" w:lineRule="atLeast"/>
        <w:ind w:firstLine="539"/>
        <w:jc w:val="both"/>
        <w:rPr>
          <w:sz w:val="24"/>
          <w:szCs w:val="24"/>
        </w:rPr>
      </w:pPr>
      <w:r w:rsidRPr="000C6EA2">
        <w:rPr>
          <w:sz w:val="24"/>
          <w:szCs w:val="24"/>
        </w:rPr>
        <w:t>5</w:t>
      </w:r>
      <w:r w:rsidR="00110616" w:rsidRPr="000C6EA2">
        <w:rPr>
          <w:sz w:val="24"/>
          <w:szCs w:val="24"/>
        </w:rPr>
        <w:t>.</w:t>
      </w:r>
      <w:r w:rsidR="002E3EF3" w:rsidRPr="000C6EA2">
        <w:rPr>
          <w:sz w:val="24"/>
          <w:szCs w:val="24"/>
        </w:rPr>
        <w:t> </w:t>
      </w:r>
      <w:r w:rsidR="00110616" w:rsidRPr="000C6EA2">
        <w:rPr>
          <w:sz w:val="24"/>
          <w:szCs w:val="24"/>
        </w:rPr>
        <w:t>Управителят на НЗОК одобрява извършването на плащанията, заявени по т.2</w:t>
      </w:r>
      <w:r w:rsidR="00D33D01" w:rsidRPr="000C6EA2">
        <w:t xml:space="preserve"> </w:t>
      </w:r>
      <w:r w:rsidR="00D33D01" w:rsidRPr="000C6EA2">
        <w:rPr>
          <w:sz w:val="24"/>
          <w:szCs w:val="24"/>
        </w:rPr>
        <w:t>и т.3</w:t>
      </w:r>
      <w:r w:rsidR="00110616" w:rsidRPr="000C6EA2">
        <w:rPr>
          <w:sz w:val="24"/>
          <w:szCs w:val="24"/>
        </w:rPr>
        <w:t>, в рамките на разполагаемите средства в ЦУ на НЗОК по чл.1, ал.2, ред 1.1.3.5.</w:t>
      </w:r>
      <w:r w:rsidR="0091735F" w:rsidRPr="000C6EA2">
        <w:rPr>
          <w:sz w:val="24"/>
          <w:szCs w:val="24"/>
        </w:rPr>
        <w:t>2</w:t>
      </w:r>
      <w:r w:rsidR="00110616" w:rsidRPr="000C6EA2">
        <w:rPr>
          <w:sz w:val="24"/>
          <w:szCs w:val="24"/>
        </w:rPr>
        <w:t xml:space="preserve">. </w:t>
      </w:r>
      <w:r w:rsidR="00D33D01" w:rsidRPr="000C6EA2">
        <w:rPr>
          <w:sz w:val="24"/>
          <w:szCs w:val="24"/>
        </w:rPr>
        <w:t xml:space="preserve">и съответно по чл.1, ал.2, ред 1.1.3.6. от </w:t>
      </w:r>
      <w:r w:rsidR="00110616" w:rsidRPr="000C6EA2">
        <w:rPr>
          <w:sz w:val="24"/>
          <w:szCs w:val="24"/>
        </w:rPr>
        <w:t>ЗБНЗОК за 201</w:t>
      </w:r>
      <w:r w:rsidRPr="000C6EA2">
        <w:rPr>
          <w:sz w:val="24"/>
          <w:szCs w:val="24"/>
        </w:rPr>
        <w:t>8</w:t>
      </w:r>
      <w:r w:rsidR="00110616" w:rsidRPr="000C6EA2">
        <w:rPr>
          <w:sz w:val="24"/>
          <w:szCs w:val="24"/>
        </w:rPr>
        <w:t xml:space="preserve"> г. </w:t>
      </w:r>
      <w:r w:rsidR="00D33D01" w:rsidRPr="000C6EA2">
        <w:rPr>
          <w:sz w:val="24"/>
          <w:szCs w:val="24"/>
        </w:rPr>
        <w:t xml:space="preserve">и </w:t>
      </w:r>
      <w:r w:rsidR="00110616" w:rsidRPr="000C6EA2">
        <w:rPr>
          <w:sz w:val="24"/>
          <w:szCs w:val="24"/>
        </w:rPr>
        <w:t xml:space="preserve">съгласно решението </w:t>
      </w:r>
      <w:r w:rsidRPr="000C6EA2">
        <w:rPr>
          <w:sz w:val="24"/>
          <w:szCs w:val="24"/>
        </w:rPr>
        <w:t>на Надзорния съвет на НЗОК по т</w:t>
      </w:r>
      <w:r w:rsidR="00060737" w:rsidRPr="000C6EA2">
        <w:rPr>
          <w:sz w:val="24"/>
          <w:szCs w:val="24"/>
        </w:rPr>
        <w:t>.</w:t>
      </w:r>
      <w:r w:rsidRPr="000C6EA2">
        <w:rPr>
          <w:sz w:val="24"/>
          <w:szCs w:val="24"/>
        </w:rPr>
        <w:t>4</w:t>
      </w:r>
      <w:r w:rsidR="00110616" w:rsidRPr="000C6EA2">
        <w:rPr>
          <w:sz w:val="24"/>
          <w:szCs w:val="24"/>
        </w:rPr>
        <w:t>.</w:t>
      </w:r>
    </w:p>
    <w:p w:rsidR="00110616" w:rsidRPr="000C6EA2" w:rsidRDefault="00963370" w:rsidP="007D3107">
      <w:pPr>
        <w:spacing w:line="300" w:lineRule="atLeast"/>
        <w:ind w:firstLine="539"/>
        <w:jc w:val="both"/>
        <w:rPr>
          <w:sz w:val="24"/>
          <w:szCs w:val="24"/>
        </w:rPr>
      </w:pPr>
      <w:r w:rsidRPr="000C6EA2">
        <w:rPr>
          <w:sz w:val="24"/>
          <w:szCs w:val="24"/>
        </w:rPr>
        <w:t>6</w:t>
      </w:r>
      <w:r w:rsidR="00F93466" w:rsidRPr="000C6EA2">
        <w:rPr>
          <w:sz w:val="24"/>
          <w:szCs w:val="24"/>
        </w:rPr>
        <w:t>.</w:t>
      </w:r>
      <w:r w:rsidR="002E3EF3" w:rsidRPr="000C6EA2">
        <w:rPr>
          <w:sz w:val="24"/>
          <w:szCs w:val="24"/>
        </w:rPr>
        <w:t> </w:t>
      </w:r>
      <w:r w:rsidR="00F93466" w:rsidRPr="000C6EA2">
        <w:rPr>
          <w:sz w:val="24"/>
          <w:szCs w:val="24"/>
        </w:rPr>
        <w:t>Одобрените по т.</w:t>
      </w:r>
      <w:r w:rsidRPr="000C6EA2">
        <w:rPr>
          <w:sz w:val="24"/>
          <w:szCs w:val="24"/>
        </w:rPr>
        <w:t>5</w:t>
      </w:r>
      <w:r w:rsidR="00110616" w:rsidRPr="000C6EA2">
        <w:rPr>
          <w:sz w:val="24"/>
          <w:szCs w:val="24"/>
        </w:rPr>
        <w:t xml:space="preserve"> от управителя на НЗОК стойности за извършване на плащания от РЗОК, формират стойностите на разходите на РЗОК по чл.1, ал.2, ред 1.1.3.5.</w:t>
      </w:r>
      <w:r w:rsidR="0091735F" w:rsidRPr="000C6EA2">
        <w:rPr>
          <w:sz w:val="24"/>
          <w:szCs w:val="24"/>
        </w:rPr>
        <w:t>2</w:t>
      </w:r>
      <w:r w:rsidR="00110616" w:rsidRPr="000C6EA2">
        <w:rPr>
          <w:sz w:val="24"/>
          <w:szCs w:val="24"/>
        </w:rPr>
        <w:t xml:space="preserve">. </w:t>
      </w:r>
      <w:r w:rsidR="00D33D01" w:rsidRPr="000C6EA2">
        <w:rPr>
          <w:sz w:val="24"/>
          <w:szCs w:val="24"/>
        </w:rPr>
        <w:t xml:space="preserve">и съответно по чл.1, ал.2, ред 1.1.3.6. от </w:t>
      </w:r>
      <w:r w:rsidR="00110616" w:rsidRPr="000C6EA2">
        <w:rPr>
          <w:sz w:val="24"/>
          <w:szCs w:val="24"/>
        </w:rPr>
        <w:t>ЗБНЗОК за 201</w:t>
      </w:r>
      <w:r w:rsidRPr="000C6EA2">
        <w:rPr>
          <w:sz w:val="24"/>
          <w:szCs w:val="24"/>
        </w:rPr>
        <w:t>8</w:t>
      </w:r>
      <w:r w:rsidR="00110616" w:rsidRPr="000C6EA2">
        <w:rPr>
          <w:sz w:val="24"/>
          <w:szCs w:val="24"/>
        </w:rPr>
        <w:t xml:space="preserve"> г.</w:t>
      </w:r>
    </w:p>
    <w:p w:rsidR="00F50930" w:rsidRPr="00AC7BE5" w:rsidRDefault="00F50930" w:rsidP="006F7CE0">
      <w:pPr>
        <w:spacing w:line="300" w:lineRule="atLeast"/>
        <w:ind w:firstLine="539"/>
        <w:jc w:val="both"/>
        <w:rPr>
          <w:sz w:val="24"/>
          <w:szCs w:val="24"/>
        </w:rPr>
      </w:pPr>
      <w:r w:rsidRPr="00AC7BE5">
        <w:rPr>
          <w:sz w:val="24"/>
          <w:szCs w:val="24"/>
        </w:rPr>
        <w:t>(2)</w:t>
      </w:r>
      <w:r w:rsidR="006F7CE0">
        <w:rPr>
          <w:sz w:val="24"/>
          <w:szCs w:val="24"/>
        </w:rPr>
        <w:t> </w:t>
      </w:r>
      <w:r w:rsidRPr="00AC7BE5">
        <w:rPr>
          <w:sz w:val="24"/>
          <w:szCs w:val="24"/>
        </w:rPr>
        <w:t>Надзорният съвет на НЗОК утвърждава на РЗОК индикативни стойности на изпълнителите на БМП на разходите по чл.1, ал.2, ред 1.1.3.5.2. и съответно по чл.1, ал.2, ред 1.1.3.6. от ЗБНЗОК за 2018 г., както следва:</w:t>
      </w:r>
    </w:p>
    <w:p w:rsidR="00F50930" w:rsidRPr="00AC7BE5" w:rsidRDefault="00F50930" w:rsidP="006F7CE0">
      <w:pPr>
        <w:spacing w:line="300" w:lineRule="atLeast"/>
        <w:ind w:firstLine="539"/>
        <w:jc w:val="both"/>
        <w:rPr>
          <w:sz w:val="24"/>
          <w:szCs w:val="24"/>
        </w:rPr>
      </w:pPr>
      <w:r w:rsidRPr="00AC7BE5">
        <w:rPr>
          <w:sz w:val="24"/>
          <w:szCs w:val="24"/>
        </w:rPr>
        <w:t>1.</w:t>
      </w:r>
      <w:r w:rsidR="006F7CE0">
        <w:rPr>
          <w:sz w:val="24"/>
          <w:szCs w:val="24"/>
        </w:rPr>
        <w:t> </w:t>
      </w:r>
      <w:r w:rsidRPr="00AC7BE5">
        <w:rPr>
          <w:sz w:val="24"/>
          <w:szCs w:val="24"/>
        </w:rPr>
        <w:t>за лекарствените продукти и медицински изделия, приложени по реда на НРД за 2017 г. - при отчитане на заплатени от РЗОК разходи от този вид през периода м.ноември 2017г. – м. януари 2018 г.</w:t>
      </w:r>
    </w:p>
    <w:p w:rsidR="00F50930" w:rsidRPr="00AC7BE5" w:rsidRDefault="00F50930" w:rsidP="006F7CE0">
      <w:pPr>
        <w:spacing w:line="300" w:lineRule="atLeast"/>
        <w:ind w:firstLine="539"/>
        <w:jc w:val="both"/>
        <w:rPr>
          <w:sz w:val="24"/>
          <w:szCs w:val="24"/>
        </w:rPr>
      </w:pPr>
      <w:r w:rsidRPr="00AC7BE5">
        <w:rPr>
          <w:sz w:val="24"/>
          <w:szCs w:val="24"/>
        </w:rPr>
        <w:t>2.</w:t>
      </w:r>
      <w:r w:rsidR="006F7CE0">
        <w:rPr>
          <w:sz w:val="24"/>
          <w:szCs w:val="24"/>
        </w:rPr>
        <w:t> </w:t>
      </w:r>
      <w:r w:rsidRPr="00AC7BE5">
        <w:rPr>
          <w:sz w:val="24"/>
          <w:szCs w:val="24"/>
        </w:rPr>
        <w:t>за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приложени по реда на НРД за 2018 г. – на база заплатените лекарствени продукти през периода м.януари - м. април 2018 г.</w:t>
      </w:r>
    </w:p>
    <w:p w:rsidR="00F50930" w:rsidRPr="00AC7BE5" w:rsidRDefault="00F50930" w:rsidP="006F7CE0">
      <w:pPr>
        <w:spacing w:line="300" w:lineRule="atLeast"/>
        <w:ind w:firstLine="539"/>
        <w:jc w:val="both"/>
        <w:rPr>
          <w:sz w:val="24"/>
          <w:szCs w:val="24"/>
        </w:rPr>
      </w:pPr>
      <w:r w:rsidRPr="00AC7BE5">
        <w:rPr>
          <w:sz w:val="24"/>
          <w:szCs w:val="24"/>
        </w:rPr>
        <w:t>3.</w:t>
      </w:r>
      <w:r w:rsidR="006F7CE0">
        <w:rPr>
          <w:sz w:val="24"/>
          <w:szCs w:val="24"/>
        </w:rPr>
        <w:t> </w:t>
      </w:r>
      <w:r w:rsidRPr="00AC7BE5">
        <w:rPr>
          <w:sz w:val="24"/>
          <w:szCs w:val="24"/>
        </w:rPr>
        <w:t>за медицински изделия, прилагани в болничната медицинска помощ по реда на НРД за 2018 г. – на база заплатените медицински изделия през периода м.януари - м. април 2018 г.</w:t>
      </w:r>
    </w:p>
    <w:p w:rsidR="00052646" w:rsidRPr="000C6EA2" w:rsidRDefault="00052646" w:rsidP="00BE4B28">
      <w:pPr>
        <w:spacing w:line="300" w:lineRule="atLeast"/>
        <w:ind w:firstLine="539"/>
        <w:jc w:val="both"/>
        <w:rPr>
          <w:sz w:val="24"/>
          <w:szCs w:val="24"/>
        </w:rPr>
      </w:pPr>
      <w:r w:rsidRPr="000C6EA2">
        <w:rPr>
          <w:sz w:val="24"/>
          <w:szCs w:val="24"/>
        </w:rPr>
        <w:t>(3) Индикативните стойности по ал.2 за дейност м.ноември и м.декември 2017 г., подлежащи на заплащане през м.януари и м.февруари 2018 г., се равняват на утвърдените с решение № РД-НС-04-121 от 12.12.2017 г. на Надзорния съвет на НЗОК, съгласно §4 от преходните и заключителни разпоредби на Правилата за условията и реда за прилагане на чл. 4, ал. 1, ал. 2 и ал. 3 от ЗБНЗОК за 2017 г.</w:t>
      </w:r>
    </w:p>
    <w:p w:rsidR="00DC1501" w:rsidRPr="000C6EA2" w:rsidRDefault="00963370" w:rsidP="00DC1501">
      <w:pPr>
        <w:spacing w:line="300" w:lineRule="atLeast"/>
        <w:ind w:firstLine="539"/>
        <w:jc w:val="both"/>
        <w:rPr>
          <w:sz w:val="24"/>
          <w:szCs w:val="24"/>
        </w:rPr>
      </w:pPr>
      <w:r w:rsidRPr="000C6EA2">
        <w:rPr>
          <w:b/>
          <w:sz w:val="24"/>
          <w:szCs w:val="24"/>
        </w:rPr>
        <w:lastRenderedPageBreak/>
        <w:t>Чл. 9.</w:t>
      </w:r>
      <w:r w:rsidRPr="000C6EA2">
        <w:rPr>
          <w:sz w:val="24"/>
          <w:szCs w:val="24"/>
        </w:rPr>
        <w:t> (1) </w:t>
      </w:r>
      <w:r w:rsidR="00DC1501" w:rsidRPr="000C6EA2">
        <w:rPr>
          <w:sz w:val="24"/>
          <w:szCs w:val="24"/>
        </w:rPr>
        <w:t xml:space="preserve">Надзорният съвет на НЗОК утвърждава </w:t>
      </w:r>
      <w:r w:rsidR="00984C07" w:rsidRPr="000C6EA2">
        <w:rPr>
          <w:sz w:val="24"/>
          <w:szCs w:val="24"/>
        </w:rPr>
        <w:t xml:space="preserve">за всяка РЗОК и за всеки изпълнител на БМП, сключил договор с нея, стойностите чл.5, чл.6, чл.7 и чл.8, </w:t>
      </w:r>
      <w:r w:rsidR="00DC1501" w:rsidRPr="000C6EA2">
        <w:rPr>
          <w:sz w:val="24"/>
          <w:szCs w:val="24"/>
        </w:rPr>
        <w:t>разпределени</w:t>
      </w:r>
      <w:r w:rsidR="00984C07" w:rsidRPr="000C6EA2">
        <w:rPr>
          <w:sz w:val="24"/>
          <w:szCs w:val="24"/>
        </w:rPr>
        <w:t xml:space="preserve"> по месеци.</w:t>
      </w:r>
    </w:p>
    <w:p w:rsidR="00DC1501" w:rsidRPr="000C6EA2" w:rsidRDefault="00DC1501" w:rsidP="00DC1501">
      <w:pPr>
        <w:spacing w:line="300" w:lineRule="atLeast"/>
        <w:ind w:firstLine="539"/>
        <w:jc w:val="both"/>
        <w:rPr>
          <w:sz w:val="24"/>
          <w:szCs w:val="24"/>
        </w:rPr>
      </w:pPr>
      <w:r w:rsidRPr="000C6EA2">
        <w:rPr>
          <w:sz w:val="24"/>
          <w:szCs w:val="24"/>
        </w:rPr>
        <w:t>(</w:t>
      </w:r>
      <w:r w:rsidR="00984C07" w:rsidRPr="000C6EA2">
        <w:rPr>
          <w:sz w:val="24"/>
          <w:szCs w:val="24"/>
        </w:rPr>
        <w:t>2</w:t>
      </w:r>
      <w:r w:rsidRPr="000C6EA2">
        <w:rPr>
          <w:sz w:val="24"/>
          <w:szCs w:val="24"/>
        </w:rPr>
        <w:t xml:space="preserve">) Директорите на РЗОК </w:t>
      </w:r>
      <w:r w:rsidR="00984C07" w:rsidRPr="000C6EA2">
        <w:rPr>
          <w:sz w:val="24"/>
          <w:szCs w:val="24"/>
        </w:rPr>
        <w:t>закупуват от изпълнителите на БМП здравни дейности от пакета по чл.2, ал.1 от ЗЗО</w:t>
      </w:r>
      <w:r w:rsidRPr="000C6EA2">
        <w:rPr>
          <w:sz w:val="24"/>
          <w:szCs w:val="24"/>
        </w:rPr>
        <w:t xml:space="preserve">, следвайки реда </w:t>
      </w:r>
      <w:r w:rsidR="00984C07" w:rsidRPr="000C6EA2">
        <w:rPr>
          <w:sz w:val="24"/>
          <w:szCs w:val="24"/>
        </w:rPr>
        <w:t>и условията по</w:t>
      </w:r>
      <w:r w:rsidRPr="000C6EA2">
        <w:rPr>
          <w:sz w:val="24"/>
          <w:szCs w:val="24"/>
        </w:rPr>
        <w:t xml:space="preserve"> глава ІІІ от настоящите правила. </w:t>
      </w:r>
    </w:p>
    <w:p w:rsidR="00963370" w:rsidRPr="000C6EA2" w:rsidRDefault="00963370" w:rsidP="00F80DBF">
      <w:pPr>
        <w:spacing w:line="300" w:lineRule="atLeast"/>
        <w:ind w:firstLine="539"/>
        <w:jc w:val="both"/>
        <w:rPr>
          <w:sz w:val="24"/>
          <w:szCs w:val="24"/>
        </w:rPr>
      </w:pPr>
      <w:r w:rsidRPr="000C6EA2">
        <w:rPr>
          <w:sz w:val="24"/>
          <w:szCs w:val="24"/>
        </w:rPr>
        <w:t>(</w:t>
      </w:r>
      <w:r w:rsidR="00984C07" w:rsidRPr="000C6EA2">
        <w:rPr>
          <w:sz w:val="24"/>
          <w:szCs w:val="24"/>
        </w:rPr>
        <w:t>3</w:t>
      </w:r>
      <w:r w:rsidRPr="000C6EA2">
        <w:rPr>
          <w:sz w:val="24"/>
          <w:szCs w:val="24"/>
        </w:rPr>
        <w:t>) Утвърден</w:t>
      </w:r>
      <w:r w:rsidR="00F80DBF" w:rsidRPr="000C6EA2">
        <w:rPr>
          <w:sz w:val="24"/>
          <w:szCs w:val="24"/>
        </w:rPr>
        <w:t>и</w:t>
      </w:r>
      <w:r w:rsidRPr="000C6EA2">
        <w:rPr>
          <w:sz w:val="24"/>
          <w:szCs w:val="24"/>
        </w:rPr>
        <w:t>т</w:t>
      </w:r>
      <w:r w:rsidR="00F80DBF" w:rsidRPr="000C6EA2">
        <w:rPr>
          <w:sz w:val="24"/>
          <w:szCs w:val="24"/>
        </w:rPr>
        <w:t>е</w:t>
      </w:r>
      <w:r w:rsidRPr="000C6EA2">
        <w:rPr>
          <w:sz w:val="24"/>
          <w:szCs w:val="24"/>
        </w:rPr>
        <w:t xml:space="preserve"> по ал.</w:t>
      </w:r>
      <w:r w:rsidR="00F80DBF" w:rsidRPr="000C6EA2">
        <w:rPr>
          <w:sz w:val="24"/>
          <w:szCs w:val="24"/>
        </w:rPr>
        <w:t>1</w:t>
      </w:r>
      <w:r w:rsidRPr="000C6EA2">
        <w:rPr>
          <w:sz w:val="24"/>
          <w:szCs w:val="24"/>
        </w:rPr>
        <w:t xml:space="preserve"> стойност</w:t>
      </w:r>
      <w:r w:rsidR="00F80DBF" w:rsidRPr="000C6EA2">
        <w:rPr>
          <w:sz w:val="24"/>
          <w:szCs w:val="24"/>
        </w:rPr>
        <w:t>и</w:t>
      </w:r>
      <w:r w:rsidRPr="000C6EA2">
        <w:rPr>
          <w:sz w:val="24"/>
          <w:szCs w:val="24"/>
        </w:rPr>
        <w:t xml:space="preserve"> на разходите на РЗОК, се </w:t>
      </w:r>
      <w:r w:rsidR="00F80DBF" w:rsidRPr="000C6EA2">
        <w:rPr>
          <w:sz w:val="24"/>
          <w:szCs w:val="24"/>
        </w:rPr>
        <w:t>изменят</w:t>
      </w:r>
      <w:r w:rsidRPr="000C6EA2">
        <w:rPr>
          <w:sz w:val="24"/>
          <w:szCs w:val="24"/>
        </w:rPr>
        <w:t xml:space="preserve"> ежемесечно по реда на чл.5, ал.</w:t>
      </w:r>
      <w:r w:rsidR="0034099E" w:rsidRPr="000C6EA2">
        <w:rPr>
          <w:sz w:val="24"/>
          <w:szCs w:val="24"/>
        </w:rPr>
        <w:t>3</w:t>
      </w:r>
      <w:r w:rsidRPr="000C6EA2">
        <w:rPr>
          <w:sz w:val="24"/>
          <w:szCs w:val="24"/>
        </w:rPr>
        <w:t>, т.</w:t>
      </w:r>
      <w:r w:rsidR="0034099E" w:rsidRPr="000C6EA2">
        <w:rPr>
          <w:sz w:val="24"/>
          <w:szCs w:val="24"/>
        </w:rPr>
        <w:t>4</w:t>
      </w:r>
      <w:r w:rsidR="004A172E" w:rsidRPr="000C6EA2">
        <w:rPr>
          <w:sz w:val="24"/>
          <w:szCs w:val="24"/>
        </w:rPr>
        <w:t>,</w:t>
      </w:r>
      <w:r w:rsidRPr="000C6EA2">
        <w:rPr>
          <w:sz w:val="24"/>
          <w:szCs w:val="24"/>
        </w:rPr>
        <w:t xml:space="preserve"> чл.7, ал.2</w:t>
      </w:r>
      <w:r w:rsidR="004A172E" w:rsidRPr="000C6EA2">
        <w:rPr>
          <w:sz w:val="24"/>
          <w:szCs w:val="24"/>
        </w:rPr>
        <w:t xml:space="preserve"> и чл.8, ал.1, т.</w:t>
      </w:r>
      <w:r w:rsidR="0034099E" w:rsidRPr="000C6EA2">
        <w:rPr>
          <w:sz w:val="24"/>
          <w:szCs w:val="24"/>
        </w:rPr>
        <w:t>6</w:t>
      </w:r>
      <w:r w:rsidRPr="000C6EA2">
        <w:rPr>
          <w:sz w:val="24"/>
          <w:szCs w:val="24"/>
        </w:rPr>
        <w:t xml:space="preserve">. </w:t>
      </w:r>
    </w:p>
    <w:p w:rsidR="00DC1501" w:rsidRPr="000C6EA2" w:rsidRDefault="00DC1501" w:rsidP="00DC1501">
      <w:pPr>
        <w:spacing w:line="300" w:lineRule="atLeast"/>
        <w:ind w:firstLine="539"/>
        <w:jc w:val="both"/>
        <w:rPr>
          <w:sz w:val="24"/>
          <w:szCs w:val="24"/>
        </w:rPr>
      </w:pPr>
      <w:r w:rsidRPr="000C6EA2">
        <w:rPr>
          <w:sz w:val="24"/>
          <w:szCs w:val="24"/>
        </w:rPr>
        <w:t>(</w:t>
      </w:r>
      <w:r w:rsidR="00AB7E27" w:rsidRPr="000C6EA2">
        <w:rPr>
          <w:sz w:val="24"/>
          <w:szCs w:val="24"/>
        </w:rPr>
        <w:t>4</w:t>
      </w:r>
      <w:r w:rsidRPr="000C6EA2">
        <w:rPr>
          <w:sz w:val="24"/>
          <w:szCs w:val="24"/>
        </w:rPr>
        <w:t>) Надзорният съвет на НЗОК кор</w:t>
      </w:r>
      <w:r w:rsidR="00BF3E2C" w:rsidRPr="000C6EA2">
        <w:rPr>
          <w:sz w:val="24"/>
          <w:szCs w:val="24"/>
        </w:rPr>
        <w:t xml:space="preserve">игира стойностите на РЗОК и изпълнителите на БМП по реда на глава </w:t>
      </w:r>
      <w:r w:rsidR="00AB7E27" w:rsidRPr="000C6EA2">
        <w:rPr>
          <w:sz w:val="24"/>
          <w:szCs w:val="24"/>
        </w:rPr>
        <w:t>І</w:t>
      </w:r>
      <w:r w:rsidR="00BF3E2C" w:rsidRPr="000C6EA2">
        <w:rPr>
          <w:sz w:val="24"/>
          <w:szCs w:val="24"/>
        </w:rPr>
        <w:t>V от настоящите правила</w:t>
      </w:r>
      <w:r w:rsidR="009303C3" w:rsidRPr="000C6EA2">
        <w:rPr>
          <w:sz w:val="24"/>
          <w:szCs w:val="24"/>
        </w:rPr>
        <w:t>.</w:t>
      </w:r>
    </w:p>
    <w:p w:rsidR="005E2CE0" w:rsidRPr="000C6EA2" w:rsidRDefault="005E2CE0" w:rsidP="007D3107">
      <w:pPr>
        <w:spacing w:line="300" w:lineRule="atLeast"/>
        <w:ind w:firstLine="539"/>
        <w:jc w:val="both"/>
        <w:rPr>
          <w:sz w:val="24"/>
          <w:szCs w:val="24"/>
        </w:rPr>
      </w:pPr>
    </w:p>
    <w:p w:rsidR="00110616" w:rsidRPr="000C6EA2" w:rsidRDefault="00110616" w:rsidP="007D3107">
      <w:pPr>
        <w:keepNext/>
        <w:spacing w:line="300" w:lineRule="atLeast"/>
        <w:jc w:val="center"/>
        <w:rPr>
          <w:b/>
          <w:sz w:val="24"/>
          <w:szCs w:val="24"/>
        </w:rPr>
      </w:pPr>
      <w:r w:rsidRPr="000C6EA2">
        <w:rPr>
          <w:b/>
          <w:sz w:val="24"/>
          <w:szCs w:val="24"/>
        </w:rPr>
        <w:t>ГЛАВА ІІ</w:t>
      </w:r>
      <w:r w:rsidRPr="000C6EA2">
        <w:rPr>
          <w:b/>
          <w:sz w:val="24"/>
          <w:szCs w:val="24"/>
          <w:lang w:val="en-US"/>
        </w:rPr>
        <w:t>I</w:t>
      </w:r>
    </w:p>
    <w:p w:rsidR="00110616" w:rsidRPr="000C6EA2" w:rsidRDefault="00110616" w:rsidP="007D3107">
      <w:pPr>
        <w:keepNext/>
        <w:spacing w:line="300" w:lineRule="atLeast"/>
        <w:jc w:val="center"/>
        <w:rPr>
          <w:b/>
          <w:sz w:val="24"/>
          <w:szCs w:val="24"/>
        </w:rPr>
      </w:pPr>
      <w:r w:rsidRPr="000C6EA2">
        <w:rPr>
          <w:b/>
          <w:sz w:val="24"/>
          <w:szCs w:val="24"/>
        </w:rPr>
        <w:t xml:space="preserve">УСЛОВИЯ И РЕД ЗА </w:t>
      </w:r>
      <w:r w:rsidR="00984C07" w:rsidRPr="000C6EA2">
        <w:rPr>
          <w:b/>
          <w:sz w:val="24"/>
          <w:szCs w:val="24"/>
        </w:rPr>
        <w:t xml:space="preserve">ЗАКУПУВАНЕ ОТ ИЗПЪЛНИТЕЛИТЕ НА БОЛНИЧНА МЕДИЦИНСКА ПОМОЩ НА ЗДРАВНИ ДЕЙНОСТИ ОТ ПАКЕТА ПО ЧЛ.2, АЛ.1  ОТ ЗАКОНА ЗА ЗДРАВНОТО ОСИГУРЯВАНЕ </w:t>
      </w:r>
    </w:p>
    <w:p w:rsidR="00FA6617" w:rsidRPr="000C6EA2" w:rsidRDefault="00FA6617" w:rsidP="00FA6617">
      <w:pPr>
        <w:spacing w:line="300" w:lineRule="atLeast"/>
        <w:ind w:firstLine="539"/>
        <w:jc w:val="both"/>
        <w:rPr>
          <w:b/>
          <w:sz w:val="24"/>
          <w:szCs w:val="24"/>
        </w:rPr>
      </w:pPr>
    </w:p>
    <w:p w:rsidR="008B6850" w:rsidRPr="000C6EA2" w:rsidRDefault="00FA6617" w:rsidP="00984C07">
      <w:pPr>
        <w:spacing w:line="300" w:lineRule="atLeast"/>
        <w:ind w:firstLine="539"/>
        <w:jc w:val="both"/>
        <w:rPr>
          <w:sz w:val="24"/>
          <w:szCs w:val="24"/>
        </w:rPr>
      </w:pPr>
      <w:r w:rsidRPr="000C6EA2">
        <w:rPr>
          <w:b/>
          <w:sz w:val="24"/>
          <w:szCs w:val="24"/>
        </w:rPr>
        <w:t>Чл. 10. </w:t>
      </w:r>
      <w:r w:rsidRPr="000C6EA2">
        <w:rPr>
          <w:sz w:val="24"/>
          <w:szCs w:val="24"/>
        </w:rPr>
        <w:t>(1) </w:t>
      </w:r>
      <w:r w:rsidR="008B6850" w:rsidRPr="000C6EA2">
        <w:rPr>
          <w:sz w:val="24"/>
          <w:szCs w:val="24"/>
        </w:rPr>
        <w:t>Директорът на РЗОК уведомява изпълнителите на БМП, за утвърдените им от Надзорния съвет на НЗОК индикативни стойности дейности по чл.4, ал.1, т.1</w:t>
      </w:r>
      <w:r w:rsidR="00643CBD" w:rsidRPr="000C6EA2">
        <w:rPr>
          <w:sz w:val="24"/>
          <w:szCs w:val="24"/>
        </w:rPr>
        <w:t xml:space="preserve">, </w:t>
      </w:r>
      <w:r w:rsidR="006E3499" w:rsidRPr="000C6EA2">
        <w:rPr>
          <w:sz w:val="24"/>
          <w:szCs w:val="24"/>
        </w:rPr>
        <w:t xml:space="preserve">за медицински изделия, прилагани в болничната медицинска помощ </w:t>
      </w:r>
      <w:r w:rsidR="00035455" w:rsidRPr="000C6EA2">
        <w:rPr>
          <w:sz w:val="24"/>
          <w:szCs w:val="24"/>
        </w:rPr>
        <w:t xml:space="preserve">и за </w:t>
      </w:r>
      <w:r w:rsidR="006E3499" w:rsidRPr="000C6EA2">
        <w:rPr>
          <w:sz w:val="24"/>
          <w:szCs w:val="24"/>
        </w:rPr>
        <w:t>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w:t>
      </w:r>
      <w:r w:rsidR="008B6850" w:rsidRPr="000C6EA2">
        <w:rPr>
          <w:sz w:val="24"/>
          <w:szCs w:val="24"/>
        </w:rPr>
        <w:t>, които ще се съблюдават при прилагане на ежеседмичния и месечен анализ и контрол по реда на чл.</w:t>
      </w:r>
      <w:r w:rsidR="00143631" w:rsidRPr="000C6EA2">
        <w:rPr>
          <w:sz w:val="24"/>
          <w:szCs w:val="24"/>
        </w:rPr>
        <w:t>13</w:t>
      </w:r>
      <w:r w:rsidR="008B6850" w:rsidRPr="000C6EA2">
        <w:rPr>
          <w:sz w:val="24"/>
          <w:szCs w:val="24"/>
        </w:rPr>
        <w:t xml:space="preserve">. </w:t>
      </w:r>
    </w:p>
    <w:p w:rsidR="00644EE2" w:rsidRPr="00AC7BE5" w:rsidRDefault="00644EE2" w:rsidP="006F7CE0">
      <w:pPr>
        <w:spacing w:line="300" w:lineRule="atLeast"/>
        <w:ind w:firstLine="540"/>
        <w:jc w:val="both"/>
        <w:rPr>
          <w:sz w:val="24"/>
          <w:szCs w:val="24"/>
        </w:rPr>
      </w:pPr>
      <w:r w:rsidRPr="00AC7BE5">
        <w:rPr>
          <w:sz w:val="24"/>
          <w:szCs w:val="24"/>
        </w:rPr>
        <w:t>(2) Комисиите по чл.7, ал.1 уведомяват изпълнителите на БМП за утвърдените за закупуване дейности по чл.4, ал.1, т.3 и медицински изделия.</w:t>
      </w:r>
    </w:p>
    <w:p w:rsidR="00035455" w:rsidRPr="000C6EA2" w:rsidRDefault="00035455" w:rsidP="001F56C1">
      <w:pPr>
        <w:spacing w:line="300" w:lineRule="atLeast"/>
        <w:ind w:firstLine="540"/>
        <w:jc w:val="both"/>
        <w:rPr>
          <w:sz w:val="24"/>
          <w:szCs w:val="24"/>
        </w:rPr>
      </w:pPr>
      <w:r w:rsidRPr="000C6EA2">
        <w:rPr>
          <w:sz w:val="24"/>
          <w:szCs w:val="24"/>
        </w:rPr>
        <w:t>(</w:t>
      </w:r>
      <w:r w:rsidR="00114439" w:rsidRPr="000C6EA2">
        <w:rPr>
          <w:sz w:val="24"/>
          <w:szCs w:val="24"/>
        </w:rPr>
        <w:t>3</w:t>
      </w:r>
      <w:r w:rsidRPr="000C6EA2">
        <w:rPr>
          <w:sz w:val="24"/>
          <w:szCs w:val="24"/>
        </w:rPr>
        <w:t xml:space="preserve">) За всеки изпълнител в част Б на приложение № 2 към договора с НЗОК се </w:t>
      </w:r>
      <w:r w:rsidR="006E3499" w:rsidRPr="000C6EA2">
        <w:rPr>
          <w:sz w:val="24"/>
          <w:szCs w:val="24"/>
        </w:rPr>
        <w:t xml:space="preserve">вписват утвърдените му от Надзорния съвет на НЗОК месечни стойности дейности по чл.4, ал.1, т.2, </w:t>
      </w:r>
      <w:r w:rsidRPr="000C6EA2">
        <w:rPr>
          <w:sz w:val="24"/>
          <w:szCs w:val="24"/>
        </w:rPr>
        <w:t>за периода на договора, заплащан през 201</w:t>
      </w:r>
      <w:r w:rsidR="006E3499" w:rsidRPr="000C6EA2">
        <w:rPr>
          <w:sz w:val="24"/>
          <w:szCs w:val="24"/>
        </w:rPr>
        <w:t>8 г</w:t>
      </w:r>
      <w:r w:rsidR="005D6B78" w:rsidRPr="000C6EA2">
        <w:rPr>
          <w:sz w:val="24"/>
          <w:szCs w:val="24"/>
        </w:rPr>
        <w:t>.</w:t>
      </w:r>
    </w:p>
    <w:p w:rsidR="000807BD" w:rsidRPr="000C6EA2" w:rsidRDefault="00060737" w:rsidP="000807BD">
      <w:pPr>
        <w:spacing w:line="300" w:lineRule="atLeast"/>
        <w:ind w:firstLine="540"/>
        <w:jc w:val="both"/>
        <w:rPr>
          <w:sz w:val="24"/>
          <w:szCs w:val="24"/>
        </w:rPr>
      </w:pPr>
      <w:r w:rsidRPr="000C6EA2">
        <w:rPr>
          <w:sz w:val="24"/>
          <w:szCs w:val="24"/>
        </w:rPr>
        <w:t>(</w:t>
      </w:r>
      <w:r w:rsidR="00114439" w:rsidRPr="000C6EA2">
        <w:rPr>
          <w:sz w:val="24"/>
          <w:szCs w:val="24"/>
        </w:rPr>
        <w:t>4</w:t>
      </w:r>
      <w:r w:rsidRPr="000C6EA2">
        <w:rPr>
          <w:sz w:val="24"/>
          <w:szCs w:val="24"/>
        </w:rPr>
        <w:t>) Месечните стойности по ал.</w:t>
      </w:r>
      <w:r w:rsidR="007F75BB" w:rsidRPr="000C6EA2">
        <w:rPr>
          <w:sz w:val="24"/>
          <w:szCs w:val="24"/>
        </w:rPr>
        <w:t>3</w:t>
      </w:r>
      <w:r w:rsidRPr="000C6EA2">
        <w:rPr>
          <w:sz w:val="24"/>
          <w:szCs w:val="24"/>
        </w:rPr>
        <w:t xml:space="preserve"> за дейностите за БМП (КП, КПр, АПр) се определят като обща месечна стойност по всички сключени от изпълнител на БМП договори.</w:t>
      </w:r>
      <w:r w:rsidR="000807BD" w:rsidRPr="000C6EA2">
        <w:rPr>
          <w:sz w:val="24"/>
          <w:szCs w:val="24"/>
        </w:rPr>
        <w:t xml:space="preserve"> </w:t>
      </w:r>
    </w:p>
    <w:p w:rsidR="00060737" w:rsidRPr="000C6EA2" w:rsidRDefault="000807BD" w:rsidP="00060737">
      <w:pPr>
        <w:spacing w:line="300" w:lineRule="atLeast"/>
        <w:ind w:firstLine="540"/>
        <w:jc w:val="both"/>
        <w:rPr>
          <w:sz w:val="24"/>
          <w:szCs w:val="24"/>
        </w:rPr>
      </w:pPr>
      <w:r w:rsidRPr="000C6EA2">
        <w:rPr>
          <w:sz w:val="24"/>
          <w:szCs w:val="24"/>
        </w:rPr>
        <w:t>(</w:t>
      </w:r>
      <w:r w:rsidR="00114439" w:rsidRPr="000C6EA2">
        <w:rPr>
          <w:sz w:val="24"/>
          <w:szCs w:val="24"/>
        </w:rPr>
        <w:t>5</w:t>
      </w:r>
      <w:r w:rsidRPr="000C6EA2">
        <w:rPr>
          <w:sz w:val="24"/>
          <w:szCs w:val="24"/>
        </w:rPr>
        <w:t>) В част А-допълнение за 2018 г. на приложение № 2 към договора с НЗОК се вписват броя на леглата по специалност и нива на компетентност, съгласно сключения договор с изпълнителя на Б</w:t>
      </w:r>
      <w:r w:rsidR="0063208C" w:rsidRPr="000C6EA2">
        <w:rPr>
          <w:sz w:val="24"/>
          <w:szCs w:val="24"/>
        </w:rPr>
        <w:t>МП</w:t>
      </w:r>
      <w:r w:rsidRPr="000C6EA2">
        <w:rPr>
          <w:sz w:val="24"/>
          <w:szCs w:val="24"/>
        </w:rPr>
        <w:t>.</w:t>
      </w:r>
    </w:p>
    <w:p w:rsidR="007901C9" w:rsidRPr="000C6EA2" w:rsidRDefault="00110616" w:rsidP="007D3107">
      <w:pPr>
        <w:spacing w:line="300" w:lineRule="atLeast"/>
        <w:ind w:firstLine="539"/>
        <w:jc w:val="both"/>
        <w:rPr>
          <w:sz w:val="24"/>
          <w:szCs w:val="24"/>
        </w:rPr>
      </w:pPr>
      <w:r w:rsidRPr="000C6EA2">
        <w:rPr>
          <w:b/>
          <w:sz w:val="24"/>
          <w:szCs w:val="24"/>
        </w:rPr>
        <w:t>Чл. 1</w:t>
      </w:r>
      <w:r w:rsidR="00825BA0" w:rsidRPr="000C6EA2">
        <w:rPr>
          <w:b/>
          <w:sz w:val="24"/>
          <w:szCs w:val="24"/>
        </w:rPr>
        <w:t>1</w:t>
      </w:r>
      <w:r w:rsidRPr="000C6EA2">
        <w:rPr>
          <w:b/>
          <w:sz w:val="24"/>
          <w:szCs w:val="24"/>
        </w:rPr>
        <w:t>. </w:t>
      </w:r>
      <w:r w:rsidRPr="000C6EA2">
        <w:rPr>
          <w:sz w:val="24"/>
          <w:szCs w:val="24"/>
        </w:rPr>
        <w:t xml:space="preserve">(1) Директорът на РЗОК закупува от изпълнителите на БМП </w:t>
      </w:r>
      <w:r w:rsidR="00816C73" w:rsidRPr="00AC7BE5">
        <w:rPr>
          <w:sz w:val="24"/>
          <w:szCs w:val="24"/>
        </w:rPr>
        <w:t xml:space="preserve">дейности, медицински изделия и лекарствени </w:t>
      </w:r>
      <w:r w:rsidR="00816C73">
        <w:rPr>
          <w:sz w:val="24"/>
          <w:szCs w:val="24"/>
        </w:rPr>
        <w:t>продукти</w:t>
      </w:r>
      <w:r w:rsidR="0071682F">
        <w:rPr>
          <w:sz w:val="24"/>
          <w:szCs w:val="24"/>
        </w:rPr>
        <w:t xml:space="preserve"> </w:t>
      </w:r>
      <w:r w:rsidRPr="000C6EA2">
        <w:rPr>
          <w:sz w:val="24"/>
          <w:szCs w:val="24"/>
        </w:rPr>
        <w:t xml:space="preserve">съгласно сключените с тях индивидуални договори за изпълнение на БМП, </w:t>
      </w:r>
      <w:r w:rsidR="007901C9" w:rsidRPr="000C6EA2">
        <w:rPr>
          <w:sz w:val="24"/>
          <w:szCs w:val="24"/>
        </w:rPr>
        <w:t xml:space="preserve">след </w:t>
      </w:r>
      <w:r w:rsidR="00033946" w:rsidRPr="000C6EA2">
        <w:rPr>
          <w:sz w:val="24"/>
          <w:szCs w:val="24"/>
        </w:rPr>
        <w:t>прилагане на реда</w:t>
      </w:r>
      <w:r w:rsidR="007901C9" w:rsidRPr="000C6EA2">
        <w:rPr>
          <w:sz w:val="24"/>
          <w:szCs w:val="24"/>
        </w:rPr>
        <w:t xml:space="preserve"> </w:t>
      </w:r>
      <w:r w:rsidR="00033946" w:rsidRPr="000C6EA2">
        <w:rPr>
          <w:sz w:val="24"/>
          <w:szCs w:val="24"/>
        </w:rPr>
        <w:t>на</w:t>
      </w:r>
      <w:r w:rsidR="007901C9" w:rsidRPr="000C6EA2">
        <w:rPr>
          <w:sz w:val="24"/>
          <w:szCs w:val="24"/>
        </w:rPr>
        <w:t xml:space="preserve"> чл.1</w:t>
      </w:r>
      <w:r w:rsidR="005D6B78" w:rsidRPr="000C6EA2">
        <w:rPr>
          <w:sz w:val="24"/>
          <w:szCs w:val="24"/>
        </w:rPr>
        <w:t>3</w:t>
      </w:r>
      <w:r w:rsidR="007901C9" w:rsidRPr="000C6EA2">
        <w:rPr>
          <w:sz w:val="24"/>
          <w:szCs w:val="24"/>
        </w:rPr>
        <w:t xml:space="preserve">. </w:t>
      </w:r>
    </w:p>
    <w:p w:rsidR="00110616" w:rsidRPr="000C6EA2" w:rsidRDefault="007901C9" w:rsidP="007D3107">
      <w:pPr>
        <w:spacing w:line="300" w:lineRule="atLeast"/>
        <w:ind w:firstLine="539"/>
        <w:jc w:val="both"/>
        <w:rPr>
          <w:sz w:val="24"/>
          <w:szCs w:val="24"/>
        </w:rPr>
      </w:pPr>
      <w:r w:rsidRPr="000C6EA2">
        <w:rPr>
          <w:sz w:val="24"/>
          <w:szCs w:val="24"/>
        </w:rPr>
        <w:t>(2)</w:t>
      </w:r>
      <w:r w:rsidR="002E3EF3" w:rsidRPr="000C6EA2">
        <w:rPr>
          <w:sz w:val="24"/>
          <w:szCs w:val="24"/>
        </w:rPr>
        <w:t> </w:t>
      </w:r>
      <w:r w:rsidRPr="000C6EA2">
        <w:rPr>
          <w:sz w:val="24"/>
          <w:szCs w:val="24"/>
        </w:rPr>
        <w:t xml:space="preserve">Закупените обеми по ал.1 </w:t>
      </w:r>
      <w:r w:rsidR="00110616" w:rsidRPr="000C6EA2">
        <w:rPr>
          <w:sz w:val="24"/>
          <w:szCs w:val="24"/>
        </w:rPr>
        <w:t xml:space="preserve">се </w:t>
      </w:r>
      <w:r w:rsidRPr="000C6EA2">
        <w:rPr>
          <w:sz w:val="24"/>
          <w:szCs w:val="24"/>
        </w:rPr>
        <w:t xml:space="preserve">вписват </w:t>
      </w:r>
      <w:r w:rsidR="00E832CD" w:rsidRPr="000C6EA2">
        <w:rPr>
          <w:sz w:val="24"/>
          <w:szCs w:val="24"/>
        </w:rPr>
        <w:t xml:space="preserve">ежемесечно </w:t>
      </w:r>
      <w:r w:rsidRPr="000C6EA2">
        <w:rPr>
          <w:sz w:val="24"/>
          <w:szCs w:val="24"/>
        </w:rPr>
        <w:t>в част А на приложение № 2 към договора с НЗОК</w:t>
      </w:r>
      <w:r w:rsidR="00110616" w:rsidRPr="000C6EA2">
        <w:rPr>
          <w:sz w:val="24"/>
          <w:szCs w:val="24"/>
        </w:rPr>
        <w:t xml:space="preserve"> по специалност и нива на компетентност</w:t>
      </w:r>
      <w:r w:rsidRPr="000C6EA2">
        <w:rPr>
          <w:sz w:val="24"/>
          <w:szCs w:val="24"/>
        </w:rPr>
        <w:t xml:space="preserve"> на звената в структурата на лечебното заведение – изпълнител на БМП, от които са отчетени.</w:t>
      </w:r>
    </w:p>
    <w:p w:rsidR="00110616" w:rsidRPr="000C6EA2" w:rsidRDefault="00110616" w:rsidP="007D3107">
      <w:pPr>
        <w:spacing w:line="300" w:lineRule="atLeast"/>
        <w:ind w:firstLine="539"/>
        <w:jc w:val="both"/>
        <w:rPr>
          <w:sz w:val="24"/>
          <w:szCs w:val="24"/>
        </w:rPr>
      </w:pPr>
      <w:r w:rsidRPr="000C6EA2">
        <w:rPr>
          <w:sz w:val="24"/>
          <w:szCs w:val="24"/>
        </w:rPr>
        <w:t>(</w:t>
      </w:r>
      <w:r w:rsidR="005D6B78" w:rsidRPr="000C6EA2">
        <w:rPr>
          <w:sz w:val="24"/>
          <w:szCs w:val="24"/>
        </w:rPr>
        <w:t>3</w:t>
      </w:r>
      <w:r w:rsidRPr="000C6EA2">
        <w:rPr>
          <w:sz w:val="24"/>
          <w:szCs w:val="24"/>
        </w:rPr>
        <w:t>) </w:t>
      </w:r>
      <w:r w:rsidR="00825BA0" w:rsidRPr="000C6EA2">
        <w:rPr>
          <w:sz w:val="24"/>
          <w:szCs w:val="24"/>
        </w:rPr>
        <w:t xml:space="preserve">Ежемесечно за всеки изпълнител в част Б на приложение № 2 към договора с НЗОК се вписват стойностите на </w:t>
      </w:r>
      <w:r w:rsidR="00060737" w:rsidRPr="000C6EA2">
        <w:rPr>
          <w:sz w:val="24"/>
          <w:szCs w:val="24"/>
        </w:rPr>
        <w:t xml:space="preserve">закупените </w:t>
      </w:r>
      <w:r w:rsidR="00825BA0" w:rsidRPr="000C6EA2">
        <w:rPr>
          <w:sz w:val="24"/>
          <w:szCs w:val="24"/>
        </w:rPr>
        <w:t>по сключените с тях индивидуални договори:</w:t>
      </w:r>
    </w:p>
    <w:p w:rsidR="00110616" w:rsidRPr="000C6EA2" w:rsidRDefault="00110616" w:rsidP="007D3107">
      <w:pPr>
        <w:spacing w:line="300" w:lineRule="atLeast"/>
        <w:ind w:firstLine="540"/>
        <w:jc w:val="both"/>
        <w:rPr>
          <w:sz w:val="24"/>
          <w:szCs w:val="24"/>
        </w:rPr>
      </w:pPr>
      <w:r w:rsidRPr="000C6EA2">
        <w:rPr>
          <w:sz w:val="24"/>
          <w:szCs w:val="24"/>
        </w:rPr>
        <w:t>1.</w:t>
      </w:r>
      <w:r w:rsidR="002E3EF3" w:rsidRPr="000C6EA2">
        <w:rPr>
          <w:sz w:val="24"/>
          <w:szCs w:val="24"/>
        </w:rPr>
        <w:t> </w:t>
      </w:r>
      <w:r w:rsidRPr="000C6EA2">
        <w:rPr>
          <w:sz w:val="24"/>
          <w:szCs w:val="24"/>
        </w:rPr>
        <w:t>дейности по чл.4, ал.1, т.1</w:t>
      </w:r>
      <w:r w:rsidR="00825BA0" w:rsidRPr="000C6EA2">
        <w:rPr>
          <w:sz w:val="24"/>
          <w:szCs w:val="24"/>
        </w:rPr>
        <w:t>,</w:t>
      </w:r>
      <w:r w:rsidRPr="000C6EA2">
        <w:rPr>
          <w:sz w:val="24"/>
          <w:szCs w:val="24"/>
        </w:rPr>
        <w:t xml:space="preserve"> </w:t>
      </w:r>
      <w:r w:rsidR="00060737" w:rsidRPr="000C6EA2">
        <w:rPr>
          <w:sz w:val="24"/>
          <w:szCs w:val="24"/>
        </w:rPr>
        <w:t xml:space="preserve">заплатени </w:t>
      </w:r>
      <w:r w:rsidRPr="000C6EA2">
        <w:rPr>
          <w:sz w:val="24"/>
          <w:szCs w:val="24"/>
        </w:rPr>
        <w:t xml:space="preserve">по реда на чл.5, </w:t>
      </w:r>
      <w:r w:rsidR="007F75BB" w:rsidRPr="000C6EA2">
        <w:rPr>
          <w:sz w:val="24"/>
          <w:szCs w:val="24"/>
        </w:rPr>
        <w:t xml:space="preserve">ал.3, </w:t>
      </w:r>
      <w:r w:rsidRPr="000C6EA2">
        <w:rPr>
          <w:sz w:val="24"/>
          <w:szCs w:val="24"/>
        </w:rPr>
        <w:t>т.</w:t>
      </w:r>
      <w:r w:rsidR="007F75BB" w:rsidRPr="000C6EA2">
        <w:rPr>
          <w:sz w:val="24"/>
          <w:szCs w:val="24"/>
        </w:rPr>
        <w:t>3</w:t>
      </w:r>
      <w:r w:rsidRPr="000C6EA2">
        <w:rPr>
          <w:sz w:val="24"/>
          <w:szCs w:val="24"/>
        </w:rPr>
        <w:t xml:space="preserve">. </w:t>
      </w:r>
    </w:p>
    <w:p w:rsidR="00E832CD" w:rsidRPr="000C6EA2" w:rsidRDefault="00E832CD" w:rsidP="007D3107">
      <w:pPr>
        <w:spacing w:line="300" w:lineRule="atLeast"/>
        <w:ind w:firstLine="540"/>
        <w:jc w:val="both"/>
        <w:rPr>
          <w:sz w:val="24"/>
          <w:szCs w:val="24"/>
        </w:rPr>
      </w:pPr>
      <w:r w:rsidRPr="000C6EA2">
        <w:rPr>
          <w:sz w:val="24"/>
          <w:szCs w:val="24"/>
        </w:rPr>
        <w:t>2.</w:t>
      </w:r>
      <w:r w:rsidR="002E3EF3" w:rsidRPr="000C6EA2">
        <w:rPr>
          <w:sz w:val="24"/>
          <w:szCs w:val="24"/>
        </w:rPr>
        <w:t> </w:t>
      </w:r>
      <w:r w:rsidRPr="000C6EA2">
        <w:rPr>
          <w:sz w:val="24"/>
          <w:szCs w:val="24"/>
        </w:rPr>
        <w:t>дейности по чл.4, ал.1, т.2</w:t>
      </w:r>
      <w:r w:rsidR="007202E2" w:rsidRPr="000C6EA2">
        <w:rPr>
          <w:sz w:val="24"/>
          <w:szCs w:val="24"/>
        </w:rPr>
        <w:t xml:space="preserve">, </w:t>
      </w:r>
      <w:r w:rsidR="00060737" w:rsidRPr="000C6EA2">
        <w:rPr>
          <w:sz w:val="24"/>
          <w:szCs w:val="24"/>
        </w:rPr>
        <w:t>заплатени в рамките на месечните стойности по реда на чл.1</w:t>
      </w:r>
      <w:r w:rsidR="005D6B78" w:rsidRPr="000C6EA2">
        <w:rPr>
          <w:sz w:val="24"/>
          <w:szCs w:val="24"/>
        </w:rPr>
        <w:t>2</w:t>
      </w:r>
      <w:r w:rsidR="00060737" w:rsidRPr="000C6EA2">
        <w:rPr>
          <w:sz w:val="24"/>
          <w:szCs w:val="24"/>
        </w:rPr>
        <w:t xml:space="preserve">. </w:t>
      </w:r>
      <w:r w:rsidRPr="000C6EA2">
        <w:rPr>
          <w:sz w:val="24"/>
          <w:szCs w:val="24"/>
        </w:rPr>
        <w:t xml:space="preserve"> </w:t>
      </w:r>
    </w:p>
    <w:p w:rsidR="00110616" w:rsidRPr="00726A49" w:rsidRDefault="00C66C84" w:rsidP="007D3107">
      <w:pPr>
        <w:spacing w:line="300" w:lineRule="atLeast"/>
        <w:ind w:firstLine="540"/>
        <w:jc w:val="both"/>
        <w:rPr>
          <w:sz w:val="24"/>
          <w:szCs w:val="24"/>
        </w:rPr>
      </w:pPr>
      <w:r w:rsidRPr="000C6EA2">
        <w:rPr>
          <w:sz w:val="24"/>
          <w:szCs w:val="24"/>
        </w:rPr>
        <w:t>3</w:t>
      </w:r>
      <w:r w:rsidR="00110616" w:rsidRPr="000C6EA2">
        <w:rPr>
          <w:sz w:val="24"/>
          <w:szCs w:val="24"/>
        </w:rPr>
        <w:t>.</w:t>
      </w:r>
      <w:r w:rsidR="002E3EF3" w:rsidRPr="000C6EA2">
        <w:rPr>
          <w:sz w:val="24"/>
          <w:szCs w:val="24"/>
        </w:rPr>
        <w:t> </w:t>
      </w:r>
      <w:r w:rsidR="00110616" w:rsidRPr="000C6EA2">
        <w:rPr>
          <w:sz w:val="24"/>
          <w:szCs w:val="24"/>
        </w:rPr>
        <w:t>дейностите по чл.4, ал.1, т.</w:t>
      </w:r>
      <w:r w:rsidR="00060737" w:rsidRPr="000C6EA2">
        <w:rPr>
          <w:sz w:val="24"/>
          <w:szCs w:val="24"/>
        </w:rPr>
        <w:t>3,</w:t>
      </w:r>
      <w:r w:rsidR="00110616" w:rsidRPr="000C6EA2">
        <w:rPr>
          <w:sz w:val="24"/>
          <w:szCs w:val="24"/>
        </w:rPr>
        <w:t xml:space="preserve"> </w:t>
      </w:r>
      <w:r w:rsidR="00114439" w:rsidRPr="006F7CE0">
        <w:rPr>
          <w:sz w:val="24"/>
          <w:szCs w:val="24"/>
        </w:rPr>
        <w:t xml:space="preserve">заплатени </w:t>
      </w:r>
      <w:r w:rsidR="00816C73" w:rsidRPr="006F7CE0">
        <w:rPr>
          <w:sz w:val="24"/>
          <w:szCs w:val="24"/>
        </w:rPr>
        <w:t>по реда на чл.7, ал.</w:t>
      </w:r>
      <w:r w:rsidR="00953624" w:rsidRPr="006F7CE0">
        <w:rPr>
          <w:sz w:val="24"/>
          <w:szCs w:val="24"/>
        </w:rPr>
        <w:t>2.</w:t>
      </w:r>
    </w:p>
    <w:p w:rsidR="00060737" w:rsidRPr="000C6EA2" w:rsidRDefault="00060737" w:rsidP="00060737">
      <w:pPr>
        <w:spacing w:line="300" w:lineRule="atLeast"/>
        <w:ind w:firstLine="540"/>
        <w:jc w:val="both"/>
        <w:rPr>
          <w:sz w:val="24"/>
          <w:szCs w:val="24"/>
        </w:rPr>
      </w:pPr>
      <w:r w:rsidRPr="000C6EA2">
        <w:rPr>
          <w:sz w:val="24"/>
          <w:szCs w:val="24"/>
        </w:rPr>
        <w:t xml:space="preserve">4. медицински изделия, прилагани в болничната медицинска помощ и лекарствени продукти за лечение на злокачествени заболявания в условията на болнична медицинска </w:t>
      </w:r>
      <w:r w:rsidRPr="000C6EA2">
        <w:rPr>
          <w:sz w:val="24"/>
          <w:szCs w:val="24"/>
        </w:rPr>
        <w:lastRenderedPageBreak/>
        <w:t>помощ, които НЗОК заплаща извън стойността на оказваните медицински услуги, заплатени по реда на чл.8, ал.1, т.5</w:t>
      </w:r>
      <w:r w:rsidR="005D6B78" w:rsidRPr="000C6EA2">
        <w:rPr>
          <w:sz w:val="24"/>
          <w:szCs w:val="24"/>
        </w:rPr>
        <w:t>.</w:t>
      </w:r>
    </w:p>
    <w:p w:rsidR="00060737" w:rsidRPr="000C6EA2" w:rsidRDefault="00060737" w:rsidP="00060737">
      <w:pPr>
        <w:spacing w:line="300" w:lineRule="atLeast"/>
        <w:ind w:firstLine="540"/>
        <w:jc w:val="both"/>
        <w:rPr>
          <w:sz w:val="24"/>
          <w:szCs w:val="24"/>
        </w:rPr>
      </w:pPr>
      <w:r w:rsidRPr="000C6EA2">
        <w:rPr>
          <w:sz w:val="24"/>
          <w:szCs w:val="24"/>
        </w:rPr>
        <w:t xml:space="preserve">5. болнична медицинска помощ на лица с право на здравно осигуряване, удостоверено от друга държава – членка на ЕС/ЕИП, или съгласно двустранни спогодби; дейности, финансирани с трансфери към НЗОК от Министерство на здравеопазването; болнична медицинска помощ по реда на ПМС № 17 от 2007 г. </w:t>
      </w:r>
    </w:p>
    <w:p w:rsidR="00A955E1" w:rsidRPr="000C6EA2" w:rsidRDefault="00110616" w:rsidP="007D3107">
      <w:pPr>
        <w:spacing w:line="300" w:lineRule="atLeast"/>
        <w:ind w:firstLine="539"/>
        <w:jc w:val="both"/>
        <w:rPr>
          <w:sz w:val="24"/>
          <w:szCs w:val="24"/>
        </w:rPr>
      </w:pPr>
      <w:r w:rsidRPr="000C6EA2">
        <w:rPr>
          <w:b/>
          <w:sz w:val="24"/>
          <w:szCs w:val="24"/>
        </w:rPr>
        <w:t>Чл. 1</w:t>
      </w:r>
      <w:r w:rsidR="005D6B78" w:rsidRPr="000C6EA2">
        <w:rPr>
          <w:b/>
          <w:sz w:val="24"/>
          <w:szCs w:val="24"/>
        </w:rPr>
        <w:t>2</w:t>
      </w:r>
      <w:r w:rsidR="00B34261" w:rsidRPr="000C6EA2">
        <w:rPr>
          <w:b/>
          <w:sz w:val="24"/>
          <w:szCs w:val="24"/>
        </w:rPr>
        <w:t>.</w:t>
      </w:r>
      <w:r w:rsidRPr="000C6EA2">
        <w:rPr>
          <w:b/>
          <w:sz w:val="24"/>
          <w:szCs w:val="24"/>
        </w:rPr>
        <w:t> </w:t>
      </w:r>
      <w:r w:rsidRPr="000C6EA2">
        <w:rPr>
          <w:sz w:val="24"/>
          <w:szCs w:val="24"/>
        </w:rPr>
        <w:t>(1) </w:t>
      </w:r>
      <w:r w:rsidR="00A955E1" w:rsidRPr="000C6EA2">
        <w:rPr>
          <w:sz w:val="24"/>
          <w:szCs w:val="24"/>
        </w:rPr>
        <w:t xml:space="preserve">Всеки изпълнител на БМП отчита с финансово-отчетни документи дейности </w:t>
      </w:r>
      <w:r w:rsidR="00BE734E" w:rsidRPr="000C6EA2">
        <w:rPr>
          <w:sz w:val="24"/>
          <w:szCs w:val="24"/>
        </w:rPr>
        <w:t xml:space="preserve">по чл.4, ал.1, т.2 </w:t>
      </w:r>
      <w:r w:rsidR="00A955E1" w:rsidRPr="000C6EA2">
        <w:rPr>
          <w:sz w:val="24"/>
          <w:szCs w:val="24"/>
        </w:rPr>
        <w:t xml:space="preserve">на стойност, </w:t>
      </w:r>
      <w:r w:rsidR="0006364E" w:rsidRPr="000C6EA2">
        <w:rPr>
          <w:sz w:val="24"/>
          <w:szCs w:val="24"/>
        </w:rPr>
        <w:t xml:space="preserve">в рамките или под равнището на </w:t>
      </w:r>
      <w:r w:rsidR="00A955E1" w:rsidRPr="000C6EA2">
        <w:rPr>
          <w:sz w:val="24"/>
          <w:szCs w:val="24"/>
        </w:rPr>
        <w:t>месечна</w:t>
      </w:r>
      <w:r w:rsidR="00BE734E" w:rsidRPr="000C6EA2">
        <w:rPr>
          <w:sz w:val="24"/>
          <w:szCs w:val="24"/>
        </w:rPr>
        <w:t>та</w:t>
      </w:r>
      <w:r w:rsidR="00A955E1" w:rsidRPr="000C6EA2">
        <w:rPr>
          <w:sz w:val="24"/>
          <w:szCs w:val="24"/>
        </w:rPr>
        <w:t xml:space="preserve"> стойност</w:t>
      </w:r>
      <w:r w:rsidR="008F38DD" w:rsidRPr="000C6EA2">
        <w:rPr>
          <w:sz w:val="24"/>
          <w:szCs w:val="24"/>
        </w:rPr>
        <w:t xml:space="preserve"> </w:t>
      </w:r>
      <w:r w:rsidR="00A955E1" w:rsidRPr="000C6EA2">
        <w:rPr>
          <w:sz w:val="24"/>
          <w:szCs w:val="24"/>
        </w:rPr>
        <w:t xml:space="preserve">за </w:t>
      </w:r>
      <w:r w:rsidR="000316A1" w:rsidRPr="000C6EA2">
        <w:rPr>
          <w:sz w:val="24"/>
          <w:szCs w:val="24"/>
        </w:rPr>
        <w:t xml:space="preserve">този вид дейности, </w:t>
      </w:r>
      <w:r w:rsidR="00A22890" w:rsidRPr="000C6EA2">
        <w:rPr>
          <w:sz w:val="24"/>
          <w:szCs w:val="24"/>
        </w:rPr>
        <w:t xml:space="preserve">в част Б на приложение № 2 </w:t>
      </w:r>
      <w:r w:rsidR="00A955E1" w:rsidRPr="000C6EA2">
        <w:rPr>
          <w:sz w:val="24"/>
          <w:szCs w:val="24"/>
        </w:rPr>
        <w:t>към сключените от него договори.</w:t>
      </w:r>
    </w:p>
    <w:p w:rsidR="00E275DB" w:rsidRPr="00E275DB" w:rsidRDefault="00E275DB" w:rsidP="00E275DB">
      <w:pPr>
        <w:spacing w:line="300" w:lineRule="atLeast"/>
        <w:ind w:firstLine="540"/>
        <w:jc w:val="both"/>
        <w:rPr>
          <w:sz w:val="24"/>
          <w:szCs w:val="24"/>
        </w:rPr>
      </w:pPr>
      <w:r w:rsidRPr="00E275DB">
        <w:rPr>
          <w:sz w:val="24"/>
          <w:szCs w:val="24"/>
        </w:rPr>
        <w:t>(</w:t>
      </w:r>
      <w:r w:rsidRPr="00E275DB">
        <w:rPr>
          <w:sz w:val="24"/>
          <w:szCs w:val="24"/>
        </w:rPr>
        <w:t xml:space="preserve">2) Изпълнител на БМП, може да подаде в РЗОК писмено заявление за увеличение на размера на месечната стойност за случаите на спешна диагностика и лечение по КП, КПр или АПр по ал. 1, за сметка на до 5% от утвърдената стойност за следващия месец в приложение № 2 от индивидуалния договор за периода м.август – м.декември 2018 г. (период на извършване на дейността: м.юли – м.ноември 2018 г.) </w:t>
      </w:r>
    </w:p>
    <w:p w:rsidR="00E275DB" w:rsidRDefault="00E275DB" w:rsidP="00E275DB">
      <w:pPr>
        <w:spacing w:line="300" w:lineRule="atLeast"/>
        <w:ind w:firstLine="540"/>
        <w:jc w:val="both"/>
        <w:rPr>
          <w:sz w:val="24"/>
          <w:szCs w:val="24"/>
        </w:rPr>
      </w:pPr>
      <w:r w:rsidRPr="00E275DB">
        <w:rPr>
          <w:sz w:val="24"/>
          <w:szCs w:val="24"/>
        </w:rPr>
        <w:t>(3) Промените в приложение № 2 към индивидуалния договор, при прилагане на ал.2, се договарят между изпълнителя на БМП и директора на РЗОК в срока за представяне в РЗОК на отчетите за заплащане на дейността за съответния месец.“.</w:t>
      </w:r>
    </w:p>
    <w:p w:rsidR="00A955E1" w:rsidRPr="00E275DB" w:rsidRDefault="00A955E1" w:rsidP="00E275DB">
      <w:pPr>
        <w:spacing w:line="300" w:lineRule="atLeast"/>
        <w:ind w:firstLine="540"/>
        <w:jc w:val="both"/>
        <w:rPr>
          <w:sz w:val="24"/>
          <w:szCs w:val="24"/>
        </w:rPr>
      </w:pPr>
      <w:r w:rsidRPr="00E275DB">
        <w:rPr>
          <w:sz w:val="24"/>
          <w:szCs w:val="24"/>
        </w:rPr>
        <w:t>(</w:t>
      </w:r>
      <w:r w:rsidR="007C072D" w:rsidRPr="00E275DB">
        <w:rPr>
          <w:sz w:val="24"/>
          <w:szCs w:val="24"/>
        </w:rPr>
        <w:t>4</w:t>
      </w:r>
      <w:r w:rsidRPr="00E275DB">
        <w:rPr>
          <w:sz w:val="24"/>
          <w:szCs w:val="24"/>
        </w:rPr>
        <w:t>)</w:t>
      </w:r>
      <w:r w:rsidR="002E3EF3" w:rsidRPr="00E275DB">
        <w:rPr>
          <w:sz w:val="24"/>
          <w:szCs w:val="24"/>
        </w:rPr>
        <w:t> </w:t>
      </w:r>
      <w:r w:rsidR="00A22890" w:rsidRPr="00E275DB">
        <w:rPr>
          <w:sz w:val="24"/>
          <w:szCs w:val="24"/>
        </w:rPr>
        <w:t xml:space="preserve">В случай, че след заплащане на отчетената месечна дейност се установи недостигане от конкретен изпълнител на месечната стойност по ал.1, в част Б на приложение № 2 към договора се отразяват стойностите на заплатената за месеца дейност. Изпълнителят на БМП може да прехвърля икономията на средства в рамките на общия размер на определените стойности по ал.1 </w:t>
      </w:r>
      <w:r w:rsidR="00816C73" w:rsidRPr="00E275DB">
        <w:rPr>
          <w:sz w:val="24"/>
          <w:szCs w:val="24"/>
        </w:rPr>
        <w:t>периодите на извършване на дейността: м.декември 2017 г- март 2018 г.-; м.април –м.юни; м.юли – м.септември 2018 г. и м. октомври – м. ноември  2018 г.</w:t>
      </w:r>
    </w:p>
    <w:p w:rsidR="00143631" w:rsidRPr="00E275DB" w:rsidRDefault="00A955E1" w:rsidP="00B34261">
      <w:pPr>
        <w:spacing w:line="300" w:lineRule="atLeast"/>
        <w:ind w:firstLine="540"/>
        <w:jc w:val="both"/>
        <w:rPr>
          <w:sz w:val="24"/>
          <w:szCs w:val="24"/>
        </w:rPr>
      </w:pPr>
      <w:r w:rsidRPr="00E275DB">
        <w:rPr>
          <w:sz w:val="24"/>
          <w:szCs w:val="24"/>
        </w:rPr>
        <w:t>(</w:t>
      </w:r>
      <w:r w:rsidR="007C072D" w:rsidRPr="00E275DB">
        <w:rPr>
          <w:sz w:val="24"/>
          <w:szCs w:val="24"/>
        </w:rPr>
        <w:t>5</w:t>
      </w:r>
      <w:r w:rsidRPr="00E275DB">
        <w:rPr>
          <w:sz w:val="24"/>
          <w:szCs w:val="24"/>
        </w:rPr>
        <w:t>)</w:t>
      </w:r>
      <w:r w:rsidR="002E3EF3" w:rsidRPr="00E275DB">
        <w:rPr>
          <w:sz w:val="24"/>
          <w:szCs w:val="24"/>
        </w:rPr>
        <w:t> </w:t>
      </w:r>
      <w:r w:rsidR="00110616" w:rsidRPr="00E275DB">
        <w:rPr>
          <w:sz w:val="24"/>
          <w:szCs w:val="24"/>
        </w:rPr>
        <w:t xml:space="preserve">Потвърдените за заплащане дейности в месечните известия </w:t>
      </w:r>
      <w:r w:rsidR="00F22BBA" w:rsidRPr="00E275DB">
        <w:rPr>
          <w:sz w:val="24"/>
          <w:szCs w:val="24"/>
        </w:rPr>
        <w:t xml:space="preserve">по </w:t>
      </w:r>
      <w:r w:rsidR="00F562B6" w:rsidRPr="00E275DB">
        <w:rPr>
          <w:sz w:val="24"/>
          <w:szCs w:val="24"/>
        </w:rPr>
        <w:t>чл.351, ал.10 от НРД за 2017 г.</w:t>
      </w:r>
      <w:r w:rsidR="00A46F75" w:rsidRPr="00E275DB">
        <w:rPr>
          <w:sz w:val="24"/>
          <w:szCs w:val="24"/>
        </w:rPr>
        <w:t>,</w:t>
      </w:r>
      <w:r w:rsidR="00816C73" w:rsidRPr="00E275DB">
        <w:rPr>
          <w:b/>
          <w:sz w:val="24"/>
          <w:szCs w:val="24"/>
        </w:rPr>
        <w:t xml:space="preserve"> </w:t>
      </w:r>
      <w:r w:rsidR="00816C73" w:rsidRPr="00E275DB">
        <w:rPr>
          <w:sz w:val="24"/>
          <w:szCs w:val="24"/>
        </w:rPr>
        <w:t>и по чл.352, ал.10</w:t>
      </w:r>
      <w:r w:rsidR="00A66C86" w:rsidRPr="00E275DB">
        <w:rPr>
          <w:sz w:val="24"/>
          <w:szCs w:val="24"/>
        </w:rPr>
        <w:t xml:space="preserve"> </w:t>
      </w:r>
      <w:r w:rsidR="00816C73" w:rsidRPr="00E275DB">
        <w:rPr>
          <w:sz w:val="24"/>
          <w:szCs w:val="24"/>
        </w:rPr>
        <w:t xml:space="preserve">от НРД за 2018 г., </w:t>
      </w:r>
      <w:r w:rsidR="00A46F75" w:rsidRPr="00E275DB">
        <w:rPr>
          <w:sz w:val="24"/>
          <w:szCs w:val="24"/>
        </w:rPr>
        <w:t xml:space="preserve"> </w:t>
      </w:r>
      <w:r w:rsidR="00110616" w:rsidRPr="00E275DB">
        <w:rPr>
          <w:sz w:val="24"/>
          <w:szCs w:val="24"/>
        </w:rPr>
        <w:t>са в рамките на с</w:t>
      </w:r>
      <w:r w:rsidR="00293699" w:rsidRPr="00E275DB">
        <w:rPr>
          <w:sz w:val="24"/>
          <w:szCs w:val="24"/>
        </w:rPr>
        <w:t>тойностите за съответния месец от</w:t>
      </w:r>
      <w:r w:rsidR="00110616" w:rsidRPr="00E275DB">
        <w:rPr>
          <w:sz w:val="24"/>
          <w:szCs w:val="24"/>
        </w:rPr>
        <w:t xml:space="preserve"> приложения № 2 към сключените от изпълнителите на БМП договори</w:t>
      </w:r>
      <w:r w:rsidR="00143631" w:rsidRPr="00E275DB">
        <w:rPr>
          <w:sz w:val="24"/>
          <w:szCs w:val="24"/>
        </w:rPr>
        <w:t>.</w:t>
      </w:r>
    </w:p>
    <w:p w:rsidR="00143631" w:rsidRPr="00E275DB" w:rsidRDefault="00143631" w:rsidP="00143631">
      <w:pPr>
        <w:spacing w:line="300" w:lineRule="atLeast"/>
        <w:ind w:firstLine="540"/>
        <w:jc w:val="both"/>
        <w:rPr>
          <w:sz w:val="24"/>
          <w:szCs w:val="24"/>
        </w:rPr>
      </w:pPr>
      <w:r w:rsidRPr="00E275DB">
        <w:rPr>
          <w:sz w:val="24"/>
          <w:szCs w:val="24"/>
        </w:rPr>
        <w:t>(</w:t>
      </w:r>
      <w:r w:rsidR="007C072D" w:rsidRPr="00E275DB">
        <w:rPr>
          <w:sz w:val="24"/>
          <w:szCs w:val="24"/>
        </w:rPr>
        <w:t>6</w:t>
      </w:r>
      <w:r w:rsidRPr="00E275DB">
        <w:rPr>
          <w:sz w:val="24"/>
          <w:szCs w:val="24"/>
        </w:rPr>
        <w:t>) За прилагане на ал.</w:t>
      </w:r>
      <w:r w:rsidR="007C072D" w:rsidRPr="00E275DB">
        <w:rPr>
          <w:sz w:val="24"/>
          <w:szCs w:val="24"/>
        </w:rPr>
        <w:t>5</w:t>
      </w:r>
      <w:r w:rsidRPr="00E275DB">
        <w:rPr>
          <w:sz w:val="24"/>
          <w:szCs w:val="24"/>
        </w:rPr>
        <w:t xml:space="preserve"> в месечните известия по чл.351, ал.10 от НРД за 2017 г.</w:t>
      </w:r>
      <w:r w:rsidR="00816C73" w:rsidRPr="00E275DB">
        <w:rPr>
          <w:sz w:val="24"/>
          <w:szCs w:val="24"/>
        </w:rPr>
        <w:t xml:space="preserve"> и по чл.352, ал.10</w:t>
      </w:r>
      <w:r w:rsidR="005B5765" w:rsidRPr="00E275DB">
        <w:rPr>
          <w:sz w:val="24"/>
          <w:szCs w:val="24"/>
        </w:rPr>
        <w:t xml:space="preserve"> </w:t>
      </w:r>
      <w:r w:rsidR="00816C73" w:rsidRPr="00E275DB">
        <w:rPr>
          <w:sz w:val="24"/>
          <w:szCs w:val="24"/>
        </w:rPr>
        <w:t>от НРД за 2018 г.</w:t>
      </w:r>
      <w:r w:rsidRPr="00E275DB">
        <w:rPr>
          <w:sz w:val="24"/>
          <w:szCs w:val="24"/>
        </w:rPr>
        <w:t>, се посочват дейностите, отхвърлени поради надвишаване на стойностите за съответния месец в приложения № 2 към сключените от изпълнителите на БМП договори.</w:t>
      </w:r>
    </w:p>
    <w:p w:rsidR="00810BD1" w:rsidRPr="00E275DB" w:rsidRDefault="00810BD1" w:rsidP="00810BD1">
      <w:pPr>
        <w:spacing w:line="300" w:lineRule="atLeast"/>
        <w:ind w:firstLine="540"/>
        <w:jc w:val="both"/>
        <w:rPr>
          <w:sz w:val="24"/>
          <w:szCs w:val="24"/>
        </w:rPr>
      </w:pPr>
      <w:r w:rsidRPr="00E275DB">
        <w:rPr>
          <w:sz w:val="24"/>
          <w:szCs w:val="24"/>
        </w:rPr>
        <w:t>(</w:t>
      </w:r>
      <w:r w:rsidR="007C072D" w:rsidRPr="00E275DB">
        <w:rPr>
          <w:sz w:val="24"/>
          <w:szCs w:val="24"/>
        </w:rPr>
        <w:t>7</w:t>
      </w:r>
      <w:r w:rsidRPr="00E275DB">
        <w:rPr>
          <w:sz w:val="24"/>
          <w:szCs w:val="24"/>
        </w:rPr>
        <w:t>) Дейностите по ал.</w:t>
      </w:r>
      <w:r w:rsidR="007C072D" w:rsidRPr="00E275DB">
        <w:rPr>
          <w:sz w:val="24"/>
          <w:szCs w:val="24"/>
        </w:rPr>
        <w:t>6</w:t>
      </w:r>
      <w:r w:rsidRPr="00E275DB">
        <w:rPr>
          <w:sz w:val="24"/>
          <w:szCs w:val="24"/>
        </w:rPr>
        <w:t xml:space="preserve"> се определят по реда на последно извършена по време дейност. Клинични процедури и АПр се определят по ал.</w:t>
      </w:r>
      <w:r w:rsidR="007C072D" w:rsidRPr="00E275DB">
        <w:rPr>
          <w:sz w:val="24"/>
          <w:szCs w:val="24"/>
        </w:rPr>
        <w:t>6</w:t>
      </w:r>
      <w:r w:rsidRPr="00E275DB">
        <w:rPr>
          <w:sz w:val="24"/>
          <w:szCs w:val="24"/>
        </w:rPr>
        <w:t xml:space="preserve"> за целия случай на лечение на пациента.</w:t>
      </w:r>
    </w:p>
    <w:p w:rsidR="00810BD1" w:rsidRPr="00E275DB" w:rsidRDefault="00810BD1" w:rsidP="00810BD1">
      <w:pPr>
        <w:spacing w:line="300" w:lineRule="atLeast"/>
        <w:ind w:firstLine="540"/>
        <w:jc w:val="both"/>
        <w:rPr>
          <w:sz w:val="24"/>
          <w:szCs w:val="24"/>
        </w:rPr>
      </w:pPr>
      <w:r w:rsidRPr="00E275DB">
        <w:rPr>
          <w:sz w:val="24"/>
          <w:szCs w:val="24"/>
        </w:rPr>
        <w:t>(</w:t>
      </w:r>
      <w:r w:rsidR="007C072D" w:rsidRPr="00E275DB">
        <w:rPr>
          <w:sz w:val="24"/>
          <w:szCs w:val="24"/>
        </w:rPr>
        <w:t>8</w:t>
      </w:r>
      <w:r w:rsidRPr="00E275DB">
        <w:rPr>
          <w:sz w:val="24"/>
          <w:szCs w:val="24"/>
        </w:rPr>
        <w:t>) Когато дейността по КП и/или АПр е определена по ал.</w:t>
      </w:r>
      <w:r w:rsidR="007C072D" w:rsidRPr="00E275DB">
        <w:rPr>
          <w:sz w:val="24"/>
          <w:szCs w:val="24"/>
        </w:rPr>
        <w:t>5</w:t>
      </w:r>
      <w:r w:rsidRPr="00E275DB">
        <w:rPr>
          <w:sz w:val="24"/>
          <w:szCs w:val="24"/>
        </w:rPr>
        <w:t>, приложените по нея медицински изделия, също се определят в месечните известия по чл.351, ал.10 от НРД за 2017 г.,</w:t>
      </w:r>
      <w:r w:rsidR="00816C73" w:rsidRPr="00E275DB">
        <w:rPr>
          <w:sz w:val="24"/>
          <w:szCs w:val="24"/>
        </w:rPr>
        <w:t xml:space="preserve"> и по чл.352, ал.10</w:t>
      </w:r>
      <w:r w:rsidR="005B5765" w:rsidRPr="00E275DB">
        <w:rPr>
          <w:sz w:val="24"/>
          <w:szCs w:val="24"/>
        </w:rPr>
        <w:t xml:space="preserve"> </w:t>
      </w:r>
      <w:r w:rsidR="00816C73" w:rsidRPr="00E275DB">
        <w:rPr>
          <w:sz w:val="24"/>
          <w:szCs w:val="24"/>
        </w:rPr>
        <w:t xml:space="preserve">от НРД за 2018 г., </w:t>
      </w:r>
      <w:r w:rsidRPr="00E275DB">
        <w:rPr>
          <w:sz w:val="24"/>
          <w:szCs w:val="24"/>
        </w:rPr>
        <w:t xml:space="preserve"> като отхвърлени поради надвишаване на </w:t>
      </w:r>
      <w:r w:rsidR="00816C73" w:rsidRPr="00E275DB">
        <w:rPr>
          <w:sz w:val="24"/>
          <w:szCs w:val="24"/>
        </w:rPr>
        <w:t xml:space="preserve">стойностите за съответния месец, с изключение при животозастрашаващи състояния, отчетени  по КП №№25,26,28, които се заплащат след проверка и при изпълнени критерии за реализирана КП. </w:t>
      </w:r>
    </w:p>
    <w:p w:rsidR="00644EE2" w:rsidRPr="00E275DB" w:rsidRDefault="00644EE2" w:rsidP="006F7CE0">
      <w:pPr>
        <w:spacing w:line="300" w:lineRule="atLeast"/>
        <w:ind w:firstLine="540"/>
        <w:jc w:val="both"/>
        <w:rPr>
          <w:sz w:val="24"/>
          <w:szCs w:val="24"/>
        </w:rPr>
      </w:pPr>
      <w:r w:rsidRPr="00E275DB">
        <w:rPr>
          <w:sz w:val="24"/>
          <w:szCs w:val="24"/>
        </w:rPr>
        <w:t>(</w:t>
      </w:r>
      <w:r w:rsidR="007C072D" w:rsidRPr="00E275DB">
        <w:rPr>
          <w:sz w:val="24"/>
          <w:szCs w:val="24"/>
        </w:rPr>
        <w:t>9</w:t>
      </w:r>
      <w:r w:rsidRPr="00E275DB">
        <w:rPr>
          <w:sz w:val="24"/>
          <w:szCs w:val="24"/>
        </w:rPr>
        <w:t>)</w:t>
      </w:r>
      <w:r w:rsidR="006F7CE0" w:rsidRPr="00E275DB">
        <w:rPr>
          <w:sz w:val="24"/>
          <w:szCs w:val="24"/>
        </w:rPr>
        <w:t> </w:t>
      </w:r>
      <w:r w:rsidRPr="00E275DB">
        <w:rPr>
          <w:sz w:val="24"/>
          <w:szCs w:val="24"/>
        </w:rPr>
        <w:t>Стойностите на отхвърлените от заплащане случаи при извършения контрол преди плащане, не могат да се прехвърлят по реда на ал.</w:t>
      </w:r>
      <w:r w:rsidR="007C072D" w:rsidRPr="00E275DB">
        <w:rPr>
          <w:sz w:val="24"/>
          <w:szCs w:val="24"/>
        </w:rPr>
        <w:t>4</w:t>
      </w:r>
      <w:r w:rsidRPr="00E275DB">
        <w:rPr>
          <w:sz w:val="24"/>
          <w:szCs w:val="24"/>
        </w:rPr>
        <w:t xml:space="preserve"> за следващ период на дейност.</w:t>
      </w:r>
    </w:p>
    <w:p w:rsidR="000152C2" w:rsidRPr="000C73C6" w:rsidRDefault="00644EE2" w:rsidP="00810BD1">
      <w:pPr>
        <w:spacing w:line="300" w:lineRule="atLeast"/>
        <w:ind w:firstLine="540"/>
        <w:jc w:val="both"/>
        <w:rPr>
          <w:sz w:val="24"/>
          <w:szCs w:val="24"/>
        </w:rPr>
      </w:pPr>
      <w:r w:rsidRPr="00E275DB">
        <w:rPr>
          <w:sz w:val="24"/>
          <w:szCs w:val="24"/>
        </w:rPr>
        <w:t>(</w:t>
      </w:r>
      <w:r w:rsidR="007C072D" w:rsidRPr="00E275DB">
        <w:rPr>
          <w:sz w:val="24"/>
          <w:szCs w:val="24"/>
        </w:rPr>
        <w:t>10</w:t>
      </w:r>
      <w:r w:rsidRPr="00E275DB">
        <w:rPr>
          <w:sz w:val="24"/>
          <w:szCs w:val="24"/>
        </w:rPr>
        <w:t>)</w:t>
      </w:r>
      <w:r w:rsidR="006F7CE0" w:rsidRPr="00E275DB">
        <w:rPr>
          <w:sz w:val="24"/>
          <w:szCs w:val="24"/>
        </w:rPr>
        <w:t> </w:t>
      </w:r>
      <w:r w:rsidRPr="00E275DB">
        <w:rPr>
          <w:sz w:val="24"/>
          <w:szCs w:val="24"/>
        </w:rPr>
        <w:t>Директорът на РЗОК не закупува дейности и медицински</w:t>
      </w:r>
      <w:r w:rsidRPr="000C73C6">
        <w:rPr>
          <w:sz w:val="24"/>
          <w:szCs w:val="24"/>
        </w:rPr>
        <w:t xml:space="preserve"> изделия, отхвърлени поради надвишаване на стойностите за съответния месец.</w:t>
      </w:r>
    </w:p>
    <w:p w:rsidR="00810BD1" w:rsidRPr="000C73C6" w:rsidRDefault="00110616" w:rsidP="00E275DB">
      <w:pPr>
        <w:keepLines/>
        <w:spacing w:line="300" w:lineRule="atLeast"/>
        <w:ind w:firstLine="539"/>
        <w:jc w:val="both"/>
        <w:rPr>
          <w:sz w:val="24"/>
          <w:szCs w:val="24"/>
        </w:rPr>
      </w:pPr>
      <w:r w:rsidRPr="007C072D">
        <w:rPr>
          <w:b/>
          <w:sz w:val="24"/>
          <w:szCs w:val="24"/>
        </w:rPr>
        <w:lastRenderedPageBreak/>
        <w:t>Чл. 1</w:t>
      </w:r>
      <w:r w:rsidR="005D6B78" w:rsidRPr="007C072D">
        <w:rPr>
          <w:b/>
          <w:sz w:val="24"/>
          <w:szCs w:val="24"/>
        </w:rPr>
        <w:t>3</w:t>
      </w:r>
      <w:r w:rsidR="00B34261" w:rsidRPr="007C072D">
        <w:rPr>
          <w:b/>
          <w:sz w:val="24"/>
          <w:szCs w:val="24"/>
        </w:rPr>
        <w:t>.</w:t>
      </w:r>
      <w:r w:rsidRPr="000C73C6">
        <w:rPr>
          <w:sz w:val="24"/>
          <w:szCs w:val="24"/>
        </w:rPr>
        <w:t> (1) </w:t>
      </w:r>
      <w:r w:rsidR="002C1D73" w:rsidRPr="000C73C6">
        <w:rPr>
          <w:sz w:val="24"/>
          <w:szCs w:val="24"/>
        </w:rPr>
        <w:t>Районната здравноосигурителна каса</w:t>
      </w:r>
      <w:r w:rsidR="005448B3" w:rsidRPr="000C73C6">
        <w:rPr>
          <w:sz w:val="24"/>
          <w:szCs w:val="24"/>
        </w:rPr>
        <w:t xml:space="preserve"> </w:t>
      </w:r>
      <w:r w:rsidR="00810BD1" w:rsidRPr="000C73C6">
        <w:rPr>
          <w:sz w:val="24"/>
          <w:szCs w:val="24"/>
        </w:rPr>
        <w:t>текущо анализира постъпващата информация по чл.351 от НРД за 2017 г.</w:t>
      </w:r>
      <w:r w:rsidR="000152C2" w:rsidRPr="000C73C6">
        <w:rPr>
          <w:sz w:val="24"/>
          <w:szCs w:val="24"/>
        </w:rPr>
        <w:t xml:space="preserve"> и </w:t>
      </w:r>
      <w:r w:rsidR="000152C2" w:rsidRPr="006F7CE0">
        <w:rPr>
          <w:sz w:val="24"/>
          <w:szCs w:val="24"/>
        </w:rPr>
        <w:t>по чл.</w:t>
      </w:r>
      <w:r w:rsidR="005B5765" w:rsidRPr="006F7CE0">
        <w:rPr>
          <w:sz w:val="24"/>
          <w:szCs w:val="24"/>
        </w:rPr>
        <w:t>3</w:t>
      </w:r>
      <w:r w:rsidR="000152C2" w:rsidRPr="006F7CE0">
        <w:rPr>
          <w:sz w:val="24"/>
          <w:szCs w:val="24"/>
        </w:rPr>
        <w:t>52 от НРД за 2018 г.</w:t>
      </w:r>
      <w:r w:rsidR="00810BD1" w:rsidRPr="006F7CE0">
        <w:rPr>
          <w:sz w:val="24"/>
          <w:szCs w:val="24"/>
        </w:rPr>
        <w:t xml:space="preserve"> за достигнатото изпълнение на месечните </w:t>
      </w:r>
      <w:r w:rsidR="00AB7E27" w:rsidRPr="006F7CE0">
        <w:rPr>
          <w:sz w:val="24"/>
          <w:szCs w:val="24"/>
        </w:rPr>
        <w:t>и индикативните стойности по изпълнители на БМП</w:t>
      </w:r>
      <w:r w:rsidR="00810BD1" w:rsidRPr="006F7CE0">
        <w:rPr>
          <w:sz w:val="24"/>
          <w:szCs w:val="24"/>
        </w:rPr>
        <w:t>.</w:t>
      </w:r>
      <w:r w:rsidR="000152C2" w:rsidRPr="006F7CE0">
        <w:rPr>
          <w:sz w:val="24"/>
          <w:szCs w:val="24"/>
        </w:rPr>
        <w:t xml:space="preserve"> В случай на констатирана от РЗОК при анализа тенденция за изпреварващо достигане от конкретен изпълнител на определените стойности по чл.5, ал.1, чл.6, ал.1</w:t>
      </w:r>
      <w:r w:rsidR="005B5765" w:rsidRPr="006F7CE0">
        <w:rPr>
          <w:sz w:val="24"/>
          <w:szCs w:val="24"/>
        </w:rPr>
        <w:t xml:space="preserve">, </w:t>
      </w:r>
      <w:r w:rsidR="000152C2" w:rsidRPr="006F7CE0">
        <w:rPr>
          <w:sz w:val="24"/>
          <w:szCs w:val="24"/>
        </w:rPr>
        <w:t>чл</w:t>
      </w:r>
      <w:r w:rsidR="000152C2" w:rsidRPr="000C73C6">
        <w:rPr>
          <w:sz w:val="24"/>
          <w:szCs w:val="24"/>
        </w:rPr>
        <w:t>.8, ал.8, РЗОК извършва внезапен контрол“.</w:t>
      </w:r>
    </w:p>
    <w:p w:rsidR="00110616" w:rsidRPr="000C73C6" w:rsidRDefault="00810BD1" w:rsidP="004A62BD">
      <w:pPr>
        <w:spacing w:line="300" w:lineRule="atLeast"/>
        <w:ind w:firstLine="539"/>
        <w:jc w:val="both"/>
        <w:rPr>
          <w:sz w:val="24"/>
          <w:szCs w:val="24"/>
        </w:rPr>
      </w:pPr>
      <w:r w:rsidRPr="000C6EA2">
        <w:rPr>
          <w:sz w:val="24"/>
          <w:szCs w:val="24"/>
        </w:rPr>
        <w:t>(2) Районната здр</w:t>
      </w:r>
      <w:r w:rsidRPr="007C072D">
        <w:rPr>
          <w:sz w:val="24"/>
          <w:szCs w:val="24"/>
        </w:rPr>
        <w:t>авноосигурителна каса извършва</w:t>
      </w:r>
      <w:r w:rsidR="005448B3" w:rsidRPr="007C072D">
        <w:rPr>
          <w:sz w:val="24"/>
          <w:szCs w:val="24"/>
        </w:rPr>
        <w:t xml:space="preserve"> </w:t>
      </w:r>
      <w:r w:rsidR="00110616" w:rsidRPr="007C072D">
        <w:rPr>
          <w:sz w:val="24"/>
          <w:szCs w:val="24"/>
        </w:rPr>
        <w:t>ежемесечен анализ на използваемостта на леглата</w:t>
      </w:r>
      <w:r w:rsidR="00110616" w:rsidRPr="000C6EA2">
        <w:rPr>
          <w:sz w:val="24"/>
          <w:szCs w:val="24"/>
        </w:rPr>
        <w:t>. Анализът се извършва на данните за всички отчетени в ежедневните отчети</w:t>
      </w:r>
      <w:r w:rsidR="000152C2">
        <w:rPr>
          <w:sz w:val="24"/>
          <w:szCs w:val="24"/>
        </w:rPr>
        <w:t xml:space="preserve"> хоспитализации за даден месец</w:t>
      </w:r>
      <w:r w:rsidR="000152C2" w:rsidRPr="000C73C6">
        <w:rPr>
          <w:sz w:val="24"/>
          <w:szCs w:val="24"/>
        </w:rPr>
        <w:t>, спрямо брой и вид болнични легла, посочени в договора на лечебната заведение, с които ще се осигури изпълнението му.</w:t>
      </w:r>
    </w:p>
    <w:p w:rsidR="00644EE2" w:rsidRPr="000C73C6" w:rsidRDefault="00110616" w:rsidP="006F7CE0">
      <w:pPr>
        <w:spacing w:line="300" w:lineRule="atLeast"/>
        <w:ind w:firstLine="540"/>
        <w:jc w:val="both"/>
        <w:rPr>
          <w:sz w:val="24"/>
          <w:szCs w:val="24"/>
        </w:rPr>
      </w:pPr>
      <w:r w:rsidRPr="000C6EA2">
        <w:rPr>
          <w:sz w:val="24"/>
          <w:szCs w:val="24"/>
        </w:rPr>
        <w:t>(</w:t>
      </w:r>
      <w:r w:rsidR="00810BD1" w:rsidRPr="000C6EA2">
        <w:rPr>
          <w:sz w:val="24"/>
          <w:szCs w:val="24"/>
        </w:rPr>
        <w:t>3</w:t>
      </w:r>
      <w:r w:rsidRPr="000C6EA2">
        <w:rPr>
          <w:sz w:val="24"/>
          <w:szCs w:val="24"/>
        </w:rPr>
        <w:t>)</w:t>
      </w:r>
      <w:r w:rsidR="002E3EF3" w:rsidRPr="000C6EA2">
        <w:rPr>
          <w:sz w:val="24"/>
          <w:szCs w:val="24"/>
        </w:rPr>
        <w:t> </w:t>
      </w:r>
      <w:r w:rsidRPr="000C6EA2">
        <w:rPr>
          <w:sz w:val="24"/>
          <w:szCs w:val="24"/>
        </w:rPr>
        <w:t>В случай на констатирана от РЗОК</w:t>
      </w:r>
      <w:r w:rsidR="00646053" w:rsidRPr="000C6EA2">
        <w:rPr>
          <w:sz w:val="24"/>
          <w:szCs w:val="24"/>
        </w:rPr>
        <w:t xml:space="preserve"> при</w:t>
      </w:r>
      <w:r w:rsidRPr="000C6EA2">
        <w:rPr>
          <w:sz w:val="24"/>
          <w:szCs w:val="24"/>
        </w:rPr>
        <w:t xml:space="preserve"> анализ</w:t>
      </w:r>
      <w:r w:rsidR="00646053" w:rsidRPr="000C6EA2">
        <w:rPr>
          <w:sz w:val="24"/>
          <w:szCs w:val="24"/>
        </w:rPr>
        <w:t>а</w:t>
      </w:r>
      <w:r w:rsidR="0022648C" w:rsidRPr="000C6EA2">
        <w:rPr>
          <w:sz w:val="24"/>
          <w:szCs w:val="24"/>
        </w:rPr>
        <w:t xml:space="preserve"> </w:t>
      </w:r>
      <w:r w:rsidR="00810BD1" w:rsidRPr="000C6EA2">
        <w:rPr>
          <w:sz w:val="24"/>
          <w:szCs w:val="24"/>
        </w:rPr>
        <w:t xml:space="preserve">по ал.2 </w:t>
      </w:r>
      <w:r w:rsidRPr="000C6EA2">
        <w:rPr>
          <w:sz w:val="24"/>
          <w:szCs w:val="24"/>
        </w:rPr>
        <w:t xml:space="preserve">използваемост на леглата в дни, надвишаваща броя на дните в дадения месец, РЗОК извършва контрол преди заплащане на цялата дейност по дадената специалност, осъществена в структури с определено ниво на компетентност. </w:t>
      </w:r>
      <w:r w:rsidR="00644EE2" w:rsidRPr="000C73C6">
        <w:rPr>
          <w:sz w:val="24"/>
          <w:szCs w:val="24"/>
        </w:rPr>
        <w:t>Изключения се допускат в случаите на възникване на бедствие и при обявяване на извънредна епидемична обстановка, в съответствие с условията по Наредба № 49 от 2010 г. за основните изисквания, на които трябва да отговарят устройството, дейността и вътрешният ред на лечебните заведения за болнична помощ и дом</w:t>
      </w:r>
      <w:r w:rsidR="000C73C6">
        <w:rPr>
          <w:sz w:val="24"/>
          <w:szCs w:val="24"/>
        </w:rPr>
        <w:t>овете за медико-социални грижи.</w:t>
      </w:r>
    </w:p>
    <w:p w:rsidR="00A034E8" w:rsidRPr="000C6EA2" w:rsidRDefault="002A432E" w:rsidP="00A034E8">
      <w:pPr>
        <w:spacing w:line="300" w:lineRule="atLeast"/>
        <w:ind w:firstLine="540"/>
        <w:jc w:val="both"/>
        <w:rPr>
          <w:sz w:val="24"/>
          <w:szCs w:val="24"/>
        </w:rPr>
      </w:pPr>
      <w:r w:rsidRPr="000C6EA2">
        <w:rPr>
          <w:sz w:val="24"/>
          <w:szCs w:val="24"/>
        </w:rPr>
        <w:t>(</w:t>
      </w:r>
      <w:r w:rsidR="00282F5F" w:rsidRPr="000C6EA2">
        <w:rPr>
          <w:sz w:val="24"/>
          <w:szCs w:val="24"/>
        </w:rPr>
        <w:t>4</w:t>
      </w:r>
      <w:r w:rsidRPr="000C6EA2">
        <w:rPr>
          <w:sz w:val="24"/>
          <w:szCs w:val="24"/>
        </w:rPr>
        <w:t>) </w:t>
      </w:r>
      <w:r w:rsidR="003F01A8" w:rsidRPr="000C6EA2">
        <w:rPr>
          <w:sz w:val="24"/>
          <w:szCs w:val="24"/>
        </w:rPr>
        <w:t xml:space="preserve">Директорът на РЗОК представя ежемесечни доклади на Надзорния съвет на НЗОК за резултатите от извършения </w:t>
      </w:r>
      <w:r w:rsidR="00AB7E27" w:rsidRPr="000C6EA2">
        <w:rPr>
          <w:sz w:val="24"/>
          <w:szCs w:val="24"/>
        </w:rPr>
        <w:t>анализ</w:t>
      </w:r>
      <w:r w:rsidR="003F01A8" w:rsidRPr="000C6EA2">
        <w:rPr>
          <w:sz w:val="24"/>
          <w:szCs w:val="24"/>
        </w:rPr>
        <w:t xml:space="preserve"> и </w:t>
      </w:r>
      <w:r w:rsidR="00AB7E27" w:rsidRPr="000C6EA2">
        <w:rPr>
          <w:sz w:val="24"/>
          <w:szCs w:val="24"/>
        </w:rPr>
        <w:t xml:space="preserve">контрол </w:t>
      </w:r>
      <w:r w:rsidR="003F01A8" w:rsidRPr="000C6EA2">
        <w:rPr>
          <w:sz w:val="24"/>
          <w:szCs w:val="24"/>
        </w:rPr>
        <w:t xml:space="preserve">на изпълнителите на БМП, надвишили определените им </w:t>
      </w:r>
      <w:r w:rsidR="00127F1D" w:rsidRPr="000C6EA2">
        <w:rPr>
          <w:sz w:val="24"/>
          <w:szCs w:val="24"/>
        </w:rPr>
        <w:t>месечни и индикативни стойности</w:t>
      </w:r>
      <w:r w:rsidR="003F01A8" w:rsidRPr="000C6EA2">
        <w:rPr>
          <w:sz w:val="24"/>
          <w:szCs w:val="24"/>
        </w:rPr>
        <w:t>.</w:t>
      </w:r>
    </w:p>
    <w:p w:rsidR="003F01A8" w:rsidRPr="000C6EA2" w:rsidRDefault="00110616" w:rsidP="006F7CE0">
      <w:pPr>
        <w:spacing w:line="300" w:lineRule="atLeast"/>
        <w:ind w:firstLine="540"/>
        <w:jc w:val="both"/>
        <w:rPr>
          <w:sz w:val="24"/>
          <w:szCs w:val="24"/>
        </w:rPr>
      </w:pPr>
      <w:r w:rsidRPr="006F7CE0">
        <w:rPr>
          <w:b/>
          <w:sz w:val="24"/>
          <w:szCs w:val="24"/>
        </w:rPr>
        <w:t>Чл. 1</w:t>
      </w:r>
      <w:r w:rsidR="005D6B78" w:rsidRPr="006F7CE0">
        <w:rPr>
          <w:b/>
          <w:sz w:val="24"/>
          <w:szCs w:val="24"/>
        </w:rPr>
        <w:t>4</w:t>
      </w:r>
      <w:r w:rsidR="00B34261" w:rsidRPr="006F7CE0">
        <w:rPr>
          <w:b/>
          <w:sz w:val="24"/>
          <w:szCs w:val="24"/>
        </w:rPr>
        <w:t>.</w:t>
      </w:r>
      <w:r w:rsidRPr="006F7CE0">
        <w:rPr>
          <w:sz w:val="24"/>
          <w:szCs w:val="24"/>
        </w:rPr>
        <w:t> </w:t>
      </w:r>
      <w:r w:rsidRPr="000C6EA2">
        <w:rPr>
          <w:sz w:val="24"/>
          <w:szCs w:val="24"/>
        </w:rPr>
        <w:t>(1) </w:t>
      </w:r>
      <w:r w:rsidR="003F01A8" w:rsidRPr="000C6EA2">
        <w:rPr>
          <w:sz w:val="24"/>
          <w:szCs w:val="24"/>
        </w:rPr>
        <w:t xml:space="preserve">Директорът на РЗОК може да внесе предложение до Надзорния съвет на НЗОК за коригиране на определените стойности в приложение № 2 по договорите с изпълнителите на БМП, на основание получено от конкретен изпълнител на БМП мотивирано предложение, водещо до промяна на определените стойности в края на периода по </w:t>
      </w:r>
      <w:r w:rsidR="000152C2" w:rsidRPr="000C73C6">
        <w:rPr>
          <w:sz w:val="24"/>
          <w:szCs w:val="24"/>
        </w:rPr>
        <w:t>чл.12, ал.2</w:t>
      </w:r>
      <w:r w:rsidR="000152C2">
        <w:rPr>
          <w:sz w:val="24"/>
          <w:szCs w:val="24"/>
        </w:rPr>
        <w:t xml:space="preserve"> </w:t>
      </w:r>
      <w:r w:rsidR="003F01A8" w:rsidRPr="000C6EA2">
        <w:rPr>
          <w:sz w:val="24"/>
          <w:szCs w:val="24"/>
        </w:rPr>
        <w:t>при наличие на неусвоени средства на ниво РЗОК. Предложенията се внасят с доклад за всеки отделен изпълнител на БМП, включващ:</w:t>
      </w:r>
    </w:p>
    <w:p w:rsidR="003F01A8" w:rsidRPr="000C6EA2" w:rsidRDefault="003F01A8" w:rsidP="003F01A8">
      <w:pPr>
        <w:spacing w:line="300" w:lineRule="atLeast"/>
        <w:ind w:firstLine="540"/>
        <w:jc w:val="both"/>
        <w:rPr>
          <w:sz w:val="24"/>
          <w:szCs w:val="24"/>
        </w:rPr>
      </w:pPr>
      <w:r w:rsidRPr="000C6EA2">
        <w:rPr>
          <w:sz w:val="24"/>
          <w:szCs w:val="24"/>
        </w:rPr>
        <w:t>а)</w:t>
      </w:r>
      <w:r w:rsidR="00282F5F" w:rsidRPr="000C6EA2">
        <w:rPr>
          <w:sz w:val="24"/>
          <w:szCs w:val="24"/>
        </w:rPr>
        <w:t> </w:t>
      </w:r>
      <w:r w:rsidRPr="000C6EA2">
        <w:rPr>
          <w:sz w:val="24"/>
          <w:szCs w:val="24"/>
        </w:rPr>
        <w:t>конкретните обстоятелства, довели до необходимост от промяна;</w:t>
      </w:r>
    </w:p>
    <w:p w:rsidR="003F01A8" w:rsidRPr="000C6EA2" w:rsidRDefault="003F01A8" w:rsidP="003F01A8">
      <w:pPr>
        <w:spacing w:line="300" w:lineRule="atLeast"/>
        <w:ind w:firstLine="540"/>
        <w:jc w:val="both"/>
        <w:rPr>
          <w:sz w:val="24"/>
          <w:szCs w:val="24"/>
        </w:rPr>
      </w:pPr>
      <w:r w:rsidRPr="000C6EA2">
        <w:rPr>
          <w:sz w:val="24"/>
          <w:szCs w:val="24"/>
        </w:rPr>
        <w:t>б)</w:t>
      </w:r>
      <w:r w:rsidR="00282F5F" w:rsidRPr="000C6EA2">
        <w:rPr>
          <w:sz w:val="24"/>
          <w:szCs w:val="24"/>
        </w:rPr>
        <w:t> </w:t>
      </w:r>
      <w:r w:rsidRPr="000C6EA2">
        <w:rPr>
          <w:sz w:val="24"/>
          <w:szCs w:val="24"/>
        </w:rPr>
        <w:t>резултата от текущите проверки на РЗОК при констатирана тенденция на нарастване на разходите на ниво лечебно заведение, отделение/клиника.</w:t>
      </w:r>
    </w:p>
    <w:p w:rsidR="00C76649" w:rsidRPr="000C6EA2" w:rsidRDefault="00C76649" w:rsidP="007D3107">
      <w:pPr>
        <w:spacing w:line="300" w:lineRule="atLeast"/>
        <w:ind w:firstLine="540"/>
        <w:jc w:val="both"/>
        <w:rPr>
          <w:sz w:val="24"/>
          <w:szCs w:val="24"/>
        </w:rPr>
      </w:pPr>
      <w:r w:rsidRPr="000C6EA2">
        <w:rPr>
          <w:sz w:val="24"/>
          <w:szCs w:val="24"/>
        </w:rPr>
        <w:t>(</w:t>
      </w:r>
      <w:r w:rsidR="00A034E8" w:rsidRPr="000C6EA2">
        <w:rPr>
          <w:sz w:val="24"/>
          <w:szCs w:val="24"/>
        </w:rPr>
        <w:t>2</w:t>
      </w:r>
      <w:r w:rsidRPr="000C6EA2">
        <w:rPr>
          <w:sz w:val="24"/>
          <w:szCs w:val="24"/>
        </w:rPr>
        <w:t>)</w:t>
      </w:r>
      <w:r w:rsidR="002E3EF3" w:rsidRPr="000C6EA2">
        <w:rPr>
          <w:sz w:val="24"/>
          <w:szCs w:val="24"/>
        </w:rPr>
        <w:t> </w:t>
      </w:r>
      <w:r w:rsidRPr="000C6EA2">
        <w:rPr>
          <w:sz w:val="24"/>
          <w:szCs w:val="24"/>
        </w:rPr>
        <w:t>Докладите по ал.</w:t>
      </w:r>
      <w:r w:rsidR="00A034E8" w:rsidRPr="000C6EA2">
        <w:rPr>
          <w:sz w:val="24"/>
          <w:szCs w:val="24"/>
        </w:rPr>
        <w:t>1</w:t>
      </w:r>
      <w:r w:rsidRPr="000C6EA2">
        <w:rPr>
          <w:sz w:val="24"/>
          <w:szCs w:val="24"/>
        </w:rPr>
        <w:t xml:space="preserve"> се придружават от стандартна форма „Предложение от РЗОК за корекции на месечни стойности в Приложение №2 по договора с изпълнител </w:t>
      </w:r>
      <w:r w:rsidR="00A034E8" w:rsidRPr="000C6EA2">
        <w:rPr>
          <w:sz w:val="24"/>
          <w:szCs w:val="24"/>
        </w:rPr>
        <w:t>на БМП“ съгласно приложение №4.</w:t>
      </w:r>
    </w:p>
    <w:p w:rsidR="00110616" w:rsidRPr="000C6EA2" w:rsidRDefault="00110616" w:rsidP="007D3107">
      <w:pPr>
        <w:spacing w:line="300" w:lineRule="atLeast"/>
        <w:ind w:firstLine="539"/>
        <w:jc w:val="both"/>
        <w:rPr>
          <w:sz w:val="24"/>
          <w:szCs w:val="24"/>
        </w:rPr>
      </w:pPr>
      <w:r w:rsidRPr="000C6EA2">
        <w:rPr>
          <w:b/>
          <w:sz w:val="24"/>
          <w:szCs w:val="24"/>
        </w:rPr>
        <w:t>Чл. 1</w:t>
      </w:r>
      <w:r w:rsidR="005D6B78" w:rsidRPr="000C6EA2">
        <w:rPr>
          <w:b/>
          <w:sz w:val="24"/>
          <w:szCs w:val="24"/>
        </w:rPr>
        <w:t>5</w:t>
      </w:r>
      <w:r w:rsidR="00B34261" w:rsidRPr="000C6EA2">
        <w:rPr>
          <w:b/>
          <w:sz w:val="24"/>
          <w:szCs w:val="24"/>
        </w:rPr>
        <w:t>.</w:t>
      </w:r>
      <w:r w:rsidRPr="000C6EA2">
        <w:rPr>
          <w:b/>
          <w:sz w:val="24"/>
          <w:szCs w:val="24"/>
        </w:rPr>
        <w:t> </w:t>
      </w:r>
      <w:r w:rsidR="00B05BCB" w:rsidRPr="000C6EA2">
        <w:rPr>
          <w:sz w:val="24"/>
          <w:szCs w:val="24"/>
        </w:rPr>
        <w:t xml:space="preserve">Директорът на РЗОК представя ежемесечни доклади на Надзорния съвет на НЗОК, </w:t>
      </w:r>
      <w:r w:rsidR="00114216" w:rsidRPr="000C6EA2">
        <w:rPr>
          <w:sz w:val="24"/>
          <w:szCs w:val="24"/>
        </w:rPr>
        <w:t>за извършените разходи по чл.1, ал.2, ред 1.1.3.5.2. (здравноосигурителни плащания за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медицински услуги), ред 1.1.3.6. (здравноосигурителни плащания за медицински изделия, прилагани в болничната медицинска помощ) и ред 1.1.3.7. (здравноосигурителни плащания за болнична медицинска помощ) от ЗБНЗОК за 2018 г. и изпълнението на утвърдените стойности, по изпълнители на БМП, по видове здравноосигурителни плащания и по видове дейности съгласно чл.4, ал.1.</w:t>
      </w:r>
    </w:p>
    <w:p w:rsidR="00114216" w:rsidRPr="000C6EA2" w:rsidRDefault="00114216" w:rsidP="007D3107">
      <w:pPr>
        <w:spacing w:line="300" w:lineRule="atLeast"/>
        <w:ind w:firstLine="539"/>
        <w:jc w:val="both"/>
        <w:rPr>
          <w:sz w:val="24"/>
          <w:szCs w:val="24"/>
        </w:rPr>
      </w:pPr>
    </w:p>
    <w:p w:rsidR="00114216" w:rsidRPr="000C6EA2" w:rsidRDefault="00114216" w:rsidP="00114216">
      <w:pPr>
        <w:keepNext/>
        <w:spacing w:line="300" w:lineRule="atLeast"/>
        <w:jc w:val="center"/>
        <w:rPr>
          <w:b/>
          <w:sz w:val="24"/>
          <w:szCs w:val="24"/>
        </w:rPr>
      </w:pPr>
      <w:r w:rsidRPr="000C6EA2">
        <w:rPr>
          <w:b/>
          <w:sz w:val="24"/>
          <w:szCs w:val="24"/>
        </w:rPr>
        <w:lastRenderedPageBreak/>
        <w:t xml:space="preserve">ГЛАВА </w:t>
      </w:r>
      <w:r w:rsidR="00127F1D" w:rsidRPr="000C6EA2">
        <w:rPr>
          <w:b/>
          <w:sz w:val="24"/>
          <w:szCs w:val="24"/>
        </w:rPr>
        <w:t>І</w:t>
      </w:r>
      <w:r w:rsidRPr="000C6EA2">
        <w:rPr>
          <w:b/>
          <w:sz w:val="24"/>
          <w:szCs w:val="24"/>
        </w:rPr>
        <w:t>V</w:t>
      </w:r>
    </w:p>
    <w:p w:rsidR="00114216" w:rsidRPr="000C6EA2" w:rsidRDefault="00114216" w:rsidP="007C072D">
      <w:pPr>
        <w:keepNext/>
        <w:spacing w:line="300" w:lineRule="atLeast"/>
        <w:jc w:val="center"/>
        <w:rPr>
          <w:b/>
          <w:sz w:val="24"/>
          <w:szCs w:val="24"/>
        </w:rPr>
      </w:pPr>
      <w:r w:rsidRPr="000C6EA2">
        <w:rPr>
          <w:b/>
          <w:sz w:val="24"/>
          <w:szCs w:val="24"/>
        </w:rPr>
        <w:t xml:space="preserve">УСЛОВИЯ И РЕД ЗА ОСЪЩЕСТВЯВАНЕ ОТ НАДЗОРНИЯ СЪВЕТ НА НЗОК НА НАБЛЮДЕНИЕ, АНАЛИЗ, КОНТРОЛ И КОРИГИРАНЕ НА СТОЙНОСТИТЕ </w:t>
      </w:r>
    </w:p>
    <w:p w:rsidR="00114216" w:rsidRPr="000C6EA2" w:rsidRDefault="00114216" w:rsidP="007C072D">
      <w:pPr>
        <w:keepNext/>
        <w:spacing w:line="300" w:lineRule="atLeast"/>
        <w:ind w:firstLine="539"/>
        <w:jc w:val="both"/>
        <w:rPr>
          <w:b/>
          <w:sz w:val="24"/>
          <w:szCs w:val="24"/>
        </w:rPr>
      </w:pPr>
    </w:p>
    <w:p w:rsidR="00114216" w:rsidRPr="000C6EA2" w:rsidRDefault="00B05BCB" w:rsidP="00B05BCB">
      <w:pPr>
        <w:spacing w:line="300" w:lineRule="atLeast"/>
        <w:ind w:firstLine="539"/>
        <w:jc w:val="both"/>
        <w:rPr>
          <w:sz w:val="24"/>
          <w:szCs w:val="24"/>
        </w:rPr>
      </w:pPr>
      <w:r w:rsidRPr="000C6EA2">
        <w:rPr>
          <w:b/>
          <w:sz w:val="24"/>
          <w:szCs w:val="24"/>
        </w:rPr>
        <w:t>Чл. 1</w:t>
      </w:r>
      <w:r w:rsidR="00114216" w:rsidRPr="000C6EA2">
        <w:rPr>
          <w:b/>
          <w:sz w:val="24"/>
          <w:szCs w:val="24"/>
        </w:rPr>
        <w:t>6</w:t>
      </w:r>
      <w:r w:rsidRPr="000C6EA2">
        <w:rPr>
          <w:b/>
          <w:sz w:val="24"/>
          <w:szCs w:val="24"/>
        </w:rPr>
        <w:t>. </w:t>
      </w:r>
      <w:r w:rsidR="00114216" w:rsidRPr="000C6EA2">
        <w:rPr>
          <w:sz w:val="24"/>
          <w:szCs w:val="24"/>
        </w:rPr>
        <w:t>Ежемесечн</w:t>
      </w:r>
      <w:r w:rsidR="00090B4B" w:rsidRPr="000C6EA2">
        <w:rPr>
          <w:sz w:val="24"/>
          <w:szCs w:val="24"/>
        </w:rPr>
        <w:t>о</w:t>
      </w:r>
      <w:r w:rsidR="00114216" w:rsidRPr="000C6EA2">
        <w:rPr>
          <w:sz w:val="24"/>
          <w:szCs w:val="24"/>
        </w:rPr>
        <w:t xml:space="preserve"> и на тримесечие</w:t>
      </w:r>
      <w:r w:rsidR="00114216" w:rsidRPr="000C6EA2">
        <w:rPr>
          <w:b/>
          <w:sz w:val="24"/>
          <w:szCs w:val="24"/>
        </w:rPr>
        <w:t xml:space="preserve"> </w:t>
      </w:r>
      <w:r w:rsidRPr="000C6EA2">
        <w:rPr>
          <w:sz w:val="24"/>
          <w:szCs w:val="24"/>
        </w:rPr>
        <w:t xml:space="preserve">Надзорният съвет на НЗОК </w:t>
      </w:r>
      <w:r w:rsidR="00114216" w:rsidRPr="000C6EA2">
        <w:rPr>
          <w:sz w:val="24"/>
          <w:szCs w:val="24"/>
        </w:rPr>
        <w:t xml:space="preserve">наблюдава, анализира и контролира изпълнението на здравноосигурителните плащания по чл.4, ал.1 </w:t>
      </w:r>
      <w:r w:rsidR="00090B4B" w:rsidRPr="000C6EA2">
        <w:rPr>
          <w:sz w:val="24"/>
          <w:szCs w:val="24"/>
        </w:rPr>
        <w:t>от ЗБНЗОК за 2018 г. на база на представените от директорите от РЗОК доклади по чл.13, чл.14 и чл.15.</w:t>
      </w:r>
    </w:p>
    <w:p w:rsidR="00B05BCB" w:rsidRDefault="00090B4B" w:rsidP="00B05BCB">
      <w:pPr>
        <w:spacing w:line="300" w:lineRule="atLeast"/>
        <w:ind w:firstLine="539"/>
        <w:jc w:val="both"/>
        <w:rPr>
          <w:sz w:val="24"/>
          <w:szCs w:val="24"/>
        </w:rPr>
      </w:pPr>
      <w:r w:rsidRPr="000C6EA2">
        <w:rPr>
          <w:b/>
          <w:sz w:val="24"/>
          <w:szCs w:val="24"/>
        </w:rPr>
        <w:t>Чл. 17.</w:t>
      </w:r>
      <w:r w:rsidR="006F7CE0">
        <w:rPr>
          <w:b/>
          <w:sz w:val="24"/>
          <w:szCs w:val="24"/>
        </w:rPr>
        <w:t> </w:t>
      </w:r>
      <w:r w:rsidR="000152C2" w:rsidRPr="000C73C6">
        <w:rPr>
          <w:sz w:val="24"/>
          <w:szCs w:val="24"/>
        </w:rPr>
        <w:t>(1)</w:t>
      </w:r>
      <w:r w:rsidRPr="000C6EA2">
        <w:rPr>
          <w:b/>
          <w:sz w:val="24"/>
          <w:szCs w:val="24"/>
        </w:rPr>
        <w:t> </w:t>
      </w:r>
      <w:r w:rsidRPr="000C6EA2">
        <w:rPr>
          <w:sz w:val="24"/>
          <w:szCs w:val="24"/>
        </w:rPr>
        <w:t xml:space="preserve">Надзорният съвет на НЗОК </w:t>
      </w:r>
      <w:r w:rsidR="00B05BCB" w:rsidRPr="000C6EA2">
        <w:rPr>
          <w:sz w:val="24"/>
          <w:szCs w:val="24"/>
        </w:rPr>
        <w:t xml:space="preserve">утвърждава корекции по стойностите на разходите на РЗОК </w:t>
      </w:r>
      <w:r w:rsidRPr="000C6EA2">
        <w:rPr>
          <w:sz w:val="24"/>
          <w:szCs w:val="24"/>
        </w:rPr>
        <w:t xml:space="preserve">и на изпълнители на БМП </w:t>
      </w:r>
      <w:r w:rsidR="00B05BCB" w:rsidRPr="000C6EA2">
        <w:rPr>
          <w:sz w:val="24"/>
          <w:szCs w:val="24"/>
        </w:rPr>
        <w:t xml:space="preserve">в съответствие с параметрите </w:t>
      </w:r>
      <w:r w:rsidRPr="000C6EA2">
        <w:rPr>
          <w:sz w:val="24"/>
          <w:szCs w:val="24"/>
        </w:rPr>
        <w:t>на национално ниво на изпълнението на здравноосигурителните плащания по чл.16</w:t>
      </w:r>
      <w:r w:rsidR="00B05BCB" w:rsidRPr="000C6EA2">
        <w:rPr>
          <w:sz w:val="24"/>
          <w:szCs w:val="24"/>
        </w:rPr>
        <w:t>.</w:t>
      </w:r>
    </w:p>
    <w:p w:rsidR="006164F6" w:rsidRPr="000C73C6" w:rsidRDefault="006164F6" w:rsidP="006F7CE0">
      <w:pPr>
        <w:spacing w:line="300" w:lineRule="atLeast"/>
        <w:ind w:firstLine="540"/>
        <w:jc w:val="both"/>
        <w:rPr>
          <w:sz w:val="24"/>
          <w:szCs w:val="24"/>
        </w:rPr>
      </w:pPr>
      <w:r w:rsidRPr="000C73C6">
        <w:rPr>
          <w:sz w:val="24"/>
          <w:szCs w:val="24"/>
        </w:rPr>
        <w:t>(2)</w:t>
      </w:r>
      <w:r w:rsidR="006F7CE0">
        <w:rPr>
          <w:sz w:val="24"/>
          <w:szCs w:val="24"/>
        </w:rPr>
        <w:t> </w:t>
      </w:r>
      <w:r w:rsidRPr="000C73C6">
        <w:rPr>
          <w:sz w:val="24"/>
          <w:szCs w:val="24"/>
        </w:rPr>
        <w:t>При епидемичен взрив на територията на РЗОК, установен с документ на МЗ/РЗИ за случаите в рамките на епидемията по КП № 57 „Диагностика и лечение на остри и хронични вирусни, бактериални, спирохетни, микотични и паразитни менингити, менингоенцефалити и миелити“, КП № 98 „Диагностика и лечение на остропротичащи чревни инфекциозни болести с диаричен синдром“, КП № 99 „Диагностика и лечение на инфекциозни и паразитни заболявания, предавани чрез ухапване от членестоноги“, КП № 100 „Диагностика и лечение на остър вирусен хепатит А и Е“, КП № 101 „Диагностика и лечение на остър вирусен хепатит В, С и D“, КП № 102 „Диагностика и лечение на паразитози“, КП № 103 „Диагностика и лечение на покривни инфекции“, КП № 104 „Диагностика и лечение на контагиозни вирусни и бактериални заболявания – остропротичащи, с усложнения“ и КП № 105 „Диагностика и лечение на вирусни хеморагични трески“, отчетени от изпълнители на БМП над утвърдените стойности на РЗОК, се заплащат след коригиране от Надзорния съвет на НЗОК на стойностите на разходите за съответната РЗОК.</w:t>
      </w:r>
    </w:p>
    <w:p w:rsidR="006164F6" w:rsidRPr="006F7CE0" w:rsidRDefault="006164F6" w:rsidP="006F7CE0">
      <w:pPr>
        <w:spacing w:line="300" w:lineRule="atLeast"/>
        <w:ind w:firstLine="540"/>
        <w:jc w:val="both"/>
        <w:rPr>
          <w:sz w:val="24"/>
          <w:szCs w:val="24"/>
        </w:rPr>
      </w:pPr>
    </w:p>
    <w:p w:rsidR="00110616" w:rsidRPr="000C6EA2" w:rsidRDefault="00110616" w:rsidP="007D3107">
      <w:pPr>
        <w:spacing w:line="300" w:lineRule="atLeast"/>
        <w:ind w:firstLine="539"/>
        <w:jc w:val="both"/>
        <w:rPr>
          <w:sz w:val="24"/>
          <w:szCs w:val="24"/>
        </w:rPr>
      </w:pPr>
    </w:p>
    <w:p w:rsidR="00110616" w:rsidRPr="000C6EA2" w:rsidRDefault="00A14C05" w:rsidP="007D3107">
      <w:pPr>
        <w:keepNext/>
        <w:spacing w:line="300" w:lineRule="atLeast"/>
        <w:ind w:firstLine="539"/>
        <w:jc w:val="center"/>
        <w:rPr>
          <w:b/>
          <w:sz w:val="24"/>
          <w:szCs w:val="24"/>
        </w:rPr>
      </w:pPr>
      <w:r w:rsidRPr="000C6EA2">
        <w:rPr>
          <w:b/>
          <w:sz w:val="24"/>
          <w:szCs w:val="24"/>
        </w:rPr>
        <w:t xml:space="preserve">ДОПЪЛНИТЕЛНА </w:t>
      </w:r>
      <w:r w:rsidR="00110616" w:rsidRPr="000C6EA2">
        <w:rPr>
          <w:b/>
          <w:sz w:val="24"/>
          <w:szCs w:val="24"/>
        </w:rPr>
        <w:t>РАЗПОРЕДБА</w:t>
      </w:r>
    </w:p>
    <w:p w:rsidR="00236989" w:rsidRPr="000C6EA2" w:rsidRDefault="00236989" w:rsidP="007D3107">
      <w:pPr>
        <w:spacing w:line="300" w:lineRule="atLeast"/>
        <w:ind w:firstLine="539"/>
        <w:jc w:val="both"/>
        <w:rPr>
          <w:b/>
          <w:sz w:val="24"/>
          <w:szCs w:val="24"/>
        </w:rPr>
      </w:pPr>
    </w:p>
    <w:p w:rsidR="00110616" w:rsidRPr="000C6EA2" w:rsidRDefault="00110616" w:rsidP="007D3107">
      <w:pPr>
        <w:spacing w:line="300" w:lineRule="atLeast"/>
        <w:ind w:firstLine="539"/>
        <w:jc w:val="both"/>
        <w:rPr>
          <w:sz w:val="24"/>
          <w:szCs w:val="24"/>
        </w:rPr>
      </w:pPr>
      <w:r w:rsidRPr="000C6EA2">
        <w:rPr>
          <w:b/>
          <w:sz w:val="24"/>
          <w:szCs w:val="24"/>
        </w:rPr>
        <w:t>§ 1.</w:t>
      </w:r>
      <w:r w:rsidRPr="000C6EA2">
        <w:rPr>
          <w:sz w:val="24"/>
          <w:szCs w:val="24"/>
        </w:rPr>
        <w:t> По смисъла на настоящите правила „болнична медицинска помощ“ включва:</w:t>
      </w:r>
    </w:p>
    <w:p w:rsidR="00110616" w:rsidRPr="000C6EA2" w:rsidRDefault="00110616" w:rsidP="007D3107">
      <w:pPr>
        <w:spacing w:line="300" w:lineRule="atLeast"/>
        <w:ind w:firstLine="539"/>
        <w:jc w:val="both"/>
        <w:rPr>
          <w:sz w:val="24"/>
          <w:szCs w:val="24"/>
        </w:rPr>
      </w:pPr>
      <w:r w:rsidRPr="000C6EA2">
        <w:rPr>
          <w:sz w:val="24"/>
          <w:szCs w:val="24"/>
        </w:rPr>
        <w:t>1.</w:t>
      </w:r>
      <w:r w:rsidR="002E3EF3" w:rsidRPr="000C6EA2">
        <w:rPr>
          <w:sz w:val="24"/>
          <w:szCs w:val="24"/>
        </w:rPr>
        <w:t> </w:t>
      </w:r>
      <w:r w:rsidRPr="000C6EA2">
        <w:rPr>
          <w:sz w:val="24"/>
          <w:szCs w:val="24"/>
        </w:rPr>
        <w:t>дейности по клинични пътеки (КП), клинични процедури (КПр), амбулаторни процедури (АПр), посочени в приложения №№ 7, 8, 9, 10, 11 и 12 към чл.1, ал.1 и ал.2, чл.2 и чл.3 и чл.4 от</w:t>
      </w:r>
      <w:r w:rsidR="000C73C6">
        <w:rPr>
          <w:sz w:val="24"/>
          <w:szCs w:val="24"/>
        </w:rPr>
        <w:t xml:space="preserve"> </w:t>
      </w:r>
      <w:r w:rsidR="002A4E0A" w:rsidRPr="000C73C6">
        <w:rPr>
          <w:sz w:val="24"/>
          <w:szCs w:val="24"/>
        </w:rPr>
        <w:t>Наредба №3 от 2018 г.</w:t>
      </w:r>
      <w:r w:rsidRPr="000C6EA2">
        <w:rPr>
          <w:sz w:val="24"/>
          <w:szCs w:val="24"/>
        </w:rPr>
        <w:t xml:space="preserve"> за определяне основния пакет от здравни дейности, гарантиран от бюджета на НЗОК;</w:t>
      </w:r>
    </w:p>
    <w:p w:rsidR="00110616" w:rsidRPr="000C6EA2" w:rsidRDefault="00110616" w:rsidP="007D3107">
      <w:pPr>
        <w:spacing w:line="300" w:lineRule="atLeast"/>
        <w:ind w:firstLine="539"/>
        <w:jc w:val="both"/>
        <w:rPr>
          <w:sz w:val="24"/>
          <w:szCs w:val="24"/>
        </w:rPr>
      </w:pPr>
      <w:r w:rsidRPr="000C6EA2">
        <w:rPr>
          <w:sz w:val="24"/>
          <w:szCs w:val="24"/>
        </w:rPr>
        <w:t>2.</w:t>
      </w:r>
      <w:r w:rsidR="002E3EF3" w:rsidRPr="000C6EA2">
        <w:rPr>
          <w:sz w:val="24"/>
          <w:szCs w:val="24"/>
        </w:rPr>
        <w:t> </w:t>
      </w:r>
      <w:r w:rsidRPr="000C6EA2">
        <w:rPr>
          <w:sz w:val="24"/>
          <w:szCs w:val="24"/>
        </w:rPr>
        <w:t>медицински изделия по „Списък с медицински изделия, които НЗОК заплаща в условията на болничната медицинска помощ“, съгласно чл.13, ал.2, т.2 от Наредба 10 от 2009 г.;</w:t>
      </w:r>
    </w:p>
    <w:p w:rsidR="00110616" w:rsidRPr="000C6EA2" w:rsidRDefault="00110616" w:rsidP="007D3107">
      <w:pPr>
        <w:spacing w:line="300" w:lineRule="atLeast"/>
        <w:ind w:firstLine="539"/>
        <w:jc w:val="both"/>
        <w:rPr>
          <w:sz w:val="24"/>
          <w:szCs w:val="24"/>
        </w:rPr>
      </w:pPr>
      <w:r w:rsidRPr="000C6EA2">
        <w:rPr>
          <w:sz w:val="24"/>
          <w:szCs w:val="24"/>
        </w:rPr>
        <w:t>3.</w:t>
      </w:r>
      <w:r w:rsidR="002E3EF3" w:rsidRPr="000C6EA2">
        <w:rPr>
          <w:sz w:val="24"/>
          <w:szCs w:val="24"/>
        </w:rPr>
        <w:t> </w:t>
      </w:r>
      <w:r w:rsidRPr="000C6EA2">
        <w:rPr>
          <w:sz w:val="24"/>
          <w:szCs w:val="24"/>
        </w:rPr>
        <w:t>лекарствени продукти за лечение на злокачествени заболявания в условията на БМП,</w:t>
      </w:r>
      <w:r w:rsidR="0029226B" w:rsidRPr="000C6EA2">
        <w:rPr>
          <w:sz w:val="24"/>
          <w:szCs w:val="24"/>
        </w:rPr>
        <w:t xml:space="preserve"> </w:t>
      </w:r>
      <w:r w:rsidRPr="000C6EA2">
        <w:rPr>
          <w:sz w:val="24"/>
          <w:szCs w:val="24"/>
        </w:rPr>
        <w:t>които се заплащат извън цената на определените КП или АПр и са включени в лечебно-диагностичния алгоритъм на същите.</w:t>
      </w:r>
    </w:p>
    <w:p w:rsidR="00110616" w:rsidRPr="000C6EA2" w:rsidRDefault="00110616" w:rsidP="007D3107">
      <w:pPr>
        <w:spacing w:line="300" w:lineRule="atLeast"/>
        <w:jc w:val="center"/>
        <w:rPr>
          <w:b/>
          <w:sz w:val="24"/>
          <w:szCs w:val="24"/>
        </w:rPr>
      </w:pPr>
    </w:p>
    <w:p w:rsidR="00971395" w:rsidRPr="000C6EA2" w:rsidRDefault="00971395" w:rsidP="007D3107">
      <w:pPr>
        <w:spacing w:line="300" w:lineRule="atLeast"/>
        <w:jc w:val="center"/>
        <w:rPr>
          <w:b/>
          <w:sz w:val="24"/>
          <w:szCs w:val="24"/>
        </w:rPr>
      </w:pPr>
    </w:p>
    <w:p w:rsidR="00110616" w:rsidRPr="000C6EA2" w:rsidRDefault="00A14C05" w:rsidP="007D3107">
      <w:pPr>
        <w:keepNext/>
        <w:spacing w:line="300" w:lineRule="atLeast"/>
        <w:ind w:firstLine="539"/>
        <w:jc w:val="center"/>
        <w:rPr>
          <w:b/>
          <w:sz w:val="24"/>
          <w:szCs w:val="24"/>
        </w:rPr>
      </w:pPr>
      <w:r w:rsidRPr="000C6EA2">
        <w:rPr>
          <w:b/>
          <w:sz w:val="24"/>
          <w:szCs w:val="24"/>
        </w:rPr>
        <w:t xml:space="preserve">ПРЕХОДНИ И </w:t>
      </w:r>
      <w:r w:rsidR="00110616" w:rsidRPr="000C6EA2">
        <w:rPr>
          <w:b/>
          <w:sz w:val="24"/>
          <w:szCs w:val="24"/>
        </w:rPr>
        <w:t>ЗАКЛЮЧИТЕЛНИ РАЗПОРЕДБИ</w:t>
      </w:r>
    </w:p>
    <w:p w:rsidR="00236989" w:rsidRPr="000C6EA2" w:rsidRDefault="00236989" w:rsidP="007D3107">
      <w:pPr>
        <w:keepNext/>
        <w:spacing w:line="300" w:lineRule="atLeast"/>
        <w:ind w:firstLine="539"/>
        <w:jc w:val="center"/>
        <w:rPr>
          <w:b/>
          <w:sz w:val="24"/>
          <w:szCs w:val="24"/>
        </w:rPr>
      </w:pPr>
    </w:p>
    <w:p w:rsidR="00110616" w:rsidRPr="000C6EA2" w:rsidRDefault="00110616" w:rsidP="007D3107">
      <w:pPr>
        <w:spacing w:line="300" w:lineRule="atLeast"/>
        <w:ind w:firstLine="539"/>
        <w:jc w:val="both"/>
        <w:rPr>
          <w:sz w:val="24"/>
          <w:szCs w:val="24"/>
        </w:rPr>
      </w:pPr>
      <w:r w:rsidRPr="000C6EA2">
        <w:rPr>
          <w:b/>
          <w:sz w:val="24"/>
          <w:szCs w:val="24"/>
        </w:rPr>
        <w:t>§ 2.</w:t>
      </w:r>
      <w:r w:rsidRPr="000C6EA2">
        <w:rPr>
          <w:sz w:val="24"/>
          <w:szCs w:val="24"/>
        </w:rPr>
        <w:t> </w:t>
      </w:r>
      <w:r w:rsidR="007C072D" w:rsidRPr="007C072D">
        <w:rPr>
          <w:sz w:val="24"/>
          <w:szCs w:val="24"/>
        </w:rPr>
        <w:t xml:space="preserve">Настоящите правила са приети от Надзорния съвет на НЗОК с решение № РД-НС-04-6 от 26.01.2018 г. на основание чл. 4, ал. 4 от ЗБНЗОК за 2018 г. и влизат в сила от 01.01.2018 г., изменени и допълнени с решение № РД-НС-04-33 от 14.05.2018 г., в сила от </w:t>
      </w:r>
      <w:r w:rsidR="007C072D" w:rsidRPr="007C072D">
        <w:rPr>
          <w:sz w:val="24"/>
          <w:szCs w:val="24"/>
        </w:rPr>
        <w:lastRenderedPageBreak/>
        <w:t>01.04.2018 г., изменени и допълнени с решение № РД-НС-04-</w:t>
      </w:r>
      <w:r w:rsidR="00E275DB">
        <w:rPr>
          <w:sz w:val="24"/>
          <w:szCs w:val="24"/>
        </w:rPr>
        <w:t>50</w:t>
      </w:r>
      <w:r w:rsidR="007C072D" w:rsidRPr="007C072D">
        <w:rPr>
          <w:sz w:val="24"/>
          <w:szCs w:val="24"/>
        </w:rPr>
        <w:t xml:space="preserve"> от 27.07.2018 г., в сила за дейност от 01.07.2018 г.</w:t>
      </w:r>
    </w:p>
    <w:p w:rsidR="008C276C" w:rsidRPr="000C6EA2" w:rsidRDefault="001778B6" w:rsidP="007D3107">
      <w:pPr>
        <w:keepNext/>
        <w:spacing w:line="300" w:lineRule="atLeast"/>
        <w:ind w:firstLine="539"/>
        <w:jc w:val="both"/>
        <w:rPr>
          <w:sz w:val="24"/>
          <w:szCs w:val="24"/>
        </w:rPr>
      </w:pPr>
      <w:r w:rsidRPr="000C6EA2">
        <w:rPr>
          <w:b/>
          <w:sz w:val="24"/>
          <w:szCs w:val="24"/>
        </w:rPr>
        <w:t>§ </w:t>
      </w:r>
      <w:r w:rsidR="009869F7" w:rsidRPr="000C6EA2">
        <w:rPr>
          <w:b/>
          <w:sz w:val="24"/>
          <w:szCs w:val="24"/>
        </w:rPr>
        <w:t>3</w:t>
      </w:r>
      <w:r w:rsidRPr="000C6EA2">
        <w:rPr>
          <w:b/>
          <w:sz w:val="24"/>
          <w:szCs w:val="24"/>
        </w:rPr>
        <w:t xml:space="preserve">. </w:t>
      </w:r>
      <w:r w:rsidR="00110616" w:rsidRPr="000C6EA2">
        <w:rPr>
          <w:sz w:val="24"/>
          <w:szCs w:val="24"/>
        </w:rPr>
        <w:t>Неразделна част от Правилата са:</w:t>
      </w:r>
    </w:p>
    <w:p w:rsidR="006164F6" w:rsidRPr="006F7CE0" w:rsidRDefault="006164F6" w:rsidP="006F7CE0">
      <w:pPr>
        <w:spacing w:line="300" w:lineRule="atLeast"/>
        <w:ind w:firstLine="539"/>
        <w:jc w:val="both"/>
        <w:rPr>
          <w:sz w:val="24"/>
          <w:szCs w:val="24"/>
        </w:rPr>
      </w:pPr>
      <w:r w:rsidRPr="006F7CE0">
        <w:rPr>
          <w:b/>
          <w:sz w:val="24"/>
          <w:szCs w:val="24"/>
        </w:rPr>
        <w:t>1.</w:t>
      </w:r>
      <w:r w:rsidRPr="006F7CE0">
        <w:rPr>
          <w:sz w:val="24"/>
          <w:szCs w:val="24"/>
        </w:rPr>
        <w:t> Приложение № 1 – „Дейнос</w:t>
      </w:r>
      <w:bookmarkStart w:id="0" w:name="_GoBack"/>
      <w:bookmarkEnd w:id="0"/>
      <w:r w:rsidRPr="006F7CE0">
        <w:rPr>
          <w:sz w:val="24"/>
          <w:szCs w:val="24"/>
        </w:rPr>
        <w:t>ти в БМП - КП, КПр, АПр, посочени в приложения №№ 7, 8, 9, 11 и 12 към чл.1, чл.2 и чл. 4 от Наредба № 3 от 2018 г., хемодиализа, за раждане и новородени, за интензивно лечение, за диагностика и лечение на онкологични и хематологични заболявания, за лъчелечение, за лечение и рехабилитация при тежко протичащи, хронично инвалидизиращи заболявания в детската възраст с необходимост от продължителна специализирана рехабилитация – ДЦП и нервно-мускулни увреждания“;</w:t>
      </w:r>
    </w:p>
    <w:p w:rsidR="006164F6" w:rsidRPr="006F7CE0" w:rsidRDefault="006164F6" w:rsidP="006F7CE0">
      <w:pPr>
        <w:spacing w:line="300" w:lineRule="atLeast"/>
        <w:ind w:firstLine="539"/>
        <w:jc w:val="both"/>
        <w:rPr>
          <w:sz w:val="24"/>
          <w:szCs w:val="24"/>
        </w:rPr>
      </w:pPr>
      <w:r w:rsidRPr="006F7CE0">
        <w:rPr>
          <w:b/>
          <w:sz w:val="24"/>
          <w:szCs w:val="24"/>
        </w:rPr>
        <w:t>2.</w:t>
      </w:r>
      <w:r w:rsidRPr="006F7CE0">
        <w:rPr>
          <w:sz w:val="24"/>
          <w:szCs w:val="24"/>
        </w:rPr>
        <w:t> Приложение № 2 – „Дейности в БМП - КП, КПр, АПр, посочени в приложения №№ 7, 8, 9, 10, 11 и 12 към чл.1, чл.2, чл.3 и чл.4 от  Наредба № 3 от 2018 г., (с изключение на дейности по приложение 1 и 3)“;</w:t>
      </w:r>
    </w:p>
    <w:p w:rsidR="006164F6" w:rsidRPr="006F7CE0" w:rsidRDefault="006164F6" w:rsidP="006F7CE0">
      <w:pPr>
        <w:spacing w:line="300" w:lineRule="atLeast"/>
        <w:ind w:firstLine="539"/>
        <w:jc w:val="both"/>
        <w:rPr>
          <w:sz w:val="24"/>
          <w:szCs w:val="24"/>
        </w:rPr>
      </w:pPr>
      <w:r w:rsidRPr="006F7CE0">
        <w:rPr>
          <w:b/>
          <w:sz w:val="24"/>
          <w:szCs w:val="24"/>
        </w:rPr>
        <w:t>3.</w:t>
      </w:r>
      <w:r w:rsidRPr="006F7CE0">
        <w:rPr>
          <w:sz w:val="24"/>
          <w:szCs w:val="24"/>
        </w:rPr>
        <w:t> Приложение № 3 – „Дейности в БМП - КП, АПр, посочени в приложения №№ 7, 9 и 11 към чл.1 и чл.3 от Наредба № 3 от 2018 г., за лъчелечение, за позитронно-емисионна компютърна томография (РЕТ/СТ) и за прилагане на медицински изделия по чл.8, ал.1, т.3“.</w:t>
      </w:r>
    </w:p>
    <w:p w:rsidR="00F4295F" w:rsidRPr="006F7CE0" w:rsidRDefault="00110616" w:rsidP="007D3107">
      <w:pPr>
        <w:spacing w:line="300" w:lineRule="atLeast"/>
        <w:ind w:firstLine="539"/>
        <w:jc w:val="both"/>
        <w:rPr>
          <w:sz w:val="24"/>
          <w:szCs w:val="24"/>
        </w:rPr>
      </w:pPr>
      <w:r w:rsidRPr="006F7CE0">
        <w:rPr>
          <w:b/>
          <w:sz w:val="24"/>
          <w:szCs w:val="24"/>
        </w:rPr>
        <w:t>4.</w:t>
      </w:r>
      <w:r w:rsidR="002E3EF3" w:rsidRPr="006F7CE0">
        <w:rPr>
          <w:sz w:val="24"/>
          <w:szCs w:val="24"/>
        </w:rPr>
        <w:t> </w:t>
      </w:r>
      <w:r w:rsidR="00F4295F" w:rsidRPr="006F7CE0">
        <w:rPr>
          <w:sz w:val="24"/>
          <w:szCs w:val="24"/>
        </w:rPr>
        <w:t>Приложение</w:t>
      </w:r>
      <w:r w:rsidR="002E3EF3" w:rsidRPr="006F7CE0">
        <w:rPr>
          <w:sz w:val="24"/>
          <w:szCs w:val="24"/>
        </w:rPr>
        <w:t> </w:t>
      </w:r>
      <w:r w:rsidR="00F4295F" w:rsidRPr="006F7CE0">
        <w:rPr>
          <w:sz w:val="24"/>
          <w:szCs w:val="24"/>
        </w:rPr>
        <w:t>4 – „Предложение от РЗОК за корекции на месечни стойности в Приложение №</w:t>
      </w:r>
      <w:r w:rsidR="001778B6" w:rsidRPr="006F7CE0">
        <w:rPr>
          <w:sz w:val="24"/>
          <w:szCs w:val="24"/>
        </w:rPr>
        <w:t xml:space="preserve"> </w:t>
      </w:r>
      <w:r w:rsidR="00F4295F" w:rsidRPr="006F7CE0">
        <w:rPr>
          <w:sz w:val="24"/>
          <w:szCs w:val="24"/>
        </w:rPr>
        <w:t>2 по договора с изпълнител на БМП“;</w:t>
      </w:r>
    </w:p>
    <w:p w:rsidR="009A7DE7" w:rsidRPr="006F7CE0" w:rsidRDefault="00642BF9" w:rsidP="007D3107">
      <w:pPr>
        <w:spacing w:line="300" w:lineRule="atLeast"/>
        <w:ind w:firstLine="539"/>
        <w:jc w:val="both"/>
        <w:rPr>
          <w:sz w:val="24"/>
          <w:szCs w:val="24"/>
        </w:rPr>
      </w:pPr>
      <w:r w:rsidRPr="006F7CE0">
        <w:rPr>
          <w:b/>
          <w:sz w:val="24"/>
          <w:szCs w:val="24"/>
        </w:rPr>
        <w:t>5</w:t>
      </w:r>
      <w:r w:rsidR="009A7DE7" w:rsidRPr="006F7CE0">
        <w:rPr>
          <w:b/>
          <w:sz w:val="24"/>
          <w:szCs w:val="24"/>
        </w:rPr>
        <w:t>.</w:t>
      </w:r>
      <w:r w:rsidR="002E3EF3" w:rsidRPr="006F7CE0">
        <w:rPr>
          <w:sz w:val="24"/>
          <w:szCs w:val="24"/>
        </w:rPr>
        <w:t> </w:t>
      </w:r>
      <w:r w:rsidR="009A7DE7" w:rsidRPr="006F7CE0">
        <w:rPr>
          <w:sz w:val="24"/>
          <w:szCs w:val="24"/>
        </w:rPr>
        <w:t xml:space="preserve">Видът и формата на </w:t>
      </w:r>
      <w:r w:rsidR="00B86C29" w:rsidRPr="006F7CE0">
        <w:rPr>
          <w:sz w:val="24"/>
          <w:szCs w:val="24"/>
        </w:rPr>
        <w:t xml:space="preserve">допълнение </w:t>
      </w:r>
      <w:r w:rsidR="00BB05B7" w:rsidRPr="006F7CE0">
        <w:rPr>
          <w:sz w:val="24"/>
          <w:szCs w:val="24"/>
        </w:rPr>
        <w:t xml:space="preserve">за 2018 г. </w:t>
      </w:r>
      <w:r w:rsidR="001D0121" w:rsidRPr="006F7CE0">
        <w:rPr>
          <w:sz w:val="24"/>
          <w:szCs w:val="24"/>
        </w:rPr>
        <w:t xml:space="preserve">към </w:t>
      </w:r>
      <w:r w:rsidR="009A7DE7" w:rsidRPr="006F7CE0">
        <w:rPr>
          <w:sz w:val="24"/>
          <w:szCs w:val="24"/>
        </w:rPr>
        <w:t>Приложение № 2 „Стойности и обеми на дейностите в БМП и стойности на медицинските изделия в БМП и лекарствените продукти за лечение на злокачествени заболявания в условията на БМП“ към индивидуалните договори с изпълнителите за извършване на</w:t>
      </w:r>
      <w:r w:rsidR="00DC4F73" w:rsidRPr="006F7CE0">
        <w:rPr>
          <w:sz w:val="24"/>
          <w:szCs w:val="24"/>
        </w:rPr>
        <w:t xml:space="preserve"> БМП, по реда на НРД за 2017 г.</w:t>
      </w:r>
    </w:p>
    <w:p w:rsidR="006164F6" w:rsidRPr="006F7CE0" w:rsidRDefault="006164F6" w:rsidP="006F7CE0">
      <w:pPr>
        <w:spacing w:line="300" w:lineRule="atLeast"/>
        <w:ind w:firstLine="539"/>
        <w:jc w:val="both"/>
        <w:rPr>
          <w:sz w:val="24"/>
          <w:szCs w:val="24"/>
        </w:rPr>
      </w:pPr>
      <w:r w:rsidRPr="006F7CE0">
        <w:rPr>
          <w:b/>
          <w:sz w:val="24"/>
          <w:szCs w:val="24"/>
        </w:rPr>
        <w:t>6.</w:t>
      </w:r>
      <w:r w:rsidRPr="006F7CE0">
        <w:rPr>
          <w:sz w:val="24"/>
          <w:szCs w:val="24"/>
        </w:rPr>
        <w:t xml:space="preserve"> Видът и формата на Приложение № 2 „Стойности и обеми на дейностите в БМП и стойности на медицинските изделия в БМП и лекарствените продукти за лечение на злокачествени заболявания в условията на БМП“ към индивидуалните договори с изпълнителите за извършване на БМП, по реда на НРД за 2018 г.</w:t>
      </w:r>
    </w:p>
    <w:p w:rsidR="003C4FD9" w:rsidRDefault="003C4FD9" w:rsidP="003105F7">
      <w:pPr>
        <w:spacing w:line="300" w:lineRule="atLeast"/>
        <w:ind w:firstLine="539"/>
        <w:jc w:val="both"/>
        <w:rPr>
          <w:b/>
          <w:sz w:val="24"/>
          <w:szCs w:val="24"/>
        </w:rPr>
      </w:pPr>
    </w:p>
    <w:sectPr w:rsidR="003C4FD9" w:rsidSect="009B71F0">
      <w:footerReference w:type="even" r:id="rId10"/>
      <w:footerReference w:type="default" r:id="rId11"/>
      <w:headerReference w:type="first" r:id="rId12"/>
      <w:pgSz w:w="11906" w:h="16838" w:code="9"/>
      <w:pgMar w:top="1077"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0A5" w:rsidRDefault="006840A5">
      <w:r>
        <w:separator/>
      </w:r>
    </w:p>
  </w:endnote>
  <w:endnote w:type="continuationSeparator" w:id="0">
    <w:p w:rsidR="006840A5" w:rsidRDefault="0068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rsidP="006378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83E" w:rsidRDefault="0086183E" w:rsidP="004726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720773"/>
      <w:docPartObj>
        <w:docPartGallery w:val="Page Numbers (Bottom of Page)"/>
        <w:docPartUnique/>
      </w:docPartObj>
    </w:sdtPr>
    <w:sdtEndPr>
      <w:rPr>
        <w:noProof/>
      </w:rPr>
    </w:sdtEndPr>
    <w:sdtContent>
      <w:p w:rsidR="000555D8" w:rsidRDefault="000555D8">
        <w:pPr>
          <w:pStyle w:val="Footer"/>
          <w:jc w:val="right"/>
        </w:pPr>
        <w:r>
          <w:fldChar w:fldCharType="begin"/>
        </w:r>
        <w:r>
          <w:instrText xml:space="preserve"> PAGE   \* MERGEFORMAT </w:instrText>
        </w:r>
        <w:r>
          <w:fldChar w:fldCharType="separate"/>
        </w:r>
        <w:r w:rsidR="00E275DB">
          <w:rPr>
            <w:noProof/>
          </w:rPr>
          <w:t>10</w:t>
        </w:r>
        <w:r>
          <w:rPr>
            <w:noProof/>
          </w:rPr>
          <w:fldChar w:fldCharType="end"/>
        </w:r>
      </w:p>
    </w:sdtContent>
  </w:sdt>
  <w:p w:rsidR="0086183E" w:rsidRDefault="0086183E" w:rsidP="004726E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0A5" w:rsidRDefault="006840A5">
      <w:r>
        <w:separator/>
      </w:r>
    </w:p>
  </w:footnote>
  <w:footnote w:type="continuationSeparator" w:id="0">
    <w:p w:rsidR="006840A5" w:rsidRDefault="00684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pPr>
      <w:pStyle w:val="Header"/>
    </w:pPr>
  </w:p>
  <w:p w:rsidR="0086183E" w:rsidRPr="00326E97" w:rsidRDefault="0086183E" w:rsidP="008F78E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7320"/>
    <w:multiLevelType w:val="hybridMultilevel"/>
    <w:tmpl w:val="EA66D1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AB15E07"/>
    <w:multiLevelType w:val="hybridMultilevel"/>
    <w:tmpl w:val="942CECD6"/>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F73B92"/>
    <w:multiLevelType w:val="multilevel"/>
    <w:tmpl w:val="A29478BA"/>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
    <w:nsid w:val="16015626"/>
    <w:multiLevelType w:val="hybridMultilevel"/>
    <w:tmpl w:val="8CCE52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207B3752"/>
    <w:multiLevelType w:val="hybridMultilevel"/>
    <w:tmpl w:val="1BF4BA74"/>
    <w:lvl w:ilvl="0" w:tplc="BBB81468">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5">
    <w:nsid w:val="2DCB064B"/>
    <w:multiLevelType w:val="hybridMultilevel"/>
    <w:tmpl w:val="185A9694"/>
    <w:lvl w:ilvl="0" w:tplc="0E6CC702">
      <w:start w:val="4"/>
      <w:numFmt w:val="decimal"/>
      <w:lvlText w:val="%1."/>
      <w:lvlJc w:val="left"/>
      <w:pPr>
        <w:tabs>
          <w:tab w:val="num" w:pos="405"/>
        </w:tabs>
        <w:ind w:left="405" w:hanging="360"/>
      </w:pPr>
      <w:rPr>
        <w:rFonts w:hint="default"/>
      </w:rPr>
    </w:lvl>
    <w:lvl w:ilvl="1" w:tplc="04020019" w:tentative="1">
      <w:start w:val="1"/>
      <w:numFmt w:val="lowerLetter"/>
      <w:lvlText w:val="%2."/>
      <w:lvlJc w:val="left"/>
      <w:pPr>
        <w:tabs>
          <w:tab w:val="num" w:pos="1125"/>
        </w:tabs>
        <w:ind w:left="1125" w:hanging="360"/>
      </w:pPr>
    </w:lvl>
    <w:lvl w:ilvl="2" w:tplc="0402001B" w:tentative="1">
      <w:start w:val="1"/>
      <w:numFmt w:val="lowerRoman"/>
      <w:lvlText w:val="%3."/>
      <w:lvlJc w:val="right"/>
      <w:pPr>
        <w:tabs>
          <w:tab w:val="num" w:pos="1845"/>
        </w:tabs>
        <w:ind w:left="1845" w:hanging="180"/>
      </w:pPr>
    </w:lvl>
    <w:lvl w:ilvl="3" w:tplc="0402000F" w:tentative="1">
      <w:start w:val="1"/>
      <w:numFmt w:val="decimal"/>
      <w:lvlText w:val="%4."/>
      <w:lvlJc w:val="left"/>
      <w:pPr>
        <w:tabs>
          <w:tab w:val="num" w:pos="2565"/>
        </w:tabs>
        <w:ind w:left="2565" w:hanging="360"/>
      </w:pPr>
    </w:lvl>
    <w:lvl w:ilvl="4" w:tplc="04020019" w:tentative="1">
      <w:start w:val="1"/>
      <w:numFmt w:val="lowerLetter"/>
      <w:lvlText w:val="%5."/>
      <w:lvlJc w:val="left"/>
      <w:pPr>
        <w:tabs>
          <w:tab w:val="num" w:pos="3285"/>
        </w:tabs>
        <w:ind w:left="3285" w:hanging="360"/>
      </w:pPr>
    </w:lvl>
    <w:lvl w:ilvl="5" w:tplc="0402001B" w:tentative="1">
      <w:start w:val="1"/>
      <w:numFmt w:val="lowerRoman"/>
      <w:lvlText w:val="%6."/>
      <w:lvlJc w:val="right"/>
      <w:pPr>
        <w:tabs>
          <w:tab w:val="num" w:pos="4005"/>
        </w:tabs>
        <w:ind w:left="4005" w:hanging="180"/>
      </w:pPr>
    </w:lvl>
    <w:lvl w:ilvl="6" w:tplc="0402000F" w:tentative="1">
      <w:start w:val="1"/>
      <w:numFmt w:val="decimal"/>
      <w:lvlText w:val="%7."/>
      <w:lvlJc w:val="left"/>
      <w:pPr>
        <w:tabs>
          <w:tab w:val="num" w:pos="4725"/>
        </w:tabs>
        <w:ind w:left="4725" w:hanging="360"/>
      </w:pPr>
    </w:lvl>
    <w:lvl w:ilvl="7" w:tplc="04020019" w:tentative="1">
      <w:start w:val="1"/>
      <w:numFmt w:val="lowerLetter"/>
      <w:lvlText w:val="%8."/>
      <w:lvlJc w:val="left"/>
      <w:pPr>
        <w:tabs>
          <w:tab w:val="num" w:pos="5445"/>
        </w:tabs>
        <w:ind w:left="5445" w:hanging="360"/>
      </w:pPr>
    </w:lvl>
    <w:lvl w:ilvl="8" w:tplc="0402001B" w:tentative="1">
      <w:start w:val="1"/>
      <w:numFmt w:val="lowerRoman"/>
      <w:lvlText w:val="%9."/>
      <w:lvlJc w:val="right"/>
      <w:pPr>
        <w:tabs>
          <w:tab w:val="num" w:pos="6165"/>
        </w:tabs>
        <w:ind w:left="6165" w:hanging="180"/>
      </w:pPr>
    </w:lvl>
  </w:abstractNum>
  <w:abstractNum w:abstractNumId="6">
    <w:nsid w:val="36495A53"/>
    <w:multiLevelType w:val="hybridMultilevel"/>
    <w:tmpl w:val="F326A346"/>
    <w:lvl w:ilvl="0" w:tplc="70641BE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6CB36FD"/>
    <w:multiLevelType w:val="hybridMultilevel"/>
    <w:tmpl w:val="47223736"/>
    <w:lvl w:ilvl="0" w:tplc="62F01140">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3B0977BA"/>
    <w:multiLevelType w:val="hybridMultilevel"/>
    <w:tmpl w:val="775EB996"/>
    <w:lvl w:ilvl="0" w:tplc="3AC2B2DE">
      <w:start w:val="1"/>
      <w:numFmt w:val="decimal"/>
      <w:lvlText w:val="%1."/>
      <w:lvlJc w:val="left"/>
      <w:pPr>
        <w:ind w:left="1788" w:hanging="360"/>
      </w:pPr>
      <w:rPr>
        <w:rFonts w:hint="default"/>
        <w:b/>
      </w:rPr>
    </w:lvl>
    <w:lvl w:ilvl="1" w:tplc="04020019" w:tentative="1">
      <w:start w:val="1"/>
      <w:numFmt w:val="lowerLetter"/>
      <w:lvlText w:val="%2."/>
      <w:lvlJc w:val="left"/>
      <w:pPr>
        <w:ind w:left="2508" w:hanging="360"/>
      </w:pPr>
    </w:lvl>
    <w:lvl w:ilvl="2" w:tplc="0402001B" w:tentative="1">
      <w:start w:val="1"/>
      <w:numFmt w:val="lowerRoman"/>
      <w:lvlText w:val="%3."/>
      <w:lvlJc w:val="right"/>
      <w:pPr>
        <w:ind w:left="3228" w:hanging="180"/>
      </w:pPr>
    </w:lvl>
    <w:lvl w:ilvl="3" w:tplc="0402000F" w:tentative="1">
      <w:start w:val="1"/>
      <w:numFmt w:val="decimal"/>
      <w:lvlText w:val="%4."/>
      <w:lvlJc w:val="left"/>
      <w:pPr>
        <w:ind w:left="3948" w:hanging="360"/>
      </w:pPr>
    </w:lvl>
    <w:lvl w:ilvl="4" w:tplc="04020019" w:tentative="1">
      <w:start w:val="1"/>
      <w:numFmt w:val="lowerLetter"/>
      <w:lvlText w:val="%5."/>
      <w:lvlJc w:val="left"/>
      <w:pPr>
        <w:ind w:left="4668" w:hanging="360"/>
      </w:pPr>
    </w:lvl>
    <w:lvl w:ilvl="5" w:tplc="0402001B" w:tentative="1">
      <w:start w:val="1"/>
      <w:numFmt w:val="lowerRoman"/>
      <w:lvlText w:val="%6."/>
      <w:lvlJc w:val="right"/>
      <w:pPr>
        <w:ind w:left="5388" w:hanging="180"/>
      </w:pPr>
    </w:lvl>
    <w:lvl w:ilvl="6" w:tplc="0402000F" w:tentative="1">
      <w:start w:val="1"/>
      <w:numFmt w:val="decimal"/>
      <w:lvlText w:val="%7."/>
      <w:lvlJc w:val="left"/>
      <w:pPr>
        <w:ind w:left="6108" w:hanging="360"/>
      </w:pPr>
    </w:lvl>
    <w:lvl w:ilvl="7" w:tplc="04020019" w:tentative="1">
      <w:start w:val="1"/>
      <w:numFmt w:val="lowerLetter"/>
      <w:lvlText w:val="%8."/>
      <w:lvlJc w:val="left"/>
      <w:pPr>
        <w:ind w:left="6828" w:hanging="360"/>
      </w:pPr>
    </w:lvl>
    <w:lvl w:ilvl="8" w:tplc="0402001B" w:tentative="1">
      <w:start w:val="1"/>
      <w:numFmt w:val="lowerRoman"/>
      <w:lvlText w:val="%9."/>
      <w:lvlJc w:val="right"/>
      <w:pPr>
        <w:ind w:left="7548" w:hanging="180"/>
      </w:pPr>
    </w:lvl>
  </w:abstractNum>
  <w:abstractNum w:abstractNumId="9">
    <w:nsid w:val="430B3189"/>
    <w:multiLevelType w:val="hybridMultilevel"/>
    <w:tmpl w:val="72CC7E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4AB245B5"/>
    <w:multiLevelType w:val="hybridMultilevel"/>
    <w:tmpl w:val="045A6E76"/>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4C0358A3"/>
    <w:multiLevelType w:val="hybridMultilevel"/>
    <w:tmpl w:val="B73C30DE"/>
    <w:lvl w:ilvl="0" w:tplc="151C1EB6">
      <w:start w:val="1"/>
      <w:numFmt w:val="decimal"/>
      <w:lvlText w:val="%1."/>
      <w:lvlJc w:val="left"/>
      <w:pPr>
        <w:ind w:left="1319" w:hanging="78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2">
    <w:nsid w:val="523157A3"/>
    <w:multiLevelType w:val="hybridMultilevel"/>
    <w:tmpl w:val="A29478BA"/>
    <w:lvl w:ilvl="0" w:tplc="0402000D">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3">
    <w:nsid w:val="53C57F8D"/>
    <w:multiLevelType w:val="hybridMultilevel"/>
    <w:tmpl w:val="6C16E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51938B2"/>
    <w:multiLevelType w:val="hybridMultilevel"/>
    <w:tmpl w:val="69DE0B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7A7F1E0E"/>
    <w:multiLevelType w:val="hybridMultilevel"/>
    <w:tmpl w:val="E85E253C"/>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6">
    <w:nsid w:val="7AFE43FC"/>
    <w:multiLevelType w:val="hybridMultilevel"/>
    <w:tmpl w:val="ACDCF39E"/>
    <w:lvl w:ilvl="0" w:tplc="1272088E">
      <w:start w:val="1"/>
      <w:numFmt w:val="decimal"/>
      <w:lvlText w:val="%1."/>
      <w:lvlJc w:val="left"/>
      <w:pPr>
        <w:ind w:left="1379" w:hanging="84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7">
    <w:nsid w:val="7CB908B4"/>
    <w:multiLevelType w:val="hybridMultilevel"/>
    <w:tmpl w:val="B302D4EA"/>
    <w:lvl w:ilvl="0" w:tplc="1E667C7A">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8">
    <w:nsid w:val="7FDC026D"/>
    <w:multiLevelType w:val="hybridMultilevel"/>
    <w:tmpl w:val="CC92832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12"/>
  </w:num>
  <w:num w:numId="2">
    <w:abstractNumId w:val="2"/>
  </w:num>
  <w:num w:numId="3">
    <w:abstractNumId w:val="14"/>
  </w:num>
  <w:num w:numId="4">
    <w:abstractNumId w:val="0"/>
  </w:num>
  <w:num w:numId="5">
    <w:abstractNumId w:val="3"/>
  </w:num>
  <w:num w:numId="6">
    <w:abstractNumId w:val="5"/>
  </w:num>
  <w:num w:numId="7">
    <w:abstractNumId w:val="9"/>
  </w:num>
  <w:num w:numId="8">
    <w:abstractNumId w:val="1"/>
  </w:num>
  <w:num w:numId="9">
    <w:abstractNumId w:val="4"/>
  </w:num>
  <w:num w:numId="10">
    <w:abstractNumId w:val="7"/>
  </w:num>
  <w:num w:numId="11">
    <w:abstractNumId w:val="6"/>
  </w:num>
  <w:num w:numId="12">
    <w:abstractNumId w:val="15"/>
  </w:num>
  <w:num w:numId="13">
    <w:abstractNumId w:val="18"/>
  </w:num>
  <w:num w:numId="14">
    <w:abstractNumId w:val="10"/>
  </w:num>
  <w:num w:numId="15">
    <w:abstractNumId w:val="8"/>
  </w:num>
  <w:num w:numId="16">
    <w:abstractNumId w:val="16"/>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1A1"/>
    <w:rsid w:val="000029B1"/>
    <w:rsid w:val="000035E5"/>
    <w:rsid w:val="000136EC"/>
    <w:rsid w:val="0001460C"/>
    <w:rsid w:val="000152C2"/>
    <w:rsid w:val="00017703"/>
    <w:rsid w:val="000248E3"/>
    <w:rsid w:val="000255B2"/>
    <w:rsid w:val="00027830"/>
    <w:rsid w:val="00030E70"/>
    <w:rsid w:val="000316A1"/>
    <w:rsid w:val="0003187D"/>
    <w:rsid w:val="00033946"/>
    <w:rsid w:val="00035455"/>
    <w:rsid w:val="00037545"/>
    <w:rsid w:val="000411F3"/>
    <w:rsid w:val="00042F2E"/>
    <w:rsid w:val="0004530D"/>
    <w:rsid w:val="00045E59"/>
    <w:rsid w:val="00046175"/>
    <w:rsid w:val="00050AF9"/>
    <w:rsid w:val="000511C4"/>
    <w:rsid w:val="00052646"/>
    <w:rsid w:val="000555D8"/>
    <w:rsid w:val="00057705"/>
    <w:rsid w:val="00060737"/>
    <w:rsid w:val="00062765"/>
    <w:rsid w:val="00063472"/>
    <w:rsid w:val="0006364E"/>
    <w:rsid w:val="000639F6"/>
    <w:rsid w:val="00064549"/>
    <w:rsid w:val="00071579"/>
    <w:rsid w:val="00071A1A"/>
    <w:rsid w:val="00075DE7"/>
    <w:rsid w:val="000774D3"/>
    <w:rsid w:val="00080252"/>
    <w:rsid w:val="000807BD"/>
    <w:rsid w:val="00081D4C"/>
    <w:rsid w:val="00084289"/>
    <w:rsid w:val="00090B4B"/>
    <w:rsid w:val="000910F9"/>
    <w:rsid w:val="00094CD7"/>
    <w:rsid w:val="00095E24"/>
    <w:rsid w:val="000966E9"/>
    <w:rsid w:val="000A5597"/>
    <w:rsid w:val="000B3BC5"/>
    <w:rsid w:val="000B3E34"/>
    <w:rsid w:val="000B6C64"/>
    <w:rsid w:val="000C061C"/>
    <w:rsid w:val="000C36EC"/>
    <w:rsid w:val="000C3C80"/>
    <w:rsid w:val="000C4457"/>
    <w:rsid w:val="000C6328"/>
    <w:rsid w:val="000C6EA2"/>
    <w:rsid w:val="000C73C6"/>
    <w:rsid w:val="000D1EE8"/>
    <w:rsid w:val="000D64EB"/>
    <w:rsid w:val="000E69CD"/>
    <w:rsid w:val="000E6F9D"/>
    <w:rsid w:val="000F1E39"/>
    <w:rsid w:val="000F467B"/>
    <w:rsid w:val="000F49B9"/>
    <w:rsid w:val="000F5269"/>
    <w:rsid w:val="00101642"/>
    <w:rsid w:val="00102BBF"/>
    <w:rsid w:val="001036F6"/>
    <w:rsid w:val="00104B0C"/>
    <w:rsid w:val="00110616"/>
    <w:rsid w:val="00110E27"/>
    <w:rsid w:val="00114216"/>
    <w:rsid w:val="00114439"/>
    <w:rsid w:val="00116505"/>
    <w:rsid w:val="00121E27"/>
    <w:rsid w:val="00126979"/>
    <w:rsid w:val="00127355"/>
    <w:rsid w:val="00127F1D"/>
    <w:rsid w:val="0013162F"/>
    <w:rsid w:val="00132B27"/>
    <w:rsid w:val="00140B0D"/>
    <w:rsid w:val="00141711"/>
    <w:rsid w:val="00143631"/>
    <w:rsid w:val="001439C4"/>
    <w:rsid w:val="0014495D"/>
    <w:rsid w:val="0014562B"/>
    <w:rsid w:val="001460AF"/>
    <w:rsid w:val="00153513"/>
    <w:rsid w:val="001549BC"/>
    <w:rsid w:val="00155195"/>
    <w:rsid w:val="0015575F"/>
    <w:rsid w:val="001624E0"/>
    <w:rsid w:val="0016464F"/>
    <w:rsid w:val="00164864"/>
    <w:rsid w:val="00164CC1"/>
    <w:rsid w:val="0017037C"/>
    <w:rsid w:val="00171E39"/>
    <w:rsid w:val="0017665E"/>
    <w:rsid w:val="001778B6"/>
    <w:rsid w:val="00181B84"/>
    <w:rsid w:val="001863D3"/>
    <w:rsid w:val="0018727C"/>
    <w:rsid w:val="00190055"/>
    <w:rsid w:val="0019135D"/>
    <w:rsid w:val="00191DDD"/>
    <w:rsid w:val="001960FE"/>
    <w:rsid w:val="001962C3"/>
    <w:rsid w:val="0019696A"/>
    <w:rsid w:val="001A4194"/>
    <w:rsid w:val="001A7BF9"/>
    <w:rsid w:val="001A7CA5"/>
    <w:rsid w:val="001B4224"/>
    <w:rsid w:val="001C1DE6"/>
    <w:rsid w:val="001C4276"/>
    <w:rsid w:val="001D0121"/>
    <w:rsid w:val="001D3B95"/>
    <w:rsid w:val="001D676B"/>
    <w:rsid w:val="001E0A8C"/>
    <w:rsid w:val="001E0EBE"/>
    <w:rsid w:val="001E5C95"/>
    <w:rsid w:val="001E6B85"/>
    <w:rsid w:val="001E714B"/>
    <w:rsid w:val="001F13C7"/>
    <w:rsid w:val="001F56C1"/>
    <w:rsid w:val="001F7FB0"/>
    <w:rsid w:val="002008CF"/>
    <w:rsid w:val="002033DC"/>
    <w:rsid w:val="0020440C"/>
    <w:rsid w:val="002074AA"/>
    <w:rsid w:val="002105EB"/>
    <w:rsid w:val="00215CEC"/>
    <w:rsid w:val="00216ACA"/>
    <w:rsid w:val="0022133D"/>
    <w:rsid w:val="0022648C"/>
    <w:rsid w:val="00226AFD"/>
    <w:rsid w:val="00227143"/>
    <w:rsid w:val="00227394"/>
    <w:rsid w:val="002309E9"/>
    <w:rsid w:val="0023356B"/>
    <w:rsid w:val="00234721"/>
    <w:rsid w:val="00234E37"/>
    <w:rsid w:val="00236989"/>
    <w:rsid w:val="002417E6"/>
    <w:rsid w:val="002445F4"/>
    <w:rsid w:val="00244F3D"/>
    <w:rsid w:val="00256695"/>
    <w:rsid w:val="00257477"/>
    <w:rsid w:val="00261CC6"/>
    <w:rsid w:val="00282F5F"/>
    <w:rsid w:val="00283B4C"/>
    <w:rsid w:val="00290D26"/>
    <w:rsid w:val="0029226B"/>
    <w:rsid w:val="002928E2"/>
    <w:rsid w:val="00293699"/>
    <w:rsid w:val="0029369C"/>
    <w:rsid w:val="00294668"/>
    <w:rsid w:val="002964BA"/>
    <w:rsid w:val="002978DF"/>
    <w:rsid w:val="00297C4D"/>
    <w:rsid w:val="002A0EA9"/>
    <w:rsid w:val="002A101D"/>
    <w:rsid w:val="002A16C6"/>
    <w:rsid w:val="002A3156"/>
    <w:rsid w:val="002A432E"/>
    <w:rsid w:val="002A4A07"/>
    <w:rsid w:val="002A4E0A"/>
    <w:rsid w:val="002A612C"/>
    <w:rsid w:val="002A632D"/>
    <w:rsid w:val="002A78F8"/>
    <w:rsid w:val="002B0685"/>
    <w:rsid w:val="002B242A"/>
    <w:rsid w:val="002B39AD"/>
    <w:rsid w:val="002B4EEF"/>
    <w:rsid w:val="002B7583"/>
    <w:rsid w:val="002C0C0C"/>
    <w:rsid w:val="002C1687"/>
    <w:rsid w:val="002C198B"/>
    <w:rsid w:val="002C1D73"/>
    <w:rsid w:val="002C589E"/>
    <w:rsid w:val="002C73F6"/>
    <w:rsid w:val="002C7B66"/>
    <w:rsid w:val="002C7D14"/>
    <w:rsid w:val="002D2742"/>
    <w:rsid w:val="002D3209"/>
    <w:rsid w:val="002E2C5A"/>
    <w:rsid w:val="002E3EF3"/>
    <w:rsid w:val="002F0248"/>
    <w:rsid w:val="002F1068"/>
    <w:rsid w:val="002F6F56"/>
    <w:rsid w:val="003030EE"/>
    <w:rsid w:val="0030371D"/>
    <w:rsid w:val="0030662C"/>
    <w:rsid w:val="003105F7"/>
    <w:rsid w:val="00313FA5"/>
    <w:rsid w:val="0032047C"/>
    <w:rsid w:val="00324E21"/>
    <w:rsid w:val="00326E97"/>
    <w:rsid w:val="00330623"/>
    <w:rsid w:val="003313F3"/>
    <w:rsid w:val="0033375A"/>
    <w:rsid w:val="0033488B"/>
    <w:rsid w:val="00335098"/>
    <w:rsid w:val="00337D41"/>
    <w:rsid w:val="00340167"/>
    <w:rsid w:val="0034099E"/>
    <w:rsid w:val="0034758B"/>
    <w:rsid w:val="00354842"/>
    <w:rsid w:val="0035527E"/>
    <w:rsid w:val="003600F7"/>
    <w:rsid w:val="0036148C"/>
    <w:rsid w:val="00364B89"/>
    <w:rsid w:val="003655A7"/>
    <w:rsid w:val="0037461A"/>
    <w:rsid w:val="003765CE"/>
    <w:rsid w:val="003774F1"/>
    <w:rsid w:val="00377600"/>
    <w:rsid w:val="00380FE7"/>
    <w:rsid w:val="003815E4"/>
    <w:rsid w:val="003915FD"/>
    <w:rsid w:val="003A2B4E"/>
    <w:rsid w:val="003A7E9E"/>
    <w:rsid w:val="003B59FE"/>
    <w:rsid w:val="003B6426"/>
    <w:rsid w:val="003C2468"/>
    <w:rsid w:val="003C4FD9"/>
    <w:rsid w:val="003C7C57"/>
    <w:rsid w:val="003D33A5"/>
    <w:rsid w:val="003E0BA5"/>
    <w:rsid w:val="003E7B56"/>
    <w:rsid w:val="003F0062"/>
    <w:rsid w:val="003F01A8"/>
    <w:rsid w:val="003F1724"/>
    <w:rsid w:val="00400558"/>
    <w:rsid w:val="00402CEE"/>
    <w:rsid w:val="00404809"/>
    <w:rsid w:val="0041018D"/>
    <w:rsid w:val="004103B8"/>
    <w:rsid w:val="00414DB9"/>
    <w:rsid w:val="00420165"/>
    <w:rsid w:val="00421AFD"/>
    <w:rsid w:val="0042347B"/>
    <w:rsid w:val="00425F95"/>
    <w:rsid w:val="00431D27"/>
    <w:rsid w:val="00436C37"/>
    <w:rsid w:val="00436E83"/>
    <w:rsid w:val="0044115C"/>
    <w:rsid w:val="00452B19"/>
    <w:rsid w:val="00455EA9"/>
    <w:rsid w:val="0046198B"/>
    <w:rsid w:val="00462826"/>
    <w:rsid w:val="0046560A"/>
    <w:rsid w:val="004704CF"/>
    <w:rsid w:val="00472242"/>
    <w:rsid w:val="004726EA"/>
    <w:rsid w:val="004750D2"/>
    <w:rsid w:val="0047554F"/>
    <w:rsid w:val="004816E4"/>
    <w:rsid w:val="00481B01"/>
    <w:rsid w:val="004838A9"/>
    <w:rsid w:val="004844DE"/>
    <w:rsid w:val="004859B9"/>
    <w:rsid w:val="00485CA7"/>
    <w:rsid w:val="004939F0"/>
    <w:rsid w:val="004A172E"/>
    <w:rsid w:val="004A22C5"/>
    <w:rsid w:val="004A54D3"/>
    <w:rsid w:val="004A62BD"/>
    <w:rsid w:val="004A635B"/>
    <w:rsid w:val="004B2D9E"/>
    <w:rsid w:val="004B5934"/>
    <w:rsid w:val="004B5A06"/>
    <w:rsid w:val="004B69C7"/>
    <w:rsid w:val="004C0476"/>
    <w:rsid w:val="004C20A1"/>
    <w:rsid w:val="004C3038"/>
    <w:rsid w:val="004D111E"/>
    <w:rsid w:val="004D151D"/>
    <w:rsid w:val="004D423C"/>
    <w:rsid w:val="004D6EFC"/>
    <w:rsid w:val="004E2187"/>
    <w:rsid w:val="004E50B6"/>
    <w:rsid w:val="004E64D2"/>
    <w:rsid w:val="004E746F"/>
    <w:rsid w:val="004F15F0"/>
    <w:rsid w:val="004F493A"/>
    <w:rsid w:val="004F5D85"/>
    <w:rsid w:val="004F762D"/>
    <w:rsid w:val="005011AA"/>
    <w:rsid w:val="00501681"/>
    <w:rsid w:val="005035B3"/>
    <w:rsid w:val="00504774"/>
    <w:rsid w:val="005067A8"/>
    <w:rsid w:val="00506A4A"/>
    <w:rsid w:val="00506D74"/>
    <w:rsid w:val="005101AA"/>
    <w:rsid w:val="005127B9"/>
    <w:rsid w:val="00514D53"/>
    <w:rsid w:val="005152A7"/>
    <w:rsid w:val="00517C15"/>
    <w:rsid w:val="00520D95"/>
    <w:rsid w:val="00521E36"/>
    <w:rsid w:val="00526F37"/>
    <w:rsid w:val="00532269"/>
    <w:rsid w:val="005324EB"/>
    <w:rsid w:val="00535D6A"/>
    <w:rsid w:val="00536425"/>
    <w:rsid w:val="005377C0"/>
    <w:rsid w:val="00537831"/>
    <w:rsid w:val="005448B3"/>
    <w:rsid w:val="00544D98"/>
    <w:rsid w:val="005456F4"/>
    <w:rsid w:val="005542E0"/>
    <w:rsid w:val="00554C8C"/>
    <w:rsid w:val="00561425"/>
    <w:rsid w:val="00561EC1"/>
    <w:rsid w:val="00565601"/>
    <w:rsid w:val="00566DC2"/>
    <w:rsid w:val="00566F65"/>
    <w:rsid w:val="00577135"/>
    <w:rsid w:val="00580099"/>
    <w:rsid w:val="0059004D"/>
    <w:rsid w:val="00592711"/>
    <w:rsid w:val="00593360"/>
    <w:rsid w:val="00594099"/>
    <w:rsid w:val="00597439"/>
    <w:rsid w:val="005A0114"/>
    <w:rsid w:val="005B21A1"/>
    <w:rsid w:val="005B4D76"/>
    <w:rsid w:val="005B56E5"/>
    <w:rsid w:val="005B5765"/>
    <w:rsid w:val="005B5FA4"/>
    <w:rsid w:val="005B7BB9"/>
    <w:rsid w:val="005C5366"/>
    <w:rsid w:val="005D4251"/>
    <w:rsid w:val="005D62AD"/>
    <w:rsid w:val="005D6B78"/>
    <w:rsid w:val="005D6E66"/>
    <w:rsid w:val="005E2CE0"/>
    <w:rsid w:val="005F1343"/>
    <w:rsid w:val="005F15C9"/>
    <w:rsid w:val="005F1E79"/>
    <w:rsid w:val="005F3645"/>
    <w:rsid w:val="005F5DDA"/>
    <w:rsid w:val="00601AEC"/>
    <w:rsid w:val="00611BC8"/>
    <w:rsid w:val="00613CFD"/>
    <w:rsid w:val="006153C7"/>
    <w:rsid w:val="006164F6"/>
    <w:rsid w:val="00617730"/>
    <w:rsid w:val="00617E7A"/>
    <w:rsid w:val="00620B44"/>
    <w:rsid w:val="00620CE6"/>
    <w:rsid w:val="00623575"/>
    <w:rsid w:val="0063208C"/>
    <w:rsid w:val="0063258C"/>
    <w:rsid w:val="00633AD8"/>
    <w:rsid w:val="00636634"/>
    <w:rsid w:val="006378F3"/>
    <w:rsid w:val="00642BF9"/>
    <w:rsid w:val="00643A54"/>
    <w:rsid w:val="00643CBD"/>
    <w:rsid w:val="00644EE2"/>
    <w:rsid w:val="00646053"/>
    <w:rsid w:val="00655E8D"/>
    <w:rsid w:val="00656053"/>
    <w:rsid w:val="006708CD"/>
    <w:rsid w:val="00671776"/>
    <w:rsid w:val="00675372"/>
    <w:rsid w:val="006809FB"/>
    <w:rsid w:val="00681DDA"/>
    <w:rsid w:val="00683FC2"/>
    <w:rsid w:val="006840A5"/>
    <w:rsid w:val="00685867"/>
    <w:rsid w:val="00686D20"/>
    <w:rsid w:val="0069139D"/>
    <w:rsid w:val="00692277"/>
    <w:rsid w:val="00697095"/>
    <w:rsid w:val="006A418A"/>
    <w:rsid w:val="006A51E0"/>
    <w:rsid w:val="006B0799"/>
    <w:rsid w:val="006B28A3"/>
    <w:rsid w:val="006B6B9A"/>
    <w:rsid w:val="006B77E8"/>
    <w:rsid w:val="006C0D19"/>
    <w:rsid w:val="006C252B"/>
    <w:rsid w:val="006C675F"/>
    <w:rsid w:val="006C6EB1"/>
    <w:rsid w:val="006D0905"/>
    <w:rsid w:val="006E27D4"/>
    <w:rsid w:val="006E3499"/>
    <w:rsid w:val="006F4120"/>
    <w:rsid w:val="006F4E87"/>
    <w:rsid w:val="006F626B"/>
    <w:rsid w:val="006F7030"/>
    <w:rsid w:val="006F7CE0"/>
    <w:rsid w:val="00701723"/>
    <w:rsid w:val="0070204E"/>
    <w:rsid w:val="00713103"/>
    <w:rsid w:val="0071682F"/>
    <w:rsid w:val="007171DE"/>
    <w:rsid w:val="007202E2"/>
    <w:rsid w:val="00720595"/>
    <w:rsid w:val="00722B36"/>
    <w:rsid w:val="00726A49"/>
    <w:rsid w:val="00731C8D"/>
    <w:rsid w:val="00732DE3"/>
    <w:rsid w:val="00734411"/>
    <w:rsid w:val="00740681"/>
    <w:rsid w:val="007409AB"/>
    <w:rsid w:val="007410B1"/>
    <w:rsid w:val="007432FD"/>
    <w:rsid w:val="00745FDC"/>
    <w:rsid w:val="00750973"/>
    <w:rsid w:val="007569AE"/>
    <w:rsid w:val="00760822"/>
    <w:rsid w:val="00760AF8"/>
    <w:rsid w:val="00762432"/>
    <w:rsid w:val="00762D18"/>
    <w:rsid w:val="00765A31"/>
    <w:rsid w:val="0076694B"/>
    <w:rsid w:val="00773DE3"/>
    <w:rsid w:val="00776AA0"/>
    <w:rsid w:val="007901C9"/>
    <w:rsid w:val="00791F70"/>
    <w:rsid w:val="00792431"/>
    <w:rsid w:val="0079410F"/>
    <w:rsid w:val="007942A5"/>
    <w:rsid w:val="007A3472"/>
    <w:rsid w:val="007A4CDF"/>
    <w:rsid w:val="007A6AC2"/>
    <w:rsid w:val="007B6007"/>
    <w:rsid w:val="007C072D"/>
    <w:rsid w:val="007C2CF2"/>
    <w:rsid w:val="007C505E"/>
    <w:rsid w:val="007C5308"/>
    <w:rsid w:val="007C5877"/>
    <w:rsid w:val="007C60DD"/>
    <w:rsid w:val="007C7CAF"/>
    <w:rsid w:val="007D2D3E"/>
    <w:rsid w:val="007D3107"/>
    <w:rsid w:val="007D770C"/>
    <w:rsid w:val="007E0C51"/>
    <w:rsid w:val="007E11BA"/>
    <w:rsid w:val="007E4E81"/>
    <w:rsid w:val="007E5A9A"/>
    <w:rsid w:val="007E721B"/>
    <w:rsid w:val="007E7C94"/>
    <w:rsid w:val="007E7E0D"/>
    <w:rsid w:val="007F0C86"/>
    <w:rsid w:val="007F6865"/>
    <w:rsid w:val="007F75BB"/>
    <w:rsid w:val="007F7AFB"/>
    <w:rsid w:val="00800A00"/>
    <w:rsid w:val="008030DB"/>
    <w:rsid w:val="0080673B"/>
    <w:rsid w:val="00810075"/>
    <w:rsid w:val="00810BD1"/>
    <w:rsid w:val="00811C29"/>
    <w:rsid w:val="0081699D"/>
    <w:rsid w:val="00816C73"/>
    <w:rsid w:val="00816F76"/>
    <w:rsid w:val="008216FA"/>
    <w:rsid w:val="00824B8F"/>
    <w:rsid w:val="00825BA0"/>
    <w:rsid w:val="00827BD7"/>
    <w:rsid w:val="00830A3C"/>
    <w:rsid w:val="00833330"/>
    <w:rsid w:val="008357DD"/>
    <w:rsid w:val="008361DD"/>
    <w:rsid w:val="008367AB"/>
    <w:rsid w:val="00836E3C"/>
    <w:rsid w:val="008414FE"/>
    <w:rsid w:val="00842218"/>
    <w:rsid w:val="0084286E"/>
    <w:rsid w:val="00851472"/>
    <w:rsid w:val="008553B1"/>
    <w:rsid w:val="0086183E"/>
    <w:rsid w:val="00861ED5"/>
    <w:rsid w:val="00864DA5"/>
    <w:rsid w:val="00865495"/>
    <w:rsid w:val="00865A44"/>
    <w:rsid w:val="00871827"/>
    <w:rsid w:val="0088087D"/>
    <w:rsid w:val="00887836"/>
    <w:rsid w:val="00887BB1"/>
    <w:rsid w:val="00895D90"/>
    <w:rsid w:val="00895F80"/>
    <w:rsid w:val="00896C86"/>
    <w:rsid w:val="00897090"/>
    <w:rsid w:val="008A0B80"/>
    <w:rsid w:val="008A3B91"/>
    <w:rsid w:val="008B0C74"/>
    <w:rsid w:val="008B3EFA"/>
    <w:rsid w:val="008B57D8"/>
    <w:rsid w:val="008B6850"/>
    <w:rsid w:val="008B6A9B"/>
    <w:rsid w:val="008C276C"/>
    <w:rsid w:val="008C36A1"/>
    <w:rsid w:val="008C6756"/>
    <w:rsid w:val="008D12C8"/>
    <w:rsid w:val="008D4483"/>
    <w:rsid w:val="008D5B4B"/>
    <w:rsid w:val="008D5DA2"/>
    <w:rsid w:val="008D649C"/>
    <w:rsid w:val="008D6FF7"/>
    <w:rsid w:val="008F38DD"/>
    <w:rsid w:val="008F58AB"/>
    <w:rsid w:val="008F64F0"/>
    <w:rsid w:val="008F77FA"/>
    <w:rsid w:val="008F78EE"/>
    <w:rsid w:val="0090114C"/>
    <w:rsid w:val="0090450A"/>
    <w:rsid w:val="00904980"/>
    <w:rsid w:val="00904A43"/>
    <w:rsid w:val="00906314"/>
    <w:rsid w:val="00911932"/>
    <w:rsid w:val="0091735F"/>
    <w:rsid w:val="00921F69"/>
    <w:rsid w:val="0092387A"/>
    <w:rsid w:val="00924940"/>
    <w:rsid w:val="009303C3"/>
    <w:rsid w:val="009319E1"/>
    <w:rsid w:val="00933270"/>
    <w:rsid w:val="00936054"/>
    <w:rsid w:val="00937D30"/>
    <w:rsid w:val="00946D07"/>
    <w:rsid w:val="00953624"/>
    <w:rsid w:val="00956276"/>
    <w:rsid w:val="00963370"/>
    <w:rsid w:val="00963605"/>
    <w:rsid w:val="00964A51"/>
    <w:rsid w:val="00965C49"/>
    <w:rsid w:val="00966F14"/>
    <w:rsid w:val="00967693"/>
    <w:rsid w:val="009703D4"/>
    <w:rsid w:val="00970D23"/>
    <w:rsid w:val="00971395"/>
    <w:rsid w:val="009837D4"/>
    <w:rsid w:val="00984C07"/>
    <w:rsid w:val="009869F7"/>
    <w:rsid w:val="0098760D"/>
    <w:rsid w:val="00987671"/>
    <w:rsid w:val="009913A7"/>
    <w:rsid w:val="00993A8C"/>
    <w:rsid w:val="009954D4"/>
    <w:rsid w:val="009A0963"/>
    <w:rsid w:val="009A619D"/>
    <w:rsid w:val="009A7DE7"/>
    <w:rsid w:val="009B5227"/>
    <w:rsid w:val="009B71F0"/>
    <w:rsid w:val="009C1A0A"/>
    <w:rsid w:val="009C23CA"/>
    <w:rsid w:val="009D189C"/>
    <w:rsid w:val="009D3511"/>
    <w:rsid w:val="009D4C49"/>
    <w:rsid w:val="009D4E2B"/>
    <w:rsid w:val="009E1492"/>
    <w:rsid w:val="009E2E45"/>
    <w:rsid w:val="009E5E1C"/>
    <w:rsid w:val="009E6F8E"/>
    <w:rsid w:val="009E6FA1"/>
    <w:rsid w:val="009F3D3E"/>
    <w:rsid w:val="009F4D19"/>
    <w:rsid w:val="009F4E13"/>
    <w:rsid w:val="00A0027B"/>
    <w:rsid w:val="00A034E8"/>
    <w:rsid w:val="00A0617F"/>
    <w:rsid w:val="00A11FE8"/>
    <w:rsid w:val="00A13C5F"/>
    <w:rsid w:val="00A14C05"/>
    <w:rsid w:val="00A17422"/>
    <w:rsid w:val="00A21BE1"/>
    <w:rsid w:val="00A22890"/>
    <w:rsid w:val="00A23A33"/>
    <w:rsid w:val="00A30F8F"/>
    <w:rsid w:val="00A36E17"/>
    <w:rsid w:val="00A46164"/>
    <w:rsid w:val="00A46F75"/>
    <w:rsid w:val="00A50820"/>
    <w:rsid w:val="00A529FC"/>
    <w:rsid w:val="00A5602E"/>
    <w:rsid w:val="00A56126"/>
    <w:rsid w:val="00A62EEB"/>
    <w:rsid w:val="00A6314B"/>
    <w:rsid w:val="00A66504"/>
    <w:rsid w:val="00A66C86"/>
    <w:rsid w:val="00A7065C"/>
    <w:rsid w:val="00A74490"/>
    <w:rsid w:val="00A75220"/>
    <w:rsid w:val="00A82387"/>
    <w:rsid w:val="00A84CEA"/>
    <w:rsid w:val="00A85E9D"/>
    <w:rsid w:val="00A86CC0"/>
    <w:rsid w:val="00A90245"/>
    <w:rsid w:val="00A905BC"/>
    <w:rsid w:val="00A90F27"/>
    <w:rsid w:val="00A9417D"/>
    <w:rsid w:val="00A955E1"/>
    <w:rsid w:val="00AA326D"/>
    <w:rsid w:val="00AA6ADC"/>
    <w:rsid w:val="00AB072C"/>
    <w:rsid w:val="00AB2A77"/>
    <w:rsid w:val="00AB7E27"/>
    <w:rsid w:val="00AC7BE5"/>
    <w:rsid w:val="00AD17AE"/>
    <w:rsid w:val="00AD40F9"/>
    <w:rsid w:val="00AD5266"/>
    <w:rsid w:val="00AD6B26"/>
    <w:rsid w:val="00AD717E"/>
    <w:rsid w:val="00AD7806"/>
    <w:rsid w:val="00AF5E5D"/>
    <w:rsid w:val="00AF753B"/>
    <w:rsid w:val="00AF7898"/>
    <w:rsid w:val="00AF7FBE"/>
    <w:rsid w:val="00B0028F"/>
    <w:rsid w:val="00B05BCB"/>
    <w:rsid w:val="00B116FE"/>
    <w:rsid w:val="00B11B66"/>
    <w:rsid w:val="00B12319"/>
    <w:rsid w:val="00B16D48"/>
    <w:rsid w:val="00B21A98"/>
    <w:rsid w:val="00B21D40"/>
    <w:rsid w:val="00B21F46"/>
    <w:rsid w:val="00B225DD"/>
    <w:rsid w:val="00B227E2"/>
    <w:rsid w:val="00B2434F"/>
    <w:rsid w:val="00B25F4D"/>
    <w:rsid w:val="00B304C8"/>
    <w:rsid w:val="00B34261"/>
    <w:rsid w:val="00B34B88"/>
    <w:rsid w:val="00B36B40"/>
    <w:rsid w:val="00B43341"/>
    <w:rsid w:val="00B44028"/>
    <w:rsid w:val="00B51AD2"/>
    <w:rsid w:val="00B5225A"/>
    <w:rsid w:val="00B53C6F"/>
    <w:rsid w:val="00B56C72"/>
    <w:rsid w:val="00B61285"/>
    <w:rsid w:val="00B63836"/>
    <w:rsid w:val="00B65A78"/>
    <w:rsid w:val="00B741A2"/>
    <w:rsid w:val="00B76AB8"/>
    <w:rsid w:val="00B81726"/>
    <w:rsid w:val="00B86AF0"/>
    <w:rsid w:val="00B86C29"/>
    <w:rsid w:val="00B87931"/>
    <w:rsid w:val="00B911B6"/>
    <w:rsid w:val="00B9523B"/>
    <w:rsid w:val="00B95AF4"/>
    <w:rsid w:val="00B97125"/>
    <w:rsid w:val="00BA685C"/>
    <w:rsid w:val="00BA70E9"/>
    <w:rsid w:val="00BB05B7"/>
    <w:rsid w:val="00BB589E"/>
    <w:rsid w:val="00BC1DA5"/>
    <w:rsid w:val="00BC1E77"/>
    <w:rsid w:val="00BD249B"/>
    <w:rsid w:val="00BD30C4"/>
    <w:rsid w:val="00BD3376"/>
    <w:rsid w:val="00BD6AF1"/>
    <w:rsid w:val="00BD6EAA"/>
    <w:rsid w:val="00BD72AE"/>
    <w:rsid w:val="00BE4B28"/>
    <w:rsid w:val="00BE4EE8"/>
    <w:rsid w:val="00BE734E"/>
    <w:rsid w:val="00BF3E2C"/>
    <w:rsid w:val="00BF6F69"/>
    <w:rsid w:val="00C12BDB"/>
    <w:rsid w:val="00C15317"/>
    <w:rsid w:val="00C158EA"/>
    <w:rsid w:val="00C1626F"/>
    <w:rsid w:val="00C16753"/>
    <w:rsid w:val="00C24B4D"/>
    <w:rsid w:val="00C33981"/>
    <w:rsid w:val="00C35DBF"/>
    <w:rsid w:val="00C366AA"/>
    <w:rsid w:val="00C4015C"/>
    <w:rsid w:val="00C4080D"/>
    <w:rsid w:val="00C417BC"/>
    <w:rsid w:val="00C41A27"/>
    <w:rsid w:val="00C42C15"/>
    <w:rsid w:val="00C4555B"/>
    <w:rsid w:val="00C50B78"/>
    <w:rsid w:val="00C53739"/>
    <w:rsid w:val="00C5483B"/>
    <w:rsid w:val="00C56DBB"/>
    <w:rsid w:val="00C57DAB"/>
    <w:rsid w:val="00C64100"/>
    <w:rsid w:val="00C64744"/>
    <w:rsid w:val="00C664A1"/>
    <w:rsid w:val="00C66C84"/>
    <w:rsid w:val="00C7327C"/>
    <w:rsid w:val="00C7658D"/>
    <w:rsid w:val="00C76649"/>
    <w:rsid w:val="00C77C52"/>
    <w:rsid w:val="00C83087"/>
    <w:rsid w:val="00C853CB"/>
    <w:rsid w:val="00C855D6"/>
    <w:rsid w:val="00C94B7D"/>
    <w:rsid w:val="00C97F76"/>
    <w:rsid w:val="00CA069A"/>
    <w:rsid w:val="00CA53E1"/>
    <w:rsid w:val="00CA560E"/>
    <w:rsid w:val="00CA5E79"/>
    <w:rsid w:val="00CB4615"/>
    <w:rsid w:val="00CB4D12"/>
    <w:rsid w:val="00CB6E16"/>
    <w:rsid w:val="00CB757E"/>
    <w:rsid w:val="00CC00DF"/>
    <w:rsid w:val="00CC3C86"/>
    <w:rsid w:val="00CC3C8E"/>
    <w:rsid w:val="00CC482F"/>
    <w:rsid w:val="00CC4E24"/>
    <w:rsid w:val="00CC5AB1"/>
    <w:rsid w:val="00CC5E25"/>
    <w:rsid w:val="00CC61A0"/>
    <w:rsid w:val="00CC673E"/>
    <w:rsid w:val="00CD44A4"/>
    <w:rsid w:val="00CD767D"/>
    <w:rsid w:val="00CE2D1B"/>
    <w:rsid w:val="00CE5D3E"/>
    <w:rsid w:val="00CE66C4"/>
    <w:rsid w:val="00CE6984"/>
    <w:rsid w:val="00CF33D0"/>
    <w:rsid w:val="00CF34D1"/>
    <w:rsid w:val="00CF7070"/>
    <w:rsid w:val="00D028F5"/>
    <w:rsid w:val="00D048C4"/>
    <w:rsid w:val="00D05988"/>
    <w:rsid w:val="00D07476"/>
    <w:rsid w:val="00D13B23"/>
    <w:rsid w:val="00D16DEC"/>
    <w:rsid w:val="00D16EA7"/>
    <w:rsid w:val="00D222FE"/>
    <w:rsid w:val="00D24814"/>
    <w:rsid w:val="00D2558F"/>
    <w:rsid w:val="00D30D0D"/>
    <w:rsid w:val="00D3137D"/>
    <w:rsid w:val="00D3235E"/>
    <w:rsid w:val="00D331CC"/>
    <w:rsid w:val="00D33286"/>
    <w:rsid w:val="00D33D01"/>
    <w:rsid w:val="00D33E85"/>
    <w:rsid w:val="00D34CAC"/>
    <w:rsid w:val="00D37416"/>
    <w:rsid w:val="00D410D0"/>
    <w:rsid w:val="00D42998"/>
    <w:rsid w:val="00D43AD2"/>
    <w:rsid w:val="00D567F7"/>
    <w:rsid w:val="00D56BE9"/>
    <w:rsid w:val="00D676CC"/>
    <w:rsid w:val="00D8704E"/>
    <w:rsid w:val="00D87643"/>
    <w:rsid w:val="00D97C1E"/>
    <w:rsid w:val="00DA181D"/>
    <w:rsid w:val="00DA27B0"/>
    <w:rsid w:val="00DA33E1"/>
    <w:rsid w:val="00DA472F"/>
    <w:rsid w:val="00DA5C1A"/>
    <w:rsid w:val="00DA6146"/>
    <w:rsid w:val="00DA6584"/>
    <w:rsid w:val="00DA68F9"/>
    <w:rsid w:val="00DB5E83"/>
    <w:rsid w:val="00DB604A"/>
    <w:rsid w:val="00DC09D0"/>
    <w:rsid w:val="00DC1501"/>
    <w:rsid w:val="00DC1855"/>
    <w:rsid w:val="00DC4F73"/>
    <w:rsid w:val="00DC6103"/>
    <w:rsid w:val="00DC77DB"/>
    <w:rsid w:val="00DD07F5"/>
    <w:rsid w:val="00DD441A"/>
    <w:rsid w:val="00DD4F51"/>
    <w:rsid w:val="00DE0F57"/>
    <w:rsid w:val="00DE3845"/>
    <w:rsid w:val="00DF0012"/>
    <w:rsid w:val="00DF0335"/>
    <w:rsid w:val="00DF2CDA"/>
    <w:rsid w:val="00DF5AE1"/>
    <w:rsid w:val="00E0022F"/>
    <w:rsid w:val="00E012BE"/>
    <w:rsid w:val="00E03398"/>
    <w:rsid w:val="00E05E83"/>
    <w:rsid w:val="00E14FD9"/>
    <w:rsid w:val="00E15BF1"/>
    <w:rsid w:val="00E2126B"/>
    <w:rsid w:val="00E21700"/>
    <w:rsid w:val="00E224DE"/>
    <w:rsid w:val="00E246DC"/>
    <w:rsid w:val="00E275DB"/>
    <w:rsid w:val="00E3019A"/>
    <w:rsid w:val="00E31CA0"/>
    <w:rsid w:val="00E32C22"/>
    <w:rsid w:val="00E33E1D"/>
    <w:rsid w:val="00E34489"/>
    <w:rsid w:val="00E348A3"/>
    <w:rsid w:val="00E35F90"/>
    <w:rsid w:val="00E4031F"/>
    <w:rsid w:val="00E40447"/>
    <w:rsid w:val="00E4097C"/>
    <w:rsid w:val="00E45CBB"/>
    <w:rsid w:val="00E52C81"/>
    <w:rsid w:val="00E55D32"/>
    <w:rsid w:val="00E56CB5"/>
    <w:rsid w:val="00E61118"/>
    <w:rsid w:val="00E62DAF"/>
    <w:rsid w:val="00E62ED9"/>
    <w:rsid w:val="00E63EB1"/>
    <w:rsid w:val="00E64093"/>
    <w:rsid w:val="00E661C1"/>
    <w:rsid w:val="00E712FD"/>
    <w:rsid w:val="00E72D75"/>
    <w:rsid w:val="00E7350B"/>
    <w:rsid w:val="00E7599E"/>
    <w:rsid w:val="00E76A23"/>
    <w:rsid w:val="00E77EA4"/>
    <w:rsid w:val="00E80510"/>
    <w:rsid w:val="00E832CD"/>
    <w:rsid w:val="00E8426F"/>
    <w:rsid w:val="00E86BAC"/>
    <w:rsid w:val="00E86CF8"/>
    <w:rsid w:val="00E901EE"/>
    <w:rsid w:val="00E9433A"/>
    <w:rsid w:val="00E95E02"/>
    <w:rsid w:val="00E976A3"/>
    <w:rsid w:val="00EA1B33"/>
    <w:rsid w:val="00EA2420"/>
    <w:rsid w:val="00EA29C1"/>
    <w:rsid w:val="00EA29CE"/>
    <w:rsid w:val="00EA29F4"/>
    <w:rsid w:val="00EA5287"/>
    <w:rsid w:val="00EB25AC"/>
    <w:rsid w:val="00EC6678"/>
    <w:rsid w:val="00ED0F2A"/>
    <w:rsid w:val="00ED32FE"/>
    <w:rsid w:val="00ED35FF"/>
    <w:rsid w:val="00ED41D7"/>
    <w:rsid w:val="00EE6117"/>
    <w:rsid w:val="00EF20DD"/>
    <w:rsid w:val="00EF3C33"/>
    <w:rsid w:val="00EF505F"/>
    <w:rsid w:val="00EF6EF7"/>
    <w:rsid w:val="00EF7E38"/>
    <w:rsid w:val="00F00E0B"/>
    <w:rsid w:val="00F01F87"/>
    <w:rsid w:val="00F10174"/>
    <w:rsid w:val="00F10DDE"/>
    <w:rsid w:val="00F14579"/>
    <w:rsid w:val="00F16054"/>
    <w:rsid w:val="00F1651F"/>
    <w:rsid w:val="00F205C2"/>
    <w:rsid w:val="00F20692"/>
    <w:rsid w:val="00F22BBA"/>
    <w:rsid w:val="00F309D6"/>
    <w:rsid w:val="00F336B1"/>
    <w:rsid w:val="00F36182"/>
    <w:rsid w:val="00F37F1C"/>
    <w:rsid w:val="00F407B6"/>
    <w:rsid w:val="00F4295F"/>
    <w:rsid w:val="00F4339D"/>
    <w:rsid w:val="00F43F65"/>
    <w:rsid w:val="00F44F02"/>
    <w:rsid w:val="00F45F16"/>
    <w:rsid w:val="00F50930"/>
    <w:rsid w:val="00F54551"/>
    <w:rsid w:val="00F55FAC"/>
    <w:rsid w:val="00F562B6"/>
    <w:rsid w:val="00F60D48"/>
    <w:rsid w:val="00F64203"/>
    <w:rsid w:val="00F66AAF"/>
    <w:rsid w:val="00F704C3"/>
    <w:rsid w:val="00F70BA2"/>
    <w:rsid w:val="00F70CC3"/>
    <w:rsid w:val="00F72C04"/>
    <w:rsid w:val="00F80DBF"/>
    <w:rsid w:val="00F93466"/>
    <w:rsid w:val="00F97792"/>
    <w:rsid w:val="00FA0DA8"/>
    <w:rsid w:val="00FA2B07"/>
    <w:rsid w:val="00FA2DC8"/>
    <w:rsid w:val="00FA6617"/>
    <w:rsid w:val="00FB001E"/>
    <w:rsid w:val="00FB5802"/>
    <w:rsid w:val="00FC1134"/>
    <w:rsid w:val="00FC62E8"/>
    <w:rsid w:val="00FC6392"/>
    <w:rsid w:val="00FD68F0"/>
    <w:rsid w:val="00FD7409"/>
    <w:rsid w:val="00FE13D9"/>
    <w:rsid w:val="00FE4B20"/>
    <w:rsid w:val="00FE5344"/>
    <w:rsid w:val="00FE5E7D"/>
    <w:rsid w:val="00FE670E"/>
    <w:rsid w:val="00FE7E33"/>
    <w:rsid w:val="00FE7FB2"/>
    <w:rsid w:val="00FF5A5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012"/>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012"/>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45247">
      <w:bodyDiv w:val="1"/>
      <w:marLeft w:val="0"/>
      <w:marRight w:val="0"/>
      <w:marTop w:val="0"/>
      <w:marBottom w:val="0"/>
      <w:divBdr>
        <w:top w:val="none" w:sz="0" w:space="0" w:color="auto"/>
        <w:left w:val="none" w:sz="0" w:space="0" w:color="auto"/>
        <w:bottom w:val="none" w:sz="0" w:space="0" w:color="auto"/>
        <w:right w:val="none" w:sz="0" w:space="0" w:color="auto"/>
      </w:divBdr>
    </w:div>
    <w:div w:id="740522421">
      <w:bodyDiv w:val="1"/>
      <w:marLeft w:val="0"/>
      <w:marRight w:val="0"/>
      <w:marTop w:val="0"/>
      <w:marBottom w:val="0"/>
      <w:divBdr>
        <w:top w:val="none" w:sz="0" w:space="0" w:color="auto"/>
        <w:left w:val="none" w:sz="0" w:space="0" w:color="auto"/>
        <w:bottom w:val="none" w:sz="0" w:space="0" w:color="auto"/>
        <w:right w:val="none" w:sz="0" w:space="0" w:color="auto"/>
      </w:divBdr>
    </w:div>
    <w:div w:id="1010137223">
      <w:bodyDiv w:val="1"/>
      <w:marLeft w:val="0"/>
      <w:marRight w:val="0"/>
      <w:marTop w:val="0"/>
      <w:marBottom w:val="0"/>
      <w:divBdr>
        <w:top w:val="none" w:sz="0" w:space="0" w:color="auto"/>
        <w:left w:val="none" w:sz="0" w:space="0" w:color="auto"/>
        <w:bottom w:val="none" w:sz="0" w:space="0" w:color="auto"/>
        <w:right w:val="none" w:sz="0" w:space="0" w:color="auto"/>
      </w:divBdr>
    </w:div>
    <w:div w:id="1623724295">
      <w:bodyDiv w:val="1"/>
      <w:marLeft w:val="0"/>
      <w:marRight w:val="0"/>
      <w:marTop w:val="0"/>
      <w:marBottom w:val="0"/>
      <w:divBdr>
        <w:top w:val="none" w:sz="0" w:space="0" w:color="auto"/>
        <w:left w:val="none" w:sz="0" w:space="0" w:color="auto"/>
        <w:bottom w:val="none" w:sz="0" w:space="0" w:color="auto"/>
        <w:right w:val="none" w:sz="0" w:space="0" w:color="auto"/>
      </w:divBdr>
    </w:div>
    <w:div w:id="1689019796">
      <w:bodyDiv w:val="1"/>
      <w:marLeft w:val="0"/>
      <w:marRight w:val="0"/>
      <w:marTop w:val="0"/>
      <w:marBottom w:val="0"/>
      <w:divBdr>
        <w:top w:val="none" w:sz="0" w:space="0" w:color="auto"/>
        <w:left w:val="none" w:sz="0" w:space="0" w:color="auto"/>
        <w:bottom w:val="none" w:sz="0" w:space="0" w:color="auto"/>
        <w:right w:val="none" w:sz="0" w:space="0" w:color="auto"/>
      </w:divBdr>
    </w:div>
    <w:div w:id="2010523530">
      <w:bodyDiv w:val="1"/>
      <w:marLeft w:val="0"/>
      <w:marRight w:val="0"/>
      <w:marTop w:val="0"/>
      <w:marBottom w:val="0"/>
      <w:divBdr>
        <w:top w:val="none" w:sz="0" w:space="0" w:color="auto"/>
        <w:left w:val="none" w:sz="0" w:space="0" w:color="auto"/>
        <w:bottom w:val="none" w:sz="0" w:space="0" w:color="auto"/>
        <w:right w:val="none" w:sz="0" w:space="0" w:color="auto"/>
      </w:divBdr>
    </w:div>
    <w:div w:id="204193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hif.b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irov\Application%20Data\Microsoft\Templates\&#1044;&#1086;&#1082;&#1083;&#1072;&#1076;&#1085;&#1072;%20&#1079;&#1072;&#1087;&#1080;&#1089;&#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33D47-E2A8-4AAF-A7C6-D730608A2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Докладна записка</Template>
  <TotalTime>18</TotalTime>
  <Pages>10</Pages>
  <Words>4019</Words>
  <Characters>22910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ДО</vt:lpstr>
    </vt:vector>
  </TitlesOfParts>
  <Company>nzok</Company>
  <LinksUpToDate>false</LinksUpToDate>
  <CharactersWithSpaces>26876</CharactersWithSpaces>
  <SharedDoc>false</SharedDoc>
  <HLinks>
    <vt:vector size="6" baseType="variant">
      <vt:variant>
        <vt:i4>6619196</vt:i4>
      </vt:variant>
      <vt:variant>
        <vt:i4>0</vt:i4>
      </vt:variant>
      <vt:variant>
        <vt:i4>0</vt:i4>
      </vt:variant>
      <vt:variant>
        <vt:i4>5</vt:i4>
      </vt:variant>
      <vt:variant>
        <vt:lpwstr>http://www.nhif.bg/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bmirov</dc:creator>
  <cp:lastModifiedBy>Таня Кирилова</cp:lastModifiedBy>
  <cp:revision>5</cp:revision>
  <cp:lastPrinted>2018-05-18T09:06:00Z</cp:lastPrinted>
  <dcterms:created xsi:type="dcterms:W3CDTF">2018-05-21T13:45:00Z</dcterms:created>
  <dcterms:modified xsi:type="dcterms:W3CDTF">2018-07-30T09:11:00Z</dcterms:modified>
</cp:coreProperties>
</file>