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616" w:rsidRPr="002B51BB" w:rsidRDefault="000029B1" w:rsidP="00D028F5">
      <w:pPr>
        <w:tabs>
          <w:tab w:val="left" w:pos="7371"/>
        </w:tabs>
        <w:ind w:firstLine="708"/>
        <w:jc w:val="center"/>
        <w:rPr>
          <w:b/>
          <w:sz w:val="24"/>
          <w:szCs w:val="24"/>
        </w:rPr>
      </w:pPr>
      <w:r w:rsidRPr="002B51BB">
        <w:rPr>
          <w:bCs/>
          <w:smallCaps/>
          <w:noProof/>
          <w:sz w:val="28"/>
        </w:rPr>
        <mc:AlternateContent>
          <mc:Choice Requires="wpg">
            <w:drawing>
              <wp:anchor distT="0" distB="0" distL="114300" distR="114300" simplePos="0" relativeHeight="251657728" behindDoc="0" locked="0" layoutInCell="1" allowOverlap="1">
                <wp:simplePos x="0" y="0"/>
                <wp:positionH relativeFrom="column">
                  <wp:posOffset>2473960</wp:posOffset>
                </wp:positionH>
                <wp:positionV relativeFrom="paragraph">
                  <wp:posOffset>-255270</wp:posOffset>
                </wp:positionV>
                <wp:extent cx="1214755" cy="847090"/>
                <wp:effectExtent l="0" t="1905"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2" name="Group 3"/>
                        <wpg:cNvGrpSpPr>
                          <a:grpSpLocks/>
                        </wpg:cNvGrpSpPr>
                        <wpg:grpSpPr bwMode="auto">
                          <a:xfrm>
                            <a:off x="3629" y="1738"/>
                            <a:ext cx="2543" cy="2766"/>
                            <a:chOff x="1798" y="7722"/>
                            <a:chExt cx="4437" cy="4827"/>
                          </a:xfrm>
                        </wpg:grpSpPr>
                        <wps:wsp>
                          <wps:cNvPr id="3" name="Freeform 4"/>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3"/>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4"/>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6"/>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7"/>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8"/>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9"/>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1"/>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2"/>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3"/>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4"/>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5"/>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6"/>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7"/>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8"/>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9"/>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0"/>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1"/>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2"/>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4"/>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5"/>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6"/>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7"/>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8"/>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9"/>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60"/>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1"/>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2"/>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3"/>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4"/>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5"/>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6"/>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7"/>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8"/>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9"/>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70"/>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1"/>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2"/>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3"/>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4"/>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5"/>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6"/>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7"/>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8"/>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9"/>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80"/>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81"/>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82"/>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83"/>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4"/>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85"/>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86"/>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7"/>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8"/>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9"/>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91"/>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2"/>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3"/>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4"/>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6"/>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7"/>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8"/>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99"/>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1"/>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02"/>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03"/>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4"/>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5"/>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6"/>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7"/>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8"/>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9"/>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10"/>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1"/>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2"/>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3"/>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4"/>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5"/>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16"/>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17"/>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18"/>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9"/>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20"/>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21"/>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22"/>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23"/>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24"/>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25"/>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26"/>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27"/>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28"/>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29"/>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30"/>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31"/>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32"/>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33"/>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4"/>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35"/>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Rectangle 136"/>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137"/>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38"/>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39"/>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40"/>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1"/>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2"/>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3"/>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4"/>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5"/>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6"/>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47"/>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48"/>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49"/>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50"/>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51"/>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52"/>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3"/>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4"/>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156"/>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157"/>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58"/>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159"/>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61"/>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62"/>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63"/>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64"/>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165"/>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166"/>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67"/>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8"/>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69"/>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70"/>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71"/>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72"/>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73"/>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74"/>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75"/>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76"/>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77"/>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78"/>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9"/>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80"/>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81"/>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82"/>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83"/>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84"/>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85"/>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86"/>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87"/>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88"/>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89"/>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90"/>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91"/>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92"/>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93"/>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94"/>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95"/>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96"/>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97"/>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98"/>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99"/>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200"/>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201"/>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202"/>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203"/>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204"/>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205"/>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206"/>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207"/>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208"/>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209"/>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210"/>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211"/>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212"/>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213"/>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214"/>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215"/>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Rectangle 216"/>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17"/>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218"/>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219"/>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20"/>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21"/>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222"/>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223"/>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224"/>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225"/>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6"/>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227"/>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Rectangle 228"/>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29"/>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Freeform 230"/>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Rectangle 231"/>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232"/>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33"/>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Rectangle 234"/>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235"/>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6"/>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Rectangle 237"/>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238"/>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239"/>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240"/>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41"/>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242"/>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243"/>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244"/>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245"/>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246"/>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47"/>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247" name="Rectangle 248"/>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94.8pt;margin-top:-20.1pt;width:95.65pt;height:66.7pt;z-index:251657728"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">
                <v:group id="Group 3" o:sp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4"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lo4cEA&#10;AADaAAAADwAAAGRycy9kb3ducmV2LnhtbESP3YrCMBSE7wXfIRxh7zT1F6lG0QVZ71x/HuDYHNti&#10;c1KbbK0+vVkQvBxm5htmvmxMIWqqXG5ZQb8XgSBOrM45VXA6brpTEM4jaywsk4IHOVgu2q05xtre&#10;eU/1waciQNjFqCDzvoyldElGBl3PlsTBu9jKoA+ySqWu8B7gppCDKJpIgzmHhQxL+s4ouR7+jIJb&#10;Ovk9b0+3psbLE3elG41/1iOlvjrNagbCU+M/4Xd7qxUM4f9Ku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JaOHBAAAA2gAAAA8AAAAAAAAAAAAAAAAAmAIAAGRycy9kb3du&#10;cmV2LnhtbFBLBQYAAAAABAAEAPUAAACGAw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5"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7TsMA&#10;AADaAAAADwAAAGRycy9kb3ducmV2LnhtbESP3WrCQBSE7wu+w3KE3jUbS5EQswlFsAr2h6R6f8ge&#10;k9Ds2ZBdNb59t1DwcpiZb5ismEwvLjS6zrKCRRSDIK6t7rhRcPjePCUgnEfW2FsmBTdyUOSzhwxT&#10;ba9c0qXyjQgQdikqaL0fUild3ZJBF9mBOHgnOxr0QY6N1CNeA9z08jmOl9Jgx2GhxYHWLdU/1dko&#10;0B+W9tXXZ7+ckqNLtudy/fZeKvU4n15XIDxN/h7+b++0ghf4uxJu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7TsMAAADaAAAADwAAAAAAAAAAAAAAAACYAgAAZHJzL2Rv&#10;d25yZXYueG1sUEsFBgAAAAAEAAQA9QAAAIgD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6"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SthcUA&#10;AADaAAAADwAAAGRycy9kb3ducmV2LnhtbESPQWvCQBSE74L/YXmF3nSTUm1JXUUKpSJ4iJGW3l6z&#10;r0lI9m3YXTX+e1cQehxm5htmsRpMJ07kfGNZQTpNQBCXVjdcKTgUH5NXED4ga+wsk4ILeVgtx6MF&#10;ZtqeOafTPlQiQthnqKAOoc+k9GVNBv3U9sTR+7POYIjSVVI7PEe46eRTksylwYbjQo09vddUtvuj&#10;UfBZtNufPN3tDunvpfXPxUv+/eWUenwY1m8gAg3hP3xvb7SCGdyuxBs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JK2FxQAAANoAAAAPAAAAAAAAAAAAAAAAAJgCAABkcnMv&#10;ZG93bnJldi54bWxQSwUGAAAAAAQABAD1AAAAigM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7"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OH78A&#10;AADaAAAADwAAAGRycy9kb3ducmV2LnhtbESPwQrCMBBE74L/EFbwpqkeRKpRRFCE4sHqwePSrG21&#10;2ZQmavXrjSB4HGbmDTNftqYSD2pcaVnBaBiBIM6sLjlXcDpuBlMQziNrrCyTghc5WC66nTnG2j75&#10;QI/U5yJA2MWooPC+jqV0WUEG3dDWxMG72MagD7LJpW7wGeCmkuMomkiDJYeFAmtaF5Td0rtR8G6r&#10;9W1/vif6HV1Ph2RUym2SKtXvtasZCE+t/4d/7Z1WMIHvlXAD5O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1E4fvwAAANoAAAAPAAAAAAAAAAAAAAAAAJgCAABkcnMvZG93bnJl&#10;di54bWxQSwUGAAAAAAQABAD1AAAAhAMAAAAA&#10;" path="m,29r16,8l875,37r,-33l16,,28,8,,29r4,8l16,37,,29xe" fillcolor="#009" stroked="f">
                    <v:path arrowok="t" o:connecttype="custom" o:connectlocs="0,29;16,37;875,37;875,4;16,0;28,8;0,29;4,37;16,37;0,29" o:connectangles="0,0,0,0,0,0,0,0,0,0"/>
                  </v:shape>
                  <v:shape id="Freeform 8"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g/sMA&#10;AADaAAAADwAAAGRycy9kb3ducmV2LnhtbESPQWvCQBSE70L/w/IKvemmLWhJXUMoLRRExGh7fmaf&#10;SWj2bdjdmuivdwXB4zAz3zDzbDCtOJLzjWUFz5MEBHFpdcOVgt32a/wGwgdkja1lUnAiD9niYTTH&#10;VNueN3QsQiUihH2KCuoQulRKX9Zk0E9sRxy9g3UGQ5SuktphH+GmlS9JMpUGG44LNXb0UVP5V/wb&#10;BU4Wbpl/tqt9t+vX65/f8+uMz0o9PQ75O4hAQ7iHb+1vrWAG1yvxBs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xg/sMAAADaAAAADwAAAAAAAAAAAAAAAACYAgAAZHJzL2Rv&#10;d25yZXYueG1sUEsFBgAAAAAEAAQA9QAAAIgDA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9"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NlsEA&#10;AADaAAAADwAAAGRycy9kb3ducmV2LnhtbERPu27CMBTdkfoP1q3EBg4M0KY4EeKhdqhUoKjzJb44&#10;aePrKHYg/H09IDEenfci720tLtT6yrGCyTgBQVw4XbFRcPzejl5A+ICssXZMCm7kIc+eBgtMtbvy&#10;ni6HYEQMYZ+igjKEJpXSFyVZ9GPXEEfu7FqLIcLWSN3iNYbbWk6TZCYtVhwbSmxoVVLxd+isgmX4&#10;7Lx5Xf/szKb7+t1OTu/741yp4XO/fAMRqA8P8d39oRXErfFKvA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JzZbBAAAA2gAAAA8AAAAAAAAAAAAAAAAAmAIAAGRycy9kb3du&#10;cmV2LnhtbFBLBQYAAAAABAAEAPUAAACGAw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10"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aiDcEA&#10;AADaAAAADwAAAGRycy9kb3ducmV2LnhtbESPT4vCMBTE78J+h/CEvciaKiJuNYosuHj1DxRvz+bZ&#10;FJuX0kSN394IC3scZuY3zGIVbSPu1PnasYLRMANBXDpdc6XgeNh8zUD4gKyxcUwKnuRhtfzoLTDX&#10;7sE7uu9DJRKEfY4KTAhtLqUvDVn0Q9cSJ+/iOoshya6SusNHgttGjrNsKi3WnBYMtvRjqLzub1bB&#10;bhT173pgLsVschpn2xCLc2GU+uzH9RxEoBj+w3/trVbwDe8r6Qb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Gog3BAAAA2gAAAA8AAAAAAAAAAAAAAAAAmAIAAGRycy9kb3du&#10;cmV2LnhtbFBLBQYAAAAABAAEAPUAAACGAwAAAAA=&#10;" path="m9,13l25,33r858,l883,,25,,41,21,9,13,,33r25,l9,13xe" fillcolor="#009" stroked="f">
                    <v:path arrowok="t" o:connecttype="custom" o:connectlocs="9,13;25,33;883,33;883,0;25,0;41,21;9,13;0,33;25,33;9,13" o:connectangles="0,0,0,0,0,0,0,0,0,0"/>
                  </v:shape>
                  <v:shape id="Freeform 11"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Pr8MA&#10;AADbAAAADwAAAGRycy9kb3ducmV2LnhtbESPQWvDMAyF74P+B6PCbqvTDUaW1i2lUNhxSUfWo4jV&#10;xDSW09hrs38/HQa7Sbyn9z6tt5Pv1Y3G6AIbWC4yUMRNsI5bA5/Hw1MOKiZki31gMvBDEbab2cMa&#10;CxvuXNKtSq2SEI4FGuhSGgqtY9ORx7gIA7Fo5zB6TLKOrbYj3iXc9/o5y161R8fS0OFA+46aS/Xt&#10;Dbz5l/yrDCc62aH6uJaudse8NuZxPu1WoBJN6d/8d/1uBV/o5Rc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Pr8MAAADbAAAADwAAAAAAAAAAAAAAAACYAgAAZHJzL2Rv&#10;d25yZXYueG1sUEsFBgAAAAAEAAQA9QAAAIgDA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2"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ixd78A&#10;AADbAAAADwAAAGRycy9kb3ducmV2LnhtbERPS4vCMBC+L+x/CLPgZVnTelC3GkUWFjx48YHnoRmb&#10;YjMpzaj13xtB8DYf33Pmy9436kpdrAMbyIcZKOIy2JorA4f9/88UVBRki01gMnCnCMvF58ccCxtu&#10;vKXrTiqVQjgWaMCJtIXWsXTkMQ5DS5y4U+g8SoJdpW2HtxTuGz3KsrH2WHNqcNjSn6PyvLt4AxN/&#10;XK/u37nOL5PYZmf3G2Qjxgy++tUMlFAvb/HLvbZpfg7PX9IBe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LF3vwAAANsAAAAPAAAAAAAAAAAAAAAAAJgCAABkcnMvZG93bnJl&#10;di54bWxQSwUGAAAAAAQABAD1AAAAhAM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3"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u5J8EA&#10;AADbAAAADwAAAGRycy9kb3ducmV2LnhtbERP22oCMRB9L/gPYQq+FM1WisjWKEVqUZCCqx8wbMZs&#10;6GayJKmufr0pCH2bw7nOfNm7VpwpROtZweu4AEFce23ZKDge1qMZiJiQNbaeScGVIiwXg6c5ltpf&#10;eE/nKhmRQziWqKBJqSuljHVDDuPYd8SZO/ngMGUYjNQBLznctXJSFFPp0HJuaLCjVUP1T/XrFNht&#10;WL/MCv99O31O5Zv5qszuYJUaPvcf7yAS9elf/HBvdJ4/gb9f8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LuSfBAAAA2wAAAA8AAAAAAAAAAAAAAAAAmAIAAGRycy9kb3du&#10;cmV2LnhtbFBLBQYAAAAABAAEAPUAAACGAwAAAAA=&#10;" path="m435,69l298,77,,436,145,556,443,198r-137,8l435,69,362,,298,77,435,69xe" stroked="f">
                    <v:path arrowok="t" o:connecttype="custom" o:connectlocs="435,69;298,77;0,436;145,556;443,198;306,206;435,69;362,0;298,77;435,69" o:connectangles="0,0,0,0,0,0,0,0,0,0"/>
                  </v:shape>
                  <v:shape id="Freeform 14"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TWsL4A&#10;AADbAAAADwAAAGRycy9kb3ducmV2LnhtbERP3QoBQRS+V95hOsodsyhpGZIiUspP4e60c+xuds5s&#10;O4P19kYpd+fr+z2TWW0K8aTK5ZYV9LoRCOLE6pxTBafjsjMC4TyyxsIyKXiTg9m02ZhgrO2L9/Q8&#10;+FSEEHYxKsi8L2MpXZKRQde1JXHgbrYy6AOsUqkrfIVwU8h+FA2lwZxDQ4YlLTJK7oeHUZCn5bK4&#10;DU+76LLps109+HrZnpVqt+r5GISn2v/FP/dah/kD+P4SDpDT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01rC+AAAA2wAAAA8AAAAAAAAAAAAAAAAAmAIAAGRycy9kb3ducmV2&#10;LnhtbFBLBQYAAAAABAAEAPUAAACDAwAAAAA=&#10;" path="m983,862l955,770,129,,,137,826,911,802,818r181,44l995,810,955,770r28,92xe" stroked="f">
                    <v:path arrowok="t" o:connecttype="custom" o:connectlocs="983,862;955,770;129,0;0,137;826,911;802,818;983,862;995,810;955,770;983,862" o:connectangles="0,0,0,0,0,0,0,0,0,0"/>
                  </v:shape>
                  <v:shape id="Freeform 15"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2oHsIA&#10;AADbAAAADwAAAGRycy9kb3ducmV2LnhtbERP32vCMBB+H/g/hBN801QpotUobuCQCQPdBB+P5myK&#10;zaU0me38681A2Nt9fD9vue5sJW7U+NKxgvEoAUGcO11yoeD7azucgfABWWPlmBT8kof1qveyxEy7&#10;lg90O4ZCxBD2GSowIdSZlD43ZNGPXE0cuYtrLIYIm0LqBtsYbis5SZKptFhybDBY05uh/Hr8sQr2&#10;7f01CWRO53F1nX/6TTp7/0iVGvS7zQJEoC78i5/unY7zU/j7JR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agewgAAANs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6"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ctBL0A&#10;AADbAAAADwAAAGRycy9kb3ducmV2LnhtbERPSwrCMBDdC94hjOBOUwVFqlHED7hwYxV0OTRjW2wm&#10;pUm13t4Igrt5vO8sVq0pxZNqV1hWMBpGIIhTqwvOFFzO+8EMhPPIGkvLpOBNDlbLbmeBsbYvPtEz&#10;8ZkIIexiVJB7X8VSujQng25oK+LA3W1t0AdYZ1LX+ArhppTjKJpKgwWHhhwr2uSUPpLGKJA7r8tj&#10;014nI05O23N2S9fbm1L9Xrueg/DU+r/45z7oMH8C31/CAXL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pctBL0AAADbAAAADwAAAAAAAAAAAAAAAACYAgAAZHJzL2Rvd25yZXYu&#10;eG1sUEsFBgAAAAAEAAQA9QAAAIID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7"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36d78A&#10;AADbAAAADwAAAGRycy9kb3ducmV2LnhtbERPTYvCMBC9C/6HMII3m+pBpGsUUURBYdEVz2MzttVm&#10;UppU67/fCIK3ebzPmc5bU4oH1a6wrGAYxSCIU6sLzhSc/taDCQjnkTWWlknBixzMZ93OFBNtn3yg&#10;x9FnIoSwS1BB7n2VSOnSnAy6yFbEgbva2qAPsM6krvEZwk0pR3E8lgYLDg05VrTMKb0fG6Pg1mZV&#10;MzrvD5fVLm7s73mzPXlWqt9rFz8gPLX+K/64tzrMH8P7l3CAn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fp3vwAAANsAAAAPAAAAAAAAAAAAAAAAAJgCAABkcnMvZG93bnJl&#10;di54bWxQSwUGAAAAAAQABAD1AAAAhAMAAAAA&#10;" path="m600,85l503,,,,,189r503,l411,105,600,85,592,,503,r97,85xe" stroked="f">
                    <v:path arrowok="t" o:connecttype="custom" o:connectlocs="600,85;503,0;0,0;0,189;503,189;411,105;600,85;592,0;503,0;600,85" o:connectangles="0,0,0,0,0,0,0,0,0,0"/>
                  </v:shape>
                  <v:shape id="Freeform 18"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48G8EA&#10;AADbAAAADwAAAGRycy9kb3ducmV2LnhtbERPTU/CQBC9m/gfNmPCTbYKUVJYiIJVrgKB66Q7tA3d&#10;2WZ3gPLvXRMTb/PyPme26F2rLhRi49nA0zADRVx623BlYLctHiegoiBbbD2TgRtFWMzv72aYW3/l&#10;b7pspFIphGOOBmqRLtc6ljU5jEPfESfu6INDSTBU2ga8pnDX6ucse9EOG04NNXa0rKk8bc7OwD7q&#10;8Vg+D/uPoth+BX1bvctoZczgoX+bghLq5V/8517bNP8Vfn9JB+j5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uPBvBAAAA2wAAAA8AAAAAAAAAAAAAAAAAmAIAAGRycy9kb3du&#10;cmV2LnhtbFBLBQYAAAAABAAEAPUAAACGAw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19"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qgMQA&#10;AADbAAAADwAAAGRycy9kb3ducmV2LnhtbESPT2/CMAzF70h8h8hIXNBI2WGCQkATEojDduDP7lZj&#10;mmqNUzVZW/j082HSbrbe83s/b3aDr1VHbawCG1jMM1DERbAVlwZu18PLElRMyBbrwGTgQRF22/Fo&#10;g7kNPZ+pu6RSSQjHHA24lJpc61g48hjnoSEW7R5aj0nWttS2xV7Cfa1fs+xNe6xYGhw2tHdUfF9+&#10;vIGZ66ry8bFoPp+30xXxuOq/jitjppPhfQ0q0ZD+zX/XJyv4Aiu/yAB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U6oDEAAAA2wAAAA8AAAAAAAAAAAAAAAAAmAIAAGRycy9k&#10;b3ducmV2LnhtbFBLBQYAAAAABAAEAPUAAACJAw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20"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lW4sUA&#10;AADbAAAADwAAAGRycy9kb3ducmV2LnhtbESPQWvCQBCF74X+h2UK3uqmUjTGbEQqBXsJGEWvQ3ZM&#10;0mZnQ3Y1qb++Wyj0NsN787436Xo0rbhR7xrLCl6mEQji0uqGKwXHw/tzDMJ5ZI2tZVLwTQ7W2eND&#10;iom2A+/pVvhKhBB2CSqove8SKV1Zk0E3tR1x0C62N+jD2ldS9ziEcNPKWRTNpcGGA6HGjt5qKr+K&#10;qwmQIV5w/rHdnD/j14M75bku7lelJk/jZgXC0+j/zX/XOx3qL+H3lzC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iVbixQAAANsAAAAPAAAAAAAAAAAAAAAAAJgCAABkcnMv&#10;ZG93bnJldi54bWxQSwUGAAAAAAQABAD1AAAAigMAAAAA&#10;" path="m57,8r8,129l597,648,730,511,194,r8,128l57,8,,76r65,61l57,8xe" stroked="f">
                    <v:path arrowok="t" o:connecttype="custom" o:connectlocs="57,8;65,137;597,648;730,511;194,0;202,128;57,8;0,76;65,137;57,8" o:connectangles="0,0,0,0,0,0,0,0,0,0"/>
                  </v:shape>
                  <v:shape id="Freeform 21"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Vq78AA&#10;AADbAAAADwAAAGRycy9kb3ducmV2LnhtbERPS2rDMBDdF3IHMYHuajlZhOJENvk1tJQu4vgAgzWR&#10;TayRsVTbvX21KHT5eP9dMdtOjDT41rGCVZKCIK6dbtkoqG5vL68gfEDW2DkmBT/kocgXTzvMtJv4&#10;SmMZjIgh7DNU0ITQZ1L6uiGLPnE9ceTubrAYIhyM1ANOMdx2cp2mG2mx5djQYE/HhupH+W0VoPk0&#10;+uOclvP5cfmqenswJz4o9byc91sQgebwL/5zv2sF67g+fok/QO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Vq78AAAADbAAAADwAAAAAAAAAAAAAAAACYAgAAZHJzL2Rvd25y&#10;ZXYueG1sUEsFBgAAAAAEAAQA9QAAAIUDAAAAAA==&#10;" path="m44,r,249l32,221,28,189,20,161,12,129,8,96,4,64,,32,,,44,xe" fillcolor="blue" stroked="f">
                    <v:path arrowok="t" o:connecttype="custom" o:connectlocs="44,0;44,249;32,221;28,189;20,161;12,129;8,96;4,64;0,32;0,0;44,0" o:connectangles="0,0,0,0,0,0,0,0,0,0,0"/>
                  </v:shape>
                  <v:shape id="Freeform 22"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Q8IA&#10;AADbAAAADwAAAGRycy9kb3ducmV2LnhtbESPQYvCMBSE74L/ITzBm6YKylKNIqXCgid1pddn82yr&#10;zUtpsrXur98IC3scZuYbZr3tTS06al1lWcFsGoEgzq2uuFDwdd5PPkA4j6yxtkwKXuRguxkO1hhr&#10;++QjdSdfiABhF6OC0vsmltLlJRl0U9sQB+9mW4M+yLaQusVngJtazqNoKQ1WHBZKbCgpKX+cvo0C&#10;vNpU+0OWLsyuOy5d8pNfsrtS41G/W4Hw1Pv/8F/7UyuYz+D9Jfw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5JDwgAAANsAAAAPAAAAAAAAAAAAAAAAAJgCAABkcnMvZG93&#10;bnJldi54bWxQSwUGAAAAAAQABAD1AAAAhwMAAAAA&#10;" path="m,249l,,40,r,370l36,354,28,342,24,326,16,310,12,294,8,282,4,266,,249xe" fillcolor="#0305ff" stroked="f">
                    <v:path arrowok="t" o:connecttype="custom" o:connectlocs="0,249;0,0;40,0;40,370;36,354;28,342;24,326;16,310;12,294;8,282;4,266;0,249" o:connectangles="0,0,0,0,0,0,0,0,0,0,0,0"/>
                  </v:shape>
                  <v:shape id="Freeform 23"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ppUMQA&#10;AADbAAAADwAAAGRycy9kb3ducmV2LnhtbESPzWrDMBCE74W8g9hAb40cH1zXsRJCoJCcit1QyG2x&#10;1j+JtTKWErtvXxUKPQ4z8w2T72bTiweNrrOsYL2KQBBXVnfcKDh/vr+kIJxH1thbJgXf5GC3XTzl&#10;mGk7cUGP0jciQNhlqKD1fsikdFVLBt3KDsTBq+1o0Ac5NlKPOAW46WUcRYk02HFYaHGgQ0vVrbwb&#10;Bdfk9Vx3H/Pgi9PxK3077S94n5R6Xs77DQhPs/8P/7WPWkEcw++X8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6aVDEAAAA2wAAAA8AAAAAAAAAAAAAAAAAmAIAAGRycy9k&#10;b3ducmV2LnhtbFBLBQYAAAAABAAEAPUAAACJAwAAAAA=&#10;" path="m,370l,,45,r,459l37,447r-5,-8l28,427,20,415,16,403r-4,-9l4,382,,370xe" fillcolor="#060aff" stroked="f">
                    <v:path arrowok="t" o:connecttype="custom" o:connectlocs="0,370;0,0;45,0;45,459;37,447;32,439;28,427;20,415;16,403;12,394;4,382;0,370" o:connectangles="0,0,0,0,0,0,0,0,0,0,0,0"/>
                  </v:shape>
                  <v:shape id="Freeform 24"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pA8EA&#10;AADbAAAADwAAAGRycy9kb3ducmV2LnhtbESPzarCMBSE9xd8h3AEd9dUBanVKHrhggs3Vt0fm9Mf&#10;bE5KE7X69EYQXA4z8w2zWHWmFjdqXWVZwWgYgSDOrK64UHA8/P/GIJxH1lhbJgUPcrBa9n4WmGh7&#10;5z3dUl+IAGGXoILS+yaR0mUlGXRD2xAHL7etQR9kW0jd4j3ATS3HUTSVBisOCyU29FdSdkmvRkHn&#10;6jyu0ud+Vmyi+HqWp53NR0oN+t16DsJT57/hT3urFYwn8P4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haQPBAAAA2wAAAA8AAAAAAAAAAAAAAAAAmAIAAGRycy9kb3du&#10;cmV2LnhtbFBLBQYAAAAABAAEAPUAAACGAwAAAAA=&#10;" path="m,459l,,44,r,531l36,523r-4,-8l24,507,20,495r-4,-8l8,479,4,471,,459xe" fillcolor="#090fff" stroked="f">
                    <v:path arrowok="t" o:connecttype="custom" o:connectlocs="0,459;0,0;44,0;44,531;36,523;32,515;24,507;20,495;16,487;8,479;4,471;0,459" o:connectangles="0,0,0,0,0,0,0,0,0,0,0,0"/>
                  </v:shape>
                  <v:shape id="Freeform 25"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NDccMA&#10;AADbAAAADwAAAGRycy9kb3ducmV2LnhtbESPQWvCQBSE74L/YXmF3upuQ2lLdBURrb0UMRW8vmSf&#10;STD7NmQ3Mf333ULB4zAz3zCL1WgbMVDna8canmcKBHHhTM2lhtP37ukdhA/IBhvHpOGHPKyW08kC&#10;U+NufKQhC6WIEPYpaqhCaFMpfVGRRT9zLXH0Lq6zGKLsSmk6vEW4bWSi1Ku0WHNcqLClTUXFNeut&#10;hrx3fLAq328pP+Rf/dnu1duH1o8P43oOItAY7uH/9qfRkLzA3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NDccMAAADbAAAADwAAAAAAAAAAAAAAAACYAgAAZHJzL2Rv&#10;d25yZXYueG1sUEsFBgAAAAAEAAQA9QAAAIgDAAAAAA==&#10;" path="m,531l,,40,r,596l36,588r-8,-8l24,572r-4,-8l12,556,8,548,4,540,,531xe" fillcolor="#0c14ff" stroked="f">
                    <v:path arrowok="t" o:connecttype="custom" o:connectlocs="0,531;0,0;40,0;40,596;36,588;28,580;24,572;20,564;12,556;8,548;4,540;0,531" o:connectangles="0,0,0,0,0,0,0,0,0,0,0,0"/>
                  </v:shape>
                  <v:shape id="Freeform 26"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2/8QA&#10;AADbAAAADwAAAGRycy9kb3ducmV2LnhtbESPzWrDMBCE74G+g9hCb4kcQ0txo4QQEnAppdQJPS/W&#10;xjKxVsaSf5KnjwqFHoeZ+YZZbSbbiIE6XztWsFwkIIhLp2uuFJyOh/krCB+QNTaOScGVPGzWD7MV&#10;ZtqN/E1DESoRIewzVGBCaDMpfWnIol+4ljh6Z9dZDFF2ldQdjhFuG5kmyYu0WHNcMNjSzlB5KXqr&#10;oDdSHvaf559l/n6rv8brnj4uJ6WeHqftG4hAU/gP/7VzrSB9ht8v8Qf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ltv/EAAAA2wAAAA8AAAAAAAAAAAAAAAAAmAIAAGRycy9k&#10;b3ducmV2LnhtbFBLBQYAAAAABAAEAPUAAACJAwAAAAA=&#10;" path="m,596l,,45,r,652l36,644r-4,-8l28,632r-8,-8l16,616r-4,-4l4,604,,596xe" fillcolor="#0f1aff" stroked="f">
                    <v:path arrowok="t" o:connecttype="custom" o:connectlocs="0,596;0,0;45,0;45,652;36,644;32,636;28,632;20,624;16,616;12,612;4,604;0,596" o:connectangles="0,0,0,0,0,0,0,0,0,0,0,0"/>
                  </v:shape>
                  <v:shape id="Freeform 27"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g+NMMA&#10;AADbAAAADwAAAGRycy9kb3ducmV2LnhtbESPQWvCQBSE7wX/w/KE3upLPaQlukoTFHqoh6oI3p7Z&#10;ZxLMvg3ZrcZ/7xYKPQ4z8w0zXw62VVfufeNEw+skAcVSOtNIpWG/W7+8g/KBxFDrhDXc2cNyMXqa&#10;U2bcTb75ug2VihDxGWmoQ+gyRF/WbMlPXMcSvbPrLYUo+wpNT7cIty1OkyRFS43EhZo6LmouL9sf&#10;q+HkNhuzeiM8FPK1z3E4pjl2Wj+Ph48ZqMBD+A//tT+NhmkKv1/iD8D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g+NMMAAADbAAAADwAAAAAAAAAAAAAAAACYAgAAZHJzL2Rv&#10;d25yZXYueG1sUEsFBgAAAAAEAAQA9QAAAIgDAAAAAA==&#10;" path="m,652l,,44,r,701l36,693r-4,-4l24,681r-4,-4l16,668,8,664,4,656,,652xe" fillcolor="#121fff" stroked="f">
                    <v:path arrowok="t" o:connecttype="custom" o:connectlocs="0,652;0,0;44,0;44,701;36,693;32,689;24,681;20,677;16,668;8,664;4,656;0,652" o:connectangles="0,0,0,0,0,0,0,0,0,0,0,0"/>
                  </v:shape>
                  <v:shape id="Freeform 28"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HaIMQA&#10;AADbAAAADwAAAGRycy9kb3ducmV2LnhtbESP3WrCQBSE7wXfYTlC73SjYK3RTbAtLQUR6t/9IXua&#10;hGbPprvbmL59VxC8HGbmG2ad96YRHTlfW1YwnSQgiAuray4VnI5v4ycQPiBrbCyTgj/ykGfDwRpT&#10;bS+8p+4QShEh7FNUUIXQplL6oiKDfmJb4uh9WWcwROlKqR1eItw0cpYkj9JgzXGhwpZeKiq+D79G&#10;Qetf37c/y89m77r589Kxm593TqmHUb9ZgQjUh3v41v7QCmYLuH6JP0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R2iDEAAAA2wAAAA8AAAAAAAAAAAAAAAAAmAIAAGRycy9k&#10;b3ducmV2LnhtbFBLBQYAAAAABAAEAPUAAACJAwAAAAA=&#10;" path="m,701l,,40,r,741l36,737r-8,-4l24,725r-4,-4l12,717,8,709,4,705,,701xe" fillcolor="#1524ff" stroked="f">
                    <v:path arrowok="t" o:connecttype="custom" o:connectlocs="0,701;0,0;40,0;40,741;36,737;28,733;24,725;20,721;12,717;8,709;4,705;0,701" o:connectangles="0,0,0,0,0,0,0,0,0,0,0,0"/>
                  </v:shape>
                  <v:shape id="Freeform 29"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tr4A&#10;AADbAAAADwAAAGRycy9kb3ducmV2LnhtbERPyW7CMBC9V+IfrEHqrThQVKGAQayi1wLiPMRDEsiM&#10;Q2wg/fv6UInj09sns5Yr9aDGl04M9HsJKJLM2VJyA4f95mMEygcUi5UTMvBLHmbTztsEU+ue8kOP&#10;XchVDBGfooEihDrV2mcFMfqeq0kid3YNY4iwybVt8BnDudKDJPnSjKXEhgJrWhaUXXd3NnBqZbjK&#10;try+bPz5xovhET9XbMx7t52PQQVqw0v87/62BgZxbPwSf4Ce/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RIJba+AAAA2wAAAA8AAAAAAAAAAAAAAAAAmAIAAGRycy9kb3ducmV2&#10;LnhtbFBLBQYAAAAABAAEAPUAAACDAwAAAAA=&#10;" path="m,741l,,44,r,781l40,777r-8,-4l28,765r-8,-4l16,757r-4,-4l8,749,,741xe" fillcolor="#1829ff" stroked="f">
                    <v:path arrowok="t" o:connecttype="custom" o:connectlocs="0,741;0,0;44,0;44,781;40,777;32,773;28,765;20,761;16,757;12,753;8,749;0,741" o:connectangles="0,0,0,0,0,0,0,0,0,0,0,0"/>
                  </v:shape>
                  <v:shape id="Freeform 30"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9eHcUA&#10;AADbAAAADwAAAGRycy9kb3ducmV2LnhtbESPzWrDMBCE74W+g9hAb42cHxrHiWJMk5hcAmmaB1is&#10;je3WWhlLtd23rwqFHoeZ+YbZpqNpRE+dqy0rmE0jEMSF1TWXCm7vx+cYhPPIGhvLpOCbHKS7x4ct&#10;JtoO/Eb91ZciQNglqKDyvk2kdEVFBt3UtsTBu9vOoA+yK6XucAhw08h5FL1IgzWHhQpbeq2o+Lx+&#10;GQWXpt3rQ364ZbFfLc73/PSRx0ulniZjtgHhafT/4b/2SSuYr+H3S/gB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14dxQAAANsAAAAPAAAAAAAAAAAAAAAAAJgCAABkcnMv&#10;ZG93bnJldi54bWxQSwUGAAAAAAQABAD1AAAAigMAAAAA&#10;" path="m,781l,,45,r,818l37,814r-4,-4l29,805r-8,-8l17,793r-4,-4l5,785,,781xe" fillcolor="#1c2eff" stroked="f">
                    <v:path arrowok="t" o:connecttype="custom" o:connectlocs="0,781;0,0;45,0;45,818;37,814;33,810;29,805;21,797;17,793;13,789;5,785;0,781" o:connectangles="0,0,0,0,0,0,0,0,0,0,0,0"/>
                  </v:shape>
                  <v:shape id="Freeform 31"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l9J8IA&#10;AADbAAAADwAAAGRycy9kb3ducmV2LnhtbERPz2vCMBS+D/wfwhN2W1PdmFqNIgNhA5lYd9jx2Tyb&#10;YvPSNVlb//vlMPD48f1ebQZbi45aXzlWMElSEMSF0xWXCr5Ou6c5CB+QNdaOScGNPGzWo4cVZtr1&#10;fKQuD6WIIewzVGBCaDIpfWHIok9cQxy5i2sthgjbUuoW+xhuazlN01dpseLYYLChN0PFNf+1Cj5f&#10;ZrfF7oN/zofphb+N24f6sFfqcTxslyACDeEu/ne/awXPcX38En+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iX0nwgAAANsAAAAPAAAAAAAAAAAAAAAAAJgCAABkcnMvZG93&#10;bnJldi54bWxQSwUGAAAAAAQABAD1AAAAhwMAAAAA&#10;" path="m,818l,,40,r,850l36,846r-4,-4l24,838r-4,-4l16,830,8,826,4,822,,818xe" fillcolor="#1f34ff" stroked="f">
                    <v:path arrowok="t" o:connecttype="custom" o:connectlocs="0,818;0,0;40,0;40,850;36,846;32,842;24,838;20,834;16,830;8,826;4,822;0,818" o:connectangles="0,0,0,0,0,0,0,0,0,0,0,0"/>
                  </v:shape>
                  <v:shape id="Freeform 32"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b9MIA&#10;AADbAAAADwAAAGRycy9kb3ducmV2LnhtbESPQWsCMRSE74L/ITyhN83qQi2rUWxpwR5rpfT42Dw3&#10;i5uXkER3+++NIPQ4zMw3zHo72E5cKcTWsYL5rABBXDvdcqPg+P0xfQERE7LGzjEp+KMI2814tMZK&#10;u56/6HpIjcgQjhUqMCn5SspYG7IYZ84TZ+/kgsWUZWikDthnuO3koiiepcWW84JBT2+G6vPhYhWc&#10;ykXZ/yzPw+/Fd59Bvr8e/dIo9TQZdisQiYb0H36091pBOYf7l/wD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Ktv0wgAAANsAAAAPAAAAAAAAAAAAAAAAAJgCAABkcnMvZG93&#10;bnJldi54bWxQSwUGAAAAAAQABAD1AAAAhwM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3"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vOIcEA&#10;AADbAAAADwAAAGRycy9kb3ducmV2LnhtbESPT4vCMBTE7wt+h/AEb2tqlVWqUWRF3KN/74/m2RaT&#10;l9JkbfXTbwRhj8PM/IZZrDprxJ0aXzlWMBomIIhzpysuFJxP288ZCB+QNRrHpOBBHlbL3scCM+1a&#10;PtD9GAoRIewzVFCGUGdS+rwki37oauLoXV1jMUTZFFI32Ea4NTJNki9pseK4UGJN3yXlt+OvVVAf&#10;Jm5n9s9TlaTdRbdjs5k+tkoN+t16DiJQF/7D7/aPVjBO4fUl/g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bziHBAAAA2wAAAA8AAAAAAAAAAAAAAAAAmAIAAGRycy9kb3du&#10;cmV2LnhtbFBLBQYAAAAABAAEAPUAAACGAw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4"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7bFcUA&#10;AADbAAAADwAAAGRycy9kb3ducmV2LnhtbESPQWvCQBSE7wX/w/KE3urGWoqNriKC0FNoo9T29sw+&#10;k2D2bdzdmvTfu0LB4zAz3zDzZW8acSHna8sKxqMEBHFhdc2lgt128zQF4QOyxsYyKfgjD8vF4GGO&#10;qbYdf9IlD6WIEPYpKqhCaFMpfVGRQT+yLXH0jtYZDFG6UmqHXYSbRj4nyas0WHNcqLCldUXFKf81&#10;Cjbm+yf7yNZv5xebnb+6vdvl+4NSj8N+NQMRqA/38H/7XSuYTOD2Jf4A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PtsVxQAAANsAAAAPAAAAAAAAAAAAAAAAAJgCAABkcnMv&#10;ZG93bnJldi54bWxQSwUGAAAAAAQABAD1AAAAigM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5"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SO8UA&#10;AADbAAAADwAAAGRycy9kb3ducmV2LnhtbESPQWvCQBSE74L/YXlCL1I3tlokdRUptLQUBKMgvT2y&#10;zySYfZvurkn8992C4HGYmW+Y5bo3tWjJ+cqygukkAUGcW11xoeCwf39cgPABWWNtmRRcycN6NRws&#10;MdW24x21WShEhLBPUUEZQpNK6fOSDPqJbYijd7LOYIjSFVI77CLc1PIpSV6kwYrjQokNvZWUn7OL&#10;UdD9fH+148v1Y/u7y/vu4Bnd/KjUw6jfvIII1Id7+Nb+1AqeZ/D/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6xI7xQAAANsAAAAPAAAAAAAAAAAAAAAAAJgCAABkcnMv&#10;ZG93bnJldi54bWxQSwUGAAAAAAQABAD1AAAAigM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36"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WhsEA&#10;AADbAAAADwAAAGRycy9kb3ducmV2LnhtbESPzYrCMBSF9wO+Q7iCm2FMrShjNYoIYheCqDP7S3Nt&#10;i81NaWKtb28EweXh/HycxaozlWipcaVlBaNhBII4s7rkXMHfefvzC8J5ZI2VZVLwIAerZe9rgYm2&#10;dz5Se/K5CCPsElRQeF8nUrqsIINuaGvi4F1sY9AH2eRSN3gP46aScRRNpcGSA6HAmjYFZdfTzQTu&#10;fxx3u+/xY12m6Y73Rh/SdqbUoN+t5yA8df4TfrdTrWA8gdeX8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dFobBAAAA2wAAAA8AAAAAAAAAAAAAAAAAmAIAAGRycy9kb3du&#10;cmV2LnhtbFBLBQYAAAAABAAEAPUAAACGAw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7"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KsF8MA&#10;AADbAAAADwAAAGRycy9kb3ducmV2LnhtbESPwWrDMBBE74X+g9hCLyWW24IJTmRTAoFAcqnrQ46L&#10;tbGcWitjqbbz91Gh0OMwM2+YbbnYXkw0+s6xgtckBUHcON1xq6D+2q/WIHxA1tg7JgU38lAWjw9b&#10;zLWb+ZOmKrQiQtjnqMCEMORS+saQRZ+4gTh6FzdaDFGOrdQjzhFue/mWppm02HFcMDjQzlDzXf1Y&#10;Bfq0Pk3ozi9tV1NaZ9fqOJlKqeen5WMDItAS/sN/7YNW8J7B7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KsF8MAAADbAAAADwAAAAAAAAAAAAAAAACYAgAAZHJzL2Rv&#10;d25yZXYueG1sUEsFBgAAAAAEAAQA9QAAAIgDA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38"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L3d8MA&#10;AADbAAAADwAAAGRycy9kb3ducmV2LnhtbESPT2vCQBTE70K/w/IKXqTZqKAlzUZKUazHaOn5Nfvy&#10;p82+Ddk1xm/fFQSPw8z8hkk3o2nFQL1rLCuYRzEI4sLqhisFX6fdyysI55E1tpZJwZUcbLKnSYqJ&#10;thfOaTj6SgQIuwQV1N53iZSuqMmgi2xHHLzS9gZ9kH0ldY+XADetXMTxShpsOCzU2NFHTcXf8WwU&#10;lMW33M7M7+HU+cHtlz+5pXxUavo8vr+B8DT6R/je/tQKlmu4fQk/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L3d8MAAADbAAAADwAAAAAAAAAAAAAAAACYAgAAZHJzL2Rv&#10;d25yZXYueG1sUEsFBgAAAAAEAAQA9QAAAIgDA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39"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90MIA&#10;AADbAAAADwAAAGRycy9kb3ducmV2LnhtbERPTWsCMRC9F/wPYYReRLO2ILIaRWqXSi+lWtHjsBl3&#10;1yaTJUl1++/NQfD4eN/zZWeNuJAPjWMF41EGgrh0uuFKwc+uGE5BhIis0TgmBf8UYLnoPc0x1+7K&#10;33TZxkqkEA45KqhjbHMpQ1mTxTByLXHiTs5bjAn6SmqP1xRujXzJsom02HBqqLGlt5rK3+2fVXDY&#10;f/rzZGcG73Hw9bHeHKdFYYJSz/1uNQMRqYsP8d290Qpe09j0Jf0A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iP3QwgAAANsAAAAPAAAAAAAAAAAAAAAAAJgCAABkcnMvZG93&#10;bnJldi54bWxQSwUGAAAAAAQABAD1AAAAhwM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40"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yPIsMA&#10;AADbAAAADwAAAGRycy9kb3ducmV2LnhtbESPQYvCMBSE78L+h/AEL6KpLohbjaLCih6tsl4fzbMt&#10;Ni/dJKv1328EweMwM98w82VranEj5yvLCkbDBARxbnXFhYLT8XswBeEDssbaMil4kIfl4qMzx1Tb&#10;Ox/oloVCRAj7FBWUITSplD4vyaAf2oY4ehfrDIYoXSG1w3uEm1qOk2QiDVYcF0psaFNSfs3+jIKj&#10;+/25bM/rPBuNTT1dFdf9vn9SqtdtVzMQgdrwDr/aO63g8wueX+IP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yPIsMAAADbAAAADwAAAAAAAAAAAAAAAACYAgAAZHJzL2Rv&#10;d25yZXYueG1sUEsFBgAAAAAEAAQA9QAAAIgDA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1"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HuO8AA&#10;AADbAAAADwAAAGRycy9kb3ducmV2LnhtbERP3WrCMBS+H/gO4Qi7W1OHjNE1iuiUgjBY7QMcmmNb&#10;1pykTbTd25uLwS4/vv98O5te3Gn0nWUFqyQFQVxb3XGjoLocX95B+ICssbdMCn7Jw3azeMox03bi&#10;b7qXoRExhH2GCtoQXCalr1sy6BPriCN3taPBEOHYSD3iFMNNL1/T9E0a7Dg2tOho31L9U96Mgp6+&#10;hi5c8HCy1bm8umr4LNyg1PNy3n2ACDSHf/Gfu9AK1nF9/BJ/gN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HuO8AAAADbAAAADwAAAAAAAAAAAAAAAACYAgAAZHJzL2Rvd25y&#10;ZXYueG1sUEsFBgAAAAAEAAQA9QAAAIUD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2"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lzFr4A&#10;AADbAAAADwAAAGRycy9kb3ducmV2LnhtbESPzQrCMBCE74LvEFbwpmlFpFajiCB4EvwpeFyatS02&#10;m9JErW9vBMHjMDPfMMt1Z2rxpNZVlhXE4wgEcW51xYWCy3k3SkA4j6yxtkwK3uRgver3lphq++Ij&#10;PU++EAHCLkUFpfdNKqXLSzLoxrYhDt7NtgZ9kG0hdYuvADe1nETRTBqsOCyU2NC2pPx+ehgFk9hb&#10;ScnloBOZzZtHtr/VfFVqOOg2CxCeOv8P/9p7rWAaw/dL+AF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Opcxa+AAAA2wAAAA8AAAAAAAAAAAAAAAAAmAIAAGRycy9kb3ducmV2&#10;LnhtbFBLBQYAAAAABAAEAPUAAACDAw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3"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gJHsQA&#10;AADbAAAADwAAAGRycy9kb3ducmV2LnhtbESPQUvDQBSE74L/YXmCN7uxhFBit6UGhR4KYtpDj4/s&#10;axKbfRt2n236711B8DjMfDPMcj25QV0oxN6zgedZBoq48bbn1sBh//60ABUF2eLgmQzcKMJ6dX+3&#10;xNL6K3/SpZZWpRKOJRroRMZS69h05DDO/EicvJMPDiXJ0Gob8JrK3aDnWVZohz2nhQ5HqjpqzvW3&#10;M5B/HKu84u2r5EXxJW/F7hTqhTGPD9PmBZTQJP/hP3prEzeH3y/pB+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ICR7EAAAA2wAAAA8AAAAAAAAAAAAAAAAAmAIAAGRycy9k&#10;b3ducmV2LnhtbFBLBQYAAAAABAAEAPUAAACJAwAAAAA=&#10;" path="m,508l,,4,,8,r8,4l20,4r4,l32,8r4,l40,8r,508l36,512r-4,l24,512r-4,l16,512r-8,l4,512,,508xe" fillcolor="#4472ff" stroked="f">
                    <v:path arrowok="t" o:connecttype="custom" o:connectlocs="0,508;0,0;4,0;8,0;16,4;20,4;24,4;32,8;36,8;40,8;40,516;36,512;32,512;24,512;20,512;16,512;8,512;4,512;0,508" o:connectangles="0,0,0,0,0,0,0,0,0,0,0,0,0,0,0,0,0,0,0"/>
                  </v:shape>
                  <v:shape id="Freeform 44"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bsbsQA&#10;AADbAAAADwAAAGRycy9kb3ducmV2LnhtbESP0WrCQBRE3wX/YblC38ymrRSJrqFtKNSnUvUDrtlr&#10;Npq9m2ZXE/36bqHg4zAzZ5hlPthGXKjztWMFj0kKgrh0uuZKwW77MZ2D8AFZY+OYFFzJQ74aj5aY&#10;adfzN102oRIRwj5DBSaENpPSl4Ys+sS1xNE7uM5iiLKrpO6wj3DbyKc0fZEWa44LBlt6N1SeNmer&#10;QAYzHM63taP98af4Ktb92/7WK/UwGV4XIAIN4R7+b39qBbNn+PsSf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G7G7EAAAA2w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5"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nGMIA&#10;AADbAAAADwAAAGRycy9kb3ducmV2LnhtbESPT2sCMRTE7wW/Q3iCt5q1SCmrUUQpeBP/QY+vm+dm&#10;dfOyJHHd/famIPQ4zMxvmPmys7VoyYfKsYLJOANBXDhdcangdPx+/wIRIrLG2jEp6CnAcjF4m2Ou&#10;3YP31B5iKRKEQ44KTIxNLmUoDFkMY9cQJ+/ivMWYpC+l9vhIcFvLjyz7lBYrTgsGG1obKm6Hu1Vw&#10;97vf9c/masjY/no+c9ufeKfUaNitZiAidfE//GpvtYLpFP6+p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uWcYwgAAANsAAAAPAAAAAAAAAAAAAAAAAJgCAABkcnMvZG93&#10;bnJldi54bWxQSwUGAAAAAAQABAD1AAAAhwM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6"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ji/cQA&#10;AADbAAAADwAAAGRycy9kb3ducmV2LnhtbESPQWvCQBSE74L/YXmCN91YrEjqKlbRFsSDaSl4e2af&#10;STD7NmRXE/99VxA8DjPzDTNbtKYUN6pdYVnBaBiBIE6tLjhT8PuzGUxBOI+ssbRMCu7kYDHvdmYY&#10;a9vwgW6Jz0SAsItRQe59FUvp0pwMuqGtiIN3trVBH2SdSV1jE+CmlG9RNJEGCw4LOVa0yim9JFej&#10;YGv3p4n8jNa0+jsm46b9uu+2rFS/1y4/QHhq/Sv8bH9rBeN3eHw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Y4v3EAAAA2wAAAA8AAAAAAAAAAAAAAAAAmAIAAGRycy9k&#10;b3ducmV2LnhtbFBLBQYAAAAABAAEAPUAAACJAw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7"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QAMQA&#10;AADbAAAADwAAAGRycy9kb3ducmV2LnhtbESPQWsCMRSE7wX/Q3gFL6Vma2UpW6OIRfBQBNd6f2ye&#10;m6XJy5Jkdf33TaHQ4zAz3zDL9eisuFKInWcFL7MCBHHjdcetgq/T7vkNREzIGq1nUnCnCOvV5GGJ&#10;lfY3PtK1Tq3IEI4VKjAp9ZWUsTHkMM58T5y9iw8OU5ahlTrgLcOdlfOiKKXDjvOCwZ62hprvenAK&#10;alu+DvZ8PCzM5nD6DPunj/NlUGr6OG7eQSQa03/4r73XChYl/H7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W0ADEAAAA2wAAAA8AAAAAAAAAAAAAAAAAmAIAAGRycy9k&#10;b3ducmV2LnhtbFBLBQYAAAAABAAEAPUAAACJAw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48"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A0a8QA&#10;AADbAAAADwAAAGRycy9kb3ducmV2LnhtbESPX2vCQBDE3wt+h2OFvtVL/9BK9BS1lPpSJFb6vM2t&#10;udDcXshtY/z2nlDo4zAzv2Hmy8E3qqcu1oEN3E8yUMRlsDVXBg6fb3dTUFGQLTaBycCZIiwXo5s5&#10;5jacuKB+L5VKEI45GnAiba51LB15jJPQEifvGDqPkmRXadvhKcF9ox+y7Fl7rDktOGxp46j82f96&#10;A1+7jUzlu/goYlX3B7d+fG353Zjb8bCagRIa5D/8195aA08vcP2SfoBe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gNGvEAAAA2wAAAA8AAAAAAAAAAAAAAAAAmAIAAGRycy9k&#10;b3ducmV2LnhtbFBLBQYAAAAABAAEAPUAAACJAw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49"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ir9b8A&#10;AADbAAAADwAAAGRycy9kb3ducmV2LnhtbERPTYvCMBC9C/sfwix4EU0VKUs1ioqCeBHdhcXb2Mw2&#10;XZtJaaLWf28OgsfH+57OW1uJGzW+dKxgOEhAEOdOl1wo+Pne9L9A+ICssXJMCh7kYT776Ewx0+7O&#10;B7odQyFiCPsMFZgQ6kxKnxuy6AeuJo7cn2sshgibQuoG7zHcVnKUJKm0WHJsMFjTylB+OV6tguV/&#10;1SMmV+4s8v60NumvP6dKdT/bxQREoDa8xS/3VisYx7HxS/wBcvY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WKv1vwAAANsAAAAPAAAAAAAAAAAAAAAAAJgCAABkcnMvZG93bnJl&#10;di54bWxQSwUGAAAAAAQABAD1AAAAhAM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50"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dBo8EA&#10;AADbAAAADwAAAGRycy9kb3ducmV2LnhtbESPT2sCMRTE7wW/Q3hCb92sRUpdjSJCwaN/qufH5rlZ&#10;3bwsm2jSb28KhR6HmfkNs1gl24kHDb51rGBSlCCIa6dbbhR8H7/ePkH4gKyxc0wKfsjDajl6WWCl&#10;XeQ9PQ6hERnCvkIFJoS+ktLXhiz6wvXE2bu4wWLIcmikHjBmuO3ke1l+SIst5wWDPW0M1bfD3Spw&#10;MZlmve3v6RQv9fEqd+mMUanXcVrPQQRK4T/8195qBdMZ/H7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nQaPBAAAA2wAAAA8AAAAAAAAAAAAAAAAAmAIAAGRycy9kb3du&#10;cmV2LnhtbFBLBQYAAAAABAAEAPUAAACGAw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1"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g8q7wA&#10;AADbAAAADwAAAGRycy9kb3ducmV2LnhtbERPTYvCMBC9C/6HMII3TRUU6RpFBMWLB91lz0MztsVk&#10;Ujqx1n9vDoLHx/teb3vvVEet1IENzKYZKOIi2JpLA3+/h8kKlERkiy4wGXiRwHYzHKwxt+HJF+qu&#10;sVQphCVHA1WMTa61FBV5lGloiBN3C63HmGBbatviM4V7p+dZttQea04NFTa0r6i4Xx/ewGMp6OV4&#10;3nW8KPvAMnfu8G/MeNTvfkBF6uNX/HGfrIFFWp++pB+gN2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5iDyrvAAAANsAAAAPAAAAAAAAAAAAAAAAAJgCAABkcnMvZG93bnJldi54&#10;bWxQSwUGAAAAAAQABAD1AAAAgQM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2"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5DU8QA&#10;AADbAAAADwAAAGRycy9kb3ducmV2LnhtbESPQWsCMRSE74X+h/AK3mpWoa2sRrGVwl5sqRb0+Nw8&#10;N8HNy5JE3f77plDwOMzMN8xs0btWXChE61nBaFiAIK69ttwo+N6+P05AxISssfVMCn4owmJ+fzfD&#10;Uvsrf9FlkxqRIRxLVGBS6kopY23IYRz6jjh7Rx8cpixDI3XAa4a7Vo6L4lk6tJwXDHb0Zqg+bc5O&#10;wdmsD68v1O0/Vx/W2Wpb7SZhr9TgoV9OQSTq0y383660gqcR/H3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eQ1PEAAAA2wAAAA8AAAAAAAAAAAAAAAAAmAIAAGRycy9k&#10;b3ducmV2LnhtbFBLBQYAAAAABAAEAPUAAACJAw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3"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SLAMQA&#10;AADbAAAADwAAAGRycy9kb3ducmV2LnhtbESPS4vCQBCE7wv+h6EFbzpRUSQ6ig8E8bCsD/DaybRJ&#10;MNMTMqNGf/3OgrDHoqq+omaLxpTiQbUrLCvo9yIQxKnVBWcKzqdtdwLCeWSNpWVS8CIHi3nra4ax&#10;tk8+0OPoMxEg7GJUkHtfxVK6NCeDrmcr4uBdbW3QB1lnUtf4DHBTykEUjaXBgsNCjhWtc0pvx7tR&#10;sNqsE3u6mOtm9P3+wWGVjPe7RKlOu1lOQXhq/H/4095pBaMB/H0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UiwDEAAAA2wAAAA8AAAAAAAAAAAAAAAAAmAIAAGRycy9k&#10;b3ducmV2LnhtbFBLBQYAAAAABAAEAPUAAACJAw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4"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QbSMYA&#10;AADbAAAADwAAAGRycy9kb3ducmV2LnhtbESPW2sCMRSE3wX/QzhCX0rNVmuRrVGKYBHxgpeHPh42&#10;x93o5mTZRF3/vSkUfBxm5htmNGlsKa5Ue+NYwXs3AUGcOW04V3DYz96GIHxA1lg6JgV38jAZt1sj&#10;TLW78Zauu5CLCGGfooIihCqV0mcFWfRdVxFH7+hqiyHKOpe6xluE21L2kuRTWjQcFwqsaFpQdt5d&#10;rAJDRm5+t4vVYb28u+n59PH6s3FKvXSa7y8QgZrwDP+351rBoA9/X+IPkO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QbSMYAAADbAAAADwAAAAAAAAAAAAAAAACYAgAAZHJz&#10;L2Rvd25yZXYueG1sUEsFBgAAAAAEAAQA9QAAAIsDA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5"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vcUA&#10;AADbAAAADwAAAGRycy9kb3ducmV2LnhtbESPQWvCQBSE70L/w/IKvemmokZTV5FGi5T2YBR6fWRf&#10;k2D2bciuMf33riD0OMzMN8xy3ZtadNS6yrKC11EEgji3uuJCwem4G85BOI+ssbZMCv7IwXr1NFhi&#10;ou2VD9RlvhABwi5BBaX3TSKly0sy6Ea2IQ7er20N+iDbQuoWrwFuajmOopk0WHFYKLGh95Lyc3Yx&#10;Cr6/zNbFk4/FZ3b+SZtZGqfdIlbq5bnfvIHw1Pv/8KO91wqmE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Zu9xQAAANsAAAAPAAAAAAAAAAAAAAAAAJgCAABkcnMv&#10;ZG93bnJldi54bWxQSwUGAAAAAAQABAD1AAAAigM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6"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rpDcMA&#10;AADbAAAADwAAAGRycy9kb3ducmV2LnhtbESPQWvCQBSE70L/w/KEXkQ3tiTU6ColohZvVcHrI/tM&#10;otm3Ibtq+u/dguBxmJlvmNmiM7W4UesqywrGowgEcW51xYWCw341/ALhPLLG2jIp+CMHi/lbb4ap&#10;tnf+pdvOFyJA2KWooPS+SaV0eUkG3cg2xME72dagD7ItpG7xHuCmlh9RlEiDFYeFEhvKSsovu6tR&#10;kCVyn2AWTzZbe7wM1tn5+mmWSr33u+8pCE+df4Wf7R+tII7h/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2rpDcMAAADbAAAADwAAAAAAAAAAAAAAAACYAgAAZHJzL2Rv&#10;d25yZXYueG1sUEsFBgAAAAAEAAQA9QAAAIgDA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7"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SYcMA&#10;AADbAAAADwAAAGRycy9kb3ducmV2LnhtbESPS2sCQRCE7wH/w9CCl6CzChFZHUUlgWDIwRdem53e&#10;B+70LDutrv8+EwjkWFTVV9Ri1bla3akNlWcD41ECijjztuLCwOn4MZyBCoJssfZMBp4UYLXsvSww&#10;tf7Be7ofpFARwiFFA6VIk2odspIchpFviKOX+9ahRNkW2rb4iHBX60mSTLXDiuNCiQ1tS8quh5sz&#10;sPk67d5z+u5uu3yLcjlL/voUYwb9bj0HJdTJf/iv/WkNvE3h90v8A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FSYcMAAADbAAAADwAAAAAAAAAAAAAAAACYAgAAZHJzL2Rv&#10;d25yZXYueG1sUEsFBgAAAAAEAAQA9QAAAIgDA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58"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9Jg8IA&#10;AADbAAAADwAAAGRycy9kb3ducmV2LnhtbESPzarCMBSE9xd8h3AEd9dUwR+qUUQQBBG0unF3aI5t&#10;tTmpTbT17c2FCy6HmfmGmS9bU4oX1a6wrGDQj0AQp1YXnCk4nza/UxDOI2ssLZOCNzlYLjo/c4y1&#10;bfhIr8RnIkDYxagg976KpXRpTgZd31bEwbva2qAPss6krrEJcFPKYRSNpcGCw0KOFa1zSu/J0yjY&#10;3o6HRL/9Zbw7OGsb4/aP81SpXrddzUB4av03/N/eagWjCfx9CT9A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0mDwgAAANsAAAAPAAAAAAAAAAAAAAAAAJgCAABkcnMvZG93&#10;bnJldi54bWxQSwUGAAAAAAQABAD1AAAAhwMAAAAA&#10;" path="m,1241l,,41,41r,1180l37,1221r-4,4l25,1229r-4,4l17,1233r-8,4l5,1241r-5,xe" fillcolor="#73c0ff" stroked="f">
                    <v:path arrowok="t" o:connecttype="custom" o:connectlocs="0,1241;0,0;41,41;41,1221;37,1221;33,1225;25,1229;21,1233;17,1233;9,1237;5,1241;0,1241" o:connectangles="0,0,0,0,0,0,0,0,0,0,0,0"/>
                  </v:shape>
                  <v:shape id="Freeform 59"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EDL8A&#10;AADbAAAADwAAAGRycy9kb3ducmV2LnhtbERPy4rCMBTdD/gP4QruxtQBB6lGEUFQxEXrY31prm21&#10;uek0sa1/bxYDLg/nvVj1phItNa60rGAyjkAQZ1aXnCs4n7bfMxDOI2usLJOCFzlYLQdfC4y17Tih&#10;NvW5CCHsYlRQeF/HUrqsIINubGviwN1sY9AH2ORSN9iFcFPJnyj6lQZLDg0F1rQpKHukT6PAXzrq&#10;Nrv2mvwl68Mxlfdqb09KjYb9eg7CU+8/4n/3TiuYhrHhS/gBcvk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VAQMvwAAANsAAAAPAAAAAAAAAAAAAAAAAJgCAABkcnMvZG93bnJl&#10;di54bWxQSwUGAAAAAAQABAD1AAAAhAMAAAAA&#10;" path="m,1180l,,44,40r,1112l40,1156r-8,4l28,1160r-4,4l16,1168r-4,4l8,1176r-8,4xe" fillcolor="#76c5ff" stroked="f">
                    <v:path arrowok="t" o:connecttype="custom" o:connectlocs="0,1180;0,0;44,40;44,1152;40,1156;32,1160;28,1160;24,1164;16,1168;12,1172;8,1176;0,1180" o:connectangles="0,0,0,0,0,0,0,0,0,0,0,0"/>
                  </v:shape>
                  <v:shape id="Freeform 60"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MWMMA&#10;AADbAAAADwAAAGRycy9kb3ducmV2LnhtbESPQYvCMBSE78L+h/AWvGm6i7pu1ygiFjwJul68PZpn&#10;W21eShK1+uuNIHgcZuYbZjJrTS0u5HxlWcFXPwFBnFtdcaFg95/1xiB8QNZYWyYFN/Iwm350Jphq&#10;e+UNXbahEBHCPkUFZQhNKqXPSzLo+7Yhjt7BOoMhSldI7fAa4aaW30kykgYrjgslNrQoKT9tz0YB&#10;ro/7e7s4zDM/+Ml0ZXduP14q1f1s538gArXhHX61V1rB8Be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MWMMAAADbAAAADwAAAAAAAAAAAAAAAACYAgAAZHJzL2Rv&#10;d25yZXYueG1sUEsFBgAAAAAEAAQA9QAAAIgDAAAAAA==&#10;" path="m,1112l,,44,40r,1044l36,1088r-4,4l28,1092r-8,4l16,1100r-4,4l4,1108r-4,4xe" fillcolor="#79caff" stroked="f">
                    <v:path arrowok="t" o:connecttype="custom" o:connectlocs="0,1112;0,0;44,40;44,1084;36,1088;32,1092;28,1092;20,1096;16,1100;12,1104;4,1108;0,1112" o:connectangles="0,0,0,0,0,0,0,0,0,0,0,0"/>
                  </v:shape>
                  <v:shape id="Freeform 61"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" path="m,1044l,,41,40r,971l37,1016r-4,4l25,1024r-4,4l17,1032r-8,4l4,1040r-4,4xe" fillcolor="#7cd0ff" stroked="f">
                    <v:path arrowok="t" o:connecttype="custom" o:connectlocs="0,1044;0,0;41,40;41,1011;37,1016;33,1020;25,1024;21,1028;17,1032;9,1036;4,1040;0,1044" o:connectangles="0,0,0,0,0,0,0,0,0,0,0,0"/>
                  </v:shape>
                  <v:shape id="Freeform 62"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s0TsMA&#10;AADbAAAADwAAAGRycy9kb3ducmV2LnhtbESPT4vCMBTE78J+h/AWvGnqIiLVtIiLrKAH65/7o3k2&#10;xealNFmt394sLHgcZuY3zDLvbSPu1PnasYLJOAFBXDpdc6XgfNqM5iB8QNbYOCYFT/KQZx+DJaba&#10;Pbig+zFUIkLYp6jAhNCmUvrSkEU/di1x9K6usxii7CqpO3xEuG3kV5LMpMWa44LBltaGytvx1yrY&#10;7qf7w8/3bVoezu2lKHbFpkKj1PCzXy1ABOrDO/zf3moFswn8fYk/QG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s0TsMAAADbAAAADwAAAAAAAAAAAAAAAACYAgAAZHJzL2Rv&#10;d25yZXYueG1sUEsFBgAAAAAEAAQA9QAAAIgDAAAAAA==&#10;" path="m,971l,,44,41r,894l40,939r-8,4l28,947r-4,4l16,955r-4,4l8,963,,971xe" fillcolor="#80d5ff" stroked="f">
                    <v:path arrowok="t" o:connecttype="custom" o:connectlocs="0,971;0,0;44,41;44,935;40,939;32,943;28,947;24,951;16,955;12,959;8,963;0,971" o:connectangles="0,0,0,0,0,0,0,0,0,0,0,0"/>
                  </v:shape>
                  <v:shape id="Freeform 63"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yj8QA&#10;AADbAAAADwAAAGRycy9kb3ducmV2LnhtbESPT4vCMBTE78J+h/AW9qZpPdRuNYosLHgQxD8Hj2+b&#10;Z1ttXkoTa9dPbwTB4zAzv2Fmi97UoqPWVZYVxKMIBHFudcWFgsP+d5iCcB5ZY22ZFPyTg8X8YzDD&#10;TNsbb6nb+UIECLsMFZTeN5mULi/JoBvZhjh4J9sa9EG2hdQt3gLc1HIcRYk0WHFYKLGhn5Lyy+5q&#10;FFw6nW7y+zb+XqfxtUvOf8eimSj19dkvpyA89f4dfrVXWkEyhueX8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Mo/EAAAA2wAAAA8AAAAAAAAAAAAAAAAAmAIAAGRycy9k&#10;b3ducmV2LnhtbFBLBQYAAAAABAAEAPUAAACJAwAAAAA=&#10;" path="m,894l,,44,40r,814l36,858r-4,4l28,870r-8,4l16,878r-4,4l4,886,,894xe" fillcolor="#83daff" stroked="f">
                    <v:path arrowok="t" o:connecttype="custom" o:connectlocs="0,894;0,0;44,40;44,854;36,858;32,862;28,870;20,874;16,878;12,882;4,886;0,894" o:connectangles="0,0,0,0,0,0,0,0,0,0,0,0"/>
                  </v:shape>
                  <v:shape id="Freeform 64"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7jhcEA&#10;AADbAAAADwAAAGRycy9kb3ducmV2LnhtbESP0YrCMBRE3xf8h3AF39ZUBZFqFBEElX3Yqh9waa5N&#10;sbmpTarx7zcLC/s4zMwZZrWJthFP6nztWMFknIEgLp2uuVJwvew/FyB8QNbYOCYFb/KwWQ8+Vphr&#10;9+KCnudQiQRhn6MCE0KbS+lLQxb92LXEybu5zmJIsquk7vCV4LaR0yybS4s1pwWDLe0MlfdzbxXQ&#10;4xG/TwUV1Vaa+CUXx3vvjkqNhnG7BBEohv/wX/ugFcxn8Psl/QC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u44XBAAAA2wAAAA8AAAAAAAAAAAAAAAAAmAIAAGRycy9kb3du&#10;cmV2LnhtbFBLBQYAAAAABAAEAPUAAACGAwAAAAA=&#10;" path="m,814l,,41,40r,730l37,774r-4,4l25,786r-4,4l17,798r-9,4l4,806,,814xe" fillcolor="#86dfff" stroked="f">
                    <v:path arrowok="t" o:connecttype="custom" o:connectlocs="0,814;0,0;41,40;41,770;37,774;33,778;25,786;21,790;17,798;8,802;4,806;0,814" o:connectangles="0,0,0,0,0,0,0,0,0,0,0,0"/>
                  </v:shape>
                  <v:shape id="Freeform 65"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MiMAA&#10;AADbAAAADwAAAGRycy9kb3ducmV2LnhtbESPQYvCMBCF7wv+hzDC3tZU2VWppkUEwauuoMexGdNi&#10;M6lNrPXfbwRhj48373vzlnlva9FR6yvHCsajBARx4XTFRsHhd/M1B+EDssbaMSl4koc8G3wsMdXu&#10;wTvq9sGICGGfooIyhCaV0hclWfQj1xBH7+JaiyHK1kjd4iPCbS0nSTKVFiuODSU2tC6puO7vNr5x&#10;1D9+po3RibOHE59voetvSn0O+9UCRKA+/B+/01utYPoNry0RAD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MiMAAAADbAAAADwAAAAAAAAAAAAAAAACYAgAAZHJzL2Rvd25y&#10;ZXYueG1sUEsFBgAAAAAEAAQA9QAAAIUDAAAAAA==&#10;" path="m,730l,,44,41r,636l40,685r-8,4l28,697r-4,8l16,709r-4,9l8,722,,730xe" fillcolor="#89e4ff" stroked="f">
                    <v:path arrowok="t" o:connecttype="custom" o:connectlocs="0,730;0,0;44,41;44,677;40,685;32,689;28,697;24,705;16,709;12,718;8,722;0,730" o:connectangles="0,0,0,0,0,0,0,0,0,0,0,0"/>
                  </v:shape>
                  <v:shape id="Freeform 66"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osrMAA&#10;AADbAAAADwAAAGRycy9kb3ducmV2LnhtbESP0YrCMBRE34X9h3AX9k2TVRSpRnFFYR+19gOuzbUt&#10;Njclidr9+40g+DjMzBlmue5tK+7kQ+NYw/dIgSAunWm40lCc9sM5iBCRDbaOScMfBVivPgZLzIx7&#10;8JHueaxEgnDIUEMdY5dJGcqaLIaR64iTd3HeYkzSV9J4fCS4beVYqZm02HBaqLGjbU3lNb/ZRJng&#10;/PBzbs6+MLmatHmh/G2n9ddnv1mAiNTHd/jV/jUaZlN4fk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osrMAAAADbAAAADwAAAAAAAAAAAAAAAACYAgAAZHJzL2Rvd25y&#10;ZXYueG1sUEsFBgAAAAAEAAQA9QAAAIUDAAAAAA==&#10;" path="m,636l,,44,40r,540l36,588r-4,8l28,604r-4,4l16,616r-4,8l4,632,,636xe" fillcolor="#8ceaff" stroked="f">
                    <v:path arrowok="t" o:connecttype="custom" o:connectlocs="0,636;0,0;44,40;44,580;36,588;32,596;28,604;24,608;16,616;12,624;4,632;0,636" o:connectangles="0,0,0,0,0,0,0,0,0,0,0,0"/>
                  </v:shape>
                  <v:shape id="Freeform 67"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yxAsMA&#10;AADbAAAADwAAAGRycy9kb3ducmV2LnhtbESPwWrDMBBE74X8g9hCb7WcHtzgRAmh0NKSU51AyG2x&#10;NpaJtXIkxXb+vioUehxm5g2z2ky2EwP50DpWMM9yEMS10y03Cg779+cFiBCRNXaOScGdAmzWs4cV&#10;ltqN/E1DFRuRIBxKVGBi7EspQ23IYshcT5y8s/MWY5K+kdrjmOC2ky95XkiLLacFgz29Gaov1c0q&#10;2Jnhw+++7tXxdqJXP86vkQmVenqctksQkab4H/5rf2oFRQG/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yxAsMAAADbAAAADwAAAAAAAAAAAAAAAACYAgAAZHJzL2Rv&#10;d25yZXYueG1sUEsFBgAAAAAEAAQA9QAAAIgDAAAAAA==&#10;" path="m,540l,,41,40r,435l37,483r-4,8l29,500r-8,8l16,516r-4,8l4,532,,540xe" fillcolor="#8fefff" stroked="f">
                    <v:path arrowok="t" o:connecttype="custom" o:connectlocs="0,540;0,0;41,40;41,475;37,483;33,491;29,500;21,508;16,516;12,524;4,532;0,540" o:connectangles="0,0,0,0,0,0,0,0,0,0,0,0"/>
                  </v:shape>
                  <v:shape id="Freeform 68"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Sv8UA&#10;AADbAAAADwAAAGRycy9kb3ducmV2LnhtbESPW2vCQBSE3wv+h+UIfSm6aRGVmFW0UqgvFS+gvh2y&#10;JxfMno3ZNab/vlso9HGY+WaYZNGZSrTUuNKygtdhBII4tbrkXMHx8DGYgnAeWWNlmRR8k4PFvPeU&#10;YKztg3fU7n0uQgm7GBUU3texlC4tyKAb2po4eJltDPogm1zqBh+h3FTyLYrG0mDJYaHAmt4LSq/7&#10;u1EwXlYn/HLr1aG93V8255G8bClT6rnfLWcgPHX+P/xHf+rATeD3S/gB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39K/xQAAANsAAAAPAAAAAAAAAAAAAAAAAJgCAABkcnMv&#10;ZG93bnJldi54bWxQSwUGAAAAAAQABAD1AAAAigMAAAAA&#10;" path="m,435l,,44,40r,319l40,367r-4,12l28,387r-4,8l20,407r-8,8l8,427,,435xe" fillcolor="#92f4ff" stroked="f">
                    <v:path arrowok="t" o:connecttype="custom" o:connectlocs="0,435;0,0;44,40;44,359;40,367;36,379;28,387;24,395;20,407;12,415;8,427;0,435" o:connectangles="0,0,0,0,0,0,0,0,0,0,0,0"/>
                  </v:shape>
                  <v:shape id="Freeform 69"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xIvMIA&#10;AADbAAAADwAAAGRycy9kb3ducmV2LnhtbERPy4rCMBTdC/5DuANuRNMZQaQaZRAcBsWFjq/ZXZo7&#10;bbG5KUm09e/NQpjl4bxni9ZU4k7Ol5YVvA8TEMSZ1SXnCg4/q8EEhA/IGivLpOBBHhbzbmeGqbYN&#10;7+i+D7mIIexTVFCEUKdS+qwgg35oa+LI/VlnMETocqkdNjHcVPIjScbSYMmxocCalgVl1/3NKNi0&#10;2fH0df5d98+7UeI2E9uE7UWp3lv7OQURqA3/4pf7WysYx7HxS/w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vEi8wgAAANsAAAAPAAAAAAAAAAAAAAAAAJgCAABkcnMvZG93&#10;bnJldi54bWxQSwUGAAAAAAQABAD1AAAAhwMAAAAA&#10;" path="m,319l,,44,41r,177l40,230r-8,16l28,258r-4,12l16,283r-4,12l8,307,,319xe" fillcolor="#95f9ff" stroked="f">
                    <v:path arrowok="t" o:connecttype="custom" o:connectlocs="0,319;0,0;44,41;44,218;40,230;32,246;28,258;24,270;16,283;12,295;8,307;0,319" o:connectangles="0,0,0,0,0,0,0,0,0,0,0,0"/>
                  </v:shape>
                  <v:shape id="Freeform 70"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GGz78A&#10;AADbAAAADwAAAGRycy9kb3ducmV2LnhtbESPzQrCMBCE74LvEFbwpqkeRKtRRFA8FMSfg8elWdti&#10;sylNWuvbG0HwOMzMN8xq05lStFS7wrKCyTgCQZxaXXCm4Hbdj+YgnEfWWFomBW9ysFn3eyuMtX3x&#10;mdqLz0SAsItRQe59FUvp0pwMurGtiIP3sLVBH2SdSV3jK8BNKadRNJMGCw4LOVa0yyl9XhqjIEld&#10;cmzu72Z/mDR04kQu2u6h1HDQbZcgPHX+H/61j1rBbAHfL+EHyP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YbPvwAAANsAAAAPAAAAAAAAAAAAAAAAAJgCAABkcnMvZG93bnJl&#10;di54bWxQSwUGAAAAAAQABAD1AAAAhAMAAAAA&#10;" path="m,177l,,41,40,37,56,33,72,29,92r-4,17l16,129r-4,16l4,161,,177xe" fillcolor="#9ff" stroked="f">
                    <v:path arrowok="t" o:connecttype="custom" o:connectlocs="0,177;0,0;41,40;37,56;33,72;29,92;25,109;16,129;12,145;4,161;0,177" o:connectangles="0,0,0,0,0,0,0,0,0,0,0"/>
                  </v:shape>
                  <v:shape id="Freeform 71"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0rcMA&#10;AADbAAAADwAAAGRycy9kb3ducmV2LnhtbERPTWvCQBC9F/wPywi9iG7sobWpa2gFwYIHY8Veh+yY&#10;RLOzIbuaxF/vHgSPj/c9TzpTiSs1rrSsYDqJQBBnVpecK9j/rcYzEM4ja6wsk4KeHCSLwcscY21b&#10;Tum687kIIexiVFB4X8dSuqwgg25ia+LAHW1j0AfY5FI32IZwU8m3KHqXBksODQXWtCwoO+8uRkF2&#10;Skf/x1l/22/8ci23n5fD789Iqddh9/0FwlPnn+KHe60VfIT14Uv4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y0rcMAAADbAAAADwAAAAAAAAAAAAAAAACYAgAAZHJzL2Rv&#10;d25yZXYueG1sUEsFBgAAAAAEAAQA9QAAAIgDAAAAAA==&#10;" path="m584,157l512,,,,,189r512,l439,36,584,157,709,,512,r72,157xe" stroked="f">
                    <v:path arrowok="t" o:connecttype="custom" o:connectlocs="584,157;512,0;0,0;0,189;512,189;439,36;584,157;709,0;512,0;584,157" o:connectangles="0,0,0,0,0,0,0,0,0,0"/>
                  </v:shape>
                  <v:shape id="Freeform 72"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ClScUA&#10;AADbAAAADwAAAGRycy9kb3ducmV2LnhtbESPQWvCQBSE74X+h+UJvZS6sYcq0VVsQPDQS6NCentm&#10;n9lg9m3IrjH++64geBxm5htmsRpsI3rqfO1YwWScgCAuna65UrDfbT5mIHxA1tg4JgU38rBavr4s&#10;MNXuyr/U56ESEcI+RQUmhDaV0peGLPqxa4mjd3KdxRBlV0nd4TXCbSM/k+RLWqw5LhhsKTNUnvOL&#10;VbD9Nrd19l4cZFH0+HP8y/PpKVPqbTSs5yACDeEZfrS3WsF0Avcv8Qf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AKVJxQAAANsAAAAPAAAAAAAAAAAAAAAAAJgCAABkcnMv&#10;ZG93bnJldi54bWxQSwUGAAAAAAQABAD1AAAAigMAAAAA&#10;" path="m197,1108r4,129l1124,121,979,,56,1116r8,129l56,1116,,1185r64,60l197,1108xe" stroked="f">
                    <v:path arrowok="t" o:connecttype="custom" o:connectlocs="197,1108;201,1237;1124,121;979,0;56,1116;64,1245;56,1116;0,1185;64,1245;197,1108" o:connectangles="0,0,0,0,0,0,0,0,0,0"/>
                  </v:shape>
                  <v:shape id="Freeform 73"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B9NMUA&#10;AADbAAAADwAAAGRycy9kb3ducmV2LnhtbESPQWvCQBSE7wX/w/KEXopuGlBL6ioSKAptD429eHtm&#10;X5Ng9m3YXZP4791CocdhZr5h1tvRtKIn5xvLCp7nCQji0uqGKwXfx7fZCwgfkDW2lknBjTxsN5OH&#10;NWbaDvxFfREqESHsM1RQh9BlUvqyJoN+bjvi6P1YZzBE6SqpHQ4RblqZJslSGmw4LtTYUV5TeSmu&#10;RsHJFWaVHz/3h2UYPZ9u56fFx7tSj9Nx9woi0Bj+w3/tg1awSuH3S/w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gH00xQAAANsAAAAPAAAAAAAAAAAAAAAAAJgCAABkcnMv&#10;ZG93bnJldi54bWxQSwUGAAAAAAQABAD1AAAAigMAAAAA&#10;" path="m1080,947r-28,-68l133,,,137r923,879l891,947r189,l1080,907r-28,-28l1080,947xe" stroked="f">
                    <v:path arrowok="t" o:connecttype="custom" o:connectlocs="1080,947;1052,879;133,0;0,137;923,1016;891,947;1080,947;1080,907;1052,879;1080,947" o:connectangles="0,0,0,0,0,0,0,0,0,0"/>
                  </v:shape>
                  <v:shape id="Freeform 74"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xMkcUA&#10;AADbAAAADwAAAGRycy9kb3ducmV2LnhtbESPzWoCQRCE7wHfYWjBS4i9GkjCxlH8QRLwpAmE3Jqd&#10;zu7oTs+yM+rq02cCQo5FVX1FTWadq9WJ22C9aBgNM1AshTdWSg2fH+uHF1AhkhiqvbCGCweYTXt3&#10;E8qNP8uWT7tYqgSRkJOGKsYmRwxFxY7C0DcsyfvxraOYZFuiaemc4K7GcZY9oSMraaGihpcVF4fd&#10;0Wl4QzyK3yxwtNjcf9lvu9ru8ar1oN/NX0FF7uJ/+NZ+NxqeH+HvS/oBOP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jEyRxQAAANsAAAAPAAAAAAAAAAAAAAAAAJgCAABkcnMv&#10;ZG93bnJldi54bWxQSwUGAAAAAAQABAD1AAAAigMAAAAA&#10;" path="m32,661l189,592,189,,,,,592,161,524,32,661,189,814r,-222l32,661xe" stroked="f">
                    <v:path arrowok="t" o:connecttype="custom" o:connectlocs="32,661;189,592;189,0;0,0;0,592;161,524;32,661;189,814;189,592;32,661" o:connectangles="0,0,0,0,0,0,0,0,0,0"/>
                  </v:shape>
                  <v:shape id="Freeform 75"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cv8QA&#10;AADbAAAADwAAAGRycy9kb3ducmV2LnhtbESPzW7CMBCE70h9B2srcStOK35TnKhCoHLgAqX3VbzE&#10;UeN1GhuS8vQYqRLH0cx8o1nmva3FhVpfOVbwOkpAEBdOV1wqOH5tXuYgfEDWWDsmBX/kIc+eBktM&#10;tet4T5dDKEWEsE9RgQmhSaX0hSGLfuQa4uidXGsxRNmWUrfYRbit5VuSTKXFiuOCwYZWhoqfw9kq&#10;+F748YSP8+mn2f1OrtStC31dKzV87j/eQQTqwyP8395qBbMx3L/EH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hnL/EAAAA2wAAAA8AAAAAAAAAAAAAAAAAmAIAAGRycy9k&#10;b3ducmV2LnhtbFBLBQYAAAAABAAEAPUAAACJAwAAAAA=&#10;" path="m,68r32,69l1636,1656r129,-137l161,r28,68l,68r,41l32,137,,68xe" stroked="f">
                    <v:path arrowok="t" o:connecttype="custom" o:connectlocs="0,68;32,137;1636,1656;1765,1519;161,0;189,68;0,68;0,109;32,137;0,68" o:connectangles="0,0,0,0,0,0,0,0,0,0"/>
                  </v:shape>
                  <v:shape id="Freeform 76"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JOsMA&#10;AADbAAAADwAAAGRycy9kb3ducmV2LnhtbESPT2sCMRTE7wW/Q3iCt5ptxSpbo4hQ8OBFK54fm9fs&#10;0s3Lusn+/fRGKPQ4zMxvmM2ut6VoqfaFYwVv8wQEceZ0wUbB9fvrdQ3CB2SNpWNSMJCH3XbyssFU&#10;u47P1F6CERHCPkUFeQhVKqXPcrLo564ijt6Pqy2GKGsjdY1dhNtSvifJh7RYcFzIsaJDTtnvpbEK&#10;xuamD/f2ak6mHcflsCi6UzMoNZv2+08QgfrwH/5rH7WC1RKeX+IP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pJOsMAAADbAAAADwAAAAAAAAAAAAAAAACYAgAAZHJzL2Rv&#10;d25yZXYueG1sUEsFBgAAAAAEAAQA9QAAAIgDAAAAAA==&#10;" path="m97,l,97,,2047r189,l189,97,97,190,97,,,,,97,97,xe" stroked="f">
                    <v:path arrowok="t" o:connecttype="custom" o:connectlocs="97,0;0,97;0,2047;189,2047;189,97;97,190;97,0;0,0;0,97;97,0" o:connectangles="0,0,0,0,0,0,0,0,0,0"/>
                  </v:shape>
                  <v:shape id="Freeform 77"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UI8QA&#10;AADbAAAADwAAAGRycy9kb3ducmV2LnhtbESPQWvCQBSE7wX/w/KE3pqNQtMSXUWkBSmhEK3k+sg+&#10;k2D2bdhdY/rvu4VCj8PMfMOst5PpxUjOd5YVLJIUBHFtdceNgq/T+9MrCB+QNfaWScE3edhuZg9r&#10;zLW9c0njMTQiQtjnqKANYcil9HVLBn1iB+LoXawzGKJ0jdQO7xFuerlM00wa7DgutDjQvqX6erwZ&#10;BeXzUNRvu2z5ea7cWJ0w8774UOpxPu1WIAJN4T/81z5oBS8Z/H6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mFCPEAAAA2wAAAA8AAAAAAAAAAAAAAAAAmAIAAGRycy9k&#10;b3ducmV2LnhtbFBLBQYAAAAABAAEAPUAAACJAwAAAAA=&#10;" path="m604,97l507,,,,,190r507,l415,97r189,l604,,507,r97,97xe" stroked="f">
                    <v:path arrowok="t" o:connecttype="custom" o:connectlocs="604,97;507,0;0,0;0,190;507,190;415,97;604,97;604,0;507,0;604,97" o:connectangles="0,0,0,0,0,0,0,0,0,0"/>
                  </v:shape>
                  <v:shape id="Freeform 78"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JdV8MA&#10;AADbAAAADwAAAGRycy9kb3ducmV2LnhtbESPQWvCQBSE7wX/w/KE3nSjlFpSN8FoLYKnqr2/Zp9J&#10;6u7bkN3G9N93BaHHYWa+YZb5YI3oqfONYwWzaQKCuHS64UrB6bidvIDwAVmjcUwKfslDno0elphq&#10;d+UP6g+hEhHCPkUFdQhtKqUva7Lop64ljt7ZdRZDlF0ldYfXCLdGzpPkWVpsOC7U2NK6pvJy+LEK&#10;qOjn3++rr13xVLzxxmw/3f5slHocD6tXEIGG8B++t3dawWIBty/xB8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JdV8MAAADbAAAADwAAAAAAAAAAAAAAAACYAgAAZHJzL2Rv&#10;d25yZXYueG1sUEsFBgAAAAAEAAQA9QAAAIgDAAAAAA==&#10;" path="m20,1491r169,64l189,,,,,1555r165,61l,1555r,250l165,1616,20,1491xe" stroked="f">
                    <v:path arrowok="t" o:connecttype="custom" o:connectlocs="20,1491;189,1555;189,0;0,0;0,1555;165,1616;0,1555;0,1805;165,1616;20,1491" o:connectangles="0,0,0,0,0,0,0,0,0,0"/>
                  </v:shape>
                  <v:shape id="Freeform 79"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8kG7sA&#10;AADbAAAADwAAAGRycy9kb3ducmV2LnhtbERPSwrCMBDdC94hjOBGbKoLlWoUEQRxZ/UAYzM2xWZS&#10;mljr7c1CcPl4/82ut7XoqPWVYwWzJAVBXDhdcangdj1OVyB8QNZYOyYFH/Kw2w4HG8y0e/OFujyU&#10;Ioawz1CBCaHJpPSFIYs+cQ1x5B6utRgibEupW3zHcFvLeZoupMWKY4PBhg6Gimf+sgry193owk2k&#10;7+x5f5V8DsvDQqnxqN+vQQTqw1/8c5+0gmUcG7/EHyC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yfJBu7AAAA2wAAAA8AAAAAAAAAAAAAAAAAmAIAAGRycy9kb3ducmV2Lnht&#10;bFBLBQYAAAAABAAEAPUAAACAAwAAAAA=&#10;" path="m657,l584,32,,705,145,830,729,157r-72,32l657,,612,,584,32,657,xe" stroked="f">
                    <v:path arrowok="t" o:connecttype="custom" o:connectlocs="657,0;584,32;0,705;145,830;729,157;657,189;657,0;612,0;584,32;657,0" o:connectangles="0,0,0,0,0,0,0,0,0,0"/>
                  </v:shape>
                  <v:shape id="Freeform 80"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B6McIA&#10;AADbAAAADwAAAGRycy9kb3ducmV2LnhtbESPzWrDMBCE74W+g9hCbonc5reulRBKAs2tdULOi7Wx&#10;jK2VkdTEefuqUOhxmJlvmGIz2E5cyYfGsYLnSQaCuHK64VrB6bgfr0CEiKyxc0wK7hRgs358KDDX&#10;7sZfdC1jLRKEQ44KTIx9LmWoDFkME9cTJ+/ivMWYpK+l9nhLcNvJlyxbSIsNpwWDPb0bqtry2yq4&#10;HA61b+afu7N3spy5dro1npUaPQ3bNxCRhvgf/mt/aAXLV/j9kn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HoxwgAAANsAAAAPAAAAAAAAAAAAAAAAAJgCAABkcnMvZG93&#10;bnJldi54bWxQSwUGAAAAAAQABAD1AAAAhwMAAAAA&#10;" path="m,1950l,,32,r,1979l,1950xe" fillcolor="blue" stroked="f">
                    <v:path arrowok="t" o:connecttype="custom" o:connectlocs="0,1950;0,0;32,0;32,1979;0,1950" o:connectangles="0,0,0,0,0"/>
                  </v:shape>
                  <v:shape id="Freeform 81"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c9sIA&#10;AADbAAAADwAAAGRycy9kb3ducmV2LnhtbERPTWsCMRC9F/ofwhR6KTWrQpHVKFUsVVCk6sXbdDNu&#10;tt1MliRd139vDgWPj/c9mXW2Fi35UDlW0O9lIIgLpysuFRwPH68jECEia6wdk4IrBZhNHx8mmGt3&#10;4S9q97EUKYRDjgpMjE0uZSgMWQw91xAn7uy8xZigL6X2eEnhtpaDLHuTFitODQYbWhgqfvd/VsFg&#10;03z+mOFLtVx/n8n7bVuf5julnp+69zGISF28i//dK61glNanL+kHyO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Jz2wgAAANsAAAAPAAAAAAAAAAAAAAAAAJgCAABkcnMvZG93&#10;bnJldi54bWxQSwUGAAAAAAQABAD1AAAAhwMAAAAA&#10;" path="m,1979l,,32,r,2011l,1979xe" fillcolor="#0305ff" stroked="f">
                    <v:path arrowok="t" o:connecttype="custom" o:connectlocs="0,1979;0,0;32,0;32,2011;0,1979" o:connectangles="0,0,0,0,0"/>
                  </v:shape>
                  <v:shape id="Freeform 82"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yDiMMA&#10;AADbAAAADwAAAGRycy9kb3ducmV2LnhtbESPQWvCQBSE74L/YXlCb7rRQyvRVaqgLYJgbQ8en9ln&#10;Epr3NuxuY/rvu4VCj8PMN8Ms1z03qiMfaicGppMMFEnhbC2lgY/33XgOKkQUi40TMvBNAdar4WCJ&#10;uXV3eaPuHEuVSiTkaKCKsc21DkVFjGHiWpLk3ZxnjEn6UluP91TOjZ5l2aNmrCUtVNjStqLi8/zF&#10;Bub8csX9acOHXWf58uSOJ384GvMw6p8XoCL18T/8R7/axE3h90v6A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yDiMMAAADbAAAADwAAAAAAAAAAAAAAAACYAgAAZHJzL2Rv&#10;d25yZXYueG1sUEsFBgAAAAAEAAQA9QAAAIgDAAAAAA==&#10;" path="m,2011l,,32,r,2039l,2011xe" fillcolor="#060aff" stroked="f">
                    <v:path arrowok="t" o:connecttype="custom" o:connectlocs="0,2011;0,0;32,0;32,2039;0,2011" o:connectangles="0,0,0,0,0"/>
                  </v:shape>
                  <v:shape id="Freeform 83"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74OMUA&#10;AADbAAAADwAAAGRycy9kb3ducmV2LnhtbESPT4vCMBTE74LfITxhb2uq4iLVKKIsePDgv4PHZ/Ns&#10;q81LbbJt109vFhY8DjPzG2a2aE0haqpcblnBoB+BIE6szjlVcDp+f05AOI+ssbBMCn7JwWLe7cww&#10;1rbhPdUHn4oAYRejgsz7MpbSJRkZdH1bEgfvaiuDPsgqlbrCJsBNIYdR9CUN5hwWMixplVFyP/wY&#10;BY/npW5u68F4lOhdszvr7f7x3Cr10WuXUxCeWv8O/7c3WsFkCH9fw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bvg4xQAAANsAAAAPAAAAAAAAAAAAAAAAAJgCAABkcnMv&#10;ZG93bnJldi54bWxQSwUGAAAAAAQABAD1AAAAigMAAAAA&#10;" path="m,2039l,,33,r,2071l,2039xe" fillcolor="#090fff" stroked="f">
                    <v:path arrowok="t" o:connecttype="custom" o:connectlocs="0,2039;0,0;33,0;33,2071;0,2039" o:connectangles="0,0,0,0,0"/>
                  </v:shape>
                  <v:shape id="Freeform 84"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r5KMQA&#10;AADbAAAADwAAAGRycy9kb3ducmV2LnhtbESPzWrDMBCE74G+g9hCb7XsNiTGjWxCStPcQpyf88ba&#10;2KbWylhq4r59VSjkOMzMN8yiGE0nrjS41rKCJIpBEFdWt1wrOOw/nlMQziNr7CyTgh9yUOQPkwVm&#10;2t54R9fS1yJA2GWooPG+z6R0VUMGXWR74uBd7GDQBznUUg94C3DTyZc4nkmDLYeFBntaNVR9ld9G&#10;wXm91pfpe4Lb6Wfr5ybpTpv0qNTT47h8A+Fp9Pfwf3ujFaSv8Pcl/A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a+SjEAAAA2wAAAA8AAAAAAAAAAAAAAAAAmAIAAGRycy9k&#10;b3ducmV2LnhtbFBLBQYAAAAABAAEAPUAAACJAwAAAAA=&#10;" path="m,2071l,,32,r,2099l,2071xe" fillcolor="#0c14ff" stroked="f">
                    <v:path arrowok="t" o:connecttype="custom" o:connectlocs="0,2071;0,0;32,0;32,2099;0,2071" o:connectangles="0,0,0,0,0"/>
                  </v:shape>
                  <v:shape id="Freeform 85"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3nr8MA&#10;AADbAAAADwAAAGRycy9kb3ducmV2LnhtbESPzWrDMBCE74W+g9hCLiWRbUpr3CgmPwRCc2qcB1ik&#10;rW1irYylxM7bR4VCj8PMfMMsy8l24kaDbx0rSBcJCGLtTMu1gnO1n+cgfEA22DkmBXfyUK6en5ZY&#10;GDfyN91OoRYRwr5ABU0IfSGl1w1Z9AvXE0fvxw0WQ5RDLc2AY4TbTmZJ8i4tthwXGuxp25C+nK5W&#10;wfbr9T66DHVaHT8u3THTG9xppWYv0/oTRKAp/If/2gejIH+D3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3nr8MAAADbAAAADwAAAAAAAAAAAAAAAACYAgAAZHJzL2Rv&#10;d25yZXYueG1sUEsFBgAAAAAEAAQA9QAAAIgDAAAAAA==&#10;" path="m,2099l,,32,r,2132l,2099xe" fillcolor="#0f1aff" stroked="f">
                    <v:path arrowok="t" o:connecttype="custom" o:connectlocs="0,2099;0,0;32,0;32,2132;0,2099" o:connectangles="0,0,0,0,0"/>
                  </v:shape>
                  <v:shape id="Freeform 86"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2sQA&#10;AADbAAAADwAAAGRycy9kb3ducmV2LnhtbESPT2sCMRTE74V+h/AKvdWkQkVWo5TSinqQrnro8XXz&#10;uru4eVk22X/f3ggFj8PM/IZZrgdbiY4aXzrW8DpRIIgzZ0rONZxPXy9zED4gG6wck4aRPKxXjw9L&#10;TIzrOaXuGHIRIewT1FCEUCdS+qwgi37iauLo/bnGYoiyyaVpsI9wW8mpUjNpseS4UGBNHwVll2Nr&#10;NfhPSTvcqMOm+rnsU/X7fRrbXOvnp+F9ASLQEO7h//bWaJi/we1L/A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v2trEAAAA2wAAAA8AAAAAAAAAAAAAAAAAmAIAAGRycy9k&#10;b3ducmV2LnhtbFBLBQYAAAAABAAEAPUAAACJAwAAAAA=&#10;" path="m,2132l,,32,r,2164l,2132xe" fillcolor="#121fff" stroked="f">
                    <v:path arrowok="t" o:connecttype="custom" o:connectlocs="0,2132;0,0;32,0;32,2164;0,2132" o:connectangles="0,0,0,0,0"/>
                  </v:shape>
                  <v:shape id="Freeform 87"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QKDsUA&#10;AADbAAAADwAAAGRycy9kb3ducmV2LnhtbESPQWuDQBCF74H+h2UKvSVrcgipySohIPbiobZQehvc&#10;iRrdWeOuie2v7xYKPT7evO/NO6Sz6cWNRtdaVrBeRSCIK6tbrhW8v2XLHQjnkTX2lknBFzlIk4fF&#10;AWNt7/xKt9LXIkDYxaig8X6IpXRVQwbdyg7EwTvb0aAPcqylHvEe4KaXmyjaSoMth4YGBzo1VHXl&#10;ZMIbmZF5Z76L50tZFB/XqfjMcq/U0+N83IPwNPv/47/0i1aw28LvlgAAm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BAoOxQAAANsAAAAPAAAAAAAAAAAAAAAAAJgCAABkcnMv&#10;ZG93bnJldi54bWxQSwUGAAAAAAQABAD1AAAAigMAAAAA&#10;" path="m,2164l,,29,r,2192l,2164xe" fillcolor="#1524ff" stroked="f">
                    <v:path arrowok="t" o:connecttype="custom" o:connectlocs="0,2164;0,0;29,0;29,2192;0,2164" o:connectangles="0,0,0,0,0"/>
                  </v:shape>
                  <v:shape id="Freeform 88"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4wmsEA&#10;AADbAAAADwAAAGRycy9kb3ducmV2LnhtbESPQYvCMBSE7wv+h/AEb2uqB7dUo4iyoHhYtgpen80z&#10;LTYvpcnW+u+NIOxxmJlvmMWqt7XoqPWVYwWTcQKCuHC6YqPgdPz+TEH4gKyxdkwKHuRhtRx8LDDT&#10;7s6/1OXBiAhhn6GCMoQmk9IXJVn0Y9cQR+/qWoshytZI3eI9wm0tp0kykxYrjgslNrQpqbjlf1bB&#10;9nCe/FDTUbA+LS7Th0n2uVFqNOzXcxCB+vAffrd3WkH6Ba8v8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eMJrBAAAA2wAAAA8AAAAAAAAAAAAAAAAAmAIAAGRycy9kb3du&#10;cmV2LnhtbFBLBQYAAAAABAAEAPUAAACGAwAAAAA=&#10;" path="m,2192l,,32,r,2224l,2192xe" fillcolor="#1829ff" stroked="f">
                    <v:path arrowok="t" o:connecttype="custom" o:connectlocs="0,2192;0,0;32,0;32,2224;0,2192" o:connectangles="0,0,0,0,0"/>
                  </v:shape>
                  <v:shape id="Freeform 89"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Fd+cEA&#10;AADbAAAADwAAAGRycy9kb3ducmV2LnhtbERPy2oCMRTdF/yHcIXuasZSRKZGsUIf6GpUiu6ukzuT&#10;oZObIUl1/HuzEFweznu26G0rzuRD41jBeJSBIC6dbrhWsN99vkxBhIissXVMCq4UYDEfPM0w1+7C&#10;BZ23sRYphEOOCkyMXS5lKA1ZDCPXESeuct5iTNDXUnu8pHDbytcsm0iLDacGgx2tDJV/23+rgPfH&#10;8vRVrT90sTHx+5cOReXflHoe9st3EJH6+BDf3T9awTSNTV/SD5Dz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xXfnBAAAA2wAAAA8AAAAAAAAAAAAAAAAAmAIAAGRycy9kb3du&#10;cmV2LnhtbFBLBQYAAAAABAAEAPUAAACGAwAAAAA=&#10;" path="m,2224l,,32,r,2252l,2224xe" fillcolor="#1c2eff" stroked="f">
                    <v:path arrowok="t" o:connecttype="custom" o:connectlocs="0,2224;0,0;32,0;32,2252;0,2224" o:connectangles="0,0,0,0,0"/>
                  </v:shape>
                  <v:shape id="Freeform 90"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3z8MA&#10;AADbAAAADwAAAGRycy9kb3ducmV2LnhtbESPQWvCQBSE7wX/w/IK3uqmPbQ2ukoNtPaqVtHbI/tM&#10;YrNvQ/Zp4r93hUKPw8x8w0znvavVhdpQeTbwPEpAEefeVlwY+Nl8Po1BBUG2WHsmA1cKMJ8NHqaY&#10;Wt/xii5rKVSEcEjRQCnSpFqHvCSHYeQb4ugdfetQomwLbVvsItzV+iVJXrXDiuNCiQ1lJeW/67Mz&#10;kG2X2eFraRdy0vtOdgHfTh6NGT72HxNQQr38h//a39bA+B3uX+IP0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q3z8MAAADbAAAADwAAAAAAAAAAAAAAAACYAgAAZHJzL2Rv&#10;d25yZXYueG1sUEsFBgAAAAAEAAQA9QAAAIgDAAAAAA==&#10;" path="m,2252l,,32,r,2285l,2252xe" fillcolor="#1f34ff" stroked="f">
                    <v:path arrowok="t" o:connecttype="custom" o:connectlocs="0,2252;0,0;32,0;32,2285;0,2252" o:connectangles="0,0,0,0,0"/>
                  </v:shape>
                  <v:shape id="Freeform 91"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2xMIA&#10;AADbAAAADwAAAGRycy9kb3ducmV2LnhtbERPz2vCMBS+D/wfwhN2m2kdjFqNMjYET47VKnh7a97a&#10;rslLaaJ2//1yGHj8+H6vNqM14kqDbx0rSGcJCOLK6ZZrBeVh+5SB8AFZo3FMCn7Jw2Y9eVhhrt2N&#10;P+lahFrEEPY5KmhC6HMpfdWQRT9zPXHkvt1gMUQ41FIPeIvh1sh5krxIiy3HhgZ7emuo6oqLVXA2&#10;ycdPZfZzZ4/Z6X3xVT6nvlPqcTq+LkEEGsNd/O/eaQWLuD5+i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zbEwgAAANsAAAAPAAAAAAAAAAAAAAAAAJgCAABkcnMvZG93&#10;bnJldi54bWxQSwUGAAAAAAQABAD1AAAAhwMAAAAA&#10;" path="m,2285l,,33,r,2313l,2285xe" fillcolor="#2239ff" stroked="f">
                    <v:path arrowok="t" o:connecttype="custom" o:connectlocs="0,2285;0,0;33,0;33,2313;0,2285" o:connectangles="0,0,0,0,0"/>
                  </v:shape>
                  <v:shape id="Freeform 92"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1wTsUA&#10;AADbAAAADwAAAGRycy9kb3ducmV2LnhtbESPQWvCQBSE70L/w/IK3nSjB6vRVUpp0WIPmhbx+Jp9&#10;zabNvg3ZNcZ/3xUEj8N8M8MsVp2tREuNLx0rGA0TEMS50yUXCr4+3wZTED4ga6wck4ILeVgtH3oL&#10;TLU7857aLBQilrBPUYEJoU6l9Lkhi37oauLo/bjGYoiyKaRu8BzLbSXHSTKRFkuOCwZrejGU/2Un&#10;q+Cp+DDbw+79sFm/Hr+TXz1uI6lU/7F7noMI1IU7fEtvtILZCK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bXBOxQAAANsAAAAPAAAAAAAAAAAAAAAAAJgCAABkcnMv&#10;ZG93bnJldi54bWxQSwUGAAAAAAQABAD1AAAAigMAAAAA&#10;" path="m,2313l,,32,r,2345l,2313xe" fillcolor="#253eff" stroked="f">
                    <v:path arrowok="t" o:connecttype="custom" o:connectlocs="0,2313;0,0;32,0;32,2345;0,2313" o:connectangles="0,0,0,0,0"/>
                  </v:shape>
                  <v:shape id="Freeform 93"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fHhcAA&#10;AADbAAAADwAAAGRycy9kb3ducmV2LnhtbESPT4vCMBTE7wt+h/CEva2p4opWo4iw4NU/CN4ezbOp&#10;Ni+lybbZb28WBI/DzPyGWW2irUVHra8cKxiPMhDEhdMVlwrOp5+vOQgfkDXWjknBH3nYrAcfK8y1&#10;6/lA3TGUIkHY56jAhNDkUvrCkEU/cg1x8m6utRiSbEupW+wT3NZykmUzabHitGCwoZ2h4nH8tQq6&#10;aZw5rO7d9/3imquZy8i9VOpzGLdLEIFieIdf7b1WsJjA/5f0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fHhcAAAADbAAAADwAAAAAAAAAAAAAAAACYAgAAZHJzL2Rvd25y&#10;ZXYueG1sUEsFBgAAAAAEAAQA9QAAAIUDAAAAAA==&#10;" path="m,2345l,,32,r,2373l,2345xe" fillcolor="#2843ff" stroked="f">
                    <v:path arrowok="t" o:connecttype="custom" o:connectlocs="0,2345;0,0;32,0;32,2373;0,2345" o:connectangles="0,0,0,0,0"/>
                  </v:shape>
                  <v:shape id="Freeform 94"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pU8QA&#10;AADbAAAADwAAAGRycy9kb3ducmV2LnhtbESPQWvCQBSE7wX/w/IEL6VuakFrdJWqVLwaLfT4zD6T&#10;aPZtyK4m+uvdgtDjMDPfMNN5a0pxpdoVlhW89yMQxKnVBWcK9rvvt08QziNrLC2Tghs5mM86L1OM&#10;tW14S9fEZyJA2MWoIPe+iqV0aU4GXd9WxME72tqgD7LOpK6xCXBTykEUDaXBgsNCjhUtc0rPycUo&#10;eE3K39FqtV7ctv7H7c3hlC2bu1K9bvs1AeGp9f/hZ3ujFYw/4O9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0KVPEAAAA2wAAAA8AAAAAAAAAAAAAAAAAmAIAAGRycy9k&#10;b3ducmV2LnhtbFBLBQYAAAAABAAEAPUAAACJAwAAAAA=&#10;" path="m,2373l,,32,r,2406l,2373xe" fillcolor="#2b48ff" stroked="f">
                    <v:path arrowok="t" o:connecttype="custom" o:connectlocs="0,2373;0,0;32,0;32,2406;0,2373" o:connectangles="0,0,0,0,0"/>
                  </v:shape>
                  <v:shape id="Freeform 95"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YhsQA&#10;AADbAAAADwAAAGRycy9kb3ducmV2LnhtbESPQWsCMRSE70L/Q3iFXkSzliJ2NUq7ILZ4Uqt7fWxe&#10;s0s3L0sSdfvvm4LgcZiZb5jFqretuJAPjWMFk3EGgrhyumGj4OuwHs1AhIissXVMCn4pwGr5MFhg&#10;rt2Vd3TZRyMShEOOCuoYu1zKUNVkMYxdR5y8b+ctxiS9kdrjNcFtK5+zbCotNpwWauyoqKn62Z+t&#10;gmKIzhzLT/febLLi5Et/KM1WqafH/m0OIlIf7+Fb+0MreH2B/y/p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d2IbEAAAA2wAAAA8AAAAAAAAAAAAAAAAAmAIAAGRycy9k&#10;b3ducmV2LnhtbFBLBQYAAAAABAAEAPUAAACJAwAAAAA=&#10;" path="m,2406l,,28,r,1555l32,1551r,887l,2406xe" fillcolor="#2e4eff" stroked="f">
                    <v:path arrowok="t" o:connecttype="custom" o:connectlocs="0,2406;0,0;28,0;28,1555;32,1551;32,2438;0,2406" o:connectangles="0,0,0,0,0,0,0"/>
                  </v:shape>
                  <v:shape id="Freeform 96"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uubsEA&#10;AADbAAAADwAAAGRycy9kb3ducmV2LnhtbESPQYvCMBSE78L+h/AWvGm6sopbjbIIC14UrPX+aN62&#10;xealJNFWf70RBI/DzHzDLNe9acSVnK8tK/gaJyCIC6trLhXkx7/RHIQPyBoby6TgRh7Wq4/BElNt&#10;Oz7QNQuliBD2KSqoQmhTKX1RkUE/ti1x9P6tMxiidKXUDrsIN42cJMlMGqw5LlTY0qai4pxdjAKX&#10;38PtZHnv3Snp8t1u872lTKnhZ/+7ABGoD+/wq73VCn6m8PwSf4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brm7BAAAA2wAAAA8AAAAAAAAAAAAAAAAAmAIAAGRycy9kb3du&#10;cmV2LnhtbFBLBQYAAAAABAAEAPUAAACGAwAAAAA=&#10;" path="m,927l,40,33,r,955l,927xe" fillcolor="#3153ff" stroked="f">
                    <v:path arrowok="t" o:connecttype="custom" o:connectlocs="0,927;0,40;33,0;33,955;0,927" o:connectangles="0,0,0,0,0"/>
                  </v:shape>
                  <v:shape id="Freeform 97"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DU8MA&#10;AADbAAAADwAAAGRycy9kb3ducmV2LnhtbESP3WrCQBSE7wXfYTmCd7qpQppGVxGpWEgv/OkDHLLH&#10;JDR7NuxuNb69WxC8HGbmG2a57k0rruR8Y1nB2zQBQVxa3XCl4Oe8m2QgfEDW2FomBXfysF4NB0vM&#10;tb3xka6nUIkIYZ+jgjqELpfSlzUZ9FPbEUfvYp3BEKWrpHZ4i3DTylmSpNJgw3Ghxo62NZW/pz+j&#10;4Fxsq/a9mxcHlxIXn9k3FvtMqfGo3yxABOrDK/xsf2kFHyn8f4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aDU8MAAADbAAAADwAAAAAAAAAAAAAAAACYAgAAZHJzL2Rv&#10;d25yZXYueG1sUEsFBgAAAAAEAAQA9QAAAIgDAAAAAA==&#10;" path="m,991l,36,32,r,1023l,991xe" fillcolor="#3558ff" stroked="f">
                    <v:path arrowok="t" o:connecttype="custom" o:connectlocs="0,991;0,36;32,0;32,1023;0,991" o:connectangles="0,0,0,0,0"/>
                  </v:shape>
                  <v:shape id="Freeform 98"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6Kp8IA&#10;AADbAAAADwAAAGRycy9kb3ducmV2LnhtbESPT4vCMBTE74LfITxhb5oqsmursYggLutl/Xt+NM+2&#10;tHkpTdTut98IgsdhZn7DLNLO1OJOrSstKxiPIhDEmdUl5wpOx81wBsJ5ZI21ZVLwRw7SZb+3wETb&#10;B+/pfvC5CBB2CSoovG8SKV1WkEE3sg1x8K62NeiDbHOpW3wEuKnlJIo+pcGSw0KBDa0LyqrDzSho&#10;stl5bae7yO3iH3Ou9vH28uuV+hh0qzkIT51/h1/tb60g/oLnl/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oqnwgAAANsAAAAPAAAAAAAAAAAAAAAAAJgCAABkcnMvZG93&#10;bnJldi54bWxQSwUGAAAAAAQABAD1AAAAhwMAAAAA&#10;" path="m,1059l,36,32,r,1087l,1059xe" fillcolor="#385dff" stroked="f">
                    <v:path arrowok="t" o:connecttype="custom" o:connectlocs="0,1059;0,36;32,0;32,1087;0,1059" o:connectangles="0,0,0,0,0"/>
                  </v:shape>
                  <v:shape id="Freeform 99"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QWCsAA&#10;AADbAAAADwAAAGRycy9kb3ducmV2LnhtbERPzYrCMBC+C75DGMGbpoqI2zWKCqLoxVUfYLaZTcs2&#10;k9pErT69OQgeP77/6byxpbhR7QvHCgb9BARx5nTBRsH5tO5NQPiArLF0TAoe5GE+a7emmGp35x+6&#10;HYMRMYR9igryEKpUSp/lZNH3XUUcuT9XWwwR1kbqGu8x3JZymCRjabHg2JBjRaucsv/j1Sq4FJPR&#10;ZcOL5363XO/N4XfzNAdWqttpFt8gAjXhI367t1rBVxwbv8QfIG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QWCsAAAADbAAAADwAAAAAAAAAAAAAAAACYAgAAZHJzL2Rvd25y&#10;ZXYueG1sUEsFBgAAAAAEAAQA9QAAAIUDAAAAAA==&#10;" path="m,1124l,37,32,r,1157l,1124xe" fillcolor="#3b62ff" stroked="f">
                    <v:path arrowok="t" o:connecttype="custom" o:connectlocs="0,1124;0,37;32,0;32,1157;0,1124" o:connectangles="0,0,0,0,0"/>
                  </v:shape>
                  <v:shape id="Freeform 100"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AZMYA&#10;AADbAAAADwAAAGRycy9kb3ducmV2LnhtbESPQWvCQBSE74L/YXkFb7qpB6upq1SLWKQgTXNob4/s&#10;azY0+zbNrib+e7cgeBxm5htmue5tLc7U+sqxgsdJAoK4cLriUkH+uRvPQfiArLF2TAou5GG9Gg6W&#10;mGrX8Qeds1CKCGGfogITQpNK6QtDFv3ENcTR+3GtxRBlW0rdYhfhtpbTJJlJixXHBYMNbQ0Vv9nJ&#10;Kjh1u80+eT2Y/EnOvv6O+fvl2xVKjR76l2cQgfpwD9/ab1rBYgH/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AAZMYAAADbAAAADwAAAAAAAAAAAAAAAACYAgAAZHJz&#10;L2Rvd25yZXYueG1sUEsFBgAAAAAEAAQA9QAAAIsDAAAAAA==&#10;" path="m,1193l,36,33,r,1221l,1193xe" fillcolor="#3e68ff" stroked="f">
                    <v:path arrowok="t" o:connecttype="custom" o:connectlocs="0,1193;0,36;33,0;33,1221;0,1193" o:connectangles="0,0,0,0,0"/>
                  </v:shape>
                  <v:shape id="Freeform 101"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1m2sMA&#10;AADcAAAADwAAAGRycy9kb3ducmV2LnhtbESPT2sCQQzF7wW/wxDBW521YKmro4gg9KCHtaXnuJP9&#10;ozuZZWfU8ds3h0JvCe/lvV9Wm+Q6dachtJ4NzKYZKOLS25ZrA99f+9cPUCEiW+w8k4EnBdisRy8r&#10;zK1/cEH3U6yVhHDI0UATY59rHcqGHIap74lFq/zgMMo61NoO+JBw1+m3LHvXDluWhgZ72jVUXk83&#10;Z+BSuGp3PuLhRuHnueB5SlVbGDMZp+0SVKQU/81/159W8DPBl2dkAr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1m2sMAAADcAAAADwAAAAAAAAAAAAAAAACYAgAAZHJzL2Rv&#10;d25yZXYueG1sUEsFBgAAAAAEAAQA9QAAAIgDAAAAAA==&#10;" path="m,1261l,40,32,r,648l8,673r24,24l32,1293,,1261xe" fillcolor="#416dff" stroked="f">
                    <v:path arrowok="t" o:connecttype="custom" o:connectlocs="0,1261;0,40;32,0;32,648;8,673;32,697;32,1293;0,1261" o:connectangles="0,0,0,0,0,0,0,0"/>
                  </v:shape>
                  <v:shape id="Freeform 102"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8FMUA&#10;AADcAAAADwAAAGRycy9kb3ducmV2LnhtbESPT4vCMBDF74LfIYzgzaYK/usaRQRxL6JWD3scmtm2&#10;azMpTdTufvqNIHib4b15vzeLVWsqcafGlZYVDKMYBHFmdcm5gst5O5iBcB5ZY2WZFPySg9Wy21lg&#10;ou2DT3RPfS5CCLsEFRTe14mULivIoItsTRy0b9sY9GFtcqkbfIRwU8lRHE+kwZIDocCaNgVl1/Rm&#10;AiT9q6eHzdaM9X7+c5S7UZp/GaX6vXb9AcJT69/m1/WnDvXjITyfCRP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nwUxQAAANwAAAAPAAAAAAAAAAAAAAAAAJgCAABkcnMv&#10;ZG93bnJldi54bWxQSwUGAAAAAAQABAD1AAAAigMAAAAA&#10;" path="m,1330l,734r32,28l32,1358,,1330xm,685l,37,32,r,645l,685xe" fillcolor="#4472ff" stroked="f">
                    <v:path arrowok="t" o:connecttype="custom" o:connectlocs="0,1330;0,734;32,762;32,1358;0,1330;0,685;0,37;32,0;32,645;0,685" o:connectangles="0,0,0,0,0,0,0,0,0,0"/>
                    <o:lock v:ext="edit" verticies="t"/>
                  </v:shape>
                  <v:shape id="Freeform 103"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Zn68EA&#10;AADcAAAADwAAAGRycy9kb3ducmV2LnhtbERPTUsDMRC9F/ofwgheis1aSmnXpqUIovXUbhU8Dptx&#10;s7iZLMnYrv/eCEJv83ifs94OvlNniqkNbOB+WoAiroNtuTHwdnq6W4JKgmyxC0wGfijBdjMerbG0&#10;4cJHOlfSqBzCqUQDTqQvtU61I49pGnrizH2G6FEyjI22ES853Hd6VhQL7bHl3OCwp0dH9Vf17Q08&#10;z/eeXrmWyUHeo5WVfCzdypjbm2H3AEpokKv43/1i8/xiBn/P5Av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GZ+vBAAAA3AAAAA8AAAAAAAAAAAAAAAAAmAIAAGRycy9kb3du&#10;cmV2LnhtbFBLBQYAAAAABAAEAPUAAACGAwAAAAA=&#10;" path="m,1394l,798r32,32l32,1427,,1394xm,681l,36,32,r,641l,681xe" fillcolor="#4777ff" stroked="f">
                    <v:path arrowok="t" o:connecttype="custom" o:connectlocs="0,1394;0,798;32,830;32,1427;0,1394;0,681;0,36;32,0;32,641;0,681" o:connectangles="0,0,0,0,0,0,0,0,0,0"/>
                    <o:lock v:ext="edit" verticies="t"/>
                  </v:shape>
                  <v:shape id="Freeform 104"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7kZ8EA&#10;AADcAAAADwAAAGRycy9kb3ducmV2LnhtbERPS4vCMBC+C/sfwix403QVRKtRZEEU8eKDPc82Y1u2&#10;mXST2NZ/bwTB23x8z1msOlOJhpwvLSv4GiYgiDOrS84VXM6bwRSED8gaK8uk4E4eVsuP3gJTbVs+&#10;UnMKuYgh7FNUUIRQp1L6rCCDfmhr4shdrTMYInS51A7bGG4qOUqSiTRYcmwosKbvgrK/080omB70&#10;hff/P8fmPtPb9WbkKtn+KtX/7NZzEIG68Ba/3Dsd5ydjeD4TL5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e5GfBAAAA3AAAAA8AAAAAAAAAAAAAAAAAmAIAAGRycy9kb3du&#10;cmV2LnhtbFBLBQYAAAAABAAEAPUAAACGAwAAAAA=&#10;" path="m,1463l,866r33,28l33,1495,,1463xm,677l,36,33,r,641l,677xe" fillcolor="#4a7cff" stroked="f">
                    <v:path arrowok="t" o:connecttype="custom" o:connectlocs="0,1463;0,866;33,894;33,1495;0,1463;0,677;0,36;33,0;33,641;0,677" o:connectangles="0,0,0,0,0,0,0,0,0,0"/>
                    <o:lock v:ext="edit" verticies="t"/>
                  </v:shape>
                  <v:shape id="Freeform 105"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0JfMIA&#10;AADcAAAADwAAAGRycy9kb3ducmV2LnhtbERPS4vCMBC+L/gfwgh7W1MfK1KNIqKwJ0G7HryNzdgW&#10;m0ltUlv/vREW9jYf33MWq86U4kG1KywrGA4iEMSp1QVnCn6T3dcMhPPIGkvLpOBJDlbL3scCY21b&#10;PtDj6DMRQtjFqCD3voqldGlOBt3AVsSBu9raoA+wzqSusQ3hppSjKJpKgwWHhhwr2uSU3o6NUbAf&#10;r8/JaXt/tt0wmTbfe39vLlqpz363noPw1Pl/8Z/7R4f50QTez4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Ql8wgAAANwAAAAPAAAAAAAAAAAAAAAAAJgCAABkcnMvZG93&#10;bnJldi54bWxQSwUGAAAAAAQABAD1AAAAhwMAAAAA&#10;" path="m,1531l,930r32,33l32,1559,,1531xm,677l,36,32,r,636l,677xe" fillcolor="#4e82ff" stroked="f">
                    <v:path arrowok="t" o:connecttype="custom" o:connectlocs="0,1531;0,930;32,963;32,1559;0,1531;0,677;0,36;32,0;32,636;0,677" o:connectangles="0,0,0,0,0,0,0,0,0,0"/>
                    <o:lock v:ext="edit" verticies="t"/>
                  </v:shape>
                  <v:shape id="Freeform 106"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lPXcQA&#10;AADcAAAADwAAAGRycy9kb3ducmV2LnhtbERP30vDMBB+F/wfwgl7EZcqbJS6bEhBcXMv61Tc25Hc&#10;2mJzqUm21f/eCIO93cf382aLwXbiSD60jhXcjzMQxNqZlmsF79vnuxxEiMgGO8ek4JcCLObXVzMs&#10;jDvxho5VrEUK4VCggibGvpAy6IYshrHriRO3d95iTNDX0ng8pXDbyYcsm0qLLaeGBnsqG9Lf1cEq&#10;0KX7+pjon8/87bZa0W6Zl/5lrdToZnh6BBFpiBfx2f1q0vxsAv/PpAv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ZT13EAAAA3AAAAA8AAAAAAAAAAAAAAAAAmAIAAGRycy9k&#10;b3ducmV2LnhtbFBLBQYAAAAABAAEAPUAAACJAwAAAAA=&#10;" path="m,1600l,1004r32,32l32,1632,,1600xm,677l,41,32,r,637l,677xe" fillcolor="#5187ff" stroked="f">
                    <v:path arrowok="t" o:connecttype="custom" o:connectlocs="0,1600;0,1004;32,1036;32,1632;0,1600;0,677;0,41;32,0;32,637;0,677" o:connectangles="0,0,0,0,0,0,0,0,0,0"/>
                    <o:lock v:ext="edit" verticies="t"/>
                  </v:shape>
                  <v:shape id="Freeform 107"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jbcEA&#10;AADcAAAADwAAAGRycy9kb3ducmV2LnhtbERP24rCMBB9X/Afwgi+rakXVKpp0RVBWBC84PPQjG2x&#10;mZQma+vfmwXBtzmc66zSzlTiQY0rLSsYDSMQxJnVJecKLufd9wKE88gaK8uk4EkO0qT3tcJY25aP&#10;9Dj5XIQQdjEqKLyvYyldVpBBN7Q1ceButjHoA2xyqRtsQ7ip5DiKZtJgyaGhwJp+Csrupz+j4ODk&#10;ZFPOf6/j57Q9rKfV4rZlp9Sg362XIDx1/iN+u/c6zI9m8P9MuEA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I23BAAAA3AAAAA8AAAAAAAAAAAAAAAAAmAIAAGRycy9kb3du&#10;cmV2LnhtbFBLBQYAAAAABAAEAPUAAACGAwAAAAA=&#10;" path="m,1668l,1072r32,28l32,1696,,1668xm,673l,36,32,r,637l,673xe" fillcolor="#548cff" stroked="f">
                    <v:path arrowok="t" o:connecttype="custom" o:connectlocs="0,1668;0,1072;32,1100;32,1696;0,1668;0,673;0,36;32,0;32,637;0,673" o:connectangles="0,0,0,0,0,0,0,0,0,0"/>
                    <o:lock v:ext="edit" verticies="t"/>
                  </v:shape>
                  <v:shape id="Freeform 108"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PXrsQA&#10;AADcAAAADwAAAGRycy9kb3ducmV2LnhtbERP22oCMRB9L/QfwhR8q4kWrWyNIoqw1ULxgti3YTPd&#10;XbqZbDdR179vBKFvczjXGU9bW4kzNb50rKHXVSCIM2dKzjXsd8vnEQgfkA1WjknDlTxMJ48PY0yM&#10;u/CGztuQixjCPkENRQh1IqXPCrLou64mjty3ayyGCJtcmgYvMdxWsq/UUFosOTYUWNO8oOxne7Ia&#10;1qtF/Xn8PaTpaln5l97g/UP5L607T+3sDUSgNvyL7+7UxPnqFW7PxAvk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D167EAAAA3AAAAA8AAAAAAAAAAAAAAAAAmAIAAGRycy9k&#10;b3ducmV2LnhtbFBLBQYAAAAABAAEAPUAAACJAwAAAAA=&#10;" path="m,1732l,1136r33,32l33,1765,,1732xm,673l,36,33,r,632l,673xe" fillcolor="#5791ff" stroked="f">
                    <v:path arrowok="t" o:connecttype="custom" o:connectlocs="0,1732;0,1136;33,1168;33,1765;0,1732;0,673;0,36;33,0;33,632;0,673" o:connectangles="0,0,0,0,0,0,0,0,0,0"/>
                    <o:lock v:ext="edit" verticies="t"/>
                  </v:shape>
                  <v:shape id="Freeform 109"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CTC8UA&#10;AADcAAAADwAAAGRycy9kb3ducmV2LnhtbESPT0sDMRDF70K/Q5iCN5utoOjatNh/oHiyLZTehs2Y&#10;XdxMYhLb9ds7B8HbDO/Ne7+ZLQbfqzOl3AU2MJ1UoIibYDt2Bg777c0DqFyQLfaBycAPZVjMR1cz&#10;rG248Dudd8UpCeFco4G2lFhrnZuWPOZJiMSifYTkscianLYJLxLue31bVffaY8fS0GKkVUvN5+7b&#10;Gziif3Xbt8eYTi4el2t/t/manoy5Hg/PT6AKDeXf/Hf9YgW/Elp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gJML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110"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21UsAA&#10;AADcAAAADwAAAGRycy9kb3ducmV2LnhtbERPTYvCMBC9L/gfwgh7W1MX1FqNIkJR8GT14m1oxrba&#10;TEqTrd1/bwTB2zze5yzXvalFR62rLCsYjyIQxLnVFRcKzqf0JwbhPLLG2jIp+CcH69Xga4mJtg8+&#10;Upf5QoQQdgkqKL1vEildXpJBN7INceCutjXoA2wLqVt8hHBTy98omkqDFYeGEhvalpTfsz+joJsQ&#10;jrMuTm8yTmfFpZnJXXVQ6nvYbxYgPPX+I3679zrMj+bweiZc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Y21UsAAAADcAAAADwAAAAAAAAAAAAAAAACYAgAAZHJzL2Rvd25y&#10;ZXYueG1sUEsFBgAAAAAEAAQA9QAAAIUDAAAAAA==&#10;" path="m,1870l,1274r32,32l32,1902,,1870xm,669l,41,32,r,633l,669xe" fillcolor="#5d9cff" stroked="f">
                    <v:path arrowok="t" o:connecttype="custom" o:connectlocs="0,1870;0,1274;32,1306;32,1902;0,1870;0,669;0,41;32,0;32,633;0,669" o:connectangles="0,0,0,0,0,0,0,0,0,0"/>
                    <o:lock v:ext="edit" verticies="t"/>
                  </v:shape>
                  <v:shape id="Freeform 111"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nnWsUA&#10;AADcAAAADwAAAGRycy9kb3ducmV2LnhtbESPQW/CMAyF75P2HyJP2mWCtBw2VAiIITZt2mmMH2Aa&#10;01RtnK7JaPn38wGJm633/N7n5Xr0rTpTH+vABvJpBoq4DLbmysDh520yBxUTssU2MBm4UIT16v5u&#10;iYUNA3/TeZ8qJSEcCzTgUuoKrWPpyGOcho5YtFPoPSZZ+0rbHgcJ962eZdmz9lizNDjsaOuobPZ/&#10;3sB4YdfE99fP4Wu+657y2Uv6bY7GPD6MmwWoRGO6ma/XH1bwc8GXZ2QCv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eedaxQAAANwAAAAPAAAAAAAAAAAAAAAAAJgCAABkcnMv&#10;ZG93bnJldi54bWxQSwUGAAAAAAQABAD1AAAAigMAAAAA&#10;" path="m,1938l,1342r28,32l28,1966,,1938xm,669l,36,28,r,629l,669xe" fillcolor="#60a1ff" stroked="f">
                    <v:path arrowok="t" o:connecttype="custom" o:connectlocs="0,1938;0,1342;28,1374;28,1966;0,1938;0,669;0,36;28,0;28,629;0,669" o:connectangles="0,0,0,0,0,0,0,0,0,0"/>
                    <o:lock v:ext="edit" verticies="t"/>
                  </v:shape>
                  <v:shape id="Freeform 112"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KM1sIA&#10;AADcAAAADwAAAGRycy9kb3ducmV2LnhtbERPTWvCQBC9F/wPywi91U08tCV1lSIIgRLBtNTrkJ1m&#10;Q7OzMbsmqb/eLQje5vE+Z7WZbCsG6n3jWEG6SEAQV043XCv4+tw9vYLwAVlj65gU/JGHzXr2sMJM&#10;u5EPNJShFjGEfYYKTAhdJqWvDFn0C9cRR+7H9RZDhH0tdY9jDLetXCbJs7TYcGww2NHWUPVbnq2C&#10;cDyaNMfvl+lSFCe3NaX/2DdKPc6n9zcQgaZwF9/cuY7z0xT+n4kXyP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ozWwgAAANwAAAAPAAAAAAAAAAAAAAAAAJgCAABkcnMvZG93&#10;bnJldi54bWxQSwUGAAAAAAQABAD1AAAAhwMAAAAA&#10;" path="m,2002l,1410r33,28l33,2035,,2002xm,665l,36,33,r,624l,665xe" fillcolor="#63a6ff" stroked="f">
                    <v:path arrowok="t" o:connecttype="custom" o:connectlocs="0,2002;0,1410;33,1438;33,2035;0,2002;0,665;0,36;33,0;33,624;0,665" o:connectangles="0,0,0,0,0,0,0,0,0,0"/>
                    <o:lock v:ext="edit" verticies="t"/>
                  </v:shape>
                  <v:shape id="Freeform 113"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7o8QA&#10;AADcAAAADwAAAGRycy9kb3ducmV2LnhtbERPTWvCQBC9F/oflil4azYJxcboKqHQIEgPVRG8Ddkx&#10;CWZnQ3Yb0/76bqHgbR7vc1abyXRipMG1lhUkUQyCuLK65VrB8fD+nIFwHlljZ5kUfJODzfrxYYW5&#10;tjf+pHHvaxFC2OWooPG+z6V0VUMGXWR74sBd7GDQBzjUUg94C+Gmk2kcz6XBlkNDgz29NVRd919G&#10;wUd53pUn/bJ4zS4J6p92LLNiVGr2NBVLEJ4mfxf/u7c6zE9S+HsmXC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te6PEAAAA3AAAAA8AAAAAAAAAAAAAAAAAmAIAAGRycy9k&#10;b3ducmV2LnhtbFBLBQYAAAAABAAEAPUAAACJAwAAAAA=&#10;" path="m,2071l,1474r32,32l32,2103,,2071xm,660l,36,32,r,620l,660xe" fillcolor="#67abff" stroked="f">
                    <v:path arrowok="t" o:connecttype="custom" o:connectlocs="0,2071;0,1474;32,1506;32,2103;0,2071;0,660;0,36;32,0;32,620;0,660" o:connectangles="0,0,0,0,0,0,0,0,0,0"/>
                    <o:lock v:ext="edit" verticies="t"/>
                  </v:shape>
                  <v:shape id="Freeform 114"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hUCMMA&#10;AADcAAAADwAAAGRycy9kb3ducmV2LnhtbERPTWsCMRC9F/wPYYReRLMqtLIaRQpKDwtS68HjsBk3&#10;wc1k2aTrtr/eCEJv83ifs9r0rhYdtcF6VjCdZCCIS68tVwpO37vxAkSIyBprz6TglwJs1oOXFeba&#10;3/iLumOsRArhkKMCE2OTSxlKQw7DxDfEibv41mFMsK2kbvGWwl0tZ1n2Jh1aTg0GG/owVF6PP05B&#10;MaKLmdvu4M7FyY7Kv1lfvO+Veh322yWISH38Fz/dnzrNn87h8Uy6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hUCMMAAADcAAAADwAAAAAAAAAAAAAAAACYAgAAZHJzL2Rv&#10;d25yZXYueG1sUEsFBgAAAAAEAAQA9QAAAIgDAAAAAA==&#10;" path="m,2107l,1510r32,29l32,2135,,2107xm,624l,4,4,,32,r,588l,624xe" fillcolor="#6ab0ff" stroked="f">
                    <v:path arrowok="t" o:connecttype="custom" o:connectlocs="0,2107;0,1510;32,1539;32,2135;0,2107;0,624;0,4;4,0;32,0;32,588;0,624" o:connectangles="0,0,0,0,0,0,0,0,0,0,0"/>
                    <o:lock v:ext="edit" verticies="t"/>
                  </v:shape>
                  <v:shape id="Freeform 115"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S9e8IA&#10;AADcAAAADwAAAGRycy9kb3ducmV2LnhtbERPTWvCQBC9F/wPywi91U2qaEldRSxCvQhdLb0O2TGJ&#10;ZmdDdjXJv+8WCt7m8T5nue5tLe7U+sqxgnSSgCDOnam4UHA67l7eQPiAbLB2TAoG8rBejZ6WmBnX&#10;8RfddShEDGGfoYIyhCaT0uclWfQT1xBH7uxaiyHCtpCmxS6G21q+JslcWqw4NpTY0Lak/KpvVsFu&#10;PrDmj8Vw+N7qy16n0+50+FHqedxv3kEE6sND/O/+NHF+OoO/Z+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xL17wgAAANwAAAAPAAAAAAAAAAAAAAAAAJgCAABkcnMvZG93&#10;bnJldi54bWxQSwUGAAAAAAQABAD1AAAAhwMAAAAA&#10;" path="m,2135l,1539r32,32l32,2167,,2135xm,588l,,32,r,547l,588xe" fillcolor="#6db6ff" stroked="f">
                    <v:path arrowok="t" o:connecttype="custom" o:connectlocs="0,2135;0,1539;32,1571;32,2167;0,2135;0,588;0,0;32,0;32,547;0,588" o:connectangles="0,0,0,0,0,0,0,0,0,0"/>
                    <o:lock v:ext="edit" verticies="t"/>
                  </v:shape>
                  <v:shape id="Freeform 116"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lkd8MA&#10;AADcAAAADwAAAGRycy9kb3ducmV2LnhtbERPTWvCQBC9C/6HZYTedKNgsamrSEVb1EtTaT2O2TEJ&#10;zc6G7Griv3cFwds83udM560pxYVqV1hWMBxEIIhTqwvOFOx/Vv0JCOeRNZaWScGVHMxn3c4UY20b&#10;/qZL4jMRQtjFqCD3voqldGlOBt3AVsSBO9naoA+wzqSusQnhppSjKHqVBgsODTlW9JFT+p+cjYK3&#10;dt3I7Wb/e1wU59HfZ3Pg5e6g1EuvXbyD8NT6p/jh/tJh/nAM92fCB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lkd8MAAADcAAAADwAAAAAAAAAAAAAAAACYAgAAZHJzL2Rv&#10;d25yZXYueG1sUEsFBgAAAAAEAAQA9QAAAIgDAAAAAA==&#10;" path="m,2167l,1571r33,32l33,2195,,2167xm,547l,,33,r,507l,547xe" fillcolor="#70bbff" stroked="f">
                    <v:path arrowok="t" o:connecttype="custom" o:connectlocs="0,2167;0,1571;33,1603;33,2195;0,2167;0,547;0,0;33,0;33,507;0,547" o:connectangles="0,0,0,0,0,0,0,0,0,0"/>
                    <o:lock v:ext="edit" verticies="t"/>
                  </v:shape>
                  <v:shape id="Freeform 117"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4lLsUA&#10;AADcAAAADwAAAGRycy9kb3ducmV2LnhtbESPQWvCQBCF74X+h2UEL6IbFUJNs5HSUhAsSG3B65id&#10;JsHsbMhONf57Vyj0NsN78743+XpwrTpTHxrPBuazBBRx6W3DlYHvr/fpE6ggyBZbz2TgSgHWxeND&#10;jpn1F/6k814qFUM4ZGigFukyrUNZk8Mw8x1x1H5871Di2lfa9niJ4a7ViyRJtcOGI6HGjl5rKk/7&#10;X3eHpEvZvh2uycdE/OF4XKW7YI0Zj4aXZ1BCg/yb/643Ntafp3B/Jk6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PiUuxQAAANwAAAAPAAAAAAAAAAAAAAAAAJgCAABkcnMv&#10;ZG93bnJldi54bWxQSwUGAAAAAAQABAD1AAAAigMAAAAA&#10;" path="m,2195l,1603r32,28l32,2228,,2195xm,507l,,32,r,471l,507xe" fillcolor="#73c0ff" stroked="f">
                    <v:path arrowok="t" o:connecttype="custom" o:connectlocs="0,2195;0,1603;32,1631;32,2228;0,2195;0,507;0,0;32,0;32,471;0,507" o:connectangles="0,0,0,0,0,0,0,0,0,0"/>
                    <o:lock v:ext="edit" verticies="t"/>
                  </v:shape>
                  <v:shape id="Freeform 118"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DYCcEA&#10;AADcAAAADwAAAGRycy9kb3ducmV2LnhtbERPS2sCMRC+F/ofwhS8lJpdD6tsjdKWip4EH70Pm2l2&#10;cTNZkriu/94Igrf5+J4zXw62FT350DhWkI8zEMSV0w0bBcfD6mMGIkRkja1jUnClAMvF68scS+0u&#10;vKN+H41IIRxKVFDH2JVShqomi2HsOuLE/TtvMSbojdQeLynctnKSZYW02HBqqLGjn5qq0/5sFRjD&#10;35v3beGn8q8vuD/l6/PvSqnR2/D1CSLSEJ/ih3uj0/x8Cvdn0gVy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A2AnBAAAA3AAAAA8AAAAAAAAAAAAAAAAAmAIAAGRycy9kb3du&#10;cmV2LnhtbFBLBQYAAAAABAAEAPUAAACGAwAAAAA=&#10;" path="m,2228l,1631r32,33l32,2256,,2228xm,471l,,32,r,431l,471xe" fillcolor="#76c5ff" stroked="f">
                    <v:path arrowok="t" o:connecttype="custom" o:connectlocs="0,2228;0,1631;32,1664;32,2256;0,2228;0,471;0,0;32,0;32,431;0,471" o:connectangles="0,0,0,0,0,0,0,0,0,0"/>
                    <o:lock v:ext="edit" verticies="t"/>
                  </v:shape>
                  <v:shape id="Freeform 119"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qfBsUA&#10;AADcAAAADwAAAGRycy9kb3ducmV2LnhtbESPT2vCQBDF70K/wzKF3nSjB7GpqxRBFDwZS//chuw0&#10;Cd2dDdk1pn565yB4m+G9ee83y/Xgneqpi01gA9NJBoq4DLbhysDHaTtegIoJ2aILTAb+KcJ69TRa&#10;Ym7DhY/UF6lSEsIxRwN1Sm2udSxr8hgnoSUW7Td0HpOsXaVthxcJ907PsmyuPTYsDTW2tKmp/CvO&#10;3sBhFnr3872Z79Ln1fGhtdfi69WYl+fh/Q1UoiE9zPfrvRX8qdDKMzKBX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ep8G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120"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hDC8MA&#10;AADcAAAADwAAAGRycy9kb3ducmV2LnhtbERP22rCQBB9L/gPywi+1U0Eq0ZXEUEp2IL19jxmxyRt&#10;djZktyb+vVsQ+jaHc53ZojWluFHtCssK4n4Egji1uuBMwfGwfh2DcB5ZY2mZFNzJwWLeeZlhom3D&#10;X3Tb+0yEEHYJKsi9rxIpXZqTQde3FXHgrrY26AOsM6lrbEK4KeUgit6kwYJDQ44VrXJKf/a/RkE6&#10;PJjdwLnPj2YzPm9P8ej7ctwq1eu2yykIT63/Fz/d7zrMjyfw90y4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hDC8MAAADcAAAADwAAAAAAAAAAAAAAAACYAgAAZHJzL2Rv&#10;d25yZXYueG1sUEsFBgAAAAAEAAQA9QAAAIgDAAAAAA==&#10;" path="m,2288l,1692r32,32l32,2316,,2288xm,390l,,32,r,354l,390xe" fillcolor="#7cd0ff" stroked="f">
                    <v:path arrowok="t" o:connecttype="custom" o:connectlocs="0,2288;0,1692;32,1724;32,2316;0,2288;0,390;0,0;32,0;32,354;0,390" o:connectangles="0,0,0,0,0,0,0,0,0,0"/>
                    <o:lock v:ext="edit" verticies="t"/>
                  </v:shape>
                  <v:shape id="Freeform 121"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UasUA&#10;AADcAAAADwAAAGRycy9kb3ducmV2LnhtbESPzWrDQAyE74G+w6JCb/G6KQnFzSaU5odQcmkafBZe&#10;xTbxal3vJrbfvjoUepOY0cyn5XpwjbpTF2rPBp6TFBRx4W3NpYHz9276CipEZIuNZzIwUoD16mGy&#10;xMz6nr/ofoqlkhAOGRqoYmwzrUNRkcOQ+JZYtIvvHEZZu1LbDnsJd42epelCO6xZGips6aOi4nq6&#10;OQPbOR3zfLM9t8PGxb1++Rlp/mnM0+Pw/gYq0hD/zX/XByv4M8GXZ2QC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E1RqxQAAANwAAAAPAAAAAAAAAAAAAAAAAJgCAABkcnMv&#10;ZG93bnJldi54bWxQSwUGAAAAAAQABAD1AAAAigMAAAAA&#10;" path="m,2316l,1724r33,32l33,2349,,2316xm,354l,,33,r,314l,354xe" fillcolor="#80d5ff" stroked="f">
                    <v:path arrowok="t" o:connecttype="custom" o:connectlocs="0,2316;0,1724;33,1756;33,2349;0,2316;0,354;0,0;33,0;33,314;0,354" o:connectangles="0,0,0,0,0,0,0,0,0,0"/>
                    <o:lock v:ext="edit" verticies="t"/>
                  </v:shape>
                  <v:shape id="Freeform 122"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fa+8EA&#10;AADcAAAADwAAAGRycy9kb3ducmV2LnhtbERPzYrCMBC+C75DmIW9aaoLi1RjKYKgLB6sPsDYzDal&#10;zaQ2UevbbxYEb/Px/c4qG2wr7tT72rGC2TQBQVw6XXOl4HzaThYgfEDW2DomBU/ykK3HoxWm2j34&#10;SPciVCKGsE9RgQmhS6X0pSGLfuo64sj9ut5iiLCvpO7xEcNtK+dJ8i0t1hwbDHa0MVQ2xc0q+Npf&#10;m/Phx3C+1Zvj4aKfsrkVSn1+DPkSRKAhvMUv907H+fMZ/D8TL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n2vvBAAAA3AAAAA8AAAAAAAAAAAAAAAAAmAIAAGRycy9kb3du&#10;cmV2LnhtbFBLBQYAAAAABAAEAPUAAACGAwAAAAA=&#10;" path="m,2349l,1756r32,28l32,2377,,2349xm,314l,,32,4r,269l,314xe" fillcolor="#83daff" stroked="f">
                    <v:path arrowok="t" o:connecttype="custom" o:connectlocs="0,2349;0,1756;32,1784;32,2377;0,2349;0,314;0,0;32,4;32,273;0,314" o:connectangles="0,0,0,0,0,0,0,0,0,0"/>
                    <o:lock v:ext="edit" verticies="t"/>
                  </v:shape>
                  <v:shape id="Freeform 123"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wRgMMA&#10;AADcAAAADwAAAGRycy9kb3ducmV2LnhtbERPTWvCQBC9F/wPywje6sYcpI2uIkLAgkJrg+htyI5J&#10;NDsbdrcx/ffdQqG3ebzPWa4H04qenG8sK5hNExDEpdUNVwqKz/z5BYQPyBpby6TgmzysV6OnJWba&#10;PviD+mOoRAxhn6GCOoQuk9KXNRn0U9sRR+5qncEQoaukdviI4aaVaZLMpcGGY0ONHW1rKu/HL6Mg&#10;Px/6y2tu3ou9s2+n/LbtbdEoNRkPmwWIQEP4F/+5dzrOT1P4fSZe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wRgMMAAADcAAAADwAAAAAAAAAAAAAAAACYAgAAZHJzL2Rv&#10;d25yZXYueG1sUEsFBgAAAAAEAAQA9QAAAIgDAAAAAA==&#10;" path="m,2373l,1780r32,33l32,2405,,2373xm,269l,,32,r,233l,269xe" fillcolor="#86dfff" stroked="f">
                    <v:path arrowok="t" o:connecttype="custom" o:connectlocs="0,2373;0,1780;32,1813;32,2405;0,2373;0,269;0,0;32,0;32,233;0,269" o:connectangles="0,0,0,0,0,0,0,0,0,0"/>
                    <o:lock v:ext="edit" verticies="t"/>
                  </v:shape>
                  <v:shape id="Freeform 124"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mtOMIA&#10;AADcAAAADwAAAGRycy9kb3ducmV2LnhtbERP3WrCMBS+F/YO4Qy8m+lUhutMZZsIMvFCtwc4a87a&#10;0uSkJNHWtzcDwbvz8f2e5WqwRpzJh8axgudJBoK4dLrhSsHP9+ZpASJEZI3GMSm4UIBV8TBaYq5d&#10;zwc6H2MlUgiHHBXUMXa5lKGsyWKYuI44cX/OW4wJ+kpqj30Kt0ZOs+xFWmw4NdTY0WdNZXs8WQWL&#10;rWnX8z1/XMJX+cr9Zpd586vU+HF4fwMRaYh38c291Wn+dAb/z6QLZHE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ma04wgAAANwAAAAPAAAAAAAAAAAAAAAAAJgCAABkcnMvZG93&#10;bnJldi54bWxQSwUGAAAAAAQABAD1AAAAhwMAAAAA&#10;" path="m,2405l,1813r32,28l32,2437,,2405xm,233l,,32,r,193l,233xe" fillcolor="#89e4ff" stroked="f">
                    <v:path arrowok="t" o:connecttype="custom" o:connectlocs="0,2405;0,1813;32,1841;32,2437;0,2405;0,233;0,0;32,0;32,193;0,233" o:connectangles="0,0,0,0,0,0,0,0,0,0"/>
                    <o:lock v:ext="edit" verticies="t"/>
                  </v:shape>
                  <v:shape id="Freeform 125"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X9K8EA&#10;AADcAAAADwAAAGRycy9kb3ducmV2LnhtbERPTWvCQBC9F/oflil4q5tKCJK6ioilxZvRS29DdkyC&#10;2dk0O43x37uC4G0e73MWq9G1aqA+NJ4NfEwTUMSltw1XBo6Hr/c5qCDIFlvPZOBKAVbL15cF5tZf&#10;eE9DIZWKIRxyNFCLdLnWoazJYZj6jjhyJ987lAj7StseLzHctXqWJJl22HBsqLGjTU3lufh3Bnwy&#10;nESq37/tOt3P0+x7126LzJjJ27j+BCU0ylP8cP/YOH+Wwv2ZeIFe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V/SvBAAAA3AAAAA8AAAAAAAAAAAAAAAAAmAIAAGRycy9kb3du&#10;cmV2LnhtbFBLBQYAAAAABAAEAPUAAACGAwAAAAA=&#10;" path="m,2437l,1841r33,32l33,2465,,2437xm,193l,,33,r,153l,193xe" fillcolor="#8ceaff" stroked="f">
                    <v:path arrowok="t" o:connecttype="custom" o:connectlocs="0,2437;0,1841;33,1873;33,2465;0,2437;0,193;0,0;33,0;33,153;0,193" o:connectangles="0,0,0,0,0,0,0,0,0,0"/>
                    <o:lock v:ext="edit" verticies="t"/>
                  </v:shape>
                  <v:shape id="Freeform 126"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yAGsQA&#10;AADcAAAADwAAAGRycy9kb3ducmV2LnhtbERP22oCMRB9F/yHMEJfpGYVlO3WKCIIRUTw0kLfhs10&#10;s3QzCZusbv++KRR8m8O5znLd20bcqA21YwXTSQaCuHS65krB9bJ7zkGEiKyxcUwKfijAejUcLLHQ&#10;7s4nup1jJVIIhwIVmBh9IWUoDVkME+eJE/flWosxwbaSusV7CreNnGXZQlqsOTUY9LQ1VH6fO6ug&#10;++y8P8T3+X58vOx9bg7Hl49cqadRv3kFEamPD/G/+02n+bM5/D2TLp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sgBrEAAAA3AAAAA8AAAAAAAAAAAAAAAAAmAIAAGRycy9k&#10;b3ducmV2LnhtbFBLBQYAAAAABAAEAPUAAACJAwAAAAA=&#10;" path="m,2465l,1873r32,28l32,2498,,2465xm,153l,,32,r,116l,153xe" fillcolor="#8fefff" stroked="f">
                    <v:path arrowok="t" o:connecttype="custom" o:connectlocs="0,2465;0,1873;32,1901;32,2498;0,2465;0,153;0,0;32,0;32,116;0,153" o:connectangles="0,0,0,0,0,0,0,0,0,0"/>
                    <o:lock v:ext="edit" verticies="t"/>
                  </v:shape>
                  <v:shape id="Freeform 127"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B49L0A&#10;AADcAAAADwAAAGRycy9kb3ducmV2LnhtbERPzYrCMBC+L/gOYYS9ramCZekaRQXRq7EPMCSzbbGZ&#10;lCa19e3NgrC3+fh+Z7ObXCse1IfGs4LlIgNBbLxtuFJQ3k5f3yBCRLbYeiYFTwqw284+NlhYP/KV&#10;HjpWIoVwKFBBHWNXSBlMTQ7DwnfEifv1vcOYYF9J2+OYwl0rV1mWS4cNp4YaOzrWZO56cArc+baW&#10;I5ZGDrnRQ3nQUeunUp/zaf8DItIU/8Vv98Wm+asc/p5JF8jt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lB49L0AAADcAAAADwAAAAAAAAAAAAAAAACYAgAAZHJzL2Rvd25yZXYu&#10;eG1sUEsFBgAAAAAEAAQA9QAAAIIDAAAAAA==&#10;" path="m,2498l,1901r32,33l32,2526,,2498xm,116l,,32,r,76l,116xe" fillcolor="#92f4ff" stroked="f">
                    <v:path arrowok="t" o:connecttype="custom" o:connectlocs="0,2498;0,1901;32,1934;32,2526;0,2498;0,116;0,0;32,0;32,76;0,116" o:connectangles="0,0,0,0,0,0,0,0,0,0"/>
                    <o:lock v:ext="edit" verticies="t"/>
                  </v:shape>
                  <v:shape id="Freeform 128"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1h+sQA&#10;AADcAAAADwAAAGRycy9kb3ducmV2LnhtbERPTWvCQBC9F/wPywi91U1EtMZsgoiVQulB46W3ITsm&#10;wexsyG6T9N93hUJv83ifk+aTacVAvWssK4gXEQji0uqGKwXX4u3lFYTzyBpby6Tghxzk2ewpxUTb&#10;kc80XHwlQgi7BBXU3neJlK6syaBb2I44cDfbG/QB9pXUPY4h3LRyGUVrabDh0FBjR4eayvvl2yhY&#10;fWG8Oe9P28hdP1anojl+boujUs/zab8D4Wny/+I/97sO85cbeDwTLp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tYfrEAAAA3AAAAA8AAAAAAAAAAAAAAAAAmAIAAGRycy9k&#10;b3ducmV2LnhtbFBLBQYAAAAABAAEAPUAAACJAwAAAAA=&#10;" path="m,2526l,1934r32,32l32,2558,,2526xm,76l,,32,r,36l,76xe" fillcolor="#95f9ff" stroked="f">
                    <v:path arrowok="t" o:connecttype="custom" o:connectlocs="0,2526;0,1934;32,1966;32,2558;0,2526;0,76;0,0;32,0;32,36;0,76" o:connectangles="0,0,0,0,0,0,0,0,0,0"/>
                    <o:lock v:ext="edit" verticies="t"/>
                  </v:shape>
                  <v:shape id="Freeform 129"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TRMMQA&#10;AADcAAAADwAAAGRycy9kb3ducmV2LnhtbESPQW/CMAyF75P4D5GRdhspIA3UEdBAQtqFwwBx9hrT&#10;dG2c0gTo/v18QOJm6z2/93mx6n2jbtTFKrCB8SgDRVwEW3Fp4HjYvs1BxYRssQlMBv4owmo5eFlg&#10;bsOdv+m2T6WSEI45GnAptbnWsXDkMY5CSyzaOXQek6xdqW2Hdwn3jZ5k2bv2WLE0OGxp46io91dv&#10;4Ly+0HR2mNWN/fG/rZvusvq0M+Z12H9+gErUp6f5cf1lBX8itPKMTK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k0TDEAAAA3AAAAA8AAAAAAAAAAAAAAAAAmAIAAGRycy9k&#10;b3ducmV2LnhtbFBLBQYAAAAABAAEAPUAAACJAwAAAAA=&#10;" path="m,2558l,1966r33,28l33,2586,,2558xm,36l,,33,,,36xe" fillcolor="#9ff" stroked="f">
                    <v:path arrowok="t" o:connecttype="custom" o:connectlocs="0,2558;0,1966;33,1994;33,2586;0,2558;0,36;0,0;33,0;0,36" o:connectangles="0,0,0,0,0,0,0,0,0"/>
                    <o:lock v:ext="edit" verticies="t"/>
                  </v:shape>
                  <v:shape id="Freeform 130"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6Y8QA&#10;AADcAAAADwAAAGRycy9kb3ducmV2LnhtbERPS2vCQBC+C/6HZYReRDe1IDXNRtqC4KlQm1J7G7KT&#10;B8nOhuxqUn+9WxC8zcf3nGQ7mlacqXe1ZQWPywgEcW51zaWC7Gu3eAbhPLLG1jIp+CMH23Q6STDW&#10;duBPOh98KUIIuxgVVN53sZQur8igW9qOOHCF7Q36APtS6h6HEG5auYqitTRYc2iosKP3ivLmcDIK&#10;5r8f8rLfrN/KuvkeTNH8HIvsSamH2fj6AsLT6O/im3uvw/zVBv6fCRf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mPEAAAA3AAAAA8AAAAAAAAAAAAAAAAAmAIAAGRycy9k&#10;b3ducmV2LnhtbFBLBQYAAAAABAAEAPUAAACJAwAAAAA=&#10;" path="m194,93l97,189r1350,l1447,,97,,,93,97,,,,,93r194,xe" stroked="f">
                    <v:path arrowok="t" o:connecttype="custom" o:connectlocs="194,93;97,189;1447,189;1447,0;97,0;0,93;97,0;0,0;0,93;194,93" o:connectangles="0,0,0,0,0,0,0,0,0,0"/>
                  </v:shape>
                  <v:shape id="Freeform 131"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2encQA&#10;AADcAAAADwAAAGRycy9kb3ducmV2LnhtbESPQU/DMAyF75P4D5GRuG3pxgSoLJvYJCS0Gy2HHU1j&#10;korGiZqwdf8eH5C42XrP733e7KYwqDONuY9sYLmoQBF30fbsDHy0r/MnULkgWxwik4ErZdhtb2Yb&#10;rG288Dudm+KUhHCu0YAvJdVa585TwLyIiVi0rzgGLLKOTtsRLxIeBr2qqgcdsGdp8Jjo4Kn7bn6C&#10;gc/QPO6XaxeOqcSDq9Lp6tuTMXe308szqEJT+Tf/Xb9Zwb8XfHlGJt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9np3EAAAA3AAAAA8AAAAAAAAAAAAAAAAAmAIAAGRycy9k&#10;b3ducmV2LnhtbFBLBQYAAAAABAAEAPUAAACJAwAAAAA=&#10;" path="m97,354r97,93l194,,,,,447r97,96l,447r,96l97,543r,-189xe" stroked="f">
                    <v:path arrowok="t" o:connecttype="custom" o:connectlocs="97,354;194,447;194,0;0,0;0,447;97,543;0,447;0,543;97,543;97,354" o:connectangles="0,0,0,0,0,0,0,0,0,0"/>
                  </v:shape>
                  <v:shape id="Freeform 132"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QsEA&#10;AADcAAAADwAAAGRycy9kb3ducmV2LnhtbERPS2rDMBDdB3oHMYXuEtkpMakTJZSUNt50kaQHGKyJ&#10;bWqNjCT/bl8VCt3N431nf5xMKwZyvrGsIF0lIIhLqxuuFHzd3pdbED4ga2wtk4KZPBwPD4s95tqO&#10;fKHhGioRQ9jnqKAOocul9GVNBv3KdsSRu1tnMEToKqkdjjHctHKdJJk02HBsqLGjU03l97U3CjY3&#10;+hhdZvu3tPwszq57mXsXlHp6nF53IAJN4V/85y50nP+cwu8z8QJ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KqELBAAAA3AAAAA8AAAAAAAAAAAAAAAAAmAIAAGRycy9kb3du&#10;cmV2LnhtbFBLBQYAAAAABAAEAPUAAACGAwAAAAA=&#10;" path="m516,157l443,,,,,189r443,l371,32,516,157,649,,443,r73,157xe" stroked="f">
                    <v:path arrowok="t" o:connecttype="custom" o:connectlocs="516,157;443,0;0,0;0,189;443,189;371,32;516,157;649,0;443,0;516,157" o:connectangles="0,0,0,0,0,0,0,0,0,0"/>
                  </v:shape>
                  <v:shape id="Freeform 133"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izcMA&#10;AADcAAAADwAAAGRycy9kb3ducmV2LnhtbERPTWvCQBC9C/0Pywi91Y1WrMSsUgShhV60tZjbmB2T&#10;YHY2ZLdx/feuUPA2j/c52SqYRvTUudqygvEoAUFcWF1zqeDne/MyB+E8ssbGMim4koPV8mmQYart&#10;hbfU73wpYgi7FBVU3replK6oyKAb2ZY4cifbGfQRdqXUHV5iuGnkJElm0mDNsaHCltYVFefdn1Hw&#10;m3/N7NZMD29hn5+5n4fj5z4o9TwM7wsQnoJ/iP/dHzrOf53A/Zl4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MizcMAAADcAAAADwAAAAAAAAAAAAAAAACYAgAAZHJzL2Rv&#10;d25yZXYueG1sUEsFBgAAAAAEAAQA9QAAAIgDAAAAAA==&#10;" path="m194,484r8,129l613,125,468,,57,492r8,129l57,492,,556r65,65l194,484xe" stroked="f">
                    <v:path arrowok="t" o:connecttype="custom" o:connectlocs="194,484;202,613;613,125;468,0;57,492;65,621;57,492;0,556;65,621;194,484" o:connectangles="0,0,0,0,0,0,0,0,0,0"/>
                  </v:shape>
                  <v:shape id="Freeform 134"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5UMsAA&#10;AADcAAAADwAAAGRycy9kb3ducmV2LnhtbERPzWoCMRC+F3yHMIK3mlVp1dUoIhQ8eOm2DzBuxmR1&#10;M1k2qca3N4VCb/Px/c56m1wrbtSHxrOCybgAQVx73bBR8P318boAESKyxtYzKXhQgO1m8LLGUvs7&#10;f9KtikbkEA4lKrAxdqWUobbkMIx9R5y5s+8dxgx7I3WP9xzuWjktinfpsOHcYLGjvaX6Wv04BVRd&#10;/HFRTXFprD+9zQ/pbPZJqdEw7VYgIqX4L/5zH3SeP5vB7zP5Ar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5UMsAAAADcAAAADwAAAAAAAAAAAAAAAACYAgAAZHJzL2Rvd25y&#10;ZXYueG1sUEsFBgAAAAAEAAQA9QAAAIUDAAAAAA==&#10;" path="m306,306r137,-8l129,,,137,314,435r137,-8l314,435r73,73l451,427,306,306xe" stroked="f">
                    <v:path arrowok="t" o:connecttype="custom" o:connectlocs="306,306;443,298;129,0;0,137;314,435;451,427;314,435;387,508;451,427;306,306" o:connectangles="0,0,0,0,0,0,0,0,0,0"/>
                  </v:shape>
                  <v:shape id="Freeform 135"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UcUA&#10;AADcAAAADwAAAGRycy9kb3ducmV2LnhtbESPS2vDMBCE74X8B7GF3hq5ebU4kU1IKfTSQx6mPS7W&#10;xjKxVkZSE/ffR4VAbrvM7Hyzq3KwnTiTD61jBS/jDARx7XTLjYLD/uP5DUSIyBo7x6TgjwKUxehh&#10;hbl2F97SeRcbkUI45KjAxNjnUobakMUwdj1x0o7OW4xp9Y3UHi8p3HZykmULabHlRDDY08ZQfdr9&#10;2sT92rpX8v67+plXB4PTKrwfK6WeHof1EkSkId7Nt+tPnepPZ/D/TJpAF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R5RxQAAANwAAAAPAAAAAAAAAAAAAAAAAJgCAABkcnMv&#10;ZG93bnJldi54bWxQSwUGAAAAAAQABAD1AAAAigMAAAAA&#10;" path="m1076,189l1004,36,,1269r145,121l1149,153,1076,r73,153l1274,,1076,r,189xe" stroked="f">
                    <v:path arrowok="t" o:connecttype="custom" o:connectlocs="1076,189;1004,36;0,1269;145,1390;1149,153;1076,0;1149,153;1274,0;1076,0;1076,189" o:connectangles="0,0,0,0,0,0,0,0,0,0"/>
                  </v:shape>
                  <v:rect id="Rectangle 136"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iuN8AA&#10;AADcAAAADwAAAGRycy9kb3ducmV2LnhtbERPTYvCMBC9C/sfwizsTdO16Eo1yiIUFrxo9bDHoRnb&#10;YjMJTbT13xtB8DaP9zmrzWBacaPON5YVfE8SEMSl1Q1XCk7HfLwA4QOyxtYyKbiTh836Y7TCTNue&#10;D3QrQiViCPsMFdQhuExKX9Zk0E+sI47c2XYGQ4RdJXWHfQw3rZwmyVwabDg21OhoW1N5Ka5Ggdv2&#10;R8z3Ov8/GDtPXborm+JHqa/P4XcJItAQ3uKX+0/H+ekM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iuN8AAAADcAAAADwAAAAAAAAAAAAAAAACYAgAAZHJzL2Rvd25y&#10;ZXYueG1sUEsFBgAAAAAEAAQA9QAAAIUDAAAAAA==&#10;" fillcolor="blue" stroked="f"/>
                  <v:shape id="Freeform 137"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BO1MEA&#10;AADcAAAADwAAAGRycy9kb3ducmV2LnhtbERPTWvDMAy9D/YfjAa7hNXpCm3I6pRRyLZr20CvItZi&#10;k1gOsdtm/34eFHbT431qu5vdIK40BetZwXKRgyBuvbbcKWhO9UsBIkRkjYNnUvBDAXbV48MWS+1v&#10;fKDrMXYihXAoUYGJcSylDK0hh2HhR+LEffvJYUxw6qSe8JbC3SBf83wtHVpODQZH2htq++PFKcjq&#10;TRMPufnoTW2LOTvb4jPbK/X8NL+/gYg0x3/x3f2l0/zVGv6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ATtTBAAAA3AAAAA8AAAAAAAAAAAAAAAAAmAIAAGRycy9kb3du&#10;cmV2LnhtbFBLBQYAAAAABAAEAPUAAACGAwAAAAA=&#10;" path="m,447l,,24,r,447l,447xm24,910r,48l4,938,24,910xe" fillcolor="#0305ff" stroked="f">
                    <v:path arrowok="t" o:connecttype="custom" o:connectlocs="0,447;0,0;24,0;24,447;0,447;24,910;24,958;4,938;24,910" o:connectangles="0,0,0,0,0,0,0,0,0"/>
                    <o:lock v:ext="edit" verticies="t"/>
                  </v:shape>
                  <v:shape id="Freeform 138"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AvNMMA&#10;AADcAAAADwAAAGRycy9kb3ducmV2LnhtbERPTWvCQBC9F/oflil4q5soRkldRQRF8NAavXgbsmOS&#10;JjsbsquJ/75bKPQ2j/c5y/VgGvGgzlWWFcTjCARxbnXFhYLLefe+AOE8ssbGMil4koP16vVliam2&#10;PZ/okflChBB2KSoovW9TKV1ekkE3ti1x4G62M+gD7AqpO+xDuGnkJIoSabDi0FBiS9uS8jq7GwUJ&#10;LuL6ePvcb69ffVJ/H2exo6tSo7dh8wHC0+D/xX/ugw7zp3P4fSZc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AvNMMAAADcAAAADwAAAAAAAAAAAAAAAACYAgAAZHJzL2Rv&#10;d25yZXYueG1sUEsFBgAAAAAEAAQA9QAAAIgDAAAAAA==&#10;" path="m,958l,910,29,878r,105l,958xm,447l,,29,r,447l,447xe" fillcolor="#060aff" stroked="f">
                    <v:path arrowok="t" o:connecttype="custom" o:connectlocs="0,958;0,910;29,878;29,983;0,958;0,447;0,0;29,0;29,447;0,447" o:connectangles="0,0,0,0,0,0,0,0,0,0"/>
                    <o:lock v:ext="edit" verticies="t"/>
                  </v:shape>
                  <v:shape id="Freeform 139"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hUsIA&#10;AADcAAAADwAAAGRycy9kb3ducmV2LnhtbESPQW/CMAyF75P4D5GRuI0U0MZUCIghIXFd1x9gJV5b&#10;0ThVkkHh1+PDpN1svef3Pm/3o+/VlWLqAhtYzAtQxDa4jhsD9ffp9QNUysgO+8Bk4E4J9rvJyxZL&#10;F278RdcqN0pCOJVooM15KLVOtiWPaR4GYtF+QvSYZY2NdhFvEu57vSyKd+2xY2locaBjS/ZS/XoD&#10;9tPZMNT6fl4vq7rLzTq+PaIxs+l42IDKNOZ/89/12Qn+SmjlGZlA75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FSwgAAANwAAAAPAAAAAAAAAAAAAAAAAJgCAABkcnMvZG93&#10;bnJldi54bWxQSwUGAAAAAAQABAD1AAAAhwMAAAAA&#10;" path="m,983l,878,28,850r,161l,983xm,447l,,28,r,447l,447xe" fillcolor="#090fff" stroked="f">
                    <v:path arrowok="t" o:connecttype="custom" o:connectlocs="0,983;0,878;28,850;28,1011;0,983;0,447;0,0;28,0;28,447;0,447" o:connectangles="0,0,0,0,0,0,0,0,0,0"/>
                    <o:lock v:ext="edit" verticies="t"/>
                  </v:shape>
                  <v:shape id="Freeform 140"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9cx8QA&#10;AADcAAAADwAAAGRycy9kb3ducmV2LnhtbERPTWsCMRC9F/wPYYTeatZuKXY1iki3lYIHbYvXYTNu&#10;FjeTJUl17a83BaG3ebzPmS1624oT+dA4VjAeZSCIK6cbrhV8fZYPExAhImtsHZOCCwVYzAd3Myy0&#10;O/OWTrtYixTCoUAFJsaukDJUhiyGkeuIE3dw3mJM0NdSezyncNvKxyx7lhYbTg0GO1oZqo67H6ug&#10;LPeb+Jr778tRmreP99xtyt8npe6H/XIKIlIf/8U391qn+fkL/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vXMfEAAAA3AAAAA8AAAAAAAAAAAAAAAAAmAIAAGRycy9k&#10;b3ducmV2LnhtbFBLBQYAAAAABAAEAPUAAACJAwAAAAA=&#10;" path="m,1011l,850,28,817r,218l,1011xm,447l,,28,r,447l,447xe" fillcolor="#0c14ff" stroked="f">
                    <v:path arrowok="t" o:connecttype="custom" o:connectlocs="0,1011;0,850;28,817;28,1035;0,1011;0,447;0,0;28,0;28,447;0,447" o:connectangles="0,0,0,0,0,0,0,0,0,0"/>
                    <o:lock v:ext="edit" verticies="t"/>
                  </v:shape>
                  <v:shape id="Freeform 141"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vqesMA&#10;AADcAAAADwAAAGRycy9kb3ducmV2LnhtbESPT2/CMAzF70j7DpEn7QYpiHWoENAETNoVtt2txjQV&#10;jVM16Z99+/kwiZut9/zez7vD5Bs1UBfrwAaWiwwUcRlszZWB76+P+QZUTMgWm8Bk4JciHPZPsx0W&#10;Nox8oeGaKiUhHAs04FJqC61j6chjXISWWLRb6DwmWbtK2w5HCfeNXmVZrj3WLA0OWzo6Ku/X3hs4&#10;T+d++Mnt+jSeXP+W16vX48Yb8/I8vW9BJZrSw/x//WkFfy348oxMo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vqes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142"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KNOMEA&#10;AADcAAAADwAAAGRycy9kb3ducmV2LnhtbERP3WrCMBS+H+wdwhG8m6lDZHZG0YGgMgqtPsChOTZl&#10;zUnXRFvf3giD3Z2P7/cs14NtxI06XztWMJ0kIIhLp2uuFJxPu7cPED4ga2wck4I7eVivXl+WmGrX&#10;c063IlQihrBPUYEJoU2l9KUhi37iWuLIXVxnMUTYVVJ32Mdw28j3JJlLizXHBoMtfRkqf4qrVfDr&#10;tuZ7e8kWxwOVxpiK8tM+U2o8GjafIAIN4V/8597rOH82he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yjTjBAAAA3AAAAA8AAAAAAAAAAAAAAAAAmAIAAGRycy9kb3du&#10;cmV2LnhtbFBLBQYAAAAABAAEAPUAAACGAwAAAAA=&#10;" path="m,1059l,785,29,753r,334l,1059xm,447l,,29,r,447l,447xe" fillcolor="#121fff" stroked="f">
                    <v:path arrowok="t" o:connecttype="custom" o:connectlocs="0,1059;0,785;29,753;29,1087;0,1059;0,447;0,0;29,0;29,447;0,447" o:connectangles="0,0,0,0,0,0,0,0,0,0"/>
                    <o:lock v:ext="edit" verticies="t"/>
                  </v:shape>
                  <v:shape id="Freeform 143"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7NpsIA&#10;AADcAAAADwAAAGRycy9kb3ducmV2LnhtbERPTWvCQBC9F/wPyxS8NRuDiKSuIkVtwZNaSo9DdpJN&#10;zM6G7FbTf+8Kgrd5vM9ZrAbbigv1vnasYJKkIIgLp2uuFHyftm9zED4ga2wdk4J/8rBajl4WmGt3&#10;5QNdjqESMYR9jgpMCF0upS8MWfSJ64gjV7reYoiwr6Tu8RrDbSuzNJ1JizXHBoMdfRgqzsc/q2Ce&#10;TUxTemw2w+fPYVfSfvbb7JUavw7rdxCBhvAUP9xfOs6fZnB/Jl4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s2mwgAAANwAAAAPAAAAAAAAAAAAAAAAAJgCAABkcnMvZG93&#10;bnJldi54bWxQSwUGAAAAAAQABAD1AAAAhwMAAAAA&#10;" path="m,1087l,753,28,721r,391l,1087xm,447l,,28,r,447l,447xe" fillcolor="#1524ff" stroked="f">
                    <v:path arrowok="t" o:connecttype="custom" o:connectlocs="0,1087;0,753;28,721;28,1112;0,1087;0,447;0,0;28,0;28,447;0,447" o:connectangles="0,0,0,0,0,0,0,0,0,0"/>
                    <o:lock v:ext="edit" verticies="t"/>
                  </v:shape>
                  <v:shape id="Freeform 144"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wSb8QA&#10;AADcAAAADwAAAGRycy9kb3ducmV2LnhtbERPS2sCMRC+F/ofwhR6KZqtispqFCn4gCLq6sHjsBl3&#10;FzeTJUl1/feNUOhtPr7nTOetqcWNnK8sK/jsJiCIc6srLhScjsvOGIQPyBpry6TgQR7ms9eXKaba&#10;3vlAtywUIoawT1FBGUKTSunzkgz6rm2II3exzmCI0BVSO7zHcFPLXpIMpcGKY0OJDX2VlF+zH6Ng&#10;vxmd3XWxbVy2W8tVbr6zj/1Iqfe3djEBEagN/+I/90bH+YM+PJ+JF8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8Em/EAAAA3AAAAA8AAAAAAAAAAAAAAAAAmAIAAGRycy9k&#10;b3ducmV2LnhtbFBLBQYAAAAABAAEAPUAAACJAwAAAAA=&#10;" path="m,1112l,721,24,689r,451l,1112xm,447l,,24,r,447l,447xe" fillcolor="#1829ff" stroked="f">
                    <v:path arrowok="t" o:connecttype="custom" o:connectlocs="0,1112;0,721;24,689;24,1140;0,1112;0,447;0,0;24,0;24,447;0,447" o:connectangles="0,0,0,0,0,0,0,0,0,0"/>
                    <o:lock v:ext="edit" verticies="t"/>
                  </v:shape>
                  <v:shape id="Freeform 145"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C16sEA&#10;AADcAAAADwAAAGRycy9kb3ducmV2LnhtbERPTYvCMBC9C/6HMMLeNN1FtFSj7C4sqwcPtgoeh2Zs&#10;i82kNLHWf28Ewds83ucs172pRUetqywr+JxEIIhzqysuFByyv3EMwnlkjbVlUnAnB+vVcLDERNsb&#10;76lLfSFCCLsEFZTeN4mULi/JoJvYhjhwZ9sa9AG2hdQt3kK4qeVXFM2kwYpDQ4kN/ZaUX9KrUWA6&#10;TH+y7T6OdscTZf74P6+urNTHqP9egPDU+7f45d7oMH86hecz4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AterBAAAA3AAAAA8AAAAAAAAAAAAAAAAAmAIAAGRycy9kb3du&#10;cmV2LnhtbFBLBQYAAAAABAAEAPUAAACGAwAAAAA=&#10;" path="m,1140l,689,28,656r,508l,1140xm,447l,,28,r,447l,447xe" fillcolor="#1c2eff" stroked="f">
                    <v:path arrowok="t" o:connecttype="custom" o:connectlocs="0,1140;0,689;28,656;28,1164;0,1140;0,447;0,0;28,0;28,447;0,447" o:connectangles="0,0,0,0,0,0,0,0,0,0"/>
                    <o:lock v:ext="edit" verticies="t"/>
                  </v:shape>
                  <v:shape id="Freeform 146"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qdgsIA&#10;AADcAAAADwAAAGRycy9kb3ducmV2LnhtbERPzWrCQBC+F3yHZQQvRTeVKhLdBCk09FJo1AcYdsck&#10;mp0N2W2S9um7hUJv8/H9ziGfbCsG6n3jWMHTKgFBrJ1puFJwOb8udyB8QDbYOiYFX+Qhz2YPB0yN&#10;G7mk4RQqEUPYp6igDqFLpfS6Jot+5TriyF1dbzFE2FfS9DjGcNvKdZJspcWGY0ONHb3UpO+nT6ug&#10;0JvL4y18D7f3iXRZeB4/7qzUYj4d9yACTeFf/Od+M3H+8wZ+n4kXyO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p2CwgAAANwAAAAPAAAAAAAAAAAAAAAAAJgCAABkcnMvZG93&#10;bnJldi54bWxQSwUGAAAAAAQABAD1AAAAhwMAAAAA&#10;" path="m,1164l,656,28,624r,568l,1164xm,447l,,28,r,447l,447xe" fillcolor="#1f34ff" stroked="f">
                    <v:path arrowok="t" o:connecttype="custom" o:connectlocs="0,1164;0,656;28,624;28,1192;0,1164;0,447;0,0;28,0;28,447;0,447" o:connectangles="0,0,0,0,0,0,0,0,0,0"/>
                    <o:lock v:ext="edit" verticies="t"/>
                  </v:shape>
                  <v:shape id="Freeform 147"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F0sQA&#10;AADcAAAADwAAAGRycy9kb3ducmV2LnhtbESPQWvCQBCF7wX/wzKCl1InFUkldRURAh7aQ7R4HrLT&#10;JDQ7G7PbmP77riB4m+G9ed+b9Xa0rRq4940TDa/zBBRL6UwjlYavU/6yAuUDiaHWCWv4Yw/bzeRp&#10;TZlxVyl4OIZKxRDxGWmoQ+gyRF/WbMnPXccStW/XWwpx7Ss0PV1juG1xkSQpWmokEmrqeF9z+XP8&#10;tZF7HvLT4g0vhj4un1ikw3ORo9az6bh7BxV4DA/z/fpgYv1lCrdn4gS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lBdLEAAAA3AAAAA8AAAAAAAAAAAAAAAAAmAIAAGRycy9k&#10;b3ducmV2LnhtbFBLBQYAAAAABAAEAPUAAACJAwAAAAA=&#10;" path="m,1192l,624,24,592r,624l,1192xm,447l,,24,r,447l,447xe" fillcolor="#2239ff" stroked="f">
                    <v:path arrowok="t" o:connecttype="custom" o:connectlocs="0,1192;0,624;24,592;24,1216;0,1192;0,447;0,0;24,0;24,447;0,447" o:connectangles="0,0,0,0,0,0,0,0,0,0"/>
                    <o:lock v:ext="edit" verticies="t"/>
                  </v:shape>
                  <v:shape id="Freeform 148"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DWcIA&#10;AADcAAAADwAAAGRycy9kb3ducmV2LnhtbERPS2vCQBC+F/wPywi91U2ltJK6ShULPVmMgj0O2cmD&#10;ZGfj7prEf98tFLzNx/ec5Xo0rejJ+dqygudZAoI4t7rmUsHp+Pm0AOEDssbWMim4kYf1avKwxFTb&#10;gQ/UZ6EUMYR9igqqELpUSp9XZNDPbEccucI6gyFCV0rtcIjhppXzJHmVBmuODRV2tK0ob7KrUXBx&#10;h6Fxx6bY9Nn+fCp2NnwPP0o9TsePdxCBxnAX/7u/dJz/8gZ/z8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ENZwgAAANwAAAAPAAAAAAAAAAAAAAAAAJgCAABkcnMvZG93&#10;bnJldi54bWxQSwUGAAAAAAQABAD1AAAAhwMAAAAA&#10;" path="m,1216l,592,29,560r,672l25,1237,,1216xm,447l,,29,r,447l,447xe" fillcolor="#253eff" stroked="f">
                    <v:path arrowok="t" o:connecttype="custom" o:connectlocs="0,1216;0,592;29,560;29,1232;25,1237;0,1216;0,447;0,0;29,0;29,447;0,447" o:connectangles="0,0,0,0,0,0,0,0,0,0,0"/>
                    <o:lock v:ext="edit" verticies="t"/>
                  </v:shape>
                  <v:shape id="Freeform 149"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NoIcYA&#10;AADcAAAADwAAAGRycy9kb3ducmV2LnhtbESPQWvCQBCF74L/YRmhN91YStHUVURQFMyhVgu9TbNj&#10;EszOptlV03/fOQi9zfDevPfNbNG5Wt2oDZVnA+NRAoo497biwsDxYz2cgAoR2WLtmQz8UoDFvN+b&#10;YWr9nd/pdoiFkhAOKRooY2xSrUNeksMw8g2xaGffOoyytoW2Ld4l3NX6OUletcOKpaHEhlYl5ZfD&#10;1RnQ2c+p+VqOcbqhRH/uvrPr/pQZ8zTolm+gInXx3/y43lrBfxFaeUYm0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NoIcYAAADcAAAADwAAAAAAAAAAAAAAAACYAgAAZHJz&#10;L2Rvd25yZXYueG1sUEsFBgAAAAAEAAQA9QAAAIsDAAAAAA==&#10;" path="m,1232l,560,28,527r,669l,1232xm,447l,,28,r,447l,447xe" fillcolor="#2843ff" stroked="f">
                    <v:path arrowok="t" o:connecttype="custom" o:connectlocs="0,1232;0,560;28,527;28,1196;0,1232;0,447;0,0;28,0;28,447;0,447" o:connectangles="0,0,0,0,0,0,0,0,0,0"/>
                    <o:lock v:ext="edit" verticies="t"/>
                  </v:shape>
                  <v:shape id="Freeform 150"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9uUMMA&#10;AADcAAAADwAAAGRycy9kb3ducmV2LnhtbERPyWrDMBC9B/oPYgq9JXJNKbEb2YRCtkshTqDXwZra&#10;otbIWErs9uujQiG3ebx1VuVkO3GlwRvHCp4XCQji2mnDjYLzaTNfgvABWWPnmBT8kIeyeJitMNdu&#10;5CNdq9CIGMI+RwVtCH0upa9bsugXrieO3JcbLIYIh0bqAccYbjuZJsmrtGg4NrTY03tL9Xd1sQo+&#10;jof+00y70ewv2e92l6bZukuVenqc1m8gAk3hLv5373Wc/5LB3zPxAl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9uUMMAAADcAAAADwAAAAAAAAAAAAAAAACYAgAAZHJzL2Rv&#10;d25yZXYueG1sUEsFBgAAAAAEAAQA9QAAAIgDAAAAAA==&#10;" path="m,1196l,527,28,495r,669l,1196xm,447l,,28,r,447l,447xe" fillcolor="#2b48ff" stroked="f">
                    <v:path arrowok="t" o:connecttype="custom" o:connectlocs="0,1196;0,527;28,495;28,1164;0,1196;0,447;0,0;28,0;28,447;0,447" o:connectangles="0,0,0,0,0,0,0,0,0,0"/>
                    <o:lock v:ext="edit" verticies="t"/>
                  </v:shape>
                  <v:shape id="Freeform 151"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6hDMUA&#10;AADcAAAADwAAAGRycy9kb3ducmV2LnhtbESPQU/DMAyF70j8h8hI3FjKpI1Rlk1oiGkHDqzsB5jG&#10;NNUapyRha/89PkzazdZ7fu/zcj34Tp0opjawgcdJAYq4DrblxsDh6/1hASplZItdYDIwUoL16vZm&#10;iaUNZ97TqcqNkhBOJRpwOfel1ql25DFNQk8s2k+IHrOssdE24lnCfaenRTHXHluWBoc9bRzVx+rP&#10;G3h++h2rz7g9zuL243s8vA2O0Blzfze8voDKNOSr+XK9s4I/E3x5Rib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qEMxQAAANwAAAAPAAAAAAAAAAAAAAAAAJgCAABkcnMv&#10;ZG93bnJldi54bWxQSwUGAAAAAAQABAD1AAAAigMAAAAA&#10;" path="m,1164l,495,24,463r,669l,1164xm,447l,,24,r,447l,447xe" fillcolor="#2e4eff" stroked="f">
                    <v:path arrowok="t" o:connecttype="custom" o:connectlocs="0,1164;0,495;24,463;24,1132;0,1164;0,447;0,0;24,0;24,447;0,447" o:connectangles="0,0,0,0,0,0,0,0,0,0"/>
                    <o:lock v:ext="edit" verticies="t"/>
                  </v:shape>
                  <v:shape id="Freeform 152"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nDsIA&#10;AADcAAAADwAAAGRycy9kb3ducmV2LnhtbERPyWrDMBC9F/oPYgK9lEZOIXFxIodSGugta0uOgzSx&#10;ja2RsZRE/fuoUMhtHm+dxTLaTlxo8I1jBZNxBoJYO9NwpeCwX728gfAB2WDnmBT8kodl+fiwwMK4&#10;K2/psguVSCHsC1RQh9AXUnpdk0U/dj1x4k5usBgSHCppBrymcNvJ1yybSYsNp4Yae/qoSbe7s1Uw&#10;O5t1fNab4/cKqx8dP2Ob51ulnkbxfQ4iUAx38b/7y6T50wn8PZMuk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N6cOwgAAANwAAAAPAAAAAAAAAAAAAAAAAJgCAABkcnMvZG93&#10;bnJldi54bWxQSwUGAAAAAAQABAD1AAAAhwMAAAAA&#10;" path="m,1132l,463,12,447,,447,,,29,r,1100l,1132xe" fillcolor="#3153ff" stroked="f">
                    <v:path arrowok="t" o:connecttype="custom" o:connectlocs="0,1132;0,463;12,447;0,447;0,0;29,0;29,1100;0,1132" o:connectangles="0,0,0,0,0,0,0,0"/>
                  </v:shape>
                  <v:shape id="Freeform 153"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XapsIA&#10;AADcAAAADwAAAGRycy9kb3ducmV2LnhtbERPS2sCMRC+C/6HMEIvUrNVasvWKKVQ7M0nxeOwmW6C&#10;m8k2SXX990YoeJuP7zmzRecacaIQrWcFT6MCBHHlteVawX73+fgKIiZkjY1nUnChCIt5vzfDUvsz&#10;b+i0TbXIIRxLVGBSakspY2XIYRz5ljhzPz44TBmGWuqA5xzuGjkuiql0aDk3GGzpw1B13P45BXa6&#10;3h8PL/awHO6W1WQlg/n9Dko9DLr3NxCJunQX/7u/dJ7/PIbbM/kCOb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ddqmwgAAANwAAAAPAAAAAAAAAAAAAAAAAJgCAABkcnMvZG93&#10;bnJldi54bWxQSwUGAAAAAAQABAD1AAAAhwMAAAAA&#10;" path="m,1100l,,28,r,1063l,1100xe" fillcolor="#3558ff" stroked="f">
                    <v:path arrowok="t" o:connecttype="custom" o:connectlocs="0,1100;0,0;28,0;28,1063;0,1100" o:connectangles="0,0,0,0,0"/>
                  </v:shape>
                  <v:shape id="Freeform 154"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HcasQA&#10;AADcAAAADwAAAGRycy9kb3ducmV2LnhtbERPTWvCQBC9F/wPywheSt2oVJroKiKIglhozKW3aXZM&#10;gtnZkF01+uvdQqG3ebzPmS87U4srta6yrGA0jEAQ51ZXXCjIjpu3DxDOI2usLZOCOzlYLnovc0y0&#10;vfEXXVNfiBDCLkEFpfdNIqXLSzLohrYhDtzJtgZ9gG0hdYu3EG5qOY6iqTRYcWgosaF1Sfk5vRgF&#10;8bZr9rvqM/s5xKdvyuR9+/pIlRr0u9UMhKfO/4v/3Dsd5r9P4PeZcIF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x3GrEAAAA3AAAAA8AAAAAAAAAAAAAAAAAmAIAAGRycy9k&#10;b3ducmV2LnhtbFBLBQYAAAAABAAEAPUAAACJAwAAAAA=&#10;" path="m,1063l,,24,r,1031l,1063xe" fillcolor="#385dff" stroked="f">
                    <v:path arrowok="t" o:connecttype="custom" o:connectlocs="0,1063;0,0;24,0;24,1031;0,1063" o:connectangles="0,0,0,0,0"/>
                  </v:shape>
                  <v:shape id="Freeform 155"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aygMAA&#10;AADcAAAADwAAAGRycy9kb3ducmV2LnhtbERPTYvCMBC9L/gfwgje1lRxq9SmIqLoVXe9D83YdreZ&#10;lCbW9t9vBMHbPN7npJve1KKj1lWWFcymEQji3OqKCwU/34fPFQjnkTXWlknBQA422egjxUTbB5+p&#10;u/hChBB2CSoovW8SKV1ekkE3tQ1x4G62NegDbAupW3yEcFPLeRTF0mDFoaHEhnYl5X+Xu1Hwu4z7&#10;eDjurkV3u+5PKxx0fhiUmoz77RqEp96/xS/3SYf5Xwt4PhMukN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aygMAAAADcAAAADwAAAAAAAAAAAAAAAACYAgAAZHJzL2Rvd25y&#10;ZXYueG1sUEsFBgAAAAAEAAQA9QAAAIUDAAAAAA==&#10;" path="m,1031l,,28,r,999l,1031xe" fillcolor="#3b62ff" stroked="f">
                    <v:path arrowok="t" o:connecttype="custom" o:connectlocs="0,1031;0,0;28,0;28,999;0,1031" o:connectangles="0,0,0,0,0"/>
                  </v:shape>
                  <v:shape id="Freeform 156"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mKzsMA&#10;AADcAAAADwAAAGRycy9kb3ducmV2LnhtbERPS2vCQBC+F/wPywi9FN00RZHoKiIteiu+wOOQHZNg&#10;djbubmPsr+8WBG/z8T1ntuhMLVpyvrKs4H2YgCDOra64UHDYfw0mIHxA1lhbJgV38rCY915mmGl7&#10;4y21u1CIGMI+QwVlCE0mpc9LMuiHtiGO3Nk6gyFCV0jt8BbDTS3TJBlLgxXHhhIbWpWUX3Y/RsHH&#10;0aXfb3hdH39Der/warPWnyelXvvdcgoiUBee4od7o+P80Qj+n4kX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mKzsMAAADcAAAADwAAAAAAAAAAAAAAAACYAgAAZHJzL2Rv&#10;d25yZXYueG1sUEsFBgAAAAAEAAQA9QAAAIgDAAAAAA==&#10;" path="m,999l,,28,r,967l,999xe" fillcolor="#3e68ff" stroked="f">
                    <v:path arrowok="t" o:connecttype="custom" o:connectlocs="0,999;0,0;28,0;28,967;0,999" o:connectangles="0,0,0,0,0"/>
                  </v:shape>
                  <v:shape id="Freeform 157"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nFBcMA&#10;AADcAAAADwAAAGRycy9kb3ducmV2LnhtbERPS2vCQBC+C/0PyxR6002FRonZiBQspdqDsdDrkJ08&#10;MDsbdldN/fXdQsHbfHzPydej6cWFnO8sK3ieJSCIK6s7bhR8HbfTJQgfkDX2lknBD3lYFw+THDNt&#10;r3ygSxkaEUPYZ6igDWHIpPRVSwb9zA7EkautMxgidI3UDq8x3PRyniSpNNhxbGhxoNeWqlN5Ngpu&#10;flGnjt7cR7P//jzZmo773Vmpp8dxswIRaAx38b/7Xcf5Lyn8PRMv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nFBcMAAADcAAAADwAAAAAAAAAAAAAAAACYAgAAZHJzL2Rv&#10;d25yZXYueG1sUEsFBgAAAAAEAAQA9QAAAIgDAAAAAA==&#10;" path="m,967l,,25,r,930l,967xe" fillcolor="#416dff" stroked="f">
                    <v:path arrowok="t" o:connecttype="custom" o:connectlocs="0,967;0,0;25,0;25,930;0,967" o:connectangles="0,0,0,0,0"/>
                  </v:shape>
                  <v:shape id="Freeform 158"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kli8EA&#10;AADcAAAADwAAAGRycy9kb3ducmV2LnhtbERP22oCMRB9L/gPYYS+1ey2tMpqFLFYFoSKlw8YNmN2&#10;cTNZkqjr3zcFwbc5nOvMFr1txZV8aBwryEcZCOLK6YaNguNh/TYBESKyxtYxKbhTgMV88DLDQrsb&#10;7+i6j0akEA4FKqhj7AopQ1WTxTByHXHiTs5bjAl6I7XHWwq3rXzPsi9pseHUUGNHq5qq8/5iFTRn&#10;X27Z3H/MRv76PC+/N/3HQanXYb+cgojUx6f44S51mv85hv9n0gV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ZJYvBAAAA3AAAAA8AAAAAAAAAAAAAAAAAmAIAAGRycy9kb3du&#10;cmV2LnhtbFBLBQYAAAAABAAEAPUAAACGAwAAAAA=&#10;" path="m,930l,,28,r,898l,930xe" fillcolor="#4472ff" stroked="f">
                    <v:path arrowok="t" o:connecttype="custom" o:connectlocs="0,930;0,0;28,0;28,898;0,930" o:connectangles="0,0,0,0,0"/>
                  </v:shape>
                  <v:shape id="Freeform 159"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LMPcUA&#10;AADcAAAADwAAAGRycy9kb3ducmV2LnhtbESPQWvCQBCF74X+h2WE3upGodJGV5GKtBcP1SJ4G7Jj&#10;siQ7G7JrEv+9cyj0NsN78943q83oG9VTF11gA7NpBoq4CNZxaeD3tH99BxUTssUmMBm4U4TN+vlp&#10;hbkNA/9Qf0ylkhCOORqoUmpzrWNRkcc4DS2xaNfQeUyydqW2HQ4S7hs9z7KF9uhYGips6bOioj7e&#10;vIFL3epz7eZfi2FH19r1H/F2PxjzMhm3S1CJxvRv/rv+toL/JrTyjEy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Isw9xQAAANwAAAAPAAAAAAAAAAAAAAAAAJgCAABkcnMv&#10;ZG93bnJldi54bWxQSwUGAAAAAAQABAD1AAAAigMAAAAA&#10;" path="m,898l,,28,r,866l,898xe" fillcolor="#4777ff" stroked="f">
                    <v:path arrowok="t" o:connecttype="custom" o:connectlocs="0,898;0,0;28,0;28,866;0,898" o:connectangles="0,0,0,0,0"/>
                  </v:shape>
                  <v:shape id="Freeform 160"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Gy8MIA&#10;AADcAAAADwAAAGRycy9kb3ducmV2LnhtbERPTYvCMBC9C/6HMMLeNHVB0WpaRHZBL4JWBG9jM7bF&#10;ZlKarHb3128Ewds83ucs087U4k6tqywrGI8iEMS51RUXCo7Z93AGwnlkjbVlUvBLDtKk31tirO2D&#10;93Q/+EKEEHYxKii9b2IpXV6SQTeyDXHgrrY16ANsC6lbfIRwU8vPKJpKgxWHhhIbWpeU3w4/RsHX&#10;NtPnsZueLB0v2eWv2tXbYqfUx6BbLUB46vxb/HJvdJg/mcPzmXCBT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cbLwwgAAANwAAAAPAAAAAAAAAAAAAAAAAJgCAABkcnMvZG93&#10;bnJldi54bWxQSwUGAAAAAAQABAD1AAAAhwMAAAAA&#10;" path="m,866l,,28,r,834l,866xe" fillcolor="#4a7cff" stroked="f">
                    <v:path arrowok="t" o:connecttype="custom" o:connectlocs="0,866;0,0;28,0;28,834;0,866" o:connectangles="0,0,0,0,0"/>
                  </v:shape>
                  <v:shape id="Freeform 161"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tOcQA&#10;AADcAAAADwAAAGRycy9kb3ducmV2LnhtbESPzWrDMBCE74G+g9hCb4mcHBzjRgkhJdAeCvnpAyzW&#10;xjKRVsZSE/ftu4dAbrvM7My3q80YvLrRkLrIBuazAhRxE23HrYGf835agUoZ2aKPTAb+KMFm/TJZ&#10;YW3jnY90O+VWSQinGg24nPta69Q4CphmsScW7RKHgFnWodV2wLuEB68XRVHqgB1Lg8Oedo6a6+k3&#10;GPj+mrf54C8f5bIqdk77ahnGZMzb67h9B5VpzE/z4/rTCn4p+PKMTK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BrTnEAAAA3AAAAA8AAAAAAAAAAAAAAAAAmAIAAGRycy9k&#10;b3ducmV2LnhtbFBLBQYAAAAABAAEAPUAAACJAwAAAAA=&#10;" path="m,834l,,24,r,797l,834xe" fillcolor="#4e82ff" stroked="f">
                    <v:path arrowok="t" o:connecttype="custom" o:connectlocs="0,834;0,0;24,0;24,797;0,834" o:connectangles="0,0,0,0,0"/>
                  </v:shape>
                  <v:shape id="Freeform 162"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Z3cEA&#10;AADcAAAADwAAAGRycy9kb3ducmV2LnhtbERPzWqDQBC+F/IOyxR6q6tNG8S4hlBIyKlQkwcY3Ikr&#10;dWeNu1H79t1Cobf5+H6n3C22FxONvnOsIEtSEMSN0x23Ci7nw3MOwgdkjb1jUvBNHnbV6qHEQruZ&#10;P2mqQytiCPsCFZgQhkJK3xiy6BM3EEfu6kaLIcKxlXrEOYbbXr6k6UZa7Dg2GBzo3VDzVd+tAimz&#10;49t0We/NPOR8m5ZXrj9OSj09LvstiEBL+Bf/uU86zt9k8PtMvEB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72d3BAAAA3AAAAA8AAAAAAAAAAAAAAAAAmAIAAGRycy9kb3du&#10;cmV2LnhtbFBLBQYAAAAABAAEAPUAAACGAwAAAAA=&#10;" path="m,797l,,29,r,765l,797xe" fillcolor="#5187ff" stroked="f">
                    <v:path arrowok="t" o:connecttype="custom" o:connectlocs="0,797;0,0;29,0;29,765;0,797" o:connectangles="0,0,0,0,0"/>
                  </v:shape>
                  <v:shape id="Freeform 163"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LHFsIA&#10;AADcAAAADwAAAGRycy9kb3ducmV2LnhtbERPS2rDMBDdF3IHMYHuGrkuOMWNbIqhtLvWSQ4wWBN/&#10;Yo1cS03snD4qBLKbx/vOJp9ML040utaygudVBIK4srrlWsF+9/H0CsJ5ZI29ZVIwk4M8WzxsMNX2&#10;zCWdtr4WIYRdigoa74dUSlc1ZNCt7EAcuIMdDfoAx1rqEc8h3PQyjqJEGmw5NDQ4UNFQddz+GQXJ&#10;usPf7hPn78v6JcafoppKcko9Lqf3NxCeJn8X39xfOsxPYvh/Jlwg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scWwgAAANwAAAAPAAAAAAAAAAAAAAAAAJgCAABkcnMvZG93&#10;bnJldi54bWxQSwUGAAAAAAQABAD1AAAAhwMAAAAA&#10;" path="m,765l,,28,r,733l,765xe" fillcolor="#548cff" stroked="f">
                    <v:path arrowok="t" o:connecttype="custom" o:connectlocs="0,765;0,0;28,0;28,733;0,765" o:connectangles="0,0,0,0,0"/>
                  </v:shape>
                  <v:shape id="Freeform 164"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1keMQA&#10;AADcAAAADwAAAGRycy9kb3ducmV2LnhtbERPTWvCQBC9F/wPywi91U0s2JK6ikQEQ6XQ6KHHaXaa&#10;BLOzIbtNor/eFQq9zeN9znI9mkb01LnasoJ4FoEgLqyuuVRwOu6eXkE4j6yxsUwKLuRgvZo8LDHR&#10;duBP6nNfihDCLkEFlfdtIqUrKjLoZrYlDtyP7Qz6ALtS6g6HEG4aOY+ihTRYc2iosKW0ouKc/xoF&#10;Jo2+08N+/pFl+P6Vv6TbC8dXpR6n4+YNhKfR/4v/3Hsd5i+e4f5MuE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9ZHjEAAAA3AAAAA8AAAAAAAAAAAAAAAAAmAIAAGRycy9k&#10;b3ducmV2LnhtbFBLBQYAAAAABAAEAPUAAACJAwAAAAA=&#10;" path="m,733l,,24,r,701l,733xe" fillcolor="#5791ff" stroked="f">
                    <v:path arrowok="t" o:connecttype="custom" o:connectlocs="0,733;0,0;24,0;24,701;0,733" o:connectangles="0,0,0,0,0"/>
                  </v:shape>
                  <v:shape id="Freeform 165"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djsQA&#10;AADcAAAADwAAAGRycy9kb3ducmV2LnhtbERP22rCQBB9F/oPyxR8Mxu1iKSuUguCghe0rc9jdpqE&#10;ZmdjdtXYr3cFwbc5nOuMJo0pxZlqV1hW0I1iEMSp1QVnCr6/Zp0hCOeRNZaWScGVHEzGL60RJtpe&#10;eEvnnc9ECGGXoILc+yqR0qU5GXSRrYgD92trgz7AOpO6xksIN6XsxfFAGiw4NORY0WdO6d/uZBS4&#10;w7TY9q/79bL7s1kfF7OVnv6vlGq/Nh/vIDw1/il+uOc6zB+8wf2ZcIE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nY7EAAAA3AAAAA8AAAAAAAAAAAAAAAAAmAIAAGRycy9k&#10;b3ducmV2LnhtbFBLBQYAAAAABAAEAPUAAACJAwAAAAA=&#10;" path="m,701l,,28,r,664l,701xe" fillcolor="#5a96ff" stroked="f">
                    <v:path arrowok="t" o:connecttype="custom" o:connectlocs="0,701;0,0;28,0;28,664;0,701" o:connectangles="0,0,0,0,0"/>
                  </v:shape>
                  <v:shape id="Freeform 166"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o/xcEA&#10;AADcAAAADwAAAGRycy9kb3ducmV2LnhtbERPS2sCMRC+C/6HMII3zVaolK1RrNjiRcQHeB02093g&#10;ZrImqe7+eyMIvc3H95zZorW1uJEPxrGCt3EGgrhw2nCp4HT8Hn2ACBFZY+2YFHQUYDHv92aYa3fn&#10;Pd0OsRQphEOOCqoYm1zKUFRkMYxdQ5y4X+ctxgR9KbXHewq3tZxk2VRaNJwaKmxoVVFxOfxZBT4a&#10;vS63+67tzn533f50+FUYpYaDdvkJIlIb/8Uv90an+dN3eD6TLp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KP8XBAAAA3AAAAA8AAAAAAAAAAAAAAAAAmAIAAGRycy9kb3du&#10;cmV2LnhtbFBLBQYAAAAABAAEAPUAAACGAwAAAAA=&#10;" path="m,664l,,28,r,632l,664xe" fillcolor="#5d9cff" stroked="f">
                    <v:path arrowok="t" o:connecttype="custom" o:connectlocs="0,664;0,0;28,0;28,632;0,664" o:connectangles="0,0,0,0,0"/>
                  </v:shape>
                  <v:shape id="Freeform 167"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O6sMA&#10;AADcAAAADwAAAGRycy9kb3ducmV2LnhtbERPTWsCMRC9F/wPYQRv3ayFbuvWKCoUvVYrehyScXcx&#10;maybVNf++qZQ6G0e73Om895ZcaUuNJ4VjLMcBLH2puFKwefu/fEVRIjIBq1nUnCnAPPZ4GGKpfE3&#10;/qDrNlYihXAoUUEdY1tKGXRNDkPmW+LEnXznMCbYVdJ0eEvhzsqnPC+kw4ZTQ40trWrS5+2XU/B9&#10;mBT56rKePL9ovTza3d4ejnulRsN+8QYiUh//xX/ujUnziwJ+n0kX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O6sMAAADcAAAADwAAAAAAAAAAAAAAAACYAgAAZHJzL2Rv&#10;d25yZXYueG1sUEsFBgAAAAAEAAQA9QAAAIgDAAAAAA==&#10;" path="m,632l,,29,r,600l,632xe" fillcolor="#60a1ff" stroked="f">
                    <v:path arrowok="t" o:connecttype="custom" o:connectlocs="0,632;0,0;29,0;29,600;0,632" o:connectangles="0,0,0,0,0"/>
                  </v:shape>
                  <v:shape id="Freeform 168"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c8MA&#10;AADcAAAADwAAAGRycy9kb3ducmV2LnhtbERP22oCMRB9L/gPYQTfatYLq2yNIoK0gi3V9gOGzXSz&#10;uJlsk3Rd/94UCn2bw7nOatPbRnTkQ+1YwWScgSAuna65UvD5sX9cgggRWWPjmBTcKMBmPXhYYaHd&#10;lU/UnWMlUgiHAhWYGNtCylAashjGriVO3JfzFmOCvpLa4zWF20ZOsyyXFmtODQZb2hkqL+cfq+Dw&#10;/J5PXnfbA3e5mX2/7f38SAulRsN++wQiUh//xX/uF53m5wv4fSZd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bc8MAAADcAAAADwAAAAAAAAAAAAAAAACYAgAAZHJzL2Rv&#10;d25yZXYueG1sUEsFBgAAAAAEAAQA9QAAAIgDAAAAAA==&#10;" path="m,600l,,24,r,568l,600xe" fillcolor="#63a6ff" stroked="f">
                    <v:path arrowok="t" o:connecttype="custom" o:connectlocs="0,600;0,0;24,0;24,568;0,600" o:connectangles="0,0,0,0,0"/>
                  </v:shape>
                  <v:shape id="Freeform 169"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clHMYA&#10;AADcAAAADwAAAGRycy9kb3ducmV2LnhtbESPQWvCQBCF74X+h2UKvdVNPYhNXUWkihRsTewPGLNj&#10;EszOhuyaxH/fORR6m+G9ee+bxWp0jeqpC7VnA6+TBBRx4W3NpYGf0/ZlDipEZIuNZzJwpwCr5ePD&#10;AlPrB86oz2OpJIRDigaqGNtU61BU5DBMfEss2sV3DqOsXalth4OEu0ZPk2SmHdYsDRW2tKmouOY3&#10;Z+BwH3bJaX+Jn19v149jfu7XY/ZtzPPTuH4HFWmM/+a/670V/JnQyjMygV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clHMYAAADcAAAADwAAAAAAAAAAAAAAAACYAgAAZHJz&#10;L2Rvd25yZXYueG1sUEsFBgAAAAAEAAQA9QAAAIsDAAAAAA==&#10;" path="m,568l,,28,r,531l,568xe" fillcolor="#67abff" stroked="f">
                    <v:path arrowok="t" o:connecttype="custom" o:connectlocs="0,568;0,0;28,0;28,531;0,568" o:connectangles="0,0,0,0,0"/>
                  </v:shape>
                  <v:shape id="Freeform 170"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TW6sIA&#10;AADcAAAADwAAAGRycy9kb3ducmV2LnhtbERP22oCMRB9L/QfwhT6VrMK9bIaRYSWIlJaL+/DZtws&#10;7kyWTarr3xtB6NscznVmi45rdaY2VF4M9HsZKJLC20pKA/vdx9sYVIgoFmsvZOBKARbz56cZ5tZf&#10;5JfO21iqFCIhRwMuxibXOhSOGEPPNySJO/qWMSbYltq2eEnhXOtBlg01YyWpwWFDK0fFafvHBo4/&#10;o2LCy9HGuvXh/RuvzJvdpzGvL91yCipSF//FD/eXTfOHE7g/ky7Q8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NbqwgAAANwAAAAPAAAAAAAAAAAAAAAAAJgCAABkcnMvZG93&#10;bnJldi54bWxQSwUGAAAAAAQABAD1AAAAhwMAAAAA&#10;" path="m,531l,,28,r,499l,531xe" fillcolor="#6ab0ff" stroked="f">
                    <v:path arrowok="t" o:connecttype="custom" o:connectlocs="0,531;0,0;28,0;28,499;0,531" o:connectangles="0,0,0,0,0"/>
                  </v:shape>
                  <v:shape id="Freeform 171"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rcYA&#10;AADcAAAADwAAAGRycy9kb3ducmV2LnhtbESPS2vDQAyE74X+h0WF3pp1ekiDk7UJgUDTQmgekByF&#10;V34Qr9bxbh3331eHQm8SM5r5tMxH16qB+tB4NjCdJKCIC28brgycjpuXOagQkS22nsnADwXIs8eH&#10;JabW33lPwyFWSkI4pGigjrFLtQ5FTQ7DxHfEopW+dxhl7Stte7xLuGv1a5LMtMOGpaHGjtY1FdfD&#10;tzOww9l+dz7etl9bWn98lmWpL/PBmOencbUAFWmM/+a/63cr+G+CL8/IBDr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IrcYAAADcAAAADwAAAAAAAAAAAAAAAACYAgAAZHJz&#10;L2Rvd25yZXYueG1sUEsFBgAAAAAEAAQA9QAAAIsDAAAAAA==&#10;" path="m,499l,,24,r,467l,499xe" fillcolor="#6db6ff" stroked="f">
                    <v:path arrowok="t" o:connecttype="custom" o:connectlocs="0,499;0,0;24,0;24,467;0,499" o:connectangles="0,0,0,0,0"/>
                  </v:shape>
                  <v:shape id="Freeform 172"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uqKcQA&#10;AADcAAAADwAAAGRycy9kb3ducmV2LnhtbERPTWvCQBC9F/wPywi96cYUVFJXKRWhlx4SxdDbkB2z&#10;odnZNLvGtL/eLRR6m8f7nM1utK0YqPeNYwWLeQKCuHK64VrB6XiYrUH4gKyxdUwKvsnDbjt52GCm&#10;3Y1zGopQixjCPkMFJoQuk9JXhiz6ueuII3dxvcUQYV9L3eMthttWpkmylBYbjg0GO3o1VH0WV6ug&#10;yJ8u13Q47t2P/yjLr/fxnJpcqcfp+PIMItAY/sV/7jcd568W8PtMvE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rqinEAAAA3AAAAA8AAAAAAAAAAAAAAAAAmAIAAGRycy9k&#10;b3ducmV2LnhtbFBLBQYAAAAABAAEAPUAAACJAwAAAAA=&#10;" path="m,467l,,29,r,435l,467xe" fillcolor="#70bbff" stroked="f">
                    <v:path arrowok="t" o:connecttype="custom" o:connectlocs="0,467;0,0;29,0;29,435;0,467" o:connectangles="0,0,0,0,0"/>
                  </v:shape>
                  <v:shape id="Freeform 173"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dVdsAA&#10;AADcAAAADwAAAGRycy9kb3ducmV2LnhtbERPTYvCMBC9C/6HMII3TfSgUo2yrBTWi6CV3evYjG21&#10;mZQmq/Xfm4UFb/N4n7PadLYWd2p95VjDZKxAEOfOVFxoOGXpaAHCB2SDtWPS8CQPm3W/t8LEuAcf&#10;6H4MhYgh7BPUUIbQJFL6vCSLfuwa4shdXGsxRNgW0rT4iOG2llOlZtJixbGhxIY+S8pvx1+rQV5T&#10;dW7cWf18+yzNtnu7U5nVejjoPpYgAnXhLf53f5k4fz6Fv2fiB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dVdsAAAADcAAAADwAAAAAAAAAAAAAAAACYAgAAZHJzL2Rvd25y&#10;ZXYueG1sUEsFBgAAAAAEAAQA9QAAAIUDAAAAAA==&#10;" path="m,435l,,28,r,398l,435xe" fillcolor="#73c0ff" stroked="f">
                    <v:path arrowok="t" o:connecttype="custom" o:connectlocs="0,435;0,0;28,0;28,398;0,435" o:connectangles="0,0,0,0,0"/>
                  </v:shape>
                  <v:shape id="Freeform 174"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zscMA&#10;AADcAAAADwAAAGRycy9kb3ducmV2LnhtbERPTWvCQBC9C/6HZYReim5swbZpNiItSkGlNErPQ3aa&#10;BLOzIbua5N+7QsHbPN7nJMve1OJCrassK5jPIhDEudUVFwqOh/X0FYTzyBpry6RgIAfLdDxKMNa2&#10;4x+6ZL4QIYRdjApK75tYSpeXZNDNbEMcuD/bGvQBtoXULXYh3NTyKYoW0mDFoaHEhj5Kyk/Z2Sgo&#10;6NjRsH/73OzsZrv6fjR2iH6Vepj0q3cQnnp/F/+7v3SY//IMt2fCBTK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zzscMAAADcAAAADwAAAAAAAAAAAAAAAACYAgAAZHJzL2Rv&#10;d25yZXYueG1sUEsFBgAAAAAEAAQA9QAAAIgDAAAAAA==&#10;" path="m,398l,,24,r,366l,398xe" fillcolor="#76c5ff" stroked="f">
                    <v:path arrowok="t" o:connecttype="custom" o:connectlocs="0,398;0,0;24,0;24,366;0,398" o:connectangles="0,0,0,0,0"/>
                  </v:shape>
                  <v:shape id="Freeform 175"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hS8AA&#10;AADcAAAADwAAAGRycy9kb3ducmV2LnhtbERPS4vCMBC+C/6HMIK3NVVcV6tRfLAge9uq4HFoxrbY&#10;TEoStf57s7DgbT6+5yxWranFnZyvLCsYDhIQxLnVFRcKjofvjykIH5A11pZJwZM8rJbdzgJTbR/8&#10;S/csFCKGsE9RQRlCk0rp85IM+oFtiCN3sc5giNAVUjt8xHBTy1GSTKTBimNDiQ1tS8qv2c0omNH5&#10;89Da6+60m9TH9Q+GTeK0Uv1eu56DCNSGt/jfvddx/tcY/p6JF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KhS8AAAADcAAAADwAAAAAAAAAAAAAAAACYAgAAZHJzL2Rvd25y&#10;ZXYueG1sUEsFBgAAAAAEAAQA9QAAAIUDAAAAAA==&#10;" path="m,366l,,28,r,334l,366xe" fillcolor="#79caff" stroked="f">
                    <v:path arrowok="t" o:connecttype="custom" o:connectlocs="0,366;0,0;28,0;28,334;0,366" o:connectangles="0,0,0,0,0"/>
                  </v:shape>
                  <v:shape id="Freeform 176"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3BMMA&#10;AADcAAAADwAAAGRycy9kb3ducmV2LnhtbERPS2sCMRC+F/wPYYTealZbq64bRQShID1URfQ2bGYf&#10;uJmETVa3/74pFHqbj+852bo3jbhT62vLCsajBARxbnXNpYLTcfcyB+EDssbGMin4Jg/r1eApw1Tb&#10;B3/R/RBKEUPYp6igCsGlUvq8IoN+ZB1x5ArbGgwRtqXULT5iuGnkJEnepcGaY0OFjrYV5bdDZxRc&#10;pufXbjJ2zu676/a2589d8bZQ6nnYb5YgAvXhX/zn/tBx/mwK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3BMMAAADcAAAADwAAAAAAAAAAAAAAAACYAgAAZHJzL2Rv&#10;d25yZXYueG1sUEsFBgAAAAAEAAQA9QAAAIgDAAAAAA==&#10;" path="m,334l,,28,r,302l,334xe" fillcolor="#7cd0ff" stroked="f">
                    <v:path arrowok="t" o:connecttype="custom" o:connectlocs="0,334;0,0;28,0;28,302;0,334" o:connectangles="0,0,0,0,0"/>
                  </v:shape>
                  <v:shape id="Freeform 177"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hOCMEA&#10;AADcAAAADwAAAGRycy9kb3ducmV2LnhtbERPS2rDMBDdF3IHMYHuatlduMGNEkpDcSDdNM4BBmti&#10;mVojR1Ic9/ZRodDdPN531tvZDmIiH3rHCoosB0HcOt1zp+DUfDytQISIrHFwTAp+KMB2s3hYY6Xd&#10;jb9oOsZOpBAOFSowMY6VlKE1ZDFkbiRO3Nl5izFB30nt8ZbC7SCf87yUFntODQZHejfUfh+vVsGh&#10;ufi5KFdmquuz2fXSSv60Sj0u57dXEJHm+C/+c+91mv9Swu8z6QK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4TgjBAAAA3AAAAA8AAAAAAAAAAAAAAAAAmAIAAGRycy9kb3du&#10;cmV2LnhtbFBLBQYAAAAABAAEAPUAAACGAwAAAAA=&#10;" path="m,302l,,29,r,265l,302xe" fillcolor="#80d5ff" stroked="f">
                    <v:path arrowok="t" o:connecttype="custom" o:connectlocs="0,302;0,0;29,0;29,265;0,302" o:connectangles="0,0,0,0,0"/>
                  </v:shape>
                  <v:shape id="Freeform 178"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pbJMMA&#10;AADcAAAADwAAAGRycy9kb3ducmV2LnhtbERPTWsCMRC9F/ofwhR6KZq11KqrUdpCZfEgVAWvw2bc&#10;LN1MliS66783QqG3ebzPWax624gL+VA7VjAaZiCIS6drrhQc9t+DKYgQkTU2jknBlQKslo8PC8y1&#10;6/iHLrtYiRTCIUcFJsY2lzKUhiyGoWuJE3dy3mJM0FdSe+xSuG3ka5a9S4s1pwaDLX0ZKn93Z6vg&#10;c1O8jWsKsTOjYj3z55d+fdwq9fzUf8xBROrjv/jPXeg0fzKB+zPpAr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BpbJMMAAADcAAAADwAAAAAAAAAAAAAAAACYAgAAZHJzL2Rv&#10;d25yZXYueG1sUEsFBgAAAAAEAAQA9QAAAIgDAAAAAA==&#10;" path="m,265l,,24,r,233l,265xe" fillcolor="#83daff" stroked="f">
                    <v:path arrowok="t" o:connecttype="custom" o:connectlocs="0,265;0,0;24,0;24,233;0,265" o:connectangles="0,0,0,0,0"/>
                  </v:shape>
                  <v:shape id="Freeform 179"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5FWcMA&#10;AADcAAAADwAAAGRycy9kb3ducmV2LnhtbESPQW/CMAyF75P4D5GRdhspE2KjEBBCQ+qVjh24mca0&#10;FY1TNYGWfz8fkLjZes/vfV5tBteoO3Wh9mxgOklAERfe1lwaOP7uP75BhYhssfFMBh4UYLMeva0w&#10;tb7nA93zWCoJ4ZCigSrGNtU6FBU5DBPfEot28Z3DKGtXatthL+Gu0Z9JMtcOa5aGClvaVVRc85sz&#10;cF6csvxnlh0PGfc3/Zhf7fCXGPM+HrZLUJGG+DI/rzMr+F9CK8/IBHr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5FWcMAAADcAAAADwAAAAAAAAAAAAAAAACYAgAAZHJzL2Rv&#10;d25yZXYueG1sUEsFBgAAAAAEAAQA9QAAAIgDAAAAAA==&#10;" path="m,233l,,28,r,201l,233xe" fillcolor="#86dfff" stroked="f">
                    <v:path arrowok="t" o:connecttype="custom" o:connectlocs="0,233;0,0;28,0;28,201;0,233" o:connectangles="0,0,0,0,0"/>
                  </v:shape>
                  <v:shape id="Freeform 180"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fJo8MA&#10;AADcAAAADwAAAGRycy9kb3ducmV2LnhtbERPS4vCMBC+L+x/CLPgZdF0BXe1GkUWBE/iYxG9Dc3Y&#10;FJtJaaKt/nojLHibj+85k1lrS3Gl2heOFXz1EhDEmdMF5wr+dovuEIQPyBpLx6TgRh5m0/e3Caba&#10;Nbyh6zbkIoawT1GBCaFKpfSZIYu+5yriyJ1cbTFEWOdS19jEcFvKfpJ8S4sFxwaDFf0ays7bi1Ww&#10;Oa5o2QzWh/a+1yaM5p+nI12U6ny08zGIQG14if/dSx3n/4zg+Uy8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3fJo8MAAADcAAAADwAAAAAAAAAAAAAAAACYAgAAZHJzL2Rv&#10;d25yZXYueG1sUEsFBgAAAAAEAAQA9QAAAIgDAAAAAA==&#10;" path="m,201l,,28,r,169l,201xe" fillcolor="#89e4ff" stroked="f">
                    <v:path arrowok="t" o:connecttype="custom" o:connectlocs="0,201;0,0;28,0;28,169;0,201" o:connectangles="0,0,0,0,0"/>
                  </v:shape>
                  <v:shape id="Freeform 181"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B4pMMA&#10;AADcAAAADwAAAGRycy9kb3ducmV2LnhtbESPQW/CMAyF75P4D5GRdhspHLaqa4oQbNI4TcB+gGlM&#10;W9E4VZOR7t/PByRutt7ze5/L9eR6daMxdJ4NLBcZKOLa244bAz+nz5ccVIjIFnvPZOCPAqyr2VOJ&#10;hfWJD3Q7xkZJCIcCDbQxDoXWoW7JYVj4gVi0ix8dRlnHRtsRk4S7Xq+y7FU77FgaWhxo21J9Pf46&#10;A11626zS6WO7r3dpcGfW+Tn7NuZ5Pm3eQUWa4sN8v/6ygp8LvjwjE+j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B4pMMAAADcAAAADwAAAAAAAAAAAAAAAACYAgAAZHJzL2Rv&#10;d25yZXYueG1sUEsFBgAAAAAEAAQA9QAAAIgDAAAAAA==&#10;" path="m,169l,,24,r,132l,169xe" fillcolor="#8ceaff" stroked="f">
                    <v:path arrowok="t" o:connecttype="custom" o:connectlocs="0,169;0,0;24,0;24,132;0,169" o:connectangles="0,0,0,0,0"/>
                  </v:shape>
                  <v:shape id="Freeform 182"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UaacAA&#10;AADcAAAADwAAAGRycy9kb3ducmV2LnhtbERPS4vCMBC+C/sfwgheZE274INqlCosiDcfex+asS02&#10;k24Tbfz3mwXB23x8z1ltgmnEgzpXW1aQThIQxIXVNZcKLufvzwUI55E1NpZJwZMcbNYfgxVm2vZ8&#10;pMfJlyKGsMtQQeV9m0npiooMuoltiSN3tZ1BH2FXSt1hH8NNI7+SZCYN1hwbKmxpV1FxO92NAjtt&#10;xilvwy/m89A/z9PDzz0/KDUahnwJwlPwb/HLvddx/iKF/2fiB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8UaacAAAADcAAAADwAAAAAAAAAAAAAAAACYAgAAZHJzL2Rvd25y&#10;ZXYueG1sUEsFBgAAAAAEAAQA9QAAAIUDAAAAAA==&#10;" path="m,132l,,29,r,100l,132xe" fillcolor="#8fefff" stroked="f">
                    <v:path arrowok="t" o:connecttype="custom" o:connectlocs="0,132;0,0;29,0;29,100;0,132" o:connectangles="0,0,0,0,0"/>
                  </v:shape>
                  <v:shape id="Freeform 183"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N07cIA&#10;AADcAAAADwAAAGRycy9kb3ducmV2LnhtbERPS4vCMBC+L/gfwgje1tS6aqlGEUFYWA++Dh7HZmyL&#10;zaQ0Ubv/3giCt/n4njNbtKYSd2pcaVnBoB+BIM6sLjlXcDysvxMQziNrrCyTgn9ysJh3vmaYavvg&#10;Hd33PhchhF2KCgrv61RKlxVk0PVtTRy4i20M+gCbXOoGHyHcVDKOorE0WHJoKLCmVUHZdX8zCkZ/&#10;yXnb/hyGcnTbxtVuIienzUWpXrddTkF4av1H/Hb/6jA/ieH1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s3TtwgAAANwAAAAPAAAAAAAAAAAAAAAAAJgCAABkcnMvZG93&#10;bnJldi54bWxQSwUGAAAAAAQABAD1AAAAhwMAAAAA&#10;" path="m,100l,,28,r,68l,100xe" fillcolor="#92f4ff" stroked="f">
                    <v:path arrowok="t" o:connecttype="custom" o:connectlocs="0,100;0,0;28,0;28,68;0,100" o:connectangles="0,0,0,0,0"/>
                  </v:shape>
                  <v:shape id="Freeform 184"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8SrsIA&#10;AADcAAAADwAAAGRycy9kb3ducmV2LnhtbERPS4vCMBC+C/sfwix4EU11QaXbKLIgq6AHH+B1bKYP&#10;bCalydb67zeC4G0+vucky85UoqXGlZYVjEcRCOLU6pJzBefTejgH4TyyxsoyKXiQg+Xio5dgrO2d&#10;D9QefS5CCLsYFRTe17GULi3IoBvZmjhwmW0M+gCbXOoG7yHcVHISRVNpsOTQUGBNPwWlt+OfUcCV&#10;H2zdrF1fb4+Vqcf7yynb/SrV/+xW3yA8df4tfrk3Osyff8HzmXCB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xKuwgAAANwAAAAPAAAAAAAAAAAAAAAAAJgCAABkcnMvZG93&#10;bnJldi54bWxQSwUGAAAAAAQABAD1AAAAhwMAAAAA&#10;" path="m,68l,,28,r,36l,68xe" fillcolor="#95f9ff" stroked="f">
                    <v:path arrowok="t" o:connecttype="custom" o:connectlocs="0,68;0,0;28,0;28,36;0,68" o:connectangles="0,0,0,0,0"/>
                  </v:shape>
                  <v:shape id="Freeform 185"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1MIA&#10;AADcAAAADwAAAGRycy9kb3ducmV2LnhtbERPTWvCQBC9F/wPywi91Y0iYlNXqQVBaqE0Cr0O2Wk2&#10;JDubZkeN/75bKPQ2j/c5q83gW3WhPtaBDUwnGSjiMtiaKwOn4+5hCSoKssU2MBm4UYTNenS3wtyG&#10;K3/QpZBKpRCOORpwIl2udSwdeYyT0BEn7iv0HiXBvtK2x2sK962eZdlCe6w5NTjs6MVR2RRnb+D9&#10;u3g9sHPnxVsl+rNxj82WxJj78fD8BEpokH/xn3tv0/zlHH6fSRfo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r7fUwgAAANwAAAAPAAAAAAAAAAAAAAAAAJgCAABkcnMvZG93&#10;bnJldi54bWxQSwUGAAAAAAQABAD1AAAAhwMAAAAA&#10;" path="m,36l,,24,,,36xe" fillcolor="#9ff" stroked="f">
                    <v:path arrowok="t" o:connecttype="custom" o:connectlocs="0,36;0,0;24,0;0,36" o:connectangles="0,0,0,0"/>
                  </v:shape>
                  <v:shape id="Freeform 186"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frMAA&#10;AADcAAAADwAAAGRycy9kb3ducmV2LnhtbERPS2rDMBDdF3IHMYHuGjmBlsSJbEyg0EWhNM0BBmsi&#10;m1gjR1Jt5fZVodDdPN53DnWyg5jIh96xgvWqAEHcOt2zUXD+en3agggRWePgmBTcKUBdLR4OWGo3&#10;8ydNp2hEDuFQooIuxrGUMrQdWQwrNxJn7uK8xZihN1J7nHO4HeSmKF6kxZ5zQ4cjHTtqr6dvqwA3&#10;vJvMvSlufUPv89GkD2+TUo/L1OxBRErxX/znftN5/vYZfp/JF8j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frMAAAADcAAAADwAAAAAAAAAAAAAAAACYAgAAZHJzL2Rvd25y&#10;ZXYueG1sUEsFBgAAAAAEAAQA9QAAAIUDAAAAAA==&#10;" path="m93,l,93,,472r189,l189,93,93,189,93,,,,,93,93,xe" stroked="f">
                    <v:path arrowok="t" o:connecttype="custom" o:connectlocs="93,0;0,93;0,472;189,472;189,93;93,189;93,0;0,0;0,93;93,0" o:connectangles="0,0,0,0,0,0,0,0,0,0"/>
                  </v:shape>
                  <v:shape id="Freeform 187"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XHfsIA&#10;AADcAAAADwAAAGRycy9kb3ducmV2LnhtbERPTWvCQBC9F/wPywheim4qVNboRqwgeOmh2noesmMS&#10;kp2N2TVJ/323UOhtHu9ztrvRNqKnzleONbwsEhDEuTMVFxo+L8e5AuEDssHGMWn4Jg+7bPK0xdS4&#10;gT+oP4dCxBD2KWooQ2hTKX1ekkW/cC1x5G6usxgi7AppOhxiuG3kMklW0mLFsaHElg4l5fX5YTWs&#10;Xy/qWlT+rX/efw1K4buq70Hr2XTcb0AEGsO/+M99MnG+WsHvM/ECm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1cd+wgAAANwAAAAPAAAAAAAAAAAAAAAAAJgCAABkcnMvZG93&#10;bnJldi54bWxQSwUGAAAAAAQABAD1AAAAhwMAAAAA&#10;" path="m507,93l415,,,,,189r415,l318,93r189,l507,,415,r92,93xe" stroked="f">
                    <v:path arrowok="t" o:connecttype="custom" o:connectlocs="507,93;415,0;0,0;0,189;415,189;318,93;507,93;507,0;415,0;507,93" o:connectangles="0,0,0,0,0,0,0,0,0,0"/>
                  </v:shape>
                  <v:shape id="Freeform 188"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u49sMA&#10;AADcAAAADwAAAGRycy9kb3ducmV2LnhtbERPzWrCQBC+F/oOyxS8FN3Ug91GV2mFgPbUpn2AITvJ&#10;hmZnQ3bV6NO7BcHbfHy/s9qMrhNHGkLrWcPLLANBXHnTcqPh96eYKhAhIhvsPJOGMwXYrB8fVpgb&#10;f+JvOpaxESmEQ44abIx9LmWoLDkMM98TJ672g8OY4NBIM+AphbtOzrNsIR22nBos9rS1VP2VB6fh&#10;4uvPQ1EWfNnVH/ZrvlfPb0ppPXka35cgIo3xLr65dybNV6/w/0y6QK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u49sMAAADcAAAADwAAAAAAAAAAAAAAAACYAgAAZHJzL2Rv&#10;d25yZXYueG1sUEsFBgAAAAAEAAQA9QAAAIgDAAAAAA==&#10;" path="m97,1708r92,97l189,,,,,1805r97,93l,1805r,93l97,1898r,-190xe" stroked="f">
                    <v:path arrowok="t" o:connecttype="custom" o:connectlocs="97,1708;189,1805;189,0;0,0;0,1805;97,1898;0,1805;0,1898;97,1898;97,1708" o:connectangles="0,0,0,0,0,0,0,0,0,0"/>
                  </v:shape>
                  <v:shape id="Freeform 189"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utOcUA&#10;AADcAAAADwAAAGRycy9kb3ducmV2LnhtbESPQWvCQBCF7wX/wzJCb3WjB7HRVUQQLNRDbSr1NmTH&#10;JJqdDdltjP++cxC8zfDevPfNYtW7WnXUhsqzgfEoAUWce1txYSD73r7NQIWIbLH2TAbuFGC1HLws&#10;MLX+xl/UHWKhJIRDigbKGJtU65CX5DCMfEMs2tm3DqOsbaFtizcJd7WeJMlUO6xYGkpsaFNSfj38&#10;OQObYoqf4SM77rPj++X3Z32KoTsZ8zrs13NQkfr4ND+ud1bwZ0Irz8gE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6605xQAAANwAAAAPAAAAAAAAAAAAAAAAAJgCAABkcnMv&#10;ZG93bnJldi54bWxQSwUGAAAAAAQABAD1AAAAigMAAAAA&#10;" path="m411,97l503,,,,,190r503,l600,97r-97,93l600,190r,-93l411,97xe" stroked="f">
                    <v:path arrowok="t" o:connecttype="custom" o:connectlocs="411,97;503,0;0,0;0,190;503,190;600,97;503,190;600,190;600,97;411,97" o:connectangles="0,0,0,0,0,0,0,0,0,0"/>
                  </v:shape>
                  <v:shape id="Freeform 190"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pgcIA&#10;AADcAAAADwAAAGRycy9kb3ducmV2LnhtbERP22rCQBB9F/oPyxT6InXTCJpEVylCi2/e+gFDdkyC&#10;2dmwuybp37uFgm9zONdZb0fTip6cbywr+JglIIhLqxuuFPxcvt4zED4ga2wtk4Jf8rDdvEzWWGg7&#10;8In6c6hEDGFfoII6hK6Q0pc1GfQz2xFH7mqdwRChq6R2OMRw08o0SRbSYMOxocaOdjWVt/PdKLgd&#10;pst+b4bv6phesvtuvszz1Cn19jp+rkAEGsNT/O/e6zg/y+HvmXi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KymBwgAAANwAAAAPAAAAAAAAAAAAAAAAAJgCAABkcnMvZG93&#10;bnJldi54bWxQSwUGAAAAAAQABAD1AAAAhwMAAAAA&#10;" path="m92,189l,92,,2776r189,l189,92,92,r97,92l189,,92,r,189xe" stroked="f">
                    <v:path arrowok="t" o:connecttype="custom" o:connectlocs="92,189;0,92;0,2776;189,2776;189,92;92,0;189,92;189,0;92,0;92,189" o:connectangles="0,0,0,0,0,0,0,0,0,0"/>
                  </v:shape>
                  <v:shape id="Freeform 191"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nlicUA&#10;AADcAAAADwAAAGRycy9kb3ducmV2LnhtbESPT2vCQBDF7wW/wzKCt7rRg9joKkURBYXiHzyP2WmS&#10;NjsbshuN3945FHqb4b157zfzZecqdacmlJ4NjIYJKOLM25JzA5fz5n0KKkRki5VnMvCkAMtF722O&#10;qfUPPtL9FHMlIRxSNFDEWKdah6wgh2Hoa2LRvn3jMMra5No2+JBwV+lxkky0w5KlocCaVgVlv6fW&#10;Gfjp8rodXw/H23qftP7rut1dIhsz6HefM1CRuvhv/rveWcH/EHx5Rib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eWJxQAAANwAAAAPAAAAAAAAAAAAAAAAAJgCAABkcnMv&#10;ZG93bnJldi54bWxQSwUGAAAAAAQABAD1AAAAigMAAAAA&#10;" path="m189,92l97,189r503,l600,,97,,,92,97,,,,,92r189,xe" stroked="f">
                    <v:path arrowok="t" o:connecttype="custom" o:connectlocs="189,92;97,189;600,189;600,0;97,0;0,92;97,0;0,0;0,92;189,92" o:connectangles="0,0,0,0,0,0,0,0,0,0"/>
                  </v:shape>
                  <v:shape id="Freeform 192"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9f68IA&#10;AADcAAAADwAAAGRycy9kb3ducmV2LnhtbERP3UrDMBS+F/YO4QjeuXRD3VaXjSEMpKCwzgc4JmdN&#10;aXNSkrjWtzeC4N35+H7Pdj+5XlwpxNazgsW8AEGsvWm5UfBxPt6vQcSEbLD3TAq+KcJ+N7vZYmn8&#10;yCe61qkROYRjiQpsSkMpZdSWHMa5H4gzd/HBYcowNNIEHHO46+WyKJ6kw5Zzg8WBXizprv5yCh67&#10;h6DHYNfv+q367FaHqu6OlVJ3t9PhGUSiKf2L/9yvJs/fLOD3mXyB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b1/rwgAAANwAAAAPAAAAAAAAAAAAAAAAAJgCAABkcnMvZG93&#10;bnJldi54bWxQSwUGAAAAAAQABAD1AAAAhwMAAAAA&#10;" path="m97,464r92,-93l189,,,,,371,97,274r,190l189,464r,-93l97,464xe" stroked="f">
                    <v:path arrowok="t" o:connecttype="custom" o:connectlocs="97,464;189,371;189,0;0,0;0,371;97,274;97,464;189,464;189,371;97,464" o:connectangles="0,0,0,0,0,0,0,0,0,0"/>
                  </v:shape>
                  <v:shape id="Freeform 193"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gk8EA&#10;AADcAAAADwAAAGRycy9kb3ducmV2LnhtbERPTYvCMBC9L/gfwgje1lRBV6tRVFhQ2MNaBa9DMzbF&#10;ZlKbrNZ/vxEEb/N4nzNftrYSN2p86VjBoJ+AIM6dLrlQcDx8f05A+ICssXJMCh7kYbnofMwx1e7O&#10;e7ploRAxhH2KCkwIdSqlzw1Z9H1XE0fu7BqLIcKmkLrBewy3lRwmyVhaLDk2GKxpYyi/ZH9WwdWE&#10;Xbb9za8nO54OLvXXWo5+9kr1uu1qBiJQG97il3ur4/zpEJ7Px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34JPBAAAA3AAAAA8AAAAAAAAAAAAAAAAAmAIAAGRycy9kb3du&#10;cmV2LnhtbFBLBQYAAAAABAAEAPUAAACGAwAAAAA=&#10;" path="m,97r97,93l512,190,512,,97,r92,97l,97r,93l97,190,,97xe" stroked="f">
                    <v:path arrowok="t" o:connecttype="custom" o:connectlocs="0,97;97,190;512,190;512,0;97,0;189,97;0,97;0,190;97,190;0,97" o:connectangles="0,0,0,0,0,0,0,0,0,0"/>
                  </v:shape>
                  <v:shape id="Freeform 194"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5JOMEA&#10;AADcAAAADwAAAGRycy9kb3ducmV2LnhtbERPS4vCMBC+L/gfwgh7W1MVFq1GUUHpyV0fB49DM7bV&#10;ZlKaqPHfbwRhb/PxPWc6D6YWd2pdZVlBv5eAIM6trrhQcDysv0YgnEfWWFsmBU9yMJ91PqaYavvg&#10;Hd33vhAxhF2KCkrvm1RKl5dk0PVsQxy5s20N+gjbQuoWHzHc1HKQJN/SYMWxocSGViXl1/3NKPj1&#10;2RU3p9XyJzzt4BIy2o7cVqnPblhMQHgK/l/8dmc6zh8P4fVMvEDO/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eSTjBAAAA3AAAAA8AAAAAAAAAAAAAAAAAmAIAAGRycy9kb3du&#10;cmV2LnhtbFBLBQYAAAAABAAEAPUAAACGAwAAAAA=&#10;" path="m97,189l4,92,,467r189,l193,92,97,r96,92l193,,97,r,189xe" stroked="f">
                    <v:path arrowok="t" o:connecttype="custom" o:connectlocs="97,189;4,92;0,467;189,467;193,92;97,0;193,92;193,0;97,0;97,189" o:connectangles="0,0,0,0,0,0,0,0,0,0"/>
                  </v:shape>
                  <v:shape id="Freeform 195"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osIA&#10;AADcAAAADwAAAGRycy9kb3ducmV2LnhtbERPTWvCQBC9C/6HZQRvuomUYlM3oQhpPVbtQW9Ddpos&#10;zc4m2a3Gf98tCN7m8T5nU4y2FRcavHGsIF0mIIgrpw3XCr6O5WINwgdkja1jUnAjD0U+nWww0+7K&#10;e7ocQi1iCPsMFTQhdJmUvmrIol+6jjhy326wGCIcaqkHvMZw28pVkjxLi4ZjQ4MdbRuqfg6/VkFv&#10;jntD1Wf6nva3j7I893Z96pWaz8a3VxCBxvAQ3907Hee/PMH/M/EC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b7+iwgAAANwAAAAPAAAAAAAAAAAAAAAAAJgCAABkcnMvZG93&#10;bnJldi54bWxQSwUGAAAAAAQABAD1AAAAhwMAAAAA&#10;" path="m189,92l97,189r508,l605,,97,,,92,97,,,,,92r189,xe" stroked="f">
                    <v:path arrowok="t" o:connecttype="custom" o:connectlocs="189,92;97,189;605,189;605,0;97,0;0,92;97,0;0,0;0,92;189,92" o:connectangles="0,0,0,0,0,0,0,0,0,0"/>
                  </v:shape>
                  <v:shape id="Freeform 196"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Uu9MMA&#10;AADcAAAADwAAAGRycy9kb3ducmV2LnhtbERPS4vCMBC+C/6HMIIX0XRlV7QaRRRBvPkA9TY0Y1ts&#10;Jt0mW7v76zeC4G0+vufMFo0pRE2Vyy0r+BhEIIgTq3NOFZyOm/4YhPPIGgvLpOCXHCzm7dYMY20f&#10;vKf64FMRQtjFqCDzvoyldElGBt3AlsSBu9nKoA+wSqWu8BHCTSGHUTSSBnMODRmWtMoouR9+jILd&#10;peTesLfO75vr3/5cF5/ffr1VqttpllMQnhr/Fr/cWx3mT77g+Uy4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1Uu9MMAAADcAAAADwAAAAAAAAAAAAAAAACYAgAAZHJzL2Rv&#10;d25yZXYueG1sUEsFBgAAAAAEAAQA9QAAAIgDAAAAAA==&#10;" path="m4,2088r185,28l189,,,,,2116r185,28l,2116r,600l185,2144,4,2088xe" stroked="f">
                    <v:path arrowok="t" o:connecttype="custom" o:connectlocs="4,2088;189,2116;189,0;0,0;0,2116;185,2144;0,2116;0,2716;185,2144;4,2088" o:connectangles="0,0,0,0,0,0,0,0,0,0"/>
                  </v:shape>
                  <v:shape id="Freeform 197"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FuvcEA&#10;AADcAAAADwAAAGRycy9kb3ducmV2LnhtbERPS4vCMBC+C/sfwix4kTX1gavdRhFR8Gp3wevQjH1s&#10;MylN1OqvN4LgbT6+5ySrztTiQq0rLSsYDSMQxJnVJecK/n53X3MQziNrrC2Tghs5WC0/egnG2l75&#10;QJfU5yKEsItRQeF9E0vpsoIMuqFtiAN3sq1BH2CbS93iNYSbWo6jaCYNlhwaCmxoU1D2n56Ngkl3&#10;+o6OzbFa02g6GN+3ukozrVT/s1v/gPDU+bf45d7rMH8xg+cz4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xbr3BAAAA3AAAAA8AAAAAAAAAAAAAAAAAmAIAAGRycy9kb3du&#10;cmV2LnhtbFBLBQYAAAAABAAEAPUAAACGAw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198"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o54MQA&#10;AADcAAAADwAAAGRycy9kb3ducmV2LnhtbERPTWvCQBC9F/wPywi9SN2YQk2jq0hRKLQXowWP0+yY&#10;DWZnQ3Y16b/vFoTe5vE+Z7kebCNu1PnasYLZNAFBXDpdc6XgeNg9ZSB8QNbYOCYFP+RhvRo9LDHX&#10;ruc93YpQiRjCPkcFJoQ2l9KXhiz6qWuJI3d2ncUQYVdJ3WEfw20j0yR5kRZrjg0GW3ozVF6Kq1Xw&#10;2U8+zDk1VdYeslP6XGy/Tt9bpR7Hw2YBItAQ/sV397uO81/n8PdMvE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6OeDEAAAA3AAAAA8AAAAAAAAAAAAAAAAAmAIAAGRycy9k&#10;b3ducmV2LnhtbFBLBQYAAAAABAAEAPUAAACJAwAAAAA=&#10;" path="m,2116l,,28,r,2031l24,2043r-4,8l16,2063r-4,12l8,2084r-4,12l,2108r,8xe" fillcolor="blue" stroked="f">
                    <v:path arrowok="t" o:connecttype="custom" o:connectlocs="0,2116;0,0;28,0;28,2031;24,2043;20,2051;16,2063;12,2075;8,2084;4,2096;0,2108;0,2116" o:connectangles="0,0,0,0,0,0,0,0,0,0,0,0"/>
                  </v:shape>
                  <v:shape id="Freeform 199"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qVVscA&#10;AADcAAAADwAAAGRycy9kb3ducmV2LnhtbESPQU/CQBCF7yb+h82YeJOtmhisLIQgEA8YFQjCbdId&#10;uo3d2aa70PrvmYOJt5m8N+99M5r0vlZnamMV2MD9IANFXARbcWlgu1ncDUHFhGyxDkwGfinCZHx9&#10;NcLcho6/6LxOpZIQjjkacCk1udaxcOQxDkJDLNoxtB6TrG2pbYudhPtaP2TZk/ZYsTQ4bGjmqPhZ&#10;n7yB2eP+sJx/7rqhff/Y0i5sVu771Zjbm376AipRn/7Nf9dvVvCfhVaekQn0+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KlVb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200"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92dsQA&#10;AADcAAAADwAAAGRycy9kb3ducmV2LnhtbERPTWsCMRC9F/ofwgi9FM1aQbpbo4jYIj0I2iJ4m27G&#10;3djNZEmirv/eFITe5vE+ZzLrbCPO5INxrGA4yEAQl04brhR8f733X0GEiKyxcUwKrhRgNn18mGCh&#10;3YU3dN7GSqQQDgUqqGNsCylDWZPFMHAtceIOzluMCfpKao+XFG4b+ZJlY2nRcGqosaVFTeXv9mQV&#10;/Dyvlug/Rru1yT5pvDfH3WlzVOqp183fQETq4r/47l7pND/P4e+Zd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PdnbEAAAA3AAAAA8AAAAAAAAAAAAAAAAAmAIAAGRycy9k&#10;b3ducmV2LnhtbFBLBQYAAAAABAAEAPUAAACJAwAAAAA=&#10;" path="m,1955l,,28,r,1886l24,1894r-4,12l16,1914r-4,8l8,1930r-4,8l4,1947r-4,8xe" fillcolor="#060aff" stroked="f">
                    <v:path arrowok="t" o:connecttype="custom" o:connectlocs="0,1955;0,0;28,0;28,1886;24,1894;20,1906;16,1914;12,1922;8,1930;4,1938;4,1947;0,1955" o:connectangles="0,0,0,0,0,0,0,0,0,0,0,0"/>
                  </v:shape>
                  <v:shape id="Freeform 201"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o8QA&#10;AADcAAAADwAAAGRycy9kb3ducmV2LnhtbESPQWvCQBSE7wX/w/KE3pqNUkTSrFKEgFAKGu3B22v2&#10;NQnNvg272yT9964geBxm5hsm306mEwM531pWsEhSEMSV1S3XCs6n4mUNwgdkjZ1lUvBPHrab2VOO&#10;mbYjH2koQy0ihH2GCpoQ+kxKXzVk0Ce2J47ej3UGQ5SultrhGOGmk8s0XUmDLceFBnvaNVT9ln9G&#10;wXTpL6fvrxF3H+51XAyH7tMOhVLP8+n9DUSgKTzC9/ZeK4hEuJ2JR0B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FPqPEAAAA3AAAAA8AAAAAAAAAAAAAAAAAmAIAAGRycy9k&#10;b3ducmV2LnhtbFBLBQYAAAAABAAEAPUAAACJAwAAAAA=&#10;" path="m,1886l,,29,r,1826l25,1834r-4,8l16,1850r-4,8l8,1866r,4l4,1878r-4,8xe" fillcolor="#090fff" stroked="f">
                    <v:path arrowok="t" o:connecttype="custom" o:connectlocs="0,1886;0,0;29,0;29,1826;25,1834;21,1842;16,1850;12,1858;8,1866;8,1870;4,1878;0,1886" o:connectangles="0,0,0,0,0,0,0,0,0,0,0,0"/>
                  </v:shape>
                  <v:shape id="Freeform 202"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oscA&#10;AADcAAAADwAAAGRycy9kb3ducmV2LnhtbESPS2vDMBCE74X8B7GBXkoj24fQOlFCCBRa8CUPCLkt&#10;1sZ2Yq1cS340v74qBHocZuYbZrkeTS16al1lWUE8i0AQ51ZXXCg4Hj5e30A4j6yxtkwKfsjBejV5&#10;WmKq7cA76ve+EAHCLkUFpfdNKqXLSzLoZrYhDt7FtgZ9kG0hdYtDgJtaJlE0lwYrDgslNrQtKb/t&#10;O6PgOzu/dNn1etf+tHu/fWmZnKteqefpuFmA8DT6//Cj/akVJFEMf2fCEZ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VBSKLHAAAA3AAAAA8AAAAAAAAAAAAAAAAAmAIAAGRy&#10;cy9kb3ducmV2LnhtbFBLBQYAAAAABAAEAPUAAACMAwAAAAA=&#10;" path="m,1826l,,28,r,1769l24,1773r-4,8l16,1789r-4,8l12,1805r-4,5l4,1818r-4,8xe" fillcolor="#0c14ff" stroked="f">
                    <v:path arrowok="t" o:connecttype="custom" o:connectlocs="0,1826;0,0;28,0;28,1769;24,1773;20,1781;16,1789;12,1797;12,1805;8,1810;4,1818;0,1826" o:connectangles="0,0,0,0,0,0,0,0,0,0,0,0"/>
                  </v:shape>
                  <v:shape id="Freeform 203"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ttucQA&#10;AADcAAAADwAAAGRycy9kb3ducmV2LnhtbESPwWrDMBBE74X8g9hAb7UcH0xxrIQQCAR6aG230NwW&#10;a2OZWCtjqbH791Wh0OMwM2+Ycr/YQdxp8r1jBZskBUHcOt1zp+C9OT09g/ABWePgmBR8k4f9bvVQ&#10;YqHdzBXd69CJCGFfoAITwlhI6VtDFn3iRuLoXd1kMUQ5dVJPOEe4HWSWprm02HNcMDjS0VB7q7+s&#10;gtfq7aOej818kUvI7YvpP7umVupxvRy2IAIt4T/81z5rBVmawe+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7bbnEAAAA3AAAAA8AAAAAAAAAAAAAAAAAmAIAAGRycy9k&#10;b3ducmV2LnhtbFBLBQYAAAAABAAEAPUAAACJAwAAAAA=&#10;" path="m,1769l,,28,r,1717l24,1721r-4,8l16,1733r,8l12,1749r-4,4l4,1761r-4,8xe" fillcolor="#0f1aff" stroked="f">
                    <v:path arrowok="t" o:connecttype="custom" o:connectlocs="0,1769;0,0;28,0;28,1717;24,1721;20,1729;16,1733;16,1741;12,1749;8,1753;4,1761;0,1769" o:connectangles="0,0,0,0,0,0,0,0,0,0,0,0"/>
                  </v:shape>
                  <v:shape id="Freeform 204"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MFwsUA&#10;AADcAAAADwAAAGRycy9kb3ducmV2LnhtbESPQWvCQBSE74L/YXlCb7qrhSKpmyCKVAul1Mb7a/aZ&#10;pM2+DdltjP++WxA8DjPzDbPKBtuInjpfO9YwnykQxIUzNZca8s/ddAnCB2SDjWPScCUPWToerTAx&#10;7sIf1B9DKSKEfYIaqhDaREpfVGTRz1xLHL2z6yyGKLtSmg4vEW4buVDqSVqsOS5U2NKmouLn+Gs1&#10;YL89fX3nL6/XXf4W7P50mKv3g9YPk2H9DCLQEO7hW3tvNCzUI/yfiUd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wXCxQAAANwAAAAPAAAAAAAAAAAAAAAAAJgCAABkcnMv&#10;ZG93bnJldi54bWxQSwUGAAAAAAQABAD1AAAAigMAAAAA&#10;" path="m,1717l,,28,r,1664l24,1673r-4,4l20,1685r-4,4l12,1697r-4,4l4,1709r-4,8xe" fillcolor="#121fff" stroked="f">
                    <v:path arrowok="t" o:connecttype="custom" o:connectlocs="0,1717;0,0;28,0;28,1664;24,1673;20,1677;20,1685;16,1689;12,1697;8,1701;4,1709;0,1717" o:connectangles="0,0,0,0,0,0,0,0,0,0,0,0"/>
                  </v:shape>
                  <v:shape id="Freeform 205"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bMMA&#10;AADcAAAADwAAAGRycy9kb3ducmV2LnhtbESPT2sCMRTE74LfITyhN01qRcpqFBGEXrr4p9Dr6+a5&#10;Wbp5WZKo67c3QqHHYWZ+wyzXvWvFlUJsPGt4nSgQxJU3Ddcavk678TuImJANtp5Jw50irFfDwRIL&#10;4298oOsx1SJDOBaowabUFVLGypLDOPEdcfbOPjhMWYZamoC3DHetnCo1lw4bzgsWO9paqn6PF6eB&#10;P/c9lsHb+fd900T1VpaHn4vWL6N+swCRqE//4b/2h9EwVTN4nslH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GbMMAAADcAAAADwAAAAAAAAAAAAAAAACYAgAAZHJzL2Rv&#10;d25yZXYueG1sUEsFBgAAAAAEAAQA9QAAAIgDAAAAAA==&#10;" path="m,1664l,,28,r,1616l24,1624r,4l20,1636r-4,4l12,1648r-4,4l4,1660r-4,4xe" fillcolor="#1524ff" stroked="f">
                    <v:path arrowok="t" o:connecttype="custom" o:connectlocs="0,1664;0,0;28,0;28,1616;24,1624;24,1628;20,1636;16,1640;12,1648;8,1652;4,1660;0,1664" o:connectangles="0,0,0,0,0,0,0,0,0,0,0,0"/>
                  </v:shape>
                  <v:shape id="Freeform 206"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VccA&#10;AADcAAAADwAAAGRycy9kb3ducmV2LnhtbESPQWvCQBSE74X+h+UVvNVNhNgQsxFpFbSHlmoOPT6y&#10;zySYfRuyq0Z/fbdQ6HGYmW+YfDmaTlxocK1lBfE0AkFcWd1yraA8bJ5TEM4ja+wsk4IbOVgWjw85&#10;Ztpe+Ysue1+LAGGXoYLG+z6T0lUNGXRT2xMH72gHgz7IoZZ6wGuAm07OomguDbYcFhrs6bWh6rQ/&#10;GwXvZ9a7l8/0O07K+1ty2K0/ynit1ORpXC1AeBr9f/ivvdUKZlECv2fCEZD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u1XHAAAA3AAAAA8AAAAAAAAAAAAAAAAAmAIAAGRy&#10;cy9kb3ducmV2LnhtbFBLBQYAAAAABAAEAPUAAACMAwAAAAA=&#10;" path="m,1616l,,29,r,1572l29,1580r-4,4l21,1592r-4,4l12,1600r-4,8l4,1612r-4,4xe" fillcolor="#1829ff" stroked="f">
                    <v:path arrowok="t" o:connecttype="custom" o:connectlocs="0,1616;0,0;29,0;29,1572;29,1580;25,1584;21,1592;17,1596;12,1600;8,1608;4,1612;0,1616" o:connectangles="0,0,0,0,0,0,0,0,0,0,0,0"/>
                  </v:shape>
                  <v:shape id="Freeform 207"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9FsMMA&#10;AADcAAAADwAAAGRycy9kb3ducmV2LnhtbESP0YrCMBRE3wX/IVxhX0RTFYtUo4iwsC/uYvUDrs21&#10;LTY3JcnW+vcbQdjHYWbOMJtdbxrRkfO1ZQWzaQKCuLC65lLB5fw5WYHwAVljY5kUPMnDbjscbDDT&#10;9sEn6vJQighhn6GCKoQ2k9IXFRn0U9sSR+9mncEQpSuldviIcNPIeZKk0mDNcaHClg4VFff81yiw&#10;176gi04Xqfm+d8dl2bnF+Eepj1G/X4MI1If/8Lv9pRXMkxReZ+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9FsMMAAADcAAAADwAAAAAAAAAAAAAAAACYAgAAZHJzL2Rv&#10;d25yZXYueG1sUEsFBgAAAAAEAAQA9QAAAIgDAAAAAA==&#10;" path="m,1572l,,32,r,1531l28,1536r-4,8l20,1548r-4,4l12,1560r-4,4l4,1568r-4,4xe" fillcolor="#1c2eff" stroked="f">
                    <v:path arrowok="t" o:connecttype="custom" o:connectlocs="0,1572;0,0;32,0;32,1531;28,1536;24,1544;20,1548;16,1552;12,1560;8,1564;4,1568;0,1572" o:connectangles="0,0,0,0,0,0,0,0,0,0,0,0"/>
                  </v:shape>
                  <v:shape id="Freeform 208"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iA8ccA&#10;AADcAAAADwAAAGRycy9kb3ducmV2LnhtbESPzW7CMBCE70i8g7VIvYHTtPwoYFDVqrS9gAhcuC3x&#10;NgnE6yg2JH37ulIljqOZ+UazWHWmEjdqXGlZweMoAkGcWV1yruCwfx/OQDiPrLGyTAp+yMFq2e8t&#10;MNG25R3dUp+LAGGXoILC+zqR0mUFGXQjWxMH79s2Bn2QTS51g22Am0rGUTSRBksOCwXW9FpQdkmv&#10;RsH2nG6e26+Pt9kxPq2vT0dcj81EqYdB9zIH4anz9/B/+1MriKMp/J0JR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ogPHHAAAA3AAAAA8AAAAAAAAAAAAAAAAAmAIAAGRy&#10;cy9kb3ducmV2LnhtbFBLBQYAAAAABAAEAPUAAACMAwAAAAA=&#10;" path="m,1531l,,28,r,1491l24,1495r-4,8l16,1507r-4,4l8,1515r-4,8l,1527r,4xe" fillcolor="#1f34ff" stroked="f">
                    <v:path arrowok="t" o:connecttype="custom" o:connectlocs="0,1531;0,0;28,0;28,1491;24,1495;20,1503;16,1507;12,1511;8,1515;4,1523;0,1527;0,1531" o:connectangles="0,0,0,0,0,0,0,0,0,0,0,0"/>
                  </v:shape>
                  <v:shape id="Freeform 209"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uMsIA&#10;AADcAAAADwAAAGRycy9kb3ducmV2LnhtbERPz2vCMBS+C/4P4QneNNWD066pjLrBLoNpRTw+mrem&#10;rHmpTbTdf78cBjt+fL+z/Whb8aDeN44VrJYJCOLK6YZrBefybbEF4QOyxtYxKfghD/t8Oskw1W7g&#10;Iz1OoRYxhH2KCkwIXSqlrwxZ9EvXEUfuy/UWQ4R9LXWPQwy3rVwnyUZabDg2GOyoMFR9n+5WwWf9&#10;1ITiYO7F7XpwZTnsXq+XD6Xms/HlGUSgMfyL/9zvWsE6iWvjmXgE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y4ywgAAANwAAAAPAAAAAAAAAAAAAAAAAJgCAABkcnMvZG93&#10;bnJldi54bWxQSwUGAAAAAAQABAD1AAAAhwMAAAAA&#10;" path="m,1491l,,28,r,1455l24,1459r-4,4l16,1467r-4,4l8,1479r-4,4l,1487r,4xe" fillcolor="#2239ff" stroked="f">
                    <v:path arrowok="t" o:connecttype="custom" o:connectlocs="0,1491;0,0;28,0;28,1455;24,1459;20,1463;16,1467;12,1471;8,1479;4,1483;0,1487;0,1491" o:connectangles="0,0,0,0,0,0,0,0,0,0,0,0"/>
                  </v:shape>
                  <v:shape id="Freeform 210"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koe8cA&#10;AADcAAAADwAAAGRycy9kb3ducmV2LnhtbESPS2/CMBCE75X6H6yt1AsCBw4lpBjEQ62gEofyENdt&#10;vI2jxusQGwj/Hleq1ONoZr7RjKetrcSFGl86VtDvJSCIc6dLLhTsd2/dFIQPyBorx6TgRh6mk8eH&#10;MWbaXfmTLttQiAhhn6ECE0KdSelzQxZ9z9XE0ft2jcUQZVNI3eA1wm0lB0nyIi2WHBcM1rQwlP9s&#10;z1bBZv7ewfCRHpbHjTn1Kf2arYdDpZ6f2tkriEBt+A//tVdawSAZwe+ZeATk5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pKHvHAAAA3AAAAA8AAAAAAAAAAAAAAAAAmAIAAGRy&#10;cy9kb3ducmV2LnhtbFBLBQYAAAAABAAEAPUAAACMAwAAAAA=&#10;" path="m,1455l,,28,r,1419l24,1423r-4,4l16,1431r-4,4l8,1439r-4,4l4,1451r-4,4xe" fillcolor="#253eff" stroked="f">
                    <v:path arrowok="t" o:connecttype="custom" o:connectlocs="0,1455;0,0;28,0;28,1419;24,1423;20,1427;16,1431;12,1435;8,1439;4,1443;4,1451;0,1455" o:connectangles="0,0,0,0,0,0,0,0,0,0,0,0"/>
                  </v:shape>
                  <v:shape id="Freeform 211"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PBb4A&#10;AADcAAAADwAAAGRycy9kb3ducmV2LnhtbERPTYvCMBC9L/gfwgheFk0rbNFqFFkUel1X70MztsVk&#10;UpJou//eHIQ9Pt73dj9aI57kQ+dYQb7IQBDXTnfcKLj8nuYrECEiazSOScEfBdjvJh9bLLUb+Iee&#10;59iIFMKhRAVtjH0pZahbshgWridO3M15izFB30jtcUjh1shllhXSYsepocWevluq7+eHVVDYIL/Y&#10;oL8e8nVlimP1eRwqpWbT8bABEWmM/+K3u9IKlnman86kIyB3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CzwW+AAAA3AAAAA8AAAAAAAAAAAAAAAAAmAIAAGRycy9kb3ducmV2&#10;LnhtbFBLBQYAAAAABAAEAPUAAACDAwAAAAA=&#10;" path="m,1419l,,29,r,1382l25,1386r-4,4l17,1395r-4,4l9,1407r,4l5,1415r-5,4xe" fillcolor="#2843ff" stroked="f">
                    <v:path arrowok="t" o:connecttype="custom" o:connectlocs="0,1419;0,0;29,0;29,1382;25,1386;21,1390;17,1395;13,1399;9,1407;9,1411;5,1415;0,1419" o:connectangles="0,0,0,0,0,0,0,0,0,0,0,0"/>
                  </v:shape>
                  <v:shape id="Freeform 212"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3CUMYA&#10;AADcAAAADwAAAGRycy9kb3ducmV2LnhtbESPQWvCQBSE74L/YXmF3nQTDxKiqxSppRUEqxba2yP7&#10;mg3Nvg3ZNUZ/vSsUPA4z8w0zX/a2Fh21vnKsIB0nIIgLpysuFRwP61EGwgdkjbVjUnAhD8vFcDDH&#10;XLszf1K3D6WIEPY5KjAhNLmUvjBk0Y9dQxy9X9daDFG2pdQtniPc1nKSJFNpseK4YLChlaHib3+y&#10;Cq4/p+8VvVWb3Vf3atJses22Hwelnp/6lxmIQH14hP/b71rBJE3hfi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3CUMYAAADcAAAADwAAAAAAAAAAAAAAAACYAgAAZHJz&#10;L2Rvd25yZXYueG1sUEsFBgAAAAAEAAQA9QAAAIsDAAAAAA==&#10;" path="m,1382l,,28,r,1350l24,1354r-4,4l16,1362r-4,4l12,1370r-4,4l4,1378r-4,4xe" fillcolor="#2b48ff" stroked="f">
                    <v:path arrowok="t" o:connecttype="custom" o:connectlocs="0,1382;0,0;28,0;28,1350;24,1354;20,1358;16,1362;12,1366;12,1370;8,1374;4,1378;0,1382" o:connectangles="0,0,0,0,0,0,0,0,0,0,0,0"/>
                  </v:shape>
                  <v:shape id="Freeform 213"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r/bsQA&#10;AADcAAAADwAAAGRycy9kb3ducmV2LnhtbESPQYvCMBSE74L/IbyFvciaWliRrlFEED0JWgWPj+aZ&#10;1m1eShNt999vBMHjMDPfMPNlb2vxoNZXjhVMxgkI4sLpio2CU775moHwAVlj7ZgU/JGH5WI4mGOm&#10;XccHehyDERHCPkMFZQhNJqUvSrLox64hjt7VtRZDlK2RusUuwm0t0ySZSosVx4USG1qXVPwe71aB&#10;+S7221sSRrk57C77Wb5ym3On1OdHv/oBEagP7/CrvdMK0kkKzzPxCM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q/27EAAAA3AAAAA8AAAAAAAAAAAAAAAAAmAIAAGRycy9k&#10;b3ducmV2LnhtbFBLBQYAAAAABAAEAPUAAACJAwAAAAA=&#10;" path="m,1350l,,28,r,1318l24,1322r-4,4l16,1330r,4l12,1338r-4,4l4,1346r-4,4xe" fillcolor="#2e4eff" stroked="f">
                    <v:path arrowok="t" o:connecttype="custom" o:connectlocs="0,1350;0,0;28,0;28,1318;24,1322;20,1326;16,1330;16,1334;12,1338;8,1342;4,1346;0,1350" o:connectangles="0,0,0,0,0,0,0,0,0,0,0,0"/>
                  </v:shape>
                  <v:shape id="Freeform 214"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v2sUA&#10;AADcAAAADwAAAGRycy9kb3ducmV2LnhtbESPQWsCMRSE74L/ITyhN82utlK2ZqUtCIVCoerF22Pz&#10;3MTdvCybVLf99Y0geBxm5htmtR5cK87UB+tZQT7LQBBXXluuFex3m+kziBCRNbaeScEvBViX49EK&#10;C+0v/E3nbaxFgnAoUIGJsSukDJUhh2HmO+LkHX3vMCbZ11L3eElw18p5li2lQ8tpwWBH74aqZvvj&#10;FISnzelzQfLLmqE55Na8Pco/o9TDZHh9ARFpiPfwrf2hFczzBVzPpCMg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8+/axQAAANwAAAAPAAAAAAAAAAAAAAAAAJgCAABkcnMv&#10;ZG93bnJldi54bWxQSwUGAAAAAAQABAD1AAAAigMAAAAA&#10;" path="m,1318l,,28,r,1286l24,1290r-4,4l16,1298r,4l12,1306r-4,4l4,1314r-4,4xe" fillcolor="#3153ff" stroked="f">
                    <v:path arrowok="t" o:connecttype="custom" o:connectlocs="0,1318;0,0;28,0;28,1286;24,1290;20,1294;16,1298;16,1302;12,1306;8,1310;4,1314;0,1318" o:connectangles="0,0,0,0,0,0,0,0,0,0,0,0"/>
                  </v:shape>
                  <v:shape id="Freeform 215"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Pvi8MA&#10;AADcAAAADwAAAGRycy9kb3ducmV2LnhtbESPQWvCQBSE7wX/w/IK3urGICKpq5RixKvR0Osj+5oE&#10;d9+G7Bqjv94VCj0OM/MNs96O1oiBet86VjCfJSCIK6dbrhWcT/nHCoQPyBqNY1JwJw/bzeRtjZl2&#10;Nz7SUIRaRAj7DBU0IXSZlL5qyKKfuY44er+utxii7Gupe7xFuDUyTZKltNhyXGiwo++GqktxtQry&#10;n3JZmMewD+UqzYddV14OD6PU9H38+gQRaAz/4b/2QStI5wt4nYlH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Pvi8MAAADcAAAADwAAAAAAAAAAAAAAAACYAgAAZHJzL2Rv&#10;d25yZXYueG1sUEsFBgAAAAAEAAQA9QAAAIgDA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6"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EeKMMA&#10;AADcAAAADwAAAGRycy9kb3ducmV2LnhtbESP0YrCMBRE3xf8h3AF39a0xVWpRhFB8EFZVv2Aa3Nt&#10;i81NbWKtfv1mYcHHYWbOMPNlZyrRUuNKywriYQSCOLO65FzB6bj5nIJwHlljZZkUPMnBctH7mGOq&#10;7YN/qD34XAQIuxQVFN7XqZQuK8igG9qaOHgX2xj0QTa51A0+AtxUMomisTRYclgosKZ1Qdn1cDcK&#10;yH4n5jqhdvy63e57I0fxeWeVGvS71QyEp86/w//trVaQxF/wdyYc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EeKMMAAADcAAAADwAAAAAAAAAAAAAAAACYAgAAZHJzL2Rv&#10;d25yZXYueG1sUEsFBgAAAAAEAAQA9QAAAIgDAAAAAA==&#10;" fillcolor="#385dff" stroked="f"/>
                  <v:rect id="Rectangle 217"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BO+sMA&#10;AADcAAAADwAAAGRycy9kb3ducmV2LnhtbESPQWvCQBSE74L/YXlCb7pRQSS6igiKhV606vk1+5qk&#10;zb6N2dcY/323UPA4zMw3zHLduUq11ITSs4HxKAFFnHlbcm7g/L4bzkEFQbZYeSYDDwqwXvV7S0yt&#10;v/OR2pPkKkI4pGigEKlTrUNWkMMw8jVx9D5941CibHJtG7xHuKv0JElm2mHJcaHAmrYFZd+nH2fg&#10;6zgVme5vPm8v9rV+XN/sh8uMeRl0mwUooU6e4f/2wRqYjGfwdyYeAb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BO+sMAAADcAAAADwAAAAAAAAAAAAAAAACYAgAAZHJzL2Rv&#10;d25yZXYueG1sUEsFBgAAAAAEAAQA9QAAAIgDAAAAAA==&#10;" fillcolor="#3b62ff" stroked="f"/>
                  <v:rect id="Rectangle 218"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rQa8QA&#10;AADcAAAADwAAAGRycy9kb3ducmV2LnhtbESPS4vCMBSF98L8h3AH3I2pig+qUYZhFBFErC5cXptr&#10;W2xuOk3U+u+NMODycB4fZzpvTCluVLvCsoJuJwJBnFpdcKbgsF98jUE4j6yxtEwKHuRgPvtoTTHW&#10;9s47uiU+E2GEXYwKcu+rWEqX5mTQdWxFHLyzrQ36IOtM6hrvYdyUshdFQ2mw4EDIsaKfnNJLcjUB&#10;YtPT2v/1NyZzg0vizqvl9veoVPuz+Z6A8NT4d/i/vdIKet0R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60GvEAAAA3AAAAA8AAAAAAAAAAAAAAAAAmAIAAGRycy9k&#10;b3ducmV2LnhtbFBLBQYAAAAABAAEAPUAAACJAwAAAAA=&#10;" fillcolor="#3e68ff" stroked="f"/>
                  <v:rect id="Rectangle 219"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3tucMA&#10;AADcAAAADwAAAGRycy9kb3ducmV2LnhtbERPPW/CMBDdK/EfrEPqVpxkKFWKExVU1C5QEVDma3xN&#10;AvE5il0I/Ho8VOr49L4X+Wg6cabBtZYVxLMIBHFldcu1gsN+/fQCwnlkjZ1lUnAlB3k2eVhgqu2F&#10;d3QufC1CCLsUFTTe96mUrmrIoJvZnjhwP3Yw6AMcaqkHvIRw08kkip6lwZZDQ4M9rRqqTsWvUbAr&#10;5bh9X5al+9hc11/F8dvcbnOlHqfj2ysIT6P/F/+5P7WCJA5rw5lwBG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3tucMAAADcAAAADwAAAAAAAAAAAAAAAACYAgAAZHJzL2Rv&#10;d25yZXYueG1sUEsFBgAAAAAEAAQA9QAAAIgDAAAAAA==&#10;" fillcolor="#416dff" stroked="f"/>
                  <v:rect id="Rectangle 220"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rvscUA&#10;AADcAAAADwAAAGRycy9kb3ducmV2LnhtbESPQWsCMRSE70L/Q3iFXqRm9SC6NUoRW3rxsOpBb4/N&#10;283SzcuSRN321xtB8DjMzDfMYtXbVlzIh8axgvEoA0FcOt1wreCw/3qfgQgRWWPrmBT8UYDV8mWw&#10;wFy7Kxd02cVaJAiHHBWYGLtcylAashhGriNOXuW8xZikr6X2eE1w28pJlk2lxYbTgsGO1obK393Z&#10;KvgvhsVp646lqbyv3HC+/j5sGqXeXvvPDxCR+vgMP9o/WsFkPIf7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u+xxQAAANwAAAAPAAAAAAAAAAAAAAAAAJgCAABkcnMv&#10;ZG93bnJldi54bWxQSwUGAAAAAAQABAD1AAAAigMAAAAA&#10;" fillcolor="#4472ff" stroked="f"/>
                  <v:rect id="Rectangle 221"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Ru8EA&#10;AADcAAAADwAAAGRycy9kb3ducmV2LnhtbERPPW/CMBDdkfofrKvEBk4yIJRiUFWpLQMDJND5ZF+T&#10;tPE5ik0I/Ho8IDE+ve/VZrStGKj3jWMF6TwBQaydabhScCw/Z0sQPiAbbB2Tgit52KxfJivMjbvw&#10;gYYiVCKGsM9RQR1Cl0vpdU0W/dx1xJH7db3FEGFfSdPjJYbbVmZJspAWG44NNXb0UZP+L85WQbn/&#10;OhVD+Pn7tre01IfUD6h3Sk1fx/c3EIHG8BQ/3FujIMvi/HgmHgG5v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r0bvBAAAA3AAAAA8AAAAAAAAAAAAAAAAAmAIAAGRycy9kb3du&#10;cmV2LnhtbFBLBQYAAAAABAAEAPUAAACGAwAAAAA=&#10;" fillcolor="#4777ff" stroked="f"/>
                  <v:rect id="Rectangle 222"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mcMUA&#10;AADcAAAADwAAAGRycy9kb3ducmV2LnhtbESP3WrCQBSE7wXfYTlCb0Q35qJI6iqlYP+gYJM+wDF7&#10;TILZs2t2TeLbdwtCL4eZ+YbZ7EbTip4631hWsFomIIhLqxuuFPwU+8UahA/IGlvLpOBGHnbb6WSD&#10;mbYDf1Ofh0pECPsMFdQhuExKX9Zk0C+tI47eyXYGQ5RdJXWHQ4SbVqZJ8igNNhwXanT0UlN5zq9G&#10;QTEWb/3n7XXIP+YXZ7/s4eiuB6UeZuPzE4hAY/gP39vvWkGaruDvTDw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GZwxQAAANwAAAAPAAAAAAAAAAAAAAAAAJgCAABkcnMv&#10;ZG93bnJldi54bWxQSwUGAAAAAAQABAD1AAAAigMAAAAA&#10;" fillcolor="#4a7cff" stroked="f"/>
                  <v:rect id="Rectangle 223"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BD6sYA&#10;AADcAAAADwAAAGRycy9kb3ducmV2LnhtbESPT0sDMRTE74LfITzBS7FZQym6bVoWRfCg9K/3181z&#10;d3XzsiRpd/vtTaHgcZiZ3zDz5WBbcSIfGscaHscZCOLSmYYrDfvd28MTiBCRDbaOScOZAiwXtzdz&#10;zI3reUOnbaxEgnDIUUMdY5dLGcqaLIax64iT9+28xZikr6Tx2Ce4baXKsqm02HBaqLGjl5rK3+3R&#10;aviYquJY/nw+79ariR19HfrXvS+0vr8bihmISEP8D1/b70aDUgouZ9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BD6sYAAADcAAAADwAAAAAAAAAAAAAAAACYAgAAZHJz&#10;L2Rvd25yZXYueG1sUEsFBgAAAAAEAAQA9QAAAIsDAAAAAA==&#10;" fillcolor="#4e82ff" stroked="f"/>
                  <v:rect id="Rectangle 224"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0O2sQA&#10;AADcAAAADwAAAGRycy9kb3ducmV2LnhtbESPzWrDMBCE74W+g9hALiWR7BKTOlFCcQj0ZPL3AIu1&#10;tU2slbGUxHn7qlDocZiZb5j1drSduNPgW8cakrkCQVw503Kt4XLez5YgfEA22DkmDU/ysN28vqwx&#10;N+7BR7qfQi0ihH2OGpoQ+lxKXzVk0c9dTxy9bzdYDFEOtTQDPiLcdjJVKpMWW44LDfZUNFRdTzer&#10;4Vr0SVKOb6VSH1m12B2KMkufWk8n4+cKRKAx/If/2l9GQ5q+w++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dDtrEAAAA3AAAAA8AAAAAAAAAAAAAAAAAmAIAAGRycy9k&#10;b3ducmV2LnhtbFBLBQYAAAAABAAEAPUAAACJAwAAAAA=&#10;" fillcolor="#5187ff" stroked="f"/>
                  <v:rect id="Rectangle 225"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dc9MYA&#10;AADcAAAADwAAAGRycy9kb3ducmV2LnhtbESPW2vCQBSE3wv+h+UIvtWNaakSXUUEiVAoNC0U3w7Z&#10;kwtmz8bsNpd/3y0U+jjMzDfM7jCaRvTUudqygtUyAkGcW11zqeDz4/y4AeE8ssbGMimYyMFhP3vY&#10;YaLtwO/UZ74UAcIuQQWV920ipcsrMuiWtiUOXmE7gz7IrpS6wyHATSPjKHqRBmsOCxW2dKoov2Xf&#10;RkFx/jo+Xdfr1PbmTRb3tH4db5NSi/l43ILwNPr/8F/7ohXE8TP8nglH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dc9MYAAADcAAAADwAAAAAAAAAAAAAAAACYAgAAZHJz&#10;L2Rvd25yZXYueG1sUEsFBgAAAAAEAAQA9QAAAIsDAAAAAA==&#10;" fillcolor="#548cff" stroked="f"/>
                  <v:rect id="Rectangle 226"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EiMYA&#10;AADcAAAADwAAAGRycy9kb3ducmV2LnhtbESPT2vCQBTE70K/w/KE3szGSItE19CWCl5KqTaH3h7Z&#10;ZxKafRuymz/203cFweMwM79httlkGjFQ52rLCpZRDIK4sLrmUsH3ab9Yg3AeWWNjmRRcyEG2e5ht&#10;MdV25C8ajr4UAcIuRQWV920qpSsqMugi2xIH72w7gz7IrpS6wzHATSOTOH6WBmsOCxW29FZR8Xvs&#10;jYLVD74nMh8+8kufv5b9n5Xu86DU43x62YDwNPl7+NY+aAVJ8gTXM+EIyN0/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EiMYAAADcAAAADwAAAAAAAAAAAAAAAACYAgAAZHJz&#10;L2Rvd25yZXYueG1sUEsFBgAAAAAEAAQA9QAAAIsDAAAAAA==&#10;" fillcolor="#5791ff" stroked="f"/>
                  <v:rect id="Rectangle 227"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ortcMA&#10;AADcAAAADwAAAGRycy9kb3ducmV2LnhtbESPX2vCMBTF34V9h3CFvchM7YNIZxQRhD7ppvb90ty1&#10;Zc1NlmTafvtlIPh4OH9+nPV2ML24kQ+dZQWLeQaCuLa640bB9XJ4W4EIEVljb5kUjBRgu3mZrLHQ&#10;9s6fdDvHRqQRDgUqaGN0hZShbslgmFtHnLwv6w3GJH0jtcd7Gje9zLNsKQ12nAgtOtq3VH+ff03i&#10;ulM17o8/H+OsrNz1mPXlyVdKvU6H3TuISEN8hh/tUivI8yX8n0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ortcMAAADcAAAADwAAAAAAAAAAAAAAAACYAgAAZHJzL2Rv&#10;d25yZXYueG1sUEsFBgAAAAAEAAQA9QAAAIgDAAAAAA==&#10;" fillcolor="#5a96ff" stroked="f"/>
                  <v:rect id="Rectangle 228"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1fhscA&#10;AADcAAAADwAAAGRycy9kb3ducmV2LnhtbESPQWvCQBSE74L/YXlCb7ppDkZTVylCoUWraAv2+Mi+&#10;ZkOzb0N2NbG/vlsQPA4z8w2zWPW2FhdqfeVYweMkAUFcOF1xqeDz42U8A+EDssbaMSm4kofVcjhY&#10;YK5dxwe6HEMpIoR9jgpMCE0upS8MWfQT1xBH79u1FkOUbSl1i12E21qmSTKVFiuOCwYbWhsqfo5n&#10;q2Cbdb/lbFdvkt3evM+n69PXW3ZS6mHUPz+BCNSHe/jWftUK0jSD/zPx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dX4bHAAAA3AAAAA8AAAAAAAAAAAAAAAAAmAIAAGRy&#10;cy9kb3ducmV2LnhtbFBLBQYAAAAABAAEAPUAAACMAwAAAAA=&#10;" fillcolor="#5d9cff" stroked="f"/>
                  <v:rect id="Rectangle 229"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OicIA&#10;AADcAAAADwAAAGRycy9kb3ducmV2LnhtbERPz2vCMBS+D/Y/hDfwMjRdDyLVKMUhCB50dbDrs3m2&#10;1ealJNHW/94chB0/vt+L1WBacSfnG8sKviYJCOLS6oYrBb/HzXgGwgdkja1lUvAgD6vl+9sCM217&#10;/qF7ESoRQ9hnqKAOocuk9GVNBv3EdsSRO1tnMEToKqkd9jHctDJNkqk02HBsqLGjdU3ltbgZBRfX&#10;fa83n383vc8febk79bqYHZQafQz5HESgIfyLX+6tVpCmcW08E4+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NU6JwgAAANwAAAAPAAAAAAAAAAAAAAAAAJgCAABkcnMvZG93&#10;bnJldi54bWxQSwUGAAAAAAQABAD1AAAAhwMAAAAA&#10;" fillcolor="#60a1ff" stroked="f"/>
                  <v:shape id="Freeform 230"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23msUA&#10;AADcAAAADwAAAGRycy9kb3ducmV2LnhtbESPQWvCQBSE74X+h+UJvTUbUxSbukrVFoo3NS309si+&#10;JovZtzG7avz3XUHwOMzMN8x03ttGnKjzxrGCYZKCIC6dNlwpKHafzxMQPiBrbByTggt5mM8eH6aY&#10;a3fmDZ22oRIRwj5HBXUIbS6lL2uy6BPXEkfvz3UWQ5RdJXWH5wi3jczSdCwtGo4LNba0rKncb49W&#10;wc/vqv0YFgcjR6vFCx+/D8YXa6WeBv37G4hAfbiHb+0vrSDLXuF6Jh4BO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beaxQAAANwAAAAPAAAAAAAAAAAAAAAAAJgCAABkcnMv&#10;ZG93bnJldi54bWxQSwUGAAAAAAQABAD1AAAAigMAAAAA&#10;" path="m,879l,371r8,l8,,28,r,2684l8,2684,8,879r-8,xe" fillcolor="#63a6ff" stroked="f">
                    <v:path arrowok="t" o:connecttype="custom" o:connectlocs="0,879;0,371;8,371;8,0;28,0;28,2684;8,2684;8,879;0,879" o:connectangles="0,0,0,0,0,0,0,0,0"/>
                  </v:shape>
                  <v:rect id="Rectangle 231"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6s1cMA&#10;AADcAAAADwAAAGRycy9kb3ducmV2LnhtbERPTWvCQBC9F/oflil4q5tGEI2uUgul1kNB7aHHMTvN&#10;BrOzITtq6q93DwWPj/c9X/a+UWfqYh3YwMswA0VcBltzZeB7//48ARUF2WITmAz8UYTl4vFhjoUN&#10;F97SeSeVSiEcCzTgRNpC61g68hiHoSVO3G/oPEqCXaVth5cU7hudZ9lYe6w5NThs6c1RedydvAH7&#10;k39eN6uVO65PHw1NDlPZfokxg6f+dQZKqJe7+N+9tgbyUZqfzqQjo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6s1cMAAADcAAAADwAAAAAAAAAAAAAAAACYAgAAZHJzL2Rv&#10;d25yZXYueG1sUEsFBgAAAAAEAAQA9QAAAIgDAAAAAA==&#10;" fillcolor="#67abff" stroked="f"/>
                  <v:rect id="Rectangle 232"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HYR8MA&#10;AADcAAAADwAAAGRycy9kb3ducmV2LnhtbESPT4vCMBTE74LfITxhb5r6B1mqqYhLweuqWPb2aJ5t&#10;sXkpTVbTb79ZEDwOM/MbZrsLphUP6l1jWcF8loAgLq1uuFJwOefTTxDOI2tsLZOCgRzssvFoi6m2&#10;T/6mx8lXIkLYpaig9r5LpXRlTQbdzHbE0bvZ3qCPsq+k7vEZ4aaViyRZS4MNx4UaOzrUVN5Pv0bB&#10;ldyhC19FsMtiP+RDcUxuPyulPiZhvwHhKfh3+NU+agWL5Rz+z8Qj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HYR8MAAADcAAAADwAAAAAAAAAAAAAAAACYAgAAZHJzL2Rv&#10;d25yZXYueG1sUEsFBgAAAAAEAAQA9QAAAIgDAAAAAA==&#10;" fillcolor="#6ab0ff" stroked="f"/>
                  <v:rect id="Rectangle 233"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B5MQA&#10;AADcAAAADwAAAGRycy9kb3ducmV2LnhtbESPQWvCQBSE74L/YXmCt7ox1iLRVbQgFApKoyDeHtln&#10;Esy+TbNrjP++KxQ8DjPzDbNYdaYSLTWutKxgPIpAEGdWl5wrOB62bzMQziNrrCyTggc5WC37vQUm&#10;2t75h9rU5yJA2CWooPC+TqR0WUEG3cjWxMG72MagD7LJpW7wHuCmknEUfUiDJYeFAmv6LCi7pjej&#10;AMs03bSex9Hj97T/vqzPcvc+VWo46NZzEJ46/wr/t7+0gngSw/NMO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geTEAAAA3AAAAA8AAAAAAAAAAAAAAAAAmAIAAGRycy9k&#10;b3ducmV2LnhtbFBLBQYAAAAABAAEAPUAAACJAwAAAAA=&#10;" fillcolor="#6db6ff" stroked="f"/>
                  <v:rect id="Rectangle 234"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sIm8IA&#10;AADcAAAADwAAAGRycy9kb3ducmV2LnhtbESPQYvCMBSE7wv+h/AEL4umq1ikGkUWCqInq3h+NM+2&#10;2LzUJmr990YQPA4z8w2zWHWmFndqXWVZwd8oAkGcW11xoeB4SIczEM4ja6wtk4InOVgtez8LTLR9&#10;8J7umS9EgLBLUEHpfZNI6fKSDLqRbYiDd7atQR9kW0jd4iPATS3HURRLgxWHhRIb+i8pv2Q3oyDe&#10;p3GW5jtzIr1p1tPuai6/W6UG/W49B+Gp89/wp73RCsaTCbzPh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wibwgAAANwAAAAPAAAAAAAAAAAAAAAAAJgCAABkcnMvZG93&#10;bnJldi54bWxQSwUGAAAAAAQABAD1AAAAhwMAAAAA&#10;" fillcolor="#70bbff" stroked="f"/>
                  <v:rect id="Rectangle 235"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Y5iMYA&#10;AADcAAAADwAAAGRycy9kb3ducmV2LnhtbESPQWuDQBSE74X8h+UFcmtWTWiCdQ1pQcghF5P00NvD&#10;fVVb9624G7X/vlso9DjMzDdMdphNJ0YaXGtZQbyOQBBXVrdcK7hdi8c9COeRNXaWScE3OTjki4cM&#10;U20nLmm8+FoECLsUFTTe96mUrmrIoFvbnjh4H3Yw6IMcaqkHnALcdDKJoidpsOWw0GBPrw1VX5e7&#10;URDFeOy74uV9t3uby/h8rZJPu1dqtZyPzyA8zf4//Nc+aQXJZgu/Z8IRk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Y5iMYAAADcAAAADwAAAAAAAAAAAAAAAACYAgAAZHJz&#10;L2Rvd25yZXYueG1sUEsFBgAAAAAEAAQA9QAAAIsDAAAAAA==&#10;" fillcolor="#73c0ff" stroked="f"/>
                  <v:rect id="Rectangle 236"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91D8YA&#10;AADcAAAADwAAAGRycy9kb3ducmV2LnhtbESPzWoCMRSF94LvEK7QXc04otipUdS2YBdia13U3WVy&#10;nQxObqaTVKdvb4SCy8P5+TjTeWsrcabGl44VDPoJCOLc6ZILBfuvt8cJCB+QNVaOScEfeZjPup0p&#10;Ztpd+JPOu1CIOMI+QwUmhDqT0ueGLPq+q4mjd3SNxRBlU0jd4CWO20qmSTKWFkuOBIM1rQzlp92v&#10;jdzvw/Yn3yyWT+8vr+7DpCHdDzdKPfTaxTOIQG24h//ba60gHY7gdiYe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Z91D8YAAADcAAAADwAAAAAAAAAAAAAAAACYAgAAZHJz&#10;L2Rvd25yZXYueG1sUEsFBgAAAAAEAAQA9QAAAIsDAAAAAA==&#10;" fillcolor="#76c5ff" stroked="f"/>
                  <v:rect id="Rectangle 237"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ojEscA&#10;AADcAAAADwAAAGRycy9kb3ducmV2LnhtbESPW2vCQBSE3wv+h+UUfKubqohE11AvpaG0eKk/4JA9&#10;uWD2bMxuNfbXdwsFH4eZ+YaZJ52pxYVaV1lW8DyIQBBnVldcKDh+vT5NQTiPrLG2TApu5CBZ9B7m&#10;GGt75T1dDr4QAcIuRgWl900spctKMugGtiEOXm5bgz7ItpC6xWuAm1oOo2giDVYcFkpsaFVSdjp8&#10;GwVv+e5I6Tob0+dy26zT9P1n83FWqv/YvcxAeOr8PfzfTrWC4WgCf2fC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aIxLHAAAA3AAAAA8AAAAAAAAAAAAAAAAAmAIAAGRy&#10;cy9kb3ducmV2LnhtbFBLBQYAAAAABAAEAPUAAACMAwAAAAA=&#10;" fillcolor="#79caff" stroked="f"/>
                  <v:rect id="Rectangle 238"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9jsYA&#10;AADcAAAADwAAAGRycy9kb3ducmV2LnhtbESPzWrDMBCE74W+g9hCb7WcnzbBtRzSlEB6SKCxH2Br&#10;bWwTa2Us1XHePgoUehxm5hsmXY2mFQP1rrGsYBLFIIhLqxuuFBT59mUJwnlkja1lUnAlB6vs8SHF&#10;RNsLf9Nw9JUIEHYJKqi97xIpXVmTQRfZjjh4J9sb9EH2ldQ9XgLctHIax2/SYMNhocaONjWV5+Ov&#10;UbD/ydfzw+bzdel58VUUbjjNPqRSz0/j+h2Ep9H/h//aO61gOlvA/Uw4Aj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h9jsYAAADcAAAADwAAAAAAAAAAAAAAAACYAgAAZHJz&#10;L2Rvd25yZXYueG1sUEsFBgAAAAAEAAQA9QAAAIsDAAAAAA==&#10;" fillcolor="#7cd0ff" stroked="f"/>
                  <v:rect id="Rectangle 239"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1Z0MIA&#10;AADcAAAADwAAAGRycy9kb3ducmV2LnhtbERPz2vCMBS+C/4P4Qm7zdQKY1SjiCII7rDpph4fzbOt&#10;Ni8lSbX+9+Yw8Pjx/Z7OO1OLGzlfWVYwGiYgiHOrKy4U/O7X758gfEDWWFsmBQ/yMJ/1e1PMtL3z&#10;D912oRAxhH2GCsoQmkxKn5dk0A9tQxy5s3UGQ4SukNrhPYabWqZJ8iENVhwbSmxoWVJ+3bVGweHy&#10;5dttaK3bnP7Gx8P3Km2XF6XeBt1iAiJQF17if/dGK0jHcW08E4+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DVnQwgAAANwAAAAPAAAAAAAAAAAAAAAAAJgCAABkcnMvZG93&#10;bnJldi54bWxQSwUGAAAAAAQABAD1AAAAhwMAAAAA&#10;" fillcolor="#80d5ff" stroked="f"/>
                  <v:rect id="Rectangle 240"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cUA&#10;AADcAAAADwAAAGRycy9kb3ducmV2LnhtbESPS4vCQBCE78L+h6EXvOlEBXGjoyyCqBfxsYvsrcm0&#10;SdhMT8iMefx7RxA8FlX1FbVYtaYQNVUut6xgNIxAECdW55wq+LlsBjMQziNrLCyTgo4crJYfvQXG&#10;2jZ8ovrsUxEg7GJUkHlfxlK6JCODbmhL4uDdbGXQB1mlUlfYBLgp5DiKptJgzmEhw5LWGSX/57tR&#10;sI+uk+3xd1Y33eGgr3/HUX7qNkr1P9vvOQhPrX+HX+2dVjCefMHzTDg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dotxQAAANwAAAAPAAAAAAAAAAAAAAAAAJgCAABkcnMv&#10;ZG93bnJldi54bWxQSwUGAAAAAAQABAD1AAAAigMAAAAA&#10;" fillcolor="#83daff" stroked="f"/>
                  <v:rect id="Rectangle 241"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0wccUA&#10;AADcAAAADwAAAGRycy9kb3ducmV2LnhtbERPy2rCQBTdF/oPwy24q5NqkZhmFAkIYjettaK728zN&#10;g2buhMwYU7++sxBcHs47XQ6mET11rras4GUcgSDOra65VLD/Wj/HIJxH1thYJgV/5GC5eHxIMdH2&#10;wp/U73wpQgi7BBVU3reJlC6vyKAb25Y4cIXtDPoAu1LqDi8h3DRyEkUzabDm0FBhS1lF+e/ubBRM&#10;59nhuu1/Pq6n7/dZVuzX8TFulBo9Das3EJ4Gfxff3ButYPIa5ocz4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DTBxxQAAANwAAAAPAAAAAAAAAAAAAAAAAJgCAABkcnMv&#10;ZG93bnJldi54bWxQSwUGAAAAAAQABAD1AAAAigMAAAAA&#10;" fillcolor="#86dfff" stroked="f"/>
                  <v:rect id="Rectangle 242"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TK3MIA&#10;AADcAAAADwAAAGRycy9kb3ducmV2LnhtbESPQWvCQBSE74X+h+UVvNWNEmqJriIlhV7V4Pk1+8yu&#10;Zt+G7DaJ/94tFHocZuYbZrObXCsG6oP1rGAxz0AQ115bbhRUp8/XdxAhImtsPZOCOwXYbZ+fNlho&#10;P/KBhmNsRIJwKFCBibErpAy1IYdh7jvi5F187zAm2TdS9zgmuGvlMsvepEPLacFgRx+G6tvxxykY&#10;c7PaV+Hbj77s8HpalXY4V0rNXqb9GkSkKf6H/9pfWsEyX8DvmXQE5P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1MrcwgAAANwAAAAPAAAAAAAAAAAAAAAAAJgCAABkcnMvZG93&#10;bnJldi54bWxQSwUGAAAAAAQABAD1AAAAhwMAAAAA&#10;" fillcolor="#89e4ff" stroked="f"/>
                  <v:rect id="Rectangle 243"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yhsMA&#10;AADcAAAADwAAAGRycy9kb3ducmV2LnhtbESP0WrCQBRE34X+w3ILvtVNgxYbXaW0VfRJGv2AS/aa&#10;RLN3w+7WxL93BcHHYWbOMPNlbxpxIedrywreRwkI4sLqmksFh/3qbQrCB2SNjWVScCUPy8XLYI6Z&#10;th3/0SUPpYgQ9hkqqEJoMyl9UZFBP7ItcfSO1hkMUbpSaoddhJtGpknyIQ3WHBcqbOm7ouKc/xsF&#10;J9zUk9/9sfuZunSXN+vW8edWqeFr/zUDEagPz/CjvdEK0nEK9zPxCM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lyhsMAAADcAAAADwAAAAAAAAAAAAAAAACYAgAAZHJzL2Rv&#10;d25yZXYueG1sUEsFBgAAAAAEAAQA9QAAAIgDAAAAAA==&#10;" fillcolor="#8ceaff" stroked="f"/>
                  <v:rect id="Rectangle 244"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1Ch8MA&#10;AADcAAAADwAAAGRycy9kb3ducmV2LnhtbESP3WoCMRSE7wu+QzhC72pWa21ZjSJCqV4Vfx7gdHO6&#10;WdycLJsYd9/eCIKXw8x8wyxWna1FpNZXjhWMRxkI4sLpiksFp+P32xcIH5A11o5JQU8eVsvBywJz&#10;7a68p3gIpUgQ9jkqMCE0uZS+MGTRj1xDnLx/11oMSbal1C1eE9zWcpJlM2mx4rRgsKGNoeJ8uFgF&#10;hf6YNfHnT/5+dtOsjybu+loq9Trs1nMQgbrwDD/aW61gMn2H+5l0BO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1Ch8MAAADcAAAADwAAAAAAAAAAAAAAAACYAgAAZHJzL2Rv&#10;d25yZXYueG1sUEsFBgAAAAAEAAQA9QAAAIgDAAAAAA==&#10;" fillcolor="#8fefff" stroked="f"/>
                  <v:rect id="Rectangle 245"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eodMYA&#10;AADcAAAADwAAAGRycy9kb3ducmV2LnhtbESPQWvCQBSE74L/YXlCL6VuDCJt6iqiFgriwbT0/Jp9&#10;zYZm34bsNon+elcoeBxm5htmuR5sLTpqfeVYwWyagCAunK64VPD58fb0DMIHZI21Y1JwJg/r1Xi0&#10;xEy7nk/U5aEUEcI+QwUmhCaT0heGLPqpa4ij9+NaiyHKtpS6xT7CbS3TJFlIixXHBYMNbQ0Vv/mf&#10;VfB9yQ/9fnfeX4ruhY+PqUm+Dkaph8mweQURaAj38H/7XStI53O4nYlH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eodMYAAADcAAAADwAAAAAAAAAAAAAAAACYAgAAZHJz&#10;L2Rvd25yZXYueG1sUEsFBgAAAAAEAAQA9QAAAIsDAAAAAA==&#10;" fillcolor="#92f4ff" stroked="f"/>
                  <v:rect id="Rectangle 246"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C+MUA&#10;AADcAAAADwAAAGRycy9kb3ducmV2LnhtbESPQWvCQBSE7wX/w/KE3uqmYiVGVxFBsBQCsTno7ZF9&#10;JrHZtyG76vbfdwuFHoeZ+YZZbYLpxJ0G11pW8DpJQBBXVrdcKyg/9y8pCOeRNXaWScE3OdisR08r&#10;zLR9cEH3o69FhLDLUEHjfZ9J6aqGDLqJ7Ymjd7GDQR/lUEs94CPCTSenSTKXBluOCw32tGuo+jre&#10;jIJQlPlHSHt6D/mivObndF6cUqWex2G7BOEp+P/wX/ugFUxnb/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ML4xQAAANwAAAAPAAAAAAAAAAAAAAAAAJgCAABkcnMv&#10;ZG93bnJldi54bWxQSwUGAAAAAAQABAD1AAAAigMAAAAA&#10;" fillcolor="#95f9ff" stroked="f"/>
                  <v:rect id="Rectangle 247"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QcYA&#10;AADcAAAADwAAAGRycy9kb3ducmV2LnhtbESPT2vCQBTE70K/w/IK3uqmQWxJ3Yi0CB70YLTg8TX7&#10;zB+zb9PsGuO3dwsFj8PM/IaZLwbTiJ46V1lW8DqJQBDnVldcKDjsVy/vIJxH1thYJgU3crBIn0Zz&#10;TLS98o76zBciQNglqKD0vk2kdHlJBt3EtsTBO9nOoA+yK6Tu8BrgppFxFM2kwYrDQoktfZaUn7OL&#10;UWBMtvzO669jvf7d9jt/fKN486PU+HlYfoDwNPhH+L+91gri6Qz+zoQj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b/QcYAAADcAAAADwAAAAAAAAAAAAAAAACYAgAAZHJz&#10;L2Rvd25yZXYueG1sUEsFBgAAAAAEAAQA9QAAAIsDAAAAAA==&#10;" fillcolor="#9ff" stroked="f"/>
                </v:group>
                <v:rect id="Rectangle 248"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Tb2sUA&#10;AADcAAAADwAAAGRycy9kb3ducmV2LnhtbESPQWvCQBSE7wX/w/IKXopuFKkluooIYiiCGKvnR/aZ&#10;hGbfxuw2if/eLRR6HGbmG2a57k0lWmpcaVnBZByBIM6sLjlX8HXejT5AOI+ssbJMCh7kYL0avCwx&#10;1rbjE7Wpz0WAsItRQeF9HUvpsoIMurGtiYN3s41BH2STS91gF+CmktMoepcGSw4LBda0LSj7Tn+M&#10;gi47ttfzYS+Pb9fE8j25b9PLp1LD136zAOGp9//hv3aiFUxn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NvaxQAAANwAAAAPAAAAAAAAAAAAAAAAAJgCAABkcnMv&#10;ZG93bnJldi54bWxQSwUGAAAAAAQABAD1AAAAigMAAAAA&#10;" filled="f" stroked="f">
                  <o:lock v:ext="edit" aspectratio="t"/>
                </v:rect>
              </v:group>
            </w:pict>
          </mc:Fallback>
        </mc:AlternateContent>
      </w:r>
    </w:p>
    <w:p w:rsidR="0030662C" w:rsidRPr="002B51BB"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r w:rsidRPr="002B51BB">
        <w:rPr>
          <w:bCs/>
          <w:smallCaps/>
          <w:sz w:val="28"/>
          <w:lang w:val="bg-BG"/>
          <w14:shadow w14:blurRad="50800" w14:dist="38100" w14:dir="2700000" w14:sx="100000" w14:sy="100000" w14:kx="0" w14:ky="0" w14:algn="tl">
            <w14:srgbClr w14:val="000000">
              <w14:alpha w14:val="60000"/>
            </w14:srgbClr>
          </w14:shadow>
        </w:rPr>
        <w:tab/>
      </w:r>
      <w:r w:rsidRPr="002B51BB">
        <w:rPr>
          <w:bCs/>
          <w:smallCaps/>
          <w:sz w:val="28"/>
          <w:lang w:val="bg-BG"/>
          <w14:shadow w14:blurRad="50800" w14:dist="38100" w14:dir="2700000" w14:sx="100000" w14:sy="100000" w14:kx="0" w14:ky="0" w14:algn="tl">
            <w14:srgbClr w14:val="000000">
              <w14:alpha w14:val="60000"/>
            </w14:srgbClr>
          </w14:shadow>
        </w:rPr>
        <w:tab/>
      </w:r>
    </w:p>
    <w:p w:rsidR="0030662C" w:rsidRPr="002B51BB" w:rsidRDefault="0030662C" w:rsidP="0030662C">
      <w:pPr>
        <w:pStyle w:val="Heading2"/>
        <w:pBdr>
          <w:bottom w:val="single" w:sz="6" w:space="4" w:color="auto"/>
        </w:pBdr>
        <w:tabs>
          <w:tab w:val="left" w:pos="735"/>
          <w:tab w:val="center" w:pos="4677"/>
        </w:tabs>
        <w:ind w:left="0" w:firstLine="0"/>
        <w:rPr>
          <w:bCs/>
          <w:smallCaps/>
          <w:sz w:val="28"/>
          <w:lang w:val="ru-RU"/>
          <w14:shadow w14:blurRad="50800" w14:dist="38100" w14:dir="2700000" w14:sx="100000" w14:sy="100000" w14:kx="0" w14:ky="0" w14:algn="tl">
            <w14:srgbClr w14:val="000000">
              <w14:alpha w14:val="60000"/>
            </w14:srgbClr>
          </w14:shadow>
        </w:rPr>
      </w:pPr>
    </w:p>
    <w:p w:rsidR="0030662C" w:rsidRPr="002B51BB" w:rsidRDefault="0030662C" w:rsidP="0030662C">
      <w:pPr>
        <w:pStyle w:val="Heading2"/>
        <w:pBdr>
          <w:bottom w:val="single" w:sz="6" w:space="4" w:color="auto"/>
        </w:pBdr>
        <w:tabs>
          <w:tab w:val="left" w:pos="735"/>
          <w:tab w:val="center" w:pos="4677"/>
        </w:tabs>
        <w:ind w:left="0" w:firstLine="0"/>
        <w:jc w:val="center"/>
        <w:rPr>
          <w:rFonts w:ascii="Times New Roman Bold" w:hAnsi="Times New Roman Bold" w:hint="eastAsia"/>
          <w:bCs/>
          <w:smallCaps/>
          <w:spacing w:val="60"/>
          <w:sz w:val="28"/>
          <w:lang w:val="bg-BG"/>
          <w14:shadow w14:blurRad="50800" w14:dist="38100" w14:dir="2700000" w14:sx="100000" w14:sy="100000" w14:kx="0" w14:ky="0" w14:algn="tl">
            <w14:srgbClr w14:val="000000">
              <w14:alpha w14:val="60000"/>
            </w14:srgbClr>
          </w14:shadow>
        </w:rPr>
      </w:pPr>
      <w:r w:rsidRPr="002B51BB">
        <w:rPr>
          <w:rFonts w:ascii="Times New Roman Bold" w:hAnsi="Times New Roman Bold"/>
          <w:bCs/>
          <w:smallCaps/>
          <w:spacing w:val="60"/>
          <w:sz w:val="28"/>
          <w:lang w:val="bg-BG"/>
          <w14:shadow w14:blurRad="50800" w14:dist="38100" w14:dir="2700000" w14:sx="100000" w14:sy="100000" w14:kx="0" w14:ky="0" w14:algn="tl">
            <w14:srgbClr w14:val="000000">
              <w14:alpha w14:val="60000"/>
            </w14:srgbClr>
          </w14:shadow>
        </w:rPr>
        <w:t>НАЦИОНАЛНА ЗДРАВНООСИГУРИТЕЛНА КАСА</w:t>
      </w:r>
    </w:p>
    <w:p w:rsidR="0030662C" w:rsidRPr="002B51BB" w:rsidRDefault="0030662C" w:rsidP="005101AA">
      <w:pPr>
        <w:pStyle w:val="Heading5"/>
        <w:pBdr>
          <w:top w:val="single" w:sz="4" w:space="1" w:color="auto"/>
        </w:pBdr>
        <w:tabs>
          <w:tab w:val="center" w:pos="4678"/>
          <w:tab w:val="right" w:pos="9356"/>
        </w:tabs>
        <w:spacing w:before="0" w:after="0"/>
        <w:rPr>
          <w:sz w:val="18"/>
        </w:rPr>
      </w:pPr>
      <w:r w:rsidRPr="002B51BB">
        <w:rPr>
          <w:sz w:val="18"/>
        </w:rPr>
        <w:t>София 1407, ул. “Кричим” No 1</w:t>
      </w:r>
      <w:r w:rsidRPr="002B51BB">
        <w:rPr>
          <w:sz w:val="18"/>
          <w:lang w:val="ru-RU"/>
        </w:rPr>
        <w:tab/>
      </w:r>
      <w:hyperlink r:id="rId9" w:history="1">
        <w:r w:rsidRPr="002B51BB">
          <w:rPr>
            <w:rStyle w:val="Hyperlink"/>
            <w:color w:val="auto"/>
            <w:sz w:val="18"/>
          </w:rPr>
          <w:t>www.nhif.bg</w:t>
        </w:r>
      </w:hyperlink>
      <w:r w:rsidRPr="002B51BB">
        <w:rPr>
          <w:sz w:val="18"/>
        </w:rPr>
        <w:t xml:space="preserve"> </w:t>
      </w:r>
      <w:r w:rsidRPr="002B51BB">
        <w:rPr>
          <w:sz w:val="18"/>
          <w:lang w:val="ru-RU"/>
        </w:rPr>
        <w:tab/>
      </w:r>
      <w:r w:rsidRPr="002B51BB">
        <w:rPr>
          <w:sz w:val="18"/>
        </w:rPr>
        <w:t xml:space="preserve"> тел: +359 2 96591</w:t>
      </w:r>
      <w:r w:rsidRPr="002B51BB">
        <w:rPr>
          <w:sz w:val="18"/>
          <w:lang w:val="ru-RU"/>
        </w:rPr>
        <w:t>21</w:t>
      </w:r>
      <w:r w:rsidRPr="002B51BB">
        <w:rPr>
          <w:sz w:val="18"/>
        </w:rPr>
        <w:t xml:space="preserve"> </w:t>
      </w:r>
    </w:p>
    <w:p w:rsidR="0030662C" w:rsidRPr="002B51BB" w:rsidRDefault="0030662C" w:rsidP="0030662C">
      <w:pPr>
        <w:pStyle w:val="Header"/>
      </w:pPr>
    </w:p>
    <w:p w:rsidR="00110616" w:rsidRPr="002B51BB" w:rsidRDefault="00110616" w:rsidP="00110616">
      <w:pPr>
        <w:tabs>
          <w:tab w:val="left" w:pos="4395"/>
        </w:tabs>
        <w:spacing w:line="360" w:lineRule="auto"/>
        <w:ind w:firstLine="1260"/>
        <w:rPr>
          <w:b/>
          <w:sz w:val="28"/>
          <w:szCs w:val="28"/>
        </w:rPr>
      </w:pPr>
    </w:p>
    <w:p w:rsidR="007F0C86" w:rsidRPr="002B51BB" w:rsidRDefault="007F0C86" w:rsidP="00110616">
      <w:pPr>
        <w:spacing w:line="360" w:lineRule="auto"/>
        <w:jc w:val="center"/>
        <w:rPr>
          <w:b/>
          <w:sz w:val="48"/>
          <w:szCs w:val="48"/>
        </w:rPr>
      </w:pPr>
    </w:p>
    <w:p w:rsidR="003D33A5" w:rsidRPr="002B51BB" w:rsidRDefault="003D33A5" w:rsidP="00110616">
      <w:pPr>
        <w:spacing w:line="360" w:lineRule="auto"/>
        <w:jc w:val="center"/>
        <w:rPr>
          <w:b/>
          <w:sz w:val="48"/>
          <w:szCs w:val="48"/>
        </w:rPr>
      </w:pPr>
    </w:p>
    <w:p w:rsidR="00110616" w:rsidRPr="002B51BB" w:rsidRDefault="00110616" w:rsidP="00110616">
      <w:pPr>
        <w:spacing w:line="360" w:lineRule="auto"/>
        <w:jc w:val="center"/>
        <w:rPr>
          <w:b/>
          <w:sz w:val="48"/>
          <w:szCs w:val="48"/>
        </w:rPr>
      </w:pPr>
      <w:r w:rsidRPr="002B51BB">
        <w:rPr>
          <w:b/>
          <w:sz w:val="48"/>
          <w:szCs w:val="48"/>
        </w:rPr>
        <w:t xml:space="preserve">ПРАВИЛА </w:t>
      </w:r>
    </w:p>
    <w:p w:rsidR="00110616" w:rsidRPr="002B51BB" w:rsidRDefault="000555D8" w:rsidP="000555D8">
      <w:pPr>
        <w:tabs>
          <w:tab w:val="center" w:pos="4677"/>
          <w:tab w:val="left" w:pos="7545"/>
        </w:tabs>
        <w:spacing w:line="360" w:lineRule="auto"/>
        <w:rPr>
          <w:b/>
          <w:sz w:val="36"/>
          <w:szCs w:val="36"/>
        </w:rPr>
      </w:pPr>
      <w:r w:rsidRPr="002B51BB">
        <w:rPr>
          <w:b/>
          <w:sz w:val="36"/>
          <w:szCs w:val="36"/>
        </w:rPr>
        <w:tab/>
      </w:r>
      <w:r w:rsidR="00110616" w:rsidRPr="002B51BB">
        <w:rPr>
          <w:b/>
          <w:sz w:val="36"/>
          <w:szCs w:val="36"/>
        </w:rPr>
        <w:t xml:space="preserve">ЗА </w:t>
      </w:r>
      <w:r w:rsidRPr="002B51BB">
        <w:rPr>
          <w:b/>
          <w:sz w:val="36"/>
          <w:szCs w:val="36"/>
        </w:rPr>
        <w:tab/>
      </w:r>
    </w:p>
    <w:p w:rsidR="00110616" w:rsidRPr="002B51BB" w:rsidRDefault="00110616" w:rsidP="00110616">
      <w:pPr>
        <w:spacing w:line="360" w:lineRule="auto"/>
        <w:jc w:val="center"/>
        <w:rPr>
          <w:b/>
          <w:sz w:val="36"/>
          <w:szCs w:val="36"/>
        </w:rPr>
      </w:pPr>
      <w:r w:rsidRPr="002B51BB">
        <w:rPr>
          <w:b/>
          <w:sz w:val="36"/>
          <w:szCs w:val="36"/>
        </w:rPr>
        <w:t xml:space="preserve">УСЛОВИЯТА И РЕДА </w:t>
      </w:r>
    </w:p>
    <w:p w:rsidR="00110616" w:rsidRPr="002B51BB" w:rsidRDefault="00110616" w:rsidP="00110616">
      <w:pPr>
        <w:spacing w:line="360" w:lineRule="auto"/>
        <w:jc w:val="center"/>
        <w:rPr>
          <w:b/>
          <w:sz w:val="36"/>
          <w:szCs w:val="36"/>
        </w:rPr>
      </w:pPr>
      <w:r w:rsidRPr="002B51BB">
        <w:rPr>
          <w:b/>
          <w:sz w:val="36"/>
          <w:szCs w:val="36"/>
        </w:rPr>
        <w:t xml:space="preserve">ЗА </w:t>
      </w:r>
    </w:p>
    <w:p w:rsidR="00110616" w:rsidRPr="002B51BB" w:rsidRDefault="00110616" w:rsidP="00110616">
      <w:pPr>
        <w:spacing w:line="360" w:lineRule="auto"/>
        <w:jc w:val="center"/>
        <w:rPr>
          <w:b/>
          <w:sz w:val="36"/>
          <w:szCs w:val="36"/>
        </w:rPr>
      </w:pPr>
      <w:r w:rsidRPr="002B51BB">
        <w:rPr>
          <w:b/>
          <w:sz w:val="36"/>
          <w:szCs w:val="36"/>
        </w:rPr>
        <w:t>ПРИЛАГАНЕ НА ЧЛ. 4, АЛ. 1</w:t>
      </w:r>
      <w:r w:rsidR="0030662C" w:rsidRPr="002B51BB">
        <w:rPr>
          <w:b/>
          <w:sz w:val="36"/>
          <w:szCs w:val="36"/>
        </w:rPr>
        <w:t>,</w:t>
      </w:r>
      <w:r w:rsidRPr="002B51BB">
        <w:rPr>
          <w:b/>
          <w:sz w:val="36"/>
          <w:szCs w:val="36"/>
        </w:rPr>
        <w:t xml:space="preserve"> </w:t>
      </w:r>
      <w:r w:rsidR="0030662C" w:rsidRPr="002B51BB">
        <w:rPr>
          <w:b/>
          <w:sz w:val="36"/>
          <w:szCs w:val="36"/>
        </w:rPr>
        <w:t xml:space="preserve">АЛ. 2 </w:t>
      </w:r>
      <w:r w:rsidRPr="002B51BB">
        <w:rPr>
          <w:b/>
          <w:sz w:val="36"/>
          <w:szCs w:val="36"/>
        </w:rPr>
        <w:t xml:space="preserve">и АЛ. </w:t>
      </w:r>
      <w:r w:rsidR="0030662C" w:rsidRPr="002B51BB">
        <w:rPr>
          <w:b/>
          <w:sz w:val="36"/>
          <w:szCs w:val="36"/>
        </w:rPr>
        <w:t>3</w:t>
      </w:r>
      <w:r w:rsidRPr="002B51BB">
        <w:rPr>
          <w:b/>
          <w:sz w:val="36"/>
          <w:szCs w:val="36"/>
        </w:rPr>
        <w:t xml:space="preserve"> </w:t>
      </w:r>
    </w:p>
    <w:p w:rsidR="00110616" w:rsidRPr="002B51BB" w:rsidRDefault="00110616" w:rsidP="00110616">
      <w:pPr>
        <w:spacing w:line="360" w:lineRule="auto"/>
        <w:jc w:val="center"/>
        <w:rPr>
          <w:b/>
          <w:sz w:val="36"/>
          <w:szCs w:val="36"/>
        </w:rPr>
      </w:pPr>
      <w:r w:rsidRPr="002B51BB">
        <w:rPr>
          <w:b/>
          <w:sz w:val="36"/>
          <w:szCs w:val="36"/>
        </w:rPr>
        <w:t xml:space="preserve">ОТ </w:t>
      </w:r>
    </w:p>
    <w:p w:rsidR="00110616" w:rsidRPr="002B51BB" w:rsidRDefault="00110616" w:rsidP="00110616">
      <w:pPr>
        <w:spacing w:line="360" w:lineRule="auto"/>
        <w:jc w:val="center"/>
        <w:rPr>
          <w:b/>
          <w:sz w:val="36"/>
          <w:szCs w:val="36"/>
        </w:rPr>
      </w:pPr>
      <w:r w:rsidRPr="002B51BB">
        <w:rPr>
          <w:b/>
          <w:sz w:val="36"/>
          <w:szCs w:val="36"/>
        </w:rPr>
        <w:t xml:space="preserve">ЗАКОНА ЗА БЮДЖЕТА </w:t>
      </w:r>
    </w:p>
    <w:p w:rsidR="00110616" w:rsidRPr="002B51BB" w:rsidRDefault="00110616" w:rsidP="00110616">
      <w:pPr>
        <w:spacing w:line="360" w:lineRule="auto"/>
        <w:jc w:val="center"/>
        <w:rPr>
          <w:b/>
          <w:sz w:val="36"/>
          <w:szCs w:val="36"/>
        </w:rPr>
      </w:pPr>
      <w:r w:rsidRPr="002B51BB">
        <w:rPr>
          <w:b/>
          <w:sz w:val="36"/>
          <w:szCs w:val="36"/>
        </w:rPr>
        <w:t xml:space="preserve">НА </w:t>
      </w:r>
    </w:p>
    <w:p w:rsidR="00110616" w:rsidRPr="002B51BB" w:rsidRDefault="00110616" w:rsidP="00110616">
      <w:pPr>
        <w:spacing w:line="360" w:lineRule="auto"/>
        <w:jc w:val="center"/>
        <w:rPr>
          <w:b/>
          <w:sz w:val="36"/>
          <w:szCs w:val="36"/>
        </w:rPr>
      </w:pPr>
      <w:r w:rsidRPr="002B51BB">
        <w:rPr>
          <w:b/>
          <w:sz w:val="36"/>
          <w:szCs w:val="36"/>
        </w:rPr>
        <w:t>НАЦИОНАЛНАТА ЗДРАВНООСИГУРИТЕЛНА КАСА</w:t>
      </w:r>
    </w:p>
    <w:p w:rsidR="00110616" w:rsidRPr="002B51BB" w:rsidRDefault="00110616" w:rsidP="00110616">
      <w:pPr>
        <w:spacing w:line="360" w:lineRule="auto"/>
        <w:jc w:val="center"/>
        <w:rPr>
          <w:b/>
          <w:sz w:val="36"/>
          <w:szCs w:val="36"/>
        </w:rPr>
      </w:pPr>
      <w:r w:rsidRPr="002B51BB">
        <w:rPr>
          <w:b/>
          <w:sz w:val="36"/>
          <w:szCs w:val="36"/>
        </w:rPr>
        <w:t xml:space="preserve">ЗА </w:t>
      </w:r>
    </w:p>
    <w:p w:rsidR="00110616" w:rsidRPr="002B51BB" w:rsidRDefault="00110616" w:rsidP="00110616">
      <w:pPr>
        <w:spacing w:line="360" w:lineRule="auto"/>
        <w:jc w:val="center"/>
        <w:rPr>
          <w:b/>
          <w:sz w:val="36"/>
          <w:szCs w:val="36"/>
        </w:rPr>
      </w:pPr>
      <w:r w:rsidRPr="002B51BB">
        <w:rPr>
          <w:b/>
          <w:sz w:val="36"/>
          <w:szCs w:val="36"/>
        </w:rPr>
        <w:t>201</w:t>
      </w:r>
      <w:r w:rsidR="008D7CD2" w:rsidRPr="002B51BB">
        <w:rPr>
          <w:b/>
          <w:sz w:val="36"/>
          <w:szCs w:val="36"/>
        </w:rPr>
        <w:t>9</w:t>
      </w:r>
      <w:r w:rsidRPr="002B51BB">
        <w:rPr>
          <w:b/>
          <w:sz w:val="36"/>
          <w:szCs w:val="36"/>
        </w:rPr>
        <w:t xml:space="preserve"> г. </w:t>
      </w:r>
    </w:p>
    <w:p w:rsidR="00110616" w:rsidRPr="002B51BB" w:rsidRDefault="00110616" w:rsidP="00110616">
      <w:pPr>
        <w:spacing w:line="360" w:lineRule="auto"/>
        <w:jc w:val="center"/>
        <w:rPr>
          <w:sz w:val="24"/>
          <w:szCs w:val="24"/>
        </w:rPr>
      </w:pPr>
    </w:p>
    <w:p w:rsidR="00110616" w:rsidRPr="002B51BB" w:rsidRDefault="00110616" w:rsidP="00110616">
      <w:pPr>
        <w:spacing w:line="360" w:lineRule="auto"/>
        <w:jc w:val="center"/>
        <w:rPr>
          <w:sz w:val="24"/>
          <w:szCs w:val="24"/>
        </w:rPr>
      </w:pPr>
    </w:p>
    <w:p w:rsidR="00110616" w:rsidRPr="002B51BB" w:rsidRDefault="002309E9" w:rsidP="007D3107">
      <w:pPr>
        <w:keepNext/>
        <w:spacing w:line="300" w:lineRule="atLeast"/>
        <w:jc w:val="center"/>
        <w:rPr>
          <w:b/>
          <w:sz w:val="24"/>
          <w:szCs w:val="24"/>
        </w:rPr>
      </w:pPr>
      <w:r w:rsidRPr="002B51BB">
        <w:rPr>
          <w:b/>
          <w:sz w:val="24"/>
          <w:szCs w:val="24"/>
        </w:rPr>
        <w:t xml:space="preserve"> </w:t>
      </w:r>
      <w:r w:rsidR="00DD4F51" w:rsidRPr="002B51BB">
        <w:rPr>
          <w:b/>
          <w:sz w:val="24"/>
          <w:szCs w:val="24"/>
        </w:rPr>
        <w:t xml:space="preserve"> </w:t>
      </w:r>
      <w:r w:rsidR="00110616" w:rsidRPr="002B51BB">
        <w:rPr>
          <w:sz w:val="24"/>
          <w:szCs w:val="24"/>
        </w:rPr>
        <w:br w:type="page"/>
      </w:r>
      <w:r w:rsidR="00110616" w:rsidRPr="002B51BB">
        <w:rPr>
          <w:b/>
          <w:sz w:val="24"/>
          <w:szCs w:val="24"/>
        </w:rPr>
        <w:lastRenderedPageBreak/>
        <w:t>ГЛАВА І</w:t>
      </w:r>
    </w:p>
    <w:p w:rsidR="00110616" w:rsidRPr="002B51BB" w:rsidRDefault="00110616" w:rsidP="007D3107">
      <w:pPr>
        <w:keepNext/>
        <w:spacing w:line="300" w:lineRule="atLeast"/>
        <w:jc w:val="center"/>
        <w:rPr>
          <w:b/>
          <w:sz w:val="24"/>
          <w:szCs w:val="24"/>
        </w:rPr>
      </w:pPr>
      <w:r w:rsidRPr="002B51BB">
        <w:rPr>
          <w:b/>
          <w:sz w:val="24"/>
          <w:szCs w:val="24"/>
        </w:rPr>
        <w:t>ОБЩИ ПОЛОЖЕНИЯ</w:t>
      </w:r>
    </w:p>
    <w:p w:rsidR="00462826" w:rsidRPr="002B51BB" w:rsidRDefault="00462826" w:rsidP="007D3107">
      <w:pPr>
        <w:spacing w:line="300" w:lineRule="atLeast"/>
        <w:ind w:firstLine="539"/>
        <w:jc w:val="both"/>
        <w:rPr>
          <w:b/>
          <w:sz w:val="24"/>
          <w:szCs w:val="24"/>
        </w:rPr>
      </w:pPr>
    </w:p>
    <w:p w:rsidR="00110616" w:rsidRPr="002B51BB" w:rsidRDefault="00110616" w:rsidP="007D3107">
      <w:pPr>
        <w:spacing w:line="300" w:lineRule="atLeast"/>
        <w:ind w:firstLine="539"/>
        <w:jc w:val="both"/>
        <w:rPr>
          <w:sz w:val="24"/>
          <w:szCs w:val="24"/>
        </w:rPr>
      </w:pPr>
      <w:r w:rsidRPr="002B51BB">
        <w:rPr>
          <w:b/>
          <w:sz w:val="24"/>
          <w:szCs w:val="24"/>
        </w:rPr>
        <w:t>Чл. 1.</w:t>
      </w:r>
      <w:r w:rsidRPr="002B51BB">
        <w:rPr>
          <w:sz w:val="24"/>
          <w:szCs w:val="24"/>
        </w:rPr>
        <w:t> (1)</w:t>
      </w:r>
      <w:r w:rsidR="00C57DAB" w:rsidRPr="002B51BB">
        <w:rPr>
          <w:sz w:val="24"/>
          <w:szCs w:val="24"/>
        </w:rPr>
        <w:t> </w:t>
      </w:r>
      <w:r w:rsidRPr="002B51BB">
        <w:rPr>
          <w:sz w:val="24"/>
          <w:szCs w:val="24"/>
        </w:rPr>
        <w:t>С настоящите правила се регламентира:</w:t>
      </w:r>
    </w:p>
    <w:p w:rsidR="00110616" w:rsidRPr="002B51BB" w:rsidRDefault="00110616" w:rsidP="007D3107">
      <w:pPr>
        <w:spacing w:line="300" w:lineRule="atLeast"/>
        <w:ind w:firstLine="540"/>
        <w:jc w:val="both"/>
        <w:rPr>
          <w:sz w:val="24"/>
          <w:szCs w:val="24"/>
        </w:rPr>
      </w:pPr>
      <w:r w:rsidRPr="002B51BB">
        <w:rPr>
          <w:sz w:val="24"/>
          <w:szCs w:val="24"/>
        </w:rPr>
        <w:t>1.</w:t>
      </w:r>
      <w:r w:rsidR="00C57DAB" w:rsidRPr="002B51BB">
        <w:rPr>
          <w:sz w:val="24"/>
          <w:szCs w:val="24"/>
        </w:rPr>
        <w:t> </w:t>
      </w:r>
      <w:r w:rsidRPr="002B51BB">
        <w:rPr>
          <w:sz w:val="24"/>
          <w:szCs w:val="24"/>
        </w:rPr>
        <w:t xml:space="preserve">условията и реда за </w:t>
      </w:r>
      <w:r w:rsidR="002445F4" w:rsidRPr="002B51BB">
        <w:rPr>
          <w:sz w:val="24"/>
          <w:szCs w:val="24"/>
        </w:rPr>
        <w:t>утвърждаване</w:t>
      </w:r>
      <w:r w:rsidRPr="002B51BB">
        <w:rPr>
          <w:sz w:val="24"/>
          <w:szCs w:val="24"/>
        </w:rPr>
        <w:t xml:space="preserve"> на:</w:t>
      </w:r>
    </w:p>
    <w:p w:rsidR="00110616" w:rsidRPr="002B51BB" w:rsidRDefault="00110616" w:rsidP="007D3107">
      <w:pPr>
        <w:spacing w:line="300" w:lineRule="atLeast"/>
        <w:ind w:firstLine="540"/>
        <w:jc w:val="both"/>
        <w:rPr>
          <w:sz w:val="24"/>
          <w:szCs w:val="24"/>
        </w:rPr>
      </w:pPr>
      <w:r w:rsidRPr="002B51BB">
        <w:rPr>
          <w:sz w:val="24"/>
          <w:szCs w:val="24"/>
        </w:rPr>
        <w:t>а)</w:t>
      </w:r>
      <w:r w:rsidR="00C57DAB" w:rsidRPr="002B51BB">
        <w:rPr>
          <w:sz w:val="24"/>
          <w:szCs w:val="24"/>
        </w:rPr>
        <w:t> </w:t>
      </w:r>
      <w:r w:rsidR="00D24814" w:rsidRPr="002B51BB">
        <w:rPr>
          <w:sz w:val="24"/>
          <w:szCs w:val="24"/>
        </w:rPr>
        <w:t xml:space="preserve">годишна </w:t>
      </w:r>
      <w:r w:rsidRPr="002B51BB">
        <w:rPr>
          <w:sz w:val="24"/>
          <w:szCs w:val="24"/>
        </w:rPr>
        <w:t>обща стойност на разходите по чл.1, ал.2, ред</w:t>
      </w:r>
      <w:r w:rsidR="00C57DAB" w:rsidRPr="002B51BB">
        <w:rPr>
          <w:sz w:val="24"/>
          <w:szCs w:val="24"/>
        </w:rPr>
        <w:t> </w:t>
      </w:r>
      <w:r w:rsidRPr="002B51BB">
        <w:rPr>
          <w:sz w:val="24"/>
          <w:szCs w:val="24"/>
        </w:rPr>
        <w:t>1.1.3.5.</w:t>
      </w:r>
      <w:r w:rsidR="00E31CA0" w:rsidRPr="002B51BB">
        <w:rPr>
          <w:sz w:val="24"/>
          <w:szCs w:val="24"/>
        </w:rPr>
        <w:t>2</w:t>
      </w:r>
      <w:r w:rsidRPr="002B51BB">
        <w:rPr>
          <w:sz w:val="24"/>
          <w:szCs w:val="24"/>
        </w:rPr>
        <w:t xml:space="preserve">. (здравноосигурителни плащания за </w:t>
      </w:r>
      <w:r w:rsidR="008D7CD2" w:rsidRPr="002B51BB">
        <w:rPr>
          <w:sz w:val="24"/>
          <w:szCs w:val="24"/>
        </w:rPr>
        <w:t>за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болнична медицинска помощ, които НЗОК заплаща извън стойността на оказваните медицински услуги</w:t>
      </w:r>
      <w:r w:rsidRPr="002B51BB">
        <w:rPr>
          <w:sz w:val="24"/>
          <w:szCs w:val="24"/>
        </w:rPr>
        <w:t>), ред</w:t>
      </w:r>
      <w:r w:rsidR="00C57DAB" w:rsidRPr="002B51BB">
        <w:rPr>
          <w:sz w:val="24"/>
          <w:szCs w:val="24"/>
        </w:rPr>
        <w:t> </w:t>
      </w:r>
      <w:r w:rsidRPr="002B51BB">
        <w:rPr>
          <w:sz w:val="24"/>
          <w:szCs w:val="24"/>
        </w:rPr>
        <w:t>1.1.3.6. (здравноосигурителни плащания за медицински изделия, прилагани в болничната медицинска помощ) и ред</w:t>
      </w:r>
      <w:r w:rsidR="00C57DAB" w:rsidRPr="002B51BB">
        <w:rPr>
          <w:sz w:val="24"/>
          <w:szCs w:val="24"/>
        </w:rPr>
        <w:t> </w:t>
      </w:r>
      <w:r w:rsidRPr="002B51BB">
        <w:rPr>
          <w:sz w:val="24"/>
          <w:szCs w:val="24"/>
        </w:rPr>
        <w:t>1.1.3.7. (здравноосигурителни плащания за болнична медицинска помощ) от Закона за бюджета на Националната здравноосигурителна каса (ЗБНЗОК) за 201</w:t>
      </w:r>
      <w:r w:rsidR="008D7CD2" w:rsidRPr="002B51BB">
        <w:rPr>
          <w:sz w:val="24"/>
          <w:szCs w:val="24"/>
        </w:rPr>
        <w:t>9</w:t>
      </w:r>
      <w:r w:rsidRPr="002B51BB">
        <w:rPr>
          <w:sz w:val="24"/>
          <w:szCs w:val="24"/>
        </w:rPr>
        <w:t xml:space="preserve"> г. за всяка районна здравноосигурителна каса (РЗОК)</w:t>
      </w:r>
      <w:r w:rsidR="00C1626F" w:rsidRPr="002B51BB">
        <w:rPr>
          <w:sz w:val="24"/>
          <w:szCs w:val="24"/>
        </w:rPr>
        <w:t>, разпределена по месеци</w:t>
      </w:r>
      <w:r w:rsidRPr="002B51BB">
        <w:rPr>
          <w:sz w:val="24"/>
          <w:szCs w:val="24"/>
        </w:rPr>
        <w:t>;</w:t>
      </w:r>
    </w:p>
    <w:p w:rsidR="00110616" w:rsidRPr="002B51BB" w:rsidRDefault="000C3C80" w:rsidP="007D3107">
      <w:pPr>
        <w:spacing w:line="300" w:lineRule="atLeast"/>
        <w:ind w:firstLine="540"/>
        <w:jc w:val="both"/>
        <w:rPr>
          <w:sz w:val="24"/>
          <w:szCs w:val="24"/>
        </w:rPr>
      </w:pPr>
      <w:r w:rsidRPr="002B51BB">
        <w:rPr>
          <w:sz w:val="24"/>
          <w:szCs w:val="24"/>
        </w:rPr>
        <w:t>б</w:t>
      </w:r>
      <w:r w:rsidR="00110616" w:rsidRPr="002B51BB">
        <w:rPr>
          <w:sz w:val="24"/>
          <w:szCs w:val="24"/>
        </w:rPr>
        <w:t>)</w:t>
      </w:r>
      <w:r w:rsidR="00C57DAB" w:rsidRPr="002B51BB">
        <w:rPr>
          <w:sz w:val="24"/>
          <w:szCs w:val="24"/>
        </w:rPr>
        <w:t> </w:t>
      </w:r>
      <w:r w:rsidR="00110616" w:rsidRPr="002B51BB">
        <w:rPr>
          <w:sz w:val="24"/>
          <w:szCs w:val="24"/>
        </w:rPr>
        <w:t>стойности</w:t>
      </w:r>
      <w:r w:rsidR="00C1626F" w:rsidRPr="002B51BB">
        <w:rPr>
          <w:sz w:val="24"/>
          <w:szCs w:val="24"/>
        </w:rPr>
        <w:t>те</w:t>
      </w:r>
      <w:r w:rsidR="00110616" w:rsidRPr="002B51BB">
        <w:rPr>
          <w:sz w:val="24"/>
          <w:szCs w:val="24"/>
        </w:rPr>
        <w:t xml:space="preserve"> </w:t>
      </w:r>
      <w:r w:rsidR="00D24814" w:rsidRPr="002B51BB">
        <w:rPr>
          <w:sz w:val="24"/>
          <w:szCs w:val="24"/>
        </w:rPr>
        <w:t xml:space="preserve">на разходите </w:t>
      </w:r>
      <w:r w:rsidR="00110616" w:rsidRPr="002B51BB">
        <w:rPr>
          <w:sz w:val="24"/>
          <w:szCs w:val="24"/>
        </w:rPr>
        <w:t>по буква "а"</w:t>
      </w:r>
      <w:r w:rsidR="00C1626F" w:rsidRPr="002B51BB">
        <w:rPr>
          <w:sz w:val="24"/>
          <w:szCs w:val="24"/>
        </w:rPr>
        <w:t xml:space="preserve"> по изпълнители на болнична медицинска помощ (БМП), разпределена по месеци</w:t>
      </w:r>
      <w:r w:rsidR="00110616" w:rsidRPr="002B51BB">
        <w:rPr>
          <w:sz w:val="24"/>
          <w:szCs w:val="24"/>
        </w:rPr>
        <w:t>;</w:t>
      </w:r>
    </w:p>
    <w:p w:rsidR="00110616" w:rsidRPr="002B51BB" w:rsidRDefault="00110616" w:rsidP="007D3107">
      <w:pPr>
        <w:spacing w:line="300" w:lineRule="atLeast"/>
        <w:ind w:firstLine="540"/>
        <w:jc w:val="both"/>
        <w:rPr>
          <w:sz w:val="24"/>
          <w:szCs w:val="24"/>
        </w:rPr>
      </w:pPr>
      <w:r w:rsidRPr="002B51BB">
        <w:rPr>
          <w:sz w:val="24"/>
          <w:szCs w:val="24"/>
        </w:rPr>
        <w:t>2.</w:t>
      </w:r>
      <w:r w:rsidR="00C57DAB" w:rsidRPr="002B51BB">
        <w:rPr>
          <w:sz w:val="24"/>
          <w:szCs w:val="24"/>
        </w:rPr>
        <w:t> </w:t>
      </w:r>
      <w:r w:rsidRPr="002B51BB">
        <w:rPr>
          <w:sz w:val="24"/>
          <w:szCs w:val="24"/>
        </w:rPr>
        <w:t xml:space="preserve">условията и реда за закупуване от изпълнителите на БМП </w:t>
      </w:r>
      <w:r w:rsidR="000C3C80" w:rsidRPr="002B51BB">
        <w:rPr>
          <w:sz w:val="24"/>
          <w:szCs w:val="24"/>
        </w:rPr>
        <w:t xml:space="preserve">на обем </w:t>
      </w:r>
      <w:r w:rsidRPr="002B51BB">
        <w:rPr>
          <w:sz w:val="24"/>
          <w:szCs w:val="24"/>
        </w:rPr>
        <w:t>здравни дейности от пакета по чл.2, ал.1 от ЗЗО в рамките на стойностите по т.1.</w:t>
      </w:r>
    </w:p>
    <w:p w:rsidR="00110616" w:rsidRPr="002B51BB" w:rsidRDefault="00110616" w:rsidP="007D3107">
      <w:pPr>
        <w:spacing w:line="300" w:lineRule="atLeast"/>
        <w:ind w:firstLine="540"/>
        <w:jc w:val="both"/>
        <w:rPr>
          <w:sz w:val="24"/>
          <w:szCs w:val="24"/>
        </w:rPr>
      </w:pPr>
      <w:r w:rsidRPr="002B51BB">
        <w:rPr>
          <w:sz w:val="24"/>
          <w:szCs w:val="24"/>
        </w:rPr>
        <w:t>3.</w:t>
      </w:r>
      <w:r w:rsidR="00C57DAB" w:rsidRPr="002B51BB">
        <w:rPr>
          <w:sz w:val="24"/>
          <w:szCs w:val="24"/>
        </w:rPr>
        <w:t> </w:t>
      </w:r>
      <w:r w:rsidRPr="002B51BB">
        <w:rPr>
          <w:sz w:val="24"/>
          <w:szCs w:val="24"/>
        </w:rPr>
        <w:t xml:space="preserve">условията и реда за осъществяване на </w:t>
      </w:r>
      <w:r w:rsidR="000C3C80" w:rsidRPr="002B51BB">
        <w:rPr>
          <w:sz w:val="24"/>
          <w:szCs w:val="24"/>
        </w:rPr>
        <w:t xml:space="preserve">наблюдение, </w:t>
      </w:r>
      <w:r w:rsidRPr="002B51BB">
        <w:rPr>
          <w:sz w:val="24"/>
          <w:szCs w:val="24"/>
        </w:rPr>
        <w:t>анализ</w:t>
      </w:r>
      <w:r w:rsidR="000C3C80" w:rsidRPr="002B51BB">
        <w:rPr>
          <w:sz w:val="24"/>
          <w:szCs w:val="24"/>
        </w:rPr>
        <w:t>,</w:t>
      </w:r>
      <w:r w:rsidRPr="002B51BB">
        <w:rPr>
          <w:sz w:val="24"/>
          <w:szCs w:val="24"/>
        </w:rPr>
        <w:t xml:space="preserve"> контрол </w:t>
      </w:r>
      <w:r w:rsidR="000C3C80" w:rsidRPr="002B51BB">
        <w:rPr>
          <w:sz w:val="24"/>
          <w:szCs w:val="24"/>
        </w:rPr>
        <w:t xml:space="preserve">и коригиране </w:t>
      </w:r>
      <w:r w:rsidRPr="002B51BB">
        <w:rPr>
          <w:sz w:val="24"/>
          <w:szCs w:val="24"/>
        </w:rPr>
        <w:t>на определените по т.1 годишни и месечни стойности, както и изпълнението на т.2.</w:t>
      </w:r>
    </w:p>
    <w:p w:rsidR="00110616" w:rsidRPr="002B51BB" w:rsidRDefault="00110616" w:rsidP="007D3107">
      <w:pPr>
        <w:spacing w:line="300" w:lineRule="atLeast"/>
        <w:ind w:firstLine="540"/>
        <w:jc w:val="both"/>
        <w:rPr>
          <w:sz w:val="24"/>
          <w:szCs w:val="24"/>
        </w:rPr>
      </w:pPr>
      <w:r w:rsidRPr="002B51BB">
        <w:rPr>
          <w:sz w:val="24"/>
          <w:szCs w:val="24"/>
        </w:rPr>
        <w:t>(2)</w:t>
      </w:r>
      <w:r w:rsidR="00C57DAB" w:rsidRPr="002B51BB">
        <w:rPr>
          <w:sz w:val="24"/>
          <w:szCs w:val="24"/>
        </w:rPr>
        <w:t> </w:t>
      </w:r>
      <w:r w:rsidR="002445F4" w:rsidRPr="002B51BB">
        <w:rPr>
          <w:sz w:val="24"/>
          <w:szCs w:val="24"/>
        </w:rPr>
        <w:t>Утвърждаването</w:t>
      </w:r>
      <w:r w:rsidRPr="002B51BB">
        <w:rPr>
          <w:sz w:val="24"/>
          <w:szCs w:val="24"/>
        </w:rPr>
        <w:t xml:space="preserve"> на стойностите по ал. 1 се извършва в рамките на стойностите по ред</w:t>
      </w:r>
      <w:r w:rsidR="00C57DAB" w:rsidRPr="002B51BB">
        <w:rPr>
          <w:sz w:val="24"/>
          <w:szCs w:val="24"/>
        </w:rPr>
        <w:t> </w:t>
      </w:r>
      <w:r w:rsidRPr="002B51BB">
        <w:rPr>
          <w:sz w:val="24"/>
          <w:szCs w:val="24"/>
        </w:rPr>
        <w:t>1.1.3.5.</w:t>
      </w:r>
      <w:r w:rsidR="00F70BA2" w:rsidRPr="002B51BB">
        <w:rPr>
          <w:sz w:val="24"/>
          <w:szCs w:val="24"/>
        </w:rPr>
        <w:t>2</w:t>
      </w:r>
      <w:r w:rsidRPr="002B51BB">
        <w:rPr>
          <w:sz w:val="24"/>
          <w:szCs w:val="24"/>
        </w:rPr>
        <w:t>, ред</w:t>
      </w:r>
      <w:r w:rsidR="00C57DAB" w:rsidRPr="002B51BB">
        <w:rPr>
          <w:sz w:val="24"/>
          <w:szCs w:val="24"/>
        </w:rPr>
        <w:t> </w:t>
      </w:r>
      <w:r w:rsidRPr="002B51BB">
        <w:rPr>
          <w:sz w:val="24"/>
          <w:szCs w:val="24"/>
        </w:rPr>
        <w:t>1.1.3.6. и ред</w:t>
      </w:r>
      <w:r w:rsidR="00C57DAB" w:rsidRPr="002B51BB">
        <w:rPr>
          <w:sz w:val="24"/>
          <w:szCs w:val="24"/>
        </w:rPr>
        <w:t> </w:t>
      </w:r>
      <w:r w:rsidRPr="002B51BB">
        <w:rPr>
          <w:sz w:val="24"/>
          <w:szCs w:val="24"/>
        </w:rPr>
        <w:t>1.1.3.7 от ЗБНЗОК за 201</w:t>
      </w:r>
      <w:r w:rsidR="00A96541" w:rsidRPr="002B51BB">
        <w:rPr>
          <w:sz w:val="24"/>
          <w:szCs w:val="24"/>
        </w:rPr>
        <w:t>9</w:t>
      </w:r>
      <w:r w:rsidRPr="002B51BB">
        <w:rPr>
          <w:sz w:val="24"/>
          <w:szCs w:val="24"/>
        </w:rPr>
        <w:t xml:space="preserve"> г.</w:t>
      </w:r>
      <w:r w:rsidR="00CF7ABE" w:rsidRPr="002B51BB">
        <w:rPr>
          <w:sz w:val="24"/>
          <w:szCs w:val="24"/>
        </w:rPr>
        <w:t>,</w:t>
      </w:r>
      <w:r w:rsidRPr="002B51BB">
        <w:rPr>
          <w:sz w:val="24"/>
          <w:szCs w:val="24"/>
        </w:rPr>
        <w:t xml:space="preserve"> съгласно стойностите на обемите и цените на дейностите от БМП по чл.55, ал.2, т.3а от ЗЗО, подлежащи на заплащане през 201</w:t>
      </w:r>
      <w:r w:rsidR="00A96541" w:rsidRPr="002B51BB">
        <w:rPr>
          <w:sz w:val="24"/>
          <w:szCs w:val="24"/>
        </w:rPr>
        <w:t>9</w:t>
      </w:r>
      <w:r w:rsidRPr="002B51BB">
        <w:rPr>
          <w:sz w:val="24"/>
          <w:szCs w:val="24"/>
        </w:rPr>
        <w:t xml:space="preserve"> г.</w:t>
      </w:r>
    </w:p>
    <w:p w:rsidR="00110616" w:rsidRPr="002B51BB" w:rsidRDefault="00110616" w:rsidP="007D3107">
      <w:pPr>
        <w:spacing w:line="300" w:lineRule="atLeast"/>
        <w:ind w:firstLine="539"/>
        <w:jc w:val="both"/>
        <w:rPr>
          <w:sz w:val="24"/>
          <w:szCs w:val="24"/>
        </w:rPr>
      </w:pPr>
      <w:r w:rsidRPr="002B51BB">
        <w:rPr>
          <w:b/>
          <w:sz w:val="24"/>
          <w:szCs w:val="24"/>
        </w:rPr>
        <w:t>Чл. 2.</w:t>
      </w:r>
      <w:r w:rsidRPr="002B51BB">
        <w:rPr>
          <w:sz w:val="24"/>
          <w:szCs w:val="24"/>
        </w:rPr>
        <w:t> </w:t>
      </w:r>
      <w:r w:rsidR="002445F4" w:rsidRPr="002B51BB">
        <w:rPr>
          <w:sz w:val="24"/>
          <w:szCs w:val="24"/>
        </w:rPr>
        <w:t>Утвърд</w:t>
      </w:r>
      <w:r w:rsidRPr="002B51BB">
        <w:rPr>
          <w:sz w:val="24"/>
          <w:szCs w:val="24"/>
        </w:rPr>
        <w:t>ените по реда на тези правила стойности по чл.1, ал.1, т.1, буква „</w:t>
      </w:r>
      <w:r w:rsidR="0022133D" w:rsidRPr="002B51BB">
        <w:rPr>
          <w:sz w:val="24"/>
          <w:szCs w:val="24"/>
        </w:rPr>
        <w:t>б</w:t>
      </w:r>
      <w:r w:rsidRPr="002B51BB">
        <w:rPr>
          <w:sz w:val="24"/>
          <w:szCs w:val="24"/>
        </w:rPr>
        <w:t>“ стават неразделна част на договорите с изпълнителите на БМП (приложение №2 от индивидуалните договори на изпълнителя за дейност БМП).</w:t>
      </w:r>
    </w:p>
    <w:p w:rsidR="00110616" w:rsidRPr="002B51BB" w:rsidRDefault="00110616" w:rsidP="007D3107">
      <w:pPr>
        <w:spacing w:line="300" w:lineRule="atLeast"/>
        <w:jc w:val="center"/>
        <w:rPr>
          <w:b/>
          <w:sz w:val="24"/>
          <w:szCs w:val="24"/>
        </w:rPr>
      </w:pPr>
    </w:p>
    <w:p w:rsidR="00110616" w:rsidRPr="002B51BB" w:rsidRDefault="00110616" w:rsidP="007D3107">
      <w:pPr>
        <w:keepNext/>
        <w:keepLines/>
        <w:spacing w:line="300" w:lineRule="atLeast"/>
        <w:jc w:val="center"/>
        <w:rPr>
          <w:b/>
          <w:sz w:val="24"/>
          <w:szCs w:val="24"/>
        </w:rPr>
      </w:pPr>
      <w:r w:rsidRPr="002B51BB">
        <w:rPr>
          <w:b/>
          <w:sz w:val="24"/>
          <w:szCs w:val="24"/>
        </w:rPr>
        <w:t>ГЛАВА ІІ</w:t>
      </w:r>
    </w:p>
    <w:p w:rsidR="00110616" w:rsidRPr="002B51BB" w:rsidRDefault="00110616" w:rsidP="007D3107">
      <w:pPr>
        <w:keepNext/>
        <w:keepLines/>
        <w:spacing w:line="300" w:lineRule="atLeast"/>
        <w:jc w:val="center"/>
        <w:rPr>
          <w:b/>
          <w:sz w:val="24"/>
          <w:szCs w:val="24"/>
        </w:rPr>
      </w:pPr>
      <w:r w:rsidRPr="002B51BB">
        <w:rPr>
          <w:b/>
          <w:sz w:val="24"/>
          <w:szCs w:val="24"/>
        </w:rPr>
        <w:t xml:space="preserve">УСЛОВИЯ И РЕД ЗА </w:t>
      </w:r>
      <w:r w:rsidR="002445F4" w:rsidRPr="002B51BB">
        <w:rPr>
          <w:b/>
          <w:sz w:val="24"/>
          <w:szCs w:val="24"/>
        </w:rPr>
        <w:t>УТВЪРЖДАВАНЕ</w:t>
      </w:r>
      <w:r w:rsidRPr="002B51BB">
        <w:rPr>
          <w:b/>
          <w:sz w:val="24"/>
          <w:szCs w:val="24"/>
        </w:rPr>
        <w:t xml:space="preserve"> НА</w:t>
      </w:r>
      <w:r w:rsidR="007F0C86" w:rsidRPr="002B51BB">
        <w:rPr>
          <w:b/>
          <w:sz w:val="24"/>
          <w:szCs w:val="24"/>
        </w:rPr>
        <w:t xml:space="preserve"> ГОДИШНИ</w:t>
      </w:r>
      <w:r w:rsidRPr="002B51BB">
        <w:rPr>
          <w:b/>
          <w:sz w:val="24"/>
          <w:szCs w:val="24"/>
        </w:rPr>
        <w:t xml:space="preserve"> ОБЩИ СТОЙНОСТИ НА РАЗХОДИТЕ НА РЗОК ЗА ЗДРАВНООСИГУРИТЕЛНИ ПЛАЩАНИЯ И РАЗПРЕДЕЛЕНИЕТО ИМ ПО МЕСЕЦИ</w:t>
      </w:r>
    </w:p>
    <w:p w:rsidR="00462826" w:rsidRPr="002B51BB" w:rsidRDefault="00462826" w:rsidP="007D3107">
      <w:pPr>
        <w:spacing w:line="300" w:lineRule="atLeast"/>
        <w:ind w:firstLine="539"/>
        <w:jc w:val="both"/>
        <w:rPr>
          <w:b/>
          <w:sz w:val="24"/>
          <w:szCs w:val="24"/>
        </w:rPr>
      </w:pPr>
    </w:p>
    <w:p w:rsidR="00A41965" w:rsidRPr="004417ED" w:rsidRDefault="00110616" w:rsidP="00494271">
      <w:pPr>
        <w:spacing w:line="300" w:lineRule="atLeast"/>
        <w:ind w:firstLine="540"/>
        <w:jc w:val="both"/>
        <w:rPr>
          <w:sz w:val="24"/>
          <w:szCs w:val="24"/>
        </w:rPr>
      </w:pPr>
      <w:r w:rsidRPr="002B51BB">
        <w:rPr>
          <w:b/>
          <w:sz w:val="24"/>
          <w:szCs w:val="24"/>
        </w:rPr>
        <w:t>Чл. </w:t>
      </w:r>
      <w:r w:rsidR="00CF7ABE" w:rsidRPr="002B51BB">
        <w:rPr>
          <w:b/>
          <w:sz w:val="24"/>
          <w:szCs w:val="24"/>
        </w:rPr>
        <w:t>3</w:t>
      </w:r>
      <w:r w:rsidRPr="002B51BB">
        <w:rPr>
          <w:b/>
          <w:sz w:val="24"/>
          <w:szCs w:val="24"/>
        </w:rPr>
        <w:t>.</w:t>
      </w:r>
      <w:r w:rsidRPr="002B51BB">
        <w:rPr>
          <w:sz w:val="24"/>
          <w:szCs w:val="24"/>
        </w:rPr>
        <w:t> </w:t>
      </w:r>
      <w:r w:rsidR="00132EA5" w:rsidRPr="004417ED">
        <w:rPr>
          <w:sz w:val="24"/>
          <w:szCs w:val="24"/>
        </w:rPr>
        <w:t>(1)</w:t>
      </w:r>
      <w:r w:rsidR="000C26D1">
        <w:rPr>
          <w:sz w:val="24"/>
          <w:szCs w:val="24"/>
          <w:lang w:val="en-US"/>
        </w:rPr>
        <w:t> </w:t>
      </w:r>
      <w:r w:rsidR="00532269" w:rsidRPr="004417ED">
        <w:rPr>
          <w:sz w:val="24"/>
          <w:szCs w:val="24"/>
        </w:rPr>
        <w:t>Надзорният съвет на НЗОК утвърждава</w:t>
      </w:r>
      <w:r w:rsidR="00256695" w:rsidRPr="004417ED">
        <w:rPr>
          <w:sz w:val="24"/>
          <w:szCs w:val="24"/>
        </w:rPr>
        <w:t>,</w:t>
      </w:r>
      <w:r w:rsidR="00CF7ABE" w:rsidRPr="004417ED">
        <w:rPr>
          <w:sz w:val="24"/>
          <w:szCs w:val="24"/>
        </w:rPr>
        <w:t xml:space="preserve"> по реда на чл.4 от ЗБНЗОК за 2019</w:t>
      </w:r>
      <w:r w:rsidR="000C26D1">
        <w:rPr>
          <w:sz w:val="24"/>
          <w:szCs w:val="24"/>
          <w:lang w:val="en-US"/>
        </w:rPr>
        <w:t> </w:t>
      </w:r>
      <w:r w:rsidR="00CF7ABE" w:rsidRPr="004417ED">
        <w:rPr>
          <w:sz w:val="24"/>
          <w:szCs w:val="24"/>
        </w:rPr>
        <w:t>г.,</w:t>
      </w:r>
      <w:r w:rsidR="00532269" w:rsidRPr="004417ED">
        <w:rPr>
          <w:sz w:val="24"/>
          <w:szCs w:val="24"/>
        </w:rPr>
        <w:t xml:space="preserve"> </w:t>
      </w:r>
      <w:r w:rsidR="00A41965" w:rsidRPr="004417ED">
        <w:rPr>
          <w:sz w:val="24"/>
          <w:szCs w:val="24"/>
        </w:rPr>
        <w:t>м</w:t>
      </w:r>
      <w:r w:rsidR="00532269" w:rsidRPr="004417ED">
        <w:rPr>
          <w:sz w:val="24"/>
          <w:szCs w:val="24"/>
        </w:rPr>
        <w:t>есечни</w:t>
      </w:r>
      <w:r w:rsidR="003E74D3" w:rsidRPr="004417ED">
        <w:rPr>
          <w:sz w:val="24"/>
          <w:szCs w:val="24"/>
        </w:rPr>
        <w:t xml:space="preserve"> и годишни</w:t>
      </w:r>
      <w:r w:rsidR="00532269" w:rsidRPr="004417ED">
        <w:rPr>
          <w:sz w:val="24"/>
          <w:szCs w:val="24"/>
        </w:rPr>
        <w:t xml:space="preserve"> стойности на изпълнителите на БМП </w:t>
      </w:r>
      <w:r w:rsidR="003E74D3" w:rsidRPr="004417ED">
        <w:rPr>
          <w:sz w:val="24"/>
          <w:szCs w:val="24"/>
        </w:rPr>
        <w:t xml:space="preserve"> и РЗОК </w:t>
      </w:r>
      <w:r w:rsidR="00532269" w:rsidRPr="004417ED">
        <w:rPr>
          <w:sz w:val="24"/>
          <w:szCs w:val="24"/>
        </w:rPr>
        <w:t xml:space="preserve">за дейностите </w:t>
      </w:r>
      <w:r w:rsidR="00CF7ABE" w:rsidRPr="004417ED">
        <w:rPr>
          <w:sz w:val="24"/>
          <w:szCs w:val="24"/>
        </w:rPr>
        <w:t>по чл. 1, ал.2</w:t>
      </w:r>
      <w:r w:rsidR="00122163" w:rsidRPr="004417ED">
        <w:rPr>
          <w:sz w:val="24"/>
          <w:szCs w:val="24"/>
        </w:rPr>
        <w:t>.</w:t>
      </w:r>
    </w:p>
    <w:p w:rsidR="00494271" w:rsidRPr="002B51BB" w:rsidRDefault="00132EA5" w:rsidP="00494271">
      <w:pPr>
        <w:spacing w:line="300" w:lineRule="atLeast"/>
        <w:ind w:firstLine="540"/>
        <w:jc w:val="both"/>
        <w:rPr>
          <w:sz w:val="24"/>
          <w:szCs w:val="24"/>
        </w:rPr>
      </w:pPr>
      <w:r w:rsidRPr="004417ED">
        <w:rPr>
          <w:sz w:val="24"/>
          <w:szCs w:val="24"/>
        </w:rPr>
        <w:t>(2)</w:t>
      </w:r>
      <w:r w:rsidR="000C26D1">
        <w:rPr>
          <w:sz w:val="24"/>
          <w:szCs w:val="24"/>
          <w:lang w:val="en-US"/>
        </w:rPr>
        <w:t> </w:t>
      </w:r>
      <w:r w:rsidRPr="004417ED">
        <w:rPr>
          <w:sz w:val="24"/>
          <w:szCs w:val="24"/>
        </w:rPr>
        <w:t>Надзорният съвет на НЗОК утвърждава, по реда на чл.4 от ЗБНЗОК за 2019 г., стойности на РЗОК като</w:t>
      </w:r>
      <w:r w:rsidR="0018190B" w:rsidRPr="004417ED">
        <w:rPr>
          <w:sz w:val="24"/>
          <w:szCs w:val="24"/>
        </w:rPr>
        <w:t xml:space="preserve"> заделен резерв </w:t>
      </w:r>
      <w:r w:rsidR="00F907EA" w:rsidRPr="004417ED">
        <w:rPr>
          <w:sz w:val="24"/>
          <w:szCs w:val="24"/>
        </w:rPr>
        <w:t>по ред 1.1.3.7 от ЗБНЗОК за 2019 г.,</w:t>
      </w:r>
      <w:r w:rsidR="009D1006" w:rsidRPr="004417ED">
        <w:rPr>
          <w:sz w:val="24"/>
          <w:szCs w:val="24"/>
        </w:rPr>
        <w:t xml:space="preserve"> пропорционално разпределен по периоди</w:t>
      </w:r>
      <w:r w:rsidR="00736B87" w:rsidRPr="004417ED">
        <w:rPr>
          <w:sz w:val="24"/>
          <w:szCs w:val="24"/>
        </w:rPr>
        <w:t>,</w:t>
      </w:r>
      <w:r w:rsidR="00F907EA" w:rsidRPr="004417ED">
        <w:rPr>
          <w:sz w:val="24"/>
          <w:szCs w:val="24"/>
        </w:rPr>
        <w:t xml:space="preserve"> </w:t>
      </w:r>
      <w:r w:rsidR="00494271" w:rsidRPr="004417ED">
        <w:rPr>
          <w:sz w:val="24"/>
          <w:szCs w:val="24"/>
        </w:rPr>
        <w:t>за дейностите по чл.55, ал.2, т.3а от ЗЗО, подлежащи на заплащане през 2019 г.</w:t>
      </w:r>
    </w:p>
    <w:p w:rsidR="000D58CA" w:rsidRPr="002B51BB" w:rsidRDefault="000D58CA" w:rsidP="000D58CA">
      <w:pPr>
        <w:spacing w:line="300" w:lineRule="atLeast"/>
        <w:ind w:firstLine="539"/>
        <w:jc w:val="both"/>
        <w:rPr>
          <w:sz w:val="24"/>
          <w:szCs w:val="24"/>
        </w:rPr>
      </w:pPr>
    </w:p>
    <w:p w:rsidR="002A2417" w:rsidRPr="002B51BB" w:rsidRDefault="00110616" w:rsidP="002A2417">
      <w:pPr>
        <w:spacing w:line="300" w:lineRule="atLeast"/>
        <w:ind w:firstLine="539"/>
        <w:jc w:val="both"/>
        <w:rPr>
          <w:sz w:val="24"/>
          <w:szCs w:val="24"/>
        </w:rPr>
      </w:pPr>
      <w:r w:rsidRPr="002B51BB">
        <w:rPr>
          <w:b/>
          <w:sz w:val="24"/>
          <w:szCs w:val="24"/>
        </w:rPr>
        <w:t>Чл. </w:t>
      </w:r>
      <w:r w:rsidR="00CF7ABE" w:rsidRPr="002B51BB">
        <w:rPr>
          <w:b/>
          <w:sz w:val="24"/>
          <w:szCs w:val="24"/>
        </w:rPr>
        <w:t>4</w:t>
      </w:r>
      <w:r w:rsidRPr="002B51BB">
        <w:rPr>
          <w:b/>
          <w:sz w:val="24"/>
          <w:szCs w:val="24"/>
        </w:rPr>
        <w:t>.</w:t>
      </w:r>
      <w:r w:rsidRPr="002B51BB">
        <w:rPr>
          <w:sz w:val="24"/>
          <w:szCs w:val="24"/>
        </w:rPr>
        <w:t> </w:t>
      </w:r>
      <w:r w:rsidR="00963370" w:rsidRPr="002B51BB">
        <w:rPr>
          <w:sz w:val="24"/>
          <w:szCs w:val="24"/>
        </w:rPr>
        <w:t>(1) </w:t>
      </w:r>
      <w:r w:rsidR="002A2417" w:rsidRPr="002B51BB">
        <w:rPr>
          <w:sz w:val="24"/>
          <w:szCs w:val="24"/>
        </w:rPr>
        <w:t xml:space="preserve">Стойностите на разходите на РЗОК по чл.1, ал.2, ред 1.1.3.5.2. (здравноосигурителни плащания за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болнична медицинска помощ, които НЗОК заплаща извън стойността на оказваните медицински услуги) и по ред 1.1.3.6. (здравноосигурителни плащания за медицински </w:t>
      </w:r>
      <w:r w:rsidR="002A2417" w:rsidRPr="002B51BB">
        <w:rPr>
          <w:sz w:val="24"/>
          <w:szCs w:val="24"/>
        </w:rPr>
        <w:lastRenderedPageBreak/>
        <w:t>изделия, прилагани в болничната медицинска помощ) по ЗБНЗОК за 2019 г. се определят, както следва:</w:t>
      </w:r>
    </w:p>
    <w:p w:rsidR="002A2417" w:rsidRPr="002B51BB" w:rsidRDefault="002A2417" w:rsidP="002A2417">
      <w:pPr>
        <w:spacing w:line="300" w:lineRule="atLeast"/>
        <w:ind w:firstLine="539"/>
        <w:jc w:val="both"/>
        <w:rPr>
          <w:sz w:val="24"/>
          <w:szCs w:val="24"/>
        </w:rPr>
      </w:pPr>
      <w:r w:rsidRPr="002B51BB">
        <w:rPr>
          <w:sz w:val="24"/>
          <w:szCs w:val="24"/>
        </w:rPr>
        <w:t>1. Средствата по ЗБНЗОК за 2019 г. за съответния вид здравноосигурителни плащания се заделят в ЦУ на НЗОК.</w:t>
      </w:r>
    </w:p>
    <w:p w:rsidR="002A2417" w:rsidRPr="002B51BB" w:rsidRDefault="002A2417" w:rsidP="002A2417">
      <w:pPr>
        <w:spacing w:line="300" w:lineRule="atLeast"/>
        <w:ind w:firstLine="539"/>
        <w:jc w:val="both"/>
        <w:rPr>
          <w:sz w:val="24"/>
          <w:szCs w:val="24"/>
        </w:rPr>
      </w:pPr>
      <w:r w:rsidRPr="002B51BB">
        <w:rPr>
          <w:sz w:val="24"/>
          <w:szCs w:val="24"/>
        </w:rPr>
        <w:t>2. Отчетените от изпълнителите на БМП лекарствени продукти за лечение на злокачествени заболявания, в условията на болнична медицинска помощ, които НЗОК заплаща извън стойността на оказваните КП/АПр, и/или медицински изделия, които НЗОК заплаща извън стойността на оказваните КП/АПр, приложени при дейност по КП/АПр, заплатена в рамките на стойностите по приложение №2 от индивидуалните договори на изпълнителя за дейност БМП, за които не са констатирани основания за отхвърляне от плащане по чл.352, ал.12 от НРД за 2018 г., се заявяват ежемесечно от РЗОК за заплащане на лечебните заведения от средствата в ЦУ на НЗОК по т.1.</w:t>
      </w:r>
    </w:p>
    <w:p w:rsidR="009B521B" w:rsidRPr="002B51BB" w:rsidRDefault="009B521B" w:rsidP="009B521B">
      <w:pPr>
        <w:spacing w:line="300" w:lineRule="atLeast"/>
        <w:ind w:firstLine="539"/>
        <w:jc w:val="both"/>
        <w:rPr>
          <w:sz w:val="24"/>
          <w:szCs w:val="24"/>
        </w:rPr>
      </w:pPr>
      <w:r w:rsidRPr="002B51BB">
        <w:rPr>
          <w:sz w:val="24"/>
          <w:szCs w:val="24"/>
        </w:rPr>
        <w:t xml:space="preserve">3. Отчетените от изпълнителите на БМП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болнична медицинска помощ, които НЗОК заплаща извън стойността на оказваните КП/АПр, и дейностите, при които са приложени, се </w:t>
      </w:r>
      <w:r w:rsidR="00C351EB" w:rsidRPr="002B51BB">
        <w:rPr>
          <w:sz w:val="24"/>
          <w:szCs w:val="24"/>
        </w:rPr>
        <w:t xml:space="preserve">заявяват ежемесечно от РЗОК за заплащане на лечебните заведения от средствата в ЦУ на НЗОК по т.1 </w:t>
      </w:r>
      <w:r w:rsidRPr="002B51BB">
        <w:rPr>
          <w:sz w:val="24"/>
          <w:szCs w:val="24"/>
        </w:rPr>
        <w:t xml:space="preserve">само след проверка </w:t>
      </w:r>
      <w:r w:rsidR="00CF7ABE" w:rsidRPr="002B51BB">
        <w:rPr>
          <w:sz w:val="24"/>
          <w:szCs w:val="24"/>
        </w:rPr>
        <w:t xml:space="preserve"> от контролните органи на НЗОК/ РЗОК </w:t>
      </w:r>
      <w:r w:rsidRPr="002B51BB">
        <w:rPr>
          <w:sz w:val="24"/>
          <w:szCs w:val="24"/>
        </w:rPr>
        <w:t>на извършената от изпълнителя на БМП дейност и приложените лекарствени продукти.</w:t>
      </w:r>
    </w:p>
    <w:p w:rsidR="002A2417" w:rsidRPr="002B51BB" w:rsidRDefault="009B521B" w:rsidP="002A2417">
      <w:pPr>
        <w:spacing w:line="300" w:lineRule="atLeast"/>
        <w:ind w:firstLine="539"/>
        <w:jc w:val="both"/>
        <w:rPr>
          <w:sz w:val="24"/>
          <w:szCs w:val="24"/>
        </w:rPr>
      </w:pPr>
      <w:r w:rsidRPr="002B51BB">
        <w:rPr>
          <w:sz w:val="24"/>
          <w:szCs w:val="24"/>
        </w:rPr>
        <w:t>4</w:t>
      </w:r>
      <w:r w:rsidR="002A2417" w:rsidRPr="002B51BB">
        <w:rPr>
          <w:sz w:val="24"/>
          <w:szCs w:val="24"/>
        </w:rPr>
        <w:t xml:space="preserve">. Медицински изделия, които се заплащат след утвърждаване от управителя на НЗОК, по предложение на комисията в ЦУ за разглеждане на мотивираните заявления на лечебните заведения за необходимост от прилагане на конкретните медицински изделия, са следните: </w:t>
      </w:r>
    </w:p>
    <w:p w:rsidR="002A2417" w:rsidRPr="002B51BB" w:rsidRDefault="002A2417" w:rsidP="002A2417">
      <w:pPr>
        <w:spacing w:line="300" w:lineRule="atLeast"/>
        <w:ind w:firstLine="539"/>
        <w:jc w:val="both"/>
        <w:rPr>
          <w:sz w:val="24"/>
          <w:szCs w:val="24"/>
        </w:rPr>
      </w:pPr>
      <w:r w:rsidRPr="002B51BB">
        <w:rPr>
          <w:sz w:val="24"/>
          <w:szCs w:val="24"/>
        </w:rPr>
        <w:t>а) група „Съдова протеза за гръдна аорта“, група по технически изисквания „Торакален стент графт“;</w:t>
      </w:r>
    </w:p>
    <w:p w:rsidR="002A2417" w:rsidRPr="002B51BB" w:rsidRDefault="002A2417" w:rsidP="002A2417">
      <w:pPr>
        <w:spacing w:line="300" w:lineRule="atLeast"/>
        <w:ind w:firstLine="539"/>
        <w:jc w:val="both"/>
        <w:rPr>
          <w:sz w:val="24"/>
          <w:szCs w:val="24"/>
        </w:rPr>
      </w:pPr>
      <w:r w:rsidRPr="002B51BB">
        <w:rPr>
          <w:sz w:val="24"/>
          <w:szCs w:val="24"/>
        </w:rPr>
        <w:t>б) група „Стент“, тип „Стент графт за коремна аорта“, група по технически изисквания „Бифуркационен“;</w:t>
      </w:r>
    </w:p>
    <w:p w:rsidR="002A2417" w:rsidRPr="002B51BB" w:rsidRDefault="002A2417" w:rsidP="002A2417">
      <w:pPr>
        <w:spacing w:line="300" w:lineRule="atLeast"/>
        <w:ind w:firstLine="539"/>
        <w:jc w:val="both"/>
        <w:rPr>
          <w:sz w:val="24"/>
          <w:szCs w:val="24"/>
        </w:rPr>
      </w:pPr>
      <w:r w:rsidRPr="002B51BB">
        <w:rPr>
          <w:sz w:val="24"/>
          <w:szCs w:val="24"/>
        </w:rPr>
        <w:t>в) група „Устройство за механично подпомагане на циркулацията (изкуствено сърце)“;</w:t>
      </w:r>
    </w:p>
    <w:p w:rsidR="002A2417" w:rsidRPr="002B51BB" w:rsidRDefault="002A2417" w:rsidP="002A2417">
      <w:pPr>
        <w:spacing w:line="300" w:lineRule="atLeast"/>
        <w:ind w:firstLine="539"/>
        <w:jc w:val="both"/>
        <w:rPr>
          <w:sz w:val="24"/>
          <w:szCs w:val="24"/>
        </w:rPr>
      </w:pPr>
      <w:r w:rsidRPr="002B51BB">
        <w:rPr>
          <w:sz w:val="24"/>
          <w:szCs w:val="24"/>
        </w:rPr>
        <w:t>г) група „Транскатетърни клапни протези“;</w:t>
      </w:r>
    </w:p>
    <w:p w:rsidR="002A2417" w:rsidRPr="002B51BB" w:rsidRDefault="002A2417" w:rsidP="002A2417">
      <w:pPr>
        <w:spacing w:line="300" w:lineRule="atLeast"/>
        <w:ind w:firstLine="539"/>
        <w:jc w:val="both"/>
        <w:rPr>
          <w:sz w:val="24"/>
          <w:szCs w:val="24"/>
        </w:rPr>
      </w:pPr>
      <w:r w:rsidRPr="002B51BB">
        <w:rPr>
          <w:sz w:val="24"/>
          <w:szCs w:val="24"/>
        </w:rPr>
        <w:t>д) група „Медицински изделия за ендоваскуларна терапия при заболявания на мозъчни съдове“, с изключение на група по технически изисквания „Титаниеви анивризмални клипси на Яшъргил“ от тип „Клипси анивризмални“;</w:t>
      </w:r>
    </w:p>
    <w:p w:rsidR="002A2417" w:rsidRPr="002B51BB" w:rsidRDefault="002A2417" w:rsidP="002A2417">
      <w:pPr>
        <w:spacing w:line="300" w:lineRule="atLeast"/>
        <w:ind w:firstLine="539"/>
        <w:jc w:val="both"/>
        <w:rPr>
          <w:sz w:val="24"/>
          <w:szCs w:val="24"/>
        </w:rPr>
      </w:pPr>
      <w:r w:rsidRPr="002B51BB">
        <w:rPr>
          <w:sz w:val="24"/>
          <w:szCs w:val="24"/>
        </w:rPr>
        <w:t>е) група „Импланти за невростимулация“.</w:t>
      </w:r>
    </w:p>
    <w:p w:rsidR="002A2417" w:rsidRPr="002B51BB" w:rsidRDefault="009B521B" w:rsidP="002A2417">
      <w:pPr>
        <w:spacing w:line="300" w:lineRule="atLeast"/>
        <w:ind w:firstLine="539"/>
        <w:jc w:val="both"/>
        <w:rPr>
          <w:sz w:val="24"/>
          <w:szCs w:val="24"/>
        </w:rPr>
      </w:pPr>
      <w:r w:rsidRPr="002B51BB">
        <w:rPr>
          <w:sz w:val="24"/>
          <w:szCs w:val="24"/>
        </w:rPr>
        <w:t>5</w:t>
      </w:r>
      <w:r w:rsidR="002A2417" w:rsidRPr="002B51BB">
        <w:rPr>
          <w:sz w:val="24"/>
          <w:szCs w:val="24"/>
        </w:rPr>
        <w:t>. В случай на недостиг на средства в ЦУ на НЗОК по чл.1, ал.2, ред 1.1.3.5.2. или по чл.1, ал.2, ред 1.1.3.6. от ЗБНЗОК за 2019 г., управителят на НЗОК внася предложение в Надзорния съвет на НЗОК за увеличаване са средствата по реда на ЗБНЗОК за 2019 г., извършване на частично плащане в рамките на наличните средства и/или за отлагане на плащанията.</w:t>
      </w:r>
    </w:p>
    <w:p w:rsidR="002A2417" w:rsidRPr="002B51BB" w:rsidRDefault="00C351EB" w:rsidP="002A2417">
      <w:pPr>
        <w:spacing w:line="300" w:lineRule="atLeast"/>
        <w:ind w:firstLine="539"/>
        <w:jc w:val="both"/>
        <w:rPr>
          <w:sz w:val="24"/>
          <w:szCs w:val="24"/>
        </w:rPr>
      </w:pPr>
      <w:r w:rsidRPr="002B51BB">
        <w:rPr>
          <w:sz w:val="24"/>
          <w:szCs w:val="24"/>
        </w:rPr>
        <w:t>6</w:t>
      </w:r>
      <w:r w:rsidR="002A2417" w:rsidRPr="002B51BB">
        <w:rPr>
          <w:sz w:val="24"/>
          <w:szCs w:val="24"/>
        </w:rPr>
        <w:t>. Управителят на НЗОК одобрява извършването на плащанията, заявени по т.2</w:t>
      </w:r>
      <w:r w:rsidRPr="002B51BB">
        <w:rPr>
          <w:sz w:val="24"/>
          <w:szCs w:val="24"/>
        </w:rPr>
        <w:t>,</w:t>
      </w:r>
      <w:r w:rsidR="002A2417" w:rsidRPr="002B51BB">
        <w:t xml:space="preserve"> </w:t>
      </w:r>
      <w:r w:rsidRPr="002B51BB">
        <w:rPr>
          <w:sz w:val="24"/>
          <w:szCs w:val="24"/>
        </w:rPr>
        <w:t xml:space="preserve">т.3 </w:t>
      </w:r>
      <w:r w:rsidR="002A2417" w:rsidRPr="002B51BB">
        <w:rPr>
          <w:sz w:val="24"/>
          <w:szCs w:val="24"/>
        </w:rPr>
        <w:t>и</w:t>
      </w:r>
      <w:r w:rsidRPr="002B51BB">
        <w:rPr>
          <w:sz w:val="24"/>
          <w:szCs w:val="24"/>
        </w:rPr>
        <w:t xml:space="preserve"> т.4.</w:t>
      </w:r>
      <w:r w:rsidR="002A2417" w:rsidRPr="002B51BB">
        <w:rPr>
          <w:sz w:val="24"/>
          <w:szCs w:val="24"/>
        </w:rPr>
        <w:t>, в рамките на разполагаемите средства в ЦУ на НЗОК по чл.1, ал.2, ред 1.1.3.5.2. и съответно по чл.1, ал.2, ред 1.1.3.6. от ЗБНЗОК за 2019 г. и съгласно решението на Надзорния съвет на НЗОК по т.</w:t>
      </w:r>
      <w:r w:rsidRPr="002B51BB">
        <w:rPr>
          <w:sz w:val="24"/>
          <w:szCs w:val="24"/>
        </w:rPr>
        <w:t>5</w:t>
      </w:r>
      <w:r w:rsidR="002A2417" w:rsidRPr="002B51BB">
        <w:rPr>
          <w:sz w:val="24"/>
          <w:szCs w:val="24"/>
        </w:rPr>
        <w:t>.</w:t>
      </w:r>
    </w:p>
    <w:p w:rsidR="002A2417" w:rsidRPr="002B51BB" w:rsidRDefault="00C351EB" w:rsidP="002A2417">
      <w:pPr>
        <w:spacing w:line="300" w:lineRule="atLeast"/>
        <w:ind w:firstLine="539"/>
        <w:jc w:val="both"/>
        <w:rPr>
          <w:sz w:val="24"/>
          <w:szCs w:val="24"/>
        </w:rPr>
      </w:pPr>
      <w:r w:rsidRPr="002B51BB">
        <w:rPr>
          <w:sz w:val="24"/>
          <w:szCs w:val="24"/>
        </w:rPr>
        <w:t>7</w:t>
      </w:r>
      <w:r w:rsidR="002A2417" w:rsidRPr="002B51BB">
        <w:rPr>
          <w:sz w:val="24"/>
          <w:szCs w:val="24"/>
        </w:rPr>
        <w:t>. Одобрените по т.</w:t>
      </w:r>
      <w:r w:rsidRPr="002B51BB">
        <w:rPr>
          <w:sz w:val="24"/>
          <w:szCs w:val="24"/>
        </w:rPr>
        <w:t>6</w:t>
      </w:r>
      <w:r w:rsidR="002A2417" w:rsidRPr="002B51BB">
        <w:rPr>
          <w:sz w:val="24"/>
          <w:szCs w:val="24"/>
        </w:rPr>
        <w:t xml:space="preserve"> от управителя на НЗОК стойности за извършване на плащания от РЗОК, формират стойностите на разходите на РЗОК по чл.1, ал.2, ред 1.1.3.5.2. и съответно по чл.1, ал.2, ред 1.1.3.6. от ЗБНЗОК за 2019 г.</w:t>
      </w:r>
    </w:p>
    <w:p w:rsidR="002A2417" w:rsidRPr="002B51BB" w:rsidRDefault="002A2417" w:rsidP="002A2417">
      <w:pPr>
        <w:spacing w:line="300" w:lineRule="atLeast"/>
        <w:ind w:firstLine="539"/>
        <w:jc w:val="both"/>
        <w:rPr>
          <w:sz w:val="24"/>
          <w:szCs w:val="24"/>
        </w:rPr>
      </w:pPr>
      <w:r w:rsidRPr="002B51BB">
        <w:rPr>
          <w:sz w:val="24"/>
          <w:szCs w:val="24"/>
        </w:rPr>
        <w:lastRenderedPageBreak/>
        <w:t xml:space="preserve">(2) Надзорният съвет на НЗОК утвърждава </w:t>
      </w:r>
      <w:r w:rsidR="00CF7ABE" w:rsidRPr="002B51BB">
        <w:rPr>
          <w:sz w:val="24"/>
          <w:szCs w:val="24"/>
        </w:rPr>
        <w:t>за всяко</w:t>
      </w:r>
      <w:r w:rsidRPr="002B51BB">
        <w:rPr>
          <w:sz w:val="24"/>
          <w:szCs w:val="24"/>
        </w:rPr>
        <w:t xml:space="preserve"> РЗОК индикативни стойности на изпълнителите на БМП на разходите по чл.1, ал.2, ред 1.1.3.5.2. и съответно по чл.1, ал.2, ред 1.1.3.6. от ЗБНЗОК за 2019 г., </w:t>
      </w:r>
      <w:r w:rsidR="002E6F3D" w:rsidRPr="002B51BB">
        <w:rPr>
          <w:sz w:val="24"/>
          <w:szCs w:val="24"/>
        </w:rPr>
        <w:t>разпределени по месеци</w:t>
      </w:r>
      <w:r w:rsidRPr="002B51BB">
        <w:rPr>
          <w:sz w:val="24"/>
          <w:szCs w:val="24"/>
        </w:rPr>
        <w:t>, в рамките на предвидения бюджетен ресурс.</w:t>
      </w:r>
    </w:p>
    <w:p w:rsidR="00DC1501" w:rsidRPr="002B51BB" w:rsidRDefault="00963370" w:rsidP="00DC1501">
      <w:pPr>
        <w:spacing w:line="300" w:lineRule="atLeast"/>
        <w:ind w:firstLine="539"/>
        <w:jc w:val="both"/>
        <w:rPr>
          <w:sz w:val="24"/>
          <w:szCs w:val="24"/>
        </w:rPr>
      </w:pPr>
      <w:r w:rsidRPr="002B51BB">
        <w:rPr>
          <w:b/>
          <w:sz w:val="24"/>
          <w:szCs w:val="24"/>
        </w:rPr>
        <w:t>Чл. </w:t>
      </w:r>
      <w:r w:rsidR="00CF7ABE" w:rsidRPr="002B51BB">
        <w:rPr>
          <w:b/>
          <w:sz w:val="24"/>
          <w:szCs w:val="24"/>
        </w:rPr>
        <w:t>5</w:t>
      </w:r>
      <w:r w:rsidRPr="002B51BB">
        <w:rPr>
          <w:b/>
          <w:sz w:val="24"/>
          <w:szCs w:val="24"/>
        </w:rPr>
        <w:t>.</w:t>
      </w:r>
      <w:r w:rsidRPr="002B51BB">
        <w:rPr>
          <w:sz w:val="24"/>
          <w:szCs w:val="24"/>
        </w:rPr>
        <w:t> (1) </w:t>
      </w:r>
      <w:r w:rsidR="00DC1501" w:rsidRPr="002B51BB">
        <w:rPr>
          <w:sz w:val="24"/>
          <w:szCs w:val="24"/>
        </w:rPr>
        <w:t xml:space="preserve">Директорите на РЗОК </w:t>
      </w:r>
      <w:r w:rsidR="00984C07" w:rsidRPr="002B51BB">
        <w:rPr>
          <w:sz w:val="24"/>
          <w:szCs w:val="24"/>
        </w:rPr>
        <w:t>закупуват от изпълнителите на БМП здравни дейности от пакета по чл.2, ал.1 от ЗЗО</w:t>
      </w:r>
      <w:r w:rsidR="00DC1501" w:rsidRPr="002B51BB">
        <w:rPr>
          <w:sz w:val="24"/>
          <w:szCs w:val="24"/>
        </w:rPr>
        <w:t xml:space="preserve">, следвайки реда </w:t>
      </w:r>
      <w:r w:rsidR="00984C07" w:rsidRPr="002B51BB">
        <w:rPr>
          <w:sz w:val="24"/>
          <w:szCs w:val="24"/>
        </w:rPr>
        <w:t>и условията по</w:t>
      </w:r>
      <w:r w:rsidR="00DC1501" w:rsidRPr="002B51BB">
        <w:rPr>
          <w:sz w:val="24"/>
          <w:szCs w:val="24"/>
        </w:rPr>
        <w:t xml:space="preserve"> глава ІІІ от настоящите правила. </w:t>
      </w:r>
    </w:p>
    <w:p w:rsidR="005C3788" w:rsidRPr="00D5255B" w:rsidRDefault="00DC1501" w:rsidP="005C3788">
      <w:pPr>
        <w:spacing w:line="300" w:lineRule="atLeast"/>
        <w:ind w:firstLine="539"/>
        <w:jc w:val="both"/>
        <w:rPr>
          <w:sz w:val="24"/>
          <w:szCs w:val="24"/>
        </w:rPr>
      </w:pPr>
      <w:r w:rsidRPr="002B51BB">
        <w:rPr>
          <w:sz w:val="24"/>
          <w:szCs w:val="24"/>
        </w:rPr>
        <w:t>(</w:t>
      </w:r>
      <w:r w:rsidR="002E6F3D" w:rsidRPr="002B51BB">
        <w:rPr>
          <w:sz w:val="24"/>
          <w:szCs w:val="24"/>
        </w:rPr>
        <w:t>2</w:t>
      </w:r>
      <w:r w:rsidRPr="002B51BB">
        <w:rPr>
          <w:sz w:val="24"/>
          <w:szCs w:val="24"/>
        </w:rPr>
        <w:t>) Надзорният съвет на НЗОК кор</w:t>
      </w:r>
      <w:r w:rsidR="00BF3E2C" w:rsidRPr="002B51BB">
        <w:rPr>
          <w:sz w:val="24"/>
          <w:szCs w:val="24"/>
        </w:rPr>
        <w:t xml:space="preserve">игира стойностите на РЗОК и изпълнителите на БМП по реда на глава </w:t>
      </w:r>
      <w:r w:rsidR="00AB7E27" w:rsidRPr="002B51BB">
        <w:rPr>
          <w:sz w:val="24"/>
          <w:szCs w:val="24"/>
        </w:rPr>
        <w:t>І</w:t>
      </w:r>
      <w:r w:rsidR="00BF3E2C" w:rsidRPr="002B51BB">
        <w:rPr>
          <w:sz w:val="24"/>
          <w:szCs w:val="24"/>
        </w:rPr>
        <w:t>V от настоящите правила</w:t>
      </w:r>
      <w:r w:rsidR="009303C3" w:rsidRPr="002B51BB">
        <w:rPr>
          <w:sz w:val="24"/>
          <w:szCs w:val="24"/>
        </w:rPr>
        <w:t>.</w:t>
      </w:r>
    </w:p>
    <w:p w:rsidR="005C3788" w:rsidRPr="002B51BB" w:rsidRDefault="005C3788" w:rsidP="005C3788">
      <w:pPr>
        <w:spacing w:line="300" w:lineRule="atLeast"/>
        <w:ind w:firstLine="539"/>
        <w:jc w:val="both"/>
        <w:rPr>
          <w:sz w:val="24"/>
          <w:szCs w:val="24"/>
        </w:rPr>
      </w:pPr>
      <w:r w:rsidRPr="002B51BB">
        <w:rPr>
          <w:sz w:val="24"/>
          <w:szCs w:val="24"/>
        </w:rPr>
        <w:t>(</w:t>
      </w:r>
      <w:r w:rsidRPr="00D5255B">
        <w:rPr>
          <w:sz w:val="24"/>
          <w:szCs w:val="24"/>
        </w:rPr>
        <w:t>3</w:t>
      </w:r>
      <w:r w:rsidRPr="002B51BB">
        <w:rPr>
          <w:sz w:val="24"/>
          <w:szCs w:val="24"/>
        </w:rPr>
        <w:t>) </w:t>
      </w:r>
      <w:r>
        <w:rPr>
          <w:sz w:val="24"/>
          <w:szCs w:val="24"/>
          <w:lang w:eastAsia="ja-JP"/>
        </w:rPr>
        <w:t>З</w:t>
      </w:r>
      <w:r w:rsidRPr="005C3788">
        <w:rPr>
          <w:sz w:val="24"/>
          <w:szCs w:val="24"/>
        </w:rPr>
        <w:t xml:space="preserve">а прилагане на чл. 344 ал. 9 от </w:t>
      </w:r>
      <w:r>
        <w:rPr>
          <w:sz w:val="24"/>
          <w:szCs w:val="24"/>
        </w:rPr>
        <w:t>Националния рамков договор за медицинските дейности</w:t>
      </w:r>
      <w:r w:rsidRPr="005C3788">
        <w:rPr>
          <w:sz w:val="24"/>
          <w:szCs w:val="24"/>
        </w:rPr>
        <w:t xml:space="preserve"> за</w:t>
      </w:r>
      <w:r>
        <w:rPr>
          <w:sz w:val="24"/>
          <w:szCs w:val="24"/>
        </w:rPr>
        <w:t xml:space="preserve"> </w:t>
      </w:r>
      <w:r w:rsidRPr="005C3788">
        <w:rPr>
          <w:sz w:val="24"/>
          <w:szCs w:val="24"/>
        </w:rPr>
        <w:t>2018</w:t>
      </w:r>
      <w:r>
        <w:rPr>
          <w:sz w:val="24"/>
          <w:szCs w:val="24"/>
        </w:rPr>
        <w:t xml:space="preserve"> </w:t>
      </w:r>
      <w:r w:rsidRPr="005C3788">
        <w:rPr>
          <w:sz w:val="24"/>
          <w:szCs w:val="24"/>
        </w:rPr>
        <w:t>г</w:t>
      </w:r>
      <w:r>
        <w:rPr>
          <w:sz w:val="24"/>
          <w:szCs w:val="24"/>
        </w:rPr>
        <w:t>., с</w:t>
      </w:r>
      <w:r w:rsidRPr="005C3788">
        <w:rPr>
          <w:sz w:val="24"/>
          <w:szCs w:val="24"/>
        </w:rPr>
        <w:t>редствата за АПр №36 РЕТ/СТ се заделят в ЦУ на НЗОК.</w:t>
      </w:r>
    </w:p>
    <w:p w:rsidR="008871C2" w:rsidRPr="004417ED" w:rsidRDefault="008871C2" w:rsidP="008871C2">
      <w:pPr>
        <w:spacing w:line="300" w:lineRule="atLeast"/>
        <w:ind w:firstLine="539"/>
        <w:jc w:val="both"/>
        <w:rPr>
          <w:sz w:val="24"/>
          <w:szCs w:val="24"/>
        </w:rPr>
      </w:pPr>
      <w:r w:rsidRPr="004417ED">
        <w:rPr>
          <w:sz w:val="24"/>
          <w:szCs w:val="24"/>
        </w:rPr>
        <w:t>(4) По договорите с изпълнителите</w:t>
      </w:r>
      <w:r w:rsidR="00736B87" w:rsidRPr="004417ED">
        <w:rPr>
          <w:sz w:val="24"/>
          <w:szCs w:val="24"/>
        </w:rPr>
        <w:t xml:space="preserve"> </w:t>
      </w:r>
      <w:r w:rsidRPr="004417ED">
        <w:rPr>
          <w:sz w:val="24"/>
          <w:szCs w:val="24"/>
        </w:rPr>
        <w:t>на БМП на всяко тримесечие се определят обеми за АПр №36 РЕТ/СТ от заделените в ЦУ на НЗОК средства.</w:t>
      </w:r>
    </w:p>
    <w:p w:rsidR="008871C2" w:rsidRPr="00BB4C69" w:rsidRDefault="00BB4C69" w:rsidP="008871C2">
      <w:pPr>
        <w:spacing w:line="300" w:lineRule="atLeast"/>
        <w:ind w:firstLine="539"/>
        <w:jc w:val="both"/>
        <w:rPr>
          <w:sz w:val="24"/>
          <w:szCs w:val="24"/>
        </w:rPr>
      </w:pPr>
      <w:r w:rsidRPr="004417ED">
        <w:rPr>
          <w:sz w:val="24"/>
          <w:szCs w:val="24"/>
        </w:rPr>
        <w:t>(5) В случаите на надвишение с до 10 % на определените за конкретен изпълнител обеми за АПр№36 РЕТ/СТ</w:t>
      </w:r>
      <w:r w:rsidR="00824C10" w:rsidRPr="004417ED">
        <w:rPr>
          <w:sz w:val="24"/>
          <w:szCs w:val="24"/>
        </w:rPr>
        <w:t>, съгласно</w:t>
      </w:r>
      <w:r w:rsidRPr="004417ED">
        <w:rPr>
          <w:sz w:val="24"/>
          <w:szCs w:val="24"/>
        </w:rPr>
        <w:t xml:space="preserve"> ал.4</w:t>
      </w:r>
      <w:r w:rsidR="00824C10" w:rsidRPr="004417ED">
        <w:rPr>
          <w:sz w:val="24"/>
          <w:szCs w:val="24"/>
        </w:rPr>
        <w:t>,</w:t>
      </w:r>
      <w:r w:rsidR="00736B87" w:rsidRPr="004417ED">
        <w:rPr>
          <w:sz w:val="24"/>
          <w:szCs w:val="24"/>
        </w:rPr>
        <w:t xml:space="preserve"> </w:t>
      </w:r>
      <w:r w:rsidR="00824C10" w:rsidRPr="004417ED">
        <w:rPr>
          <w:sz w:val="24"/>
          <w:szCs w:val="24"/>
        </w:rPr>
        <w:t>средствата за тяхното изпълнение са за сметка на утвърдените стойности</w:t>
      </w:r>
      <w:r w:rsidR="002A66F1" w:rsidRPr="004417ED">
        <w:rPr>
          <w:sz w:val="24"/>
          <w:szCs w:val="24"/>
        </w:rPr>
        <w:t xml:space="preserve"> по чл.2.</w:t>
      </w:r>
    </w:p>
    <w:p w:rsidR="00110616" w:rsidRPr="002B51BB" w:rsidRDefault="00110616" w:rsidP="007D3107">
      <w:pPr>
        <w:keepNext/>
        <w:spacing w:line="300" w:lineRule="atLeast"/>
        <w:jc w:val="center"/>
        <w:rPr>
          <w:b/>
          <w:sz w:val="24"/>
          <w:szCs w:val="24"/>
        </w:rPr>
      </w:pPr>
      <w:r w:rsidRPr="002B51BB">
        <w:rPr>
          <w:b/>
          <w:sz w:val="24"/>
          <w:szCs w:val="24"/>
        </w:rPr>
        <w:t>ГЛАВА ІІ</w:t>
      </w:r>
      <w:r w:rsidRPr="002B51BB">
        <w:rPr>
          <w:b/>
          <w:sz w:val="24"/>
          <w:szCs w:val="24"/>
          <w:lang w:val="en-US"/>
        </w:rPr>
        <w:t>I</w:t>
      </w:r>
    </w:p>
    <w:p w:rsidR="00110616" w:rsidRPr="002B51BB" w:rsidRDefault="00110616" w:rsidP="007D3107">
      <w:pPr>
        <w:keepNext/>
        <w:spacing w:line="300" w:lineRule="atLeast"/>
        <w:jc w:val="center"/>
        <w:rPr>
          <w:b/>
          <w:sz w:val="24"/>
          <w:szCs w:val="24"/>
        </w:rPr>
      </w:pPr>
      <w:r w:rsidRPr="002B51BB">
        <w:rPr>
          <w:b/>
          <w:sz w:val="24"/>
          <w:szCs w:val="24"/>
        </w:rPr>
        <w:t xml:space="preserve">УСЛОВИЯ И РЕД ЗА </w:t>
      </w:r>
      <w:r w:rsidR="00984C07" w:rsidRPr="002B51BB">
        <w:rPr>
          <w:b/>
          <w:sz w:val="24"/>
          <w:szCs w:val="24"/>
        </w:rPr>
        <w:t xml:space="preserve">ЗАКУПУВАНЕ ОТ ИЗПЪЛНИТЕЛИТЕ НА БОЛНИЧНА МЕДИЦИНСКА ПОМОЩ НА ЗДРАВНИ ДЕЙНОСТИ ОТ ПАКЕТА ПО ЧЛ.2, АЛ.1  ОТ ЗАКОНА ЗА ЗДРАВНОТО ОСИГУРЯВАНЕ </w:t>
      </w:r>
    </w:p>
    <w:p w:rsidR="00FA6617" w:rsidRPr="002B51BB" w:rsidRDefault="00FA6617" w:rsidP="00FA6617">
      <w:pPr>
        <w:spacing w:line="300" w:lineRule="atLeast"/>
        <w:ind w:firstLine="539"/>
        <w:jc w:val="both"/>
        <w:rPr>
          <w:b/>
          <w:sz w:val="24"/>
          <w:szCs w:val="24"/>
        </w:rPr>
      </w:pPr>
    </w:p>
    <w:p w:rsidR="008B6850" w:rsidRPr="002B51BB" w:rsidRDefault="00FA6617" w:rsidP="00984C07">
      <w:pPr>
        <w:spacing w:line="300" w:lineRule="atLeast"/>
        <w:ind w:firstLine="539"/>
        <w:jc w:val="both"/>
        <w:rPr>
          <w:sz w:val="24"/>
          <w:szCs w:val="24"/>
        </w:rPr>
      </w:pPr>
      <w:r w:rsidRPr="002B51BB">
        <w:rPr>
          <w:b/>
          <w:sz w:val="24"/>
          <w:szCs w:val="24"/>
        </w:rPr>
        <w:t>Чл. </w:t>
      </w:r>
      <w:r w:rsidR="00CF7ABE" w:rsidRPr="002B51BB">
        <w:rPr>
          <w:b/>
          <w:sz w:val="24"/>
          <w:szCs w:val="24"/>
        </w:rPr>
        <w:t>6</w:t>
      </w:r>
      <w:r w:rsidR="006756A0" w:rsidRPr="002B51BB">
        <w:rPr>
          <w:b/>
          <w:sz w:val="24"/>
          <w:szCs w:val="24"/>
        </w:rPr>
        <w:t>.</w:t>
      </w:r>
      <w:r w:rsidRPr="002B51BB">
        <w:rPr>
          <w:b/>
          <w:sz w:val="24"/>
          <w:szCs w:val="24"/>
        </w:rPr>
        <w:t> </w:t>
      </w:r>
      <w:r w:rsidRPr="002B51BB">
        <w:rPr>
          <w:sz w:val="24"/>
          <w:szCs w:val="24"/>
        </w:rPr>
        <w:t>(1) </w:t>
      </w:r>
      <w:r w:rsidR="008B6850" w:rsidRPr="002B51BB">
        <w:rPr>
          <w:sz w:val="24"/>
          <w:szCs w:val="24"/>
        </w:rPr>
        <w:t xml:space="preserve">Директорът на РЗОК уведомява изпълнителите на БМП, за утвърдените им от Надзорния съвет на НЗОК индикативни стойности </w:t>
      </w:r>
      <w:r w:rsidR="006E3499" w:rsidRPr="002B51BB">
        <w:rPr>
          <w:sz w:val="24"/>
          <w:szCs w:val="24"/>
        </w:rPr>
        <w:t xml:space="preserve">за медицински изделия, прилагани в болничната медицинска </w:t>
      </w:r>
      <w:r w:rsidR="006E3499" w:rsidRPr="005C3788">
        <w:rPr>
          <w:sz w:val="24"/>
          <w:szCs w:val="24"/>
        </w:rPr>
        <w:t>помощ</w:t>
      </w:r>
      <w:r w:rsidR="005C3788" w:rsidRPr="005C3788">
        <w:rPr>
          <w:sz w:val="24"/>
          <w:szCs w:val="24"/>
        </w:rPr>
        <w:t xml:space="preserve"> и лекарствени продукти за лечение на злокачествени заболявания, </w:t>
      </w:r>
      <w:r w:rsidR="006756A0" w:rsidRPr="002B51BB">
        <w:rPr>
          <w:sz w:val="24"/>
          <w:szCs w:val="24"/>
        </w:rPr>
        <w:t>в условията на болнична медицинска помощ, които НЗОК заплаща извън стойността на оказваните медицински услуги</w:t>
      </w:r>
      <w:r w:rsidR="008B6850" w:rsidRPr="002B51BB">
        <w:rPr>
          <w:sz w:val="24"/>
          <w:szCs w:val="24"/>
        </w:rPr>
        <w:t>, които ще се съблюдават при прилагане на ежеседмичния и месечен анализ и контрол по реда на чл.</w:t>
      </w:r>
      <w:r w:rsidR="00D5255B">
        <w:rPr>
          <w:sz w:val="24"/>
          <w:szCs w:val="24"/>
        </w:rPr>
        <w:t>9</w:t>
      </w:r>
      <w:r w:rsidR="008B6850" w:rsidRPr="002B51BB">
        <w:rPr>
          <w:sz w:val="24"/>
          <w:szCs w:val="24"/>
        </w:rPr>
        <w:t xml:space="preserve">. </w:t>
      </w:r>
    </w:p>
    <w:p w:rsidR="00BC3A3E" w:rsidRPr="002B51BB" w:rsidRDefault="00114439" w:rsidP="0089222E">
      <w:pPr>
        <w:spacing w:line="300" w:lineRule="atLeast"/>
        <w:ind w:firstLine="540"/>
        <w:jc w:val="both"/>
        <w:rPr>
          <w:sz w:val="24"/>
          <w:szCs w:val="24"/>
        </w:rPr>
      </w:pPr>
      <w:r w:rsidRPr="002B51BB">
        <w:rPr>
          <w:sz w:val="24"/>
          <w:szCs w:val="24"/>
        </w:rPr>
        <w:t xml:space="preserve">(2) </w:t>
      </w:r>
      <w:r w:rsidR="00BC3A3E" w:rsidRPr="002B51BB">
        <w:rPr>
          <w:sz w:val="24"/>
          <w:szCs w:val="24"/>
        </w:rPr>
        <w:t>Комиси</w:t>
      </w:r>
      <w:r w:rsidR="006756A0" w:rsidRPr="002B51BB">
        <w:rPr>
          <w:sz w:val="24"/>
          <w:szCs w:val="24"/>
        </w:rPr>
        <w:t>я</w:t>
      </w:r>
      <w:r w:rsidR="00BC3A3E" w:rsidRPr="002B51BB">
        <w:rPr>
          <w:sz w:val="24"/>
          <w:szCs w:val="24"/>
        </w:rPr>
        <w:t>т</w:t>
      </w:r>
      <w:r w:rsidR="006756A0" w:rsidRPr="002B51BB">
        <w:rPr>
          <w:sz w:val="24"/>
          <w:szCs w:val="24"/>
        </w:rPr>
        <w:t>а</w:t>
      </w:r>
      <w:r w:rsidR="00BC3A3E" w:rsidRPr="002B51BB">
        <w:rPr>
          <w:sz w:val="24"/>
          <w:szCs w:val="24"/>
        </w:rPr>
        <w:t xml:space="preserve"> по чл.</w:t>
      </w:r>
      <w:r w:rsidR="00CF7ABE" w:rsidRPr="002B51BB">
        <w:rPr>
          <w:sz w:val="24"/>
          <w:szCs w:val="24"/>
        </w:rPr>
        <w:t>4</w:t>
      </w:r>
      <w:r w:rsidR="00E00C1F" w:rsidRPr="002B51BB">
        <w:rPr>
          <w:sz w:val="24"/>
          <w:szCs w:val="24"/>
        </w:rPr>
        <w:t>,</w:t>
      </w:r>
      <w:r w:rsidR="00BC3A3E" w:rsidRPr="002B51BB">
        <w:rPr>
          <w:sz w:val="24"/>
          <w:szCs w:val="24"/>
        </w:rPr>
        <w:t xml:space="preserve"> ал.1</w:t>
      </w:r>
      <w:r w:rsidR="006756A0" w:rsidRPr="002B51BB">
        <w:rPr>
          <w:sz w:val="24"/>
          <w:szCs w:val="24"/>
        </w:rPr>
        <w:t>, т.</w:t>
      </w:r>
      <w:r w:rsidR="00CF7ABE" w:rsidRPr="002B51BB">
        <w:rPr>
          <w:sz w:val="24"/>
          <w:szCs w:val="24"/>
        </w:rPr>
        <w:t>4</w:t>
      </w:r>
      <w:r w:rsidR="00BC3A3E" w:rsidRPr="002B51BB">
        <w:rPr>
          <w:sz w:val="24"/>
          <w:szCs w:val="24"/>
        </w:rPr>
        <w:t xml:space="preserve"> уведомява изпълнителите на БМП за утвърдените за закупуване медицински изделия.</w:t>
      </w:r>
    </w:p>
    <w:p w:rsidR="00035455" w:rsidRPr="002B51BB" w:rsidRDefault="00035455" w:rsidP="001F56C1">
      <w:pPr>
        <w:spacing w:line="300" w:lineRule="atLeast"/>
        <w:ind w:firstLine="540"/>
        <w:jc w:val="both"/>
        <w:rPr>
          <w:sz w:val="24"/>
          <w:szCs w:val="24"/>
        </w:rPr>
      </w:pPr>
      <w:r w:rsidRPr="002B51BB">
        <w:rPr>
          <w:sz w:val="24"/>
          <w:szCs w:val="24"/>
        </w:rPr>
        <w:t>(</w:t>
      </w:r>
      <w:r w:rsidR="00114439" w:rsidRPr="002B51BB">
        <w:rPr>
          <w:sz w:val="24"/>
          <w:szCs w:val="24"/>
        </w:rPr>
        <w:t>3</w:t>
      </w:r>
      <w:r w:rsidRPr="002B51BB">
        <w:rPr>
          <w:sz w:val="24"/>
          <w:szCs w:val="24"/>
        </w:rPr>
        <w:t xml:space="preserve">) За всеки изпълнител в част Б на приложение № 2 към договора с НЗОК се </w:t>
      </w:r>
      <w:r w:rsidR="006E3499" w:rsidRPr="002B51BB">
        <w:rPr>
          <w:sz w:val="24"/>
          <w:szCs w:val="24"/>
        </w:rPr>
        <w:t xml:space="preserve">вписват утвърдените му от Надзорния съвет на НЗОК месечни стойности </w:t>
      </w:r>
      <w:r w:rsidR="00CF7ABE" w:rsidRPr="002B51BB">
        <w:rPr>
          <w:sz w:val="24"/>
          <w:szCs w:val="24"/>
        </w:rPr>
        <w:t xml:space="preserve">за </w:t>
      </w:r>
      <w:r w:rsidR="006E3499" w:rsidRPr="002B51BB">
        <w:rPr>
          <w:sz w:val="24"/>
          <w:szCs w:val="24"/>
        </w:rPr>
        <w:t>дейности</w:t>
      </w:r>
      <w:r w:rsidR="00CF7ABE" w:rsidRPr="002B51BB">
        <w:rPr>
          <w:sz w:val="24"/>
          <w:szCs w:val="24"/>
        </w:rPr>
        <w:t>те</w:t>
      </w:r>
      <w:r w:rsidR="006E3499" w:rsidRPr="002B51BB">
        <w:rPr>
          <w:sz w:val="24"/>
          <w:szCs w:val="24"/>
        </w:rPr>
        <w:t xml:space="preserve"> по чл.</w:t>
      </w:r>
      <w:r w:rsidR="00CF7ABE" w:rsidRPr="002B51BB">
        <w:rPr>
          <w:sz w:val="24"/>
          <w:szCs w:val="24"/>
        </w:rPr>
        <w:t>3</w:t>
      </w:r>
      <w:r w:rsidR="006E3499" w:rsidRPr="002B51BB">
        <w:rPr>
          <w:sz w:val="24"/>
          <w:szCs w:val="24"/>
        </w:rPr>
        <w:t xml:space="preserve">, </w:t>
      </w:r>
      <w:r w:rsidRPr="002B51BB">
        <w:rPr>
          <w:sz w:val="24"/>
          <w:szCs w:val="24"/>
        </w:rPr>
        <w:t>за периода на договора, заплащан през 201</w:t>
      </w:r>
      <w:r w:rsidR="00DB1B6F" w:rsidRPr="002B51BB">
        <w:rPr>
          <w:sz w:val="24"/>
          <w:szCs w:val="24"/>
        </w:rPr>
        <w:t>9</w:t>
      </w:r>
      <w:r w:rsidR="006E3499" w:rsidRPr="002B51BB">
        <w:rPr>
          <w:sz w:val="24"/>
          <w:szCs w:val="24"/>
        </w:rPr>
        <w:t xml:space="preserve"> г</w:t>
      </w:r>
      <w:r w:rsidR="005D6B78" w:rsidRPr="002B51BB">
        <w:rPr>
          <w:sz w:val="24"/>
          <w:szCs w:val="24"/>
        </w:rPr>
        <w:t>.</w:t>
      </w:r>
    </w:p>
    <w:p w:rsidR="000807BD" w:rsidRPr="002B51BB" w:rsidRDefault="00060737" w:rsidP="000807BD">
      <w:pPr>
        <w:spacing w:line="300" w:lineRule="atLeast"/>
        <w:ind w:firstLine="540"/>
        <w:jc w:val="both"/>
        <w:rPr>
          <w:sz w:val="24"/>
          <w:szCs w:val="24"/>
        </w:rPr>
      </w:pPr>
      <w:r w:rsidRPr="002B51BB">
        <w:rPr>
          <w:sz w:val="24"/>
          <w:szCs w:val="24"/>
        </w:rPr>
        <w:t>(</w:t>
      </w:r>
      <w:r w:rsidR="00114439" w:rsidRPr="002B51BB">
        <w:rPr>
          <w:sz w:val="24"/>
          <w:szCs w:val="24"/>
        </w:rPr>
        <w:t>4</w:t>
      </w:r>
      <w:r w:rsidRPr="002B51BB">
        <w:rPr>
          <w:sz w:val="24"/>
          <w:szCs w:val="24"/>
        </w:rPr>
        <w:t>) Месечните стойности по ал.</w:t>
      </w:r>
      <w:r w:rsidR="007F75BB" w:rsidRPr="002B51BB">
        <w:rPr>
          <w:sz w:val="24"/>
          <w:szCs w:val="24"/>
        </w:rPr>
        <w:t>3</w:t>
      </w:r>
      <w:r w:rsidRPr="002B51BB">
        <w:rPr>
          <w:sz w:val="24"/>
          <w:szCs w:val="24"/>
        </w:rPr>
        <w:t xml:space="preserve"> за дейностите за БМП (КП, КПр, АПр) се определят като обща месечна стойност по всички сключени от изпълнител на БМП договори.</w:t>
      </w:r>
      <w:r w:rsidR="000807BD" w:rsidRPr="002B51BB">
        <w:rPr>
          <w:sz w:val="24"/>
          <w:szCs w:val="24"/>
        </w:rPr>
        <w:t xml:space="preserve"> </w:t>
      </w:r>
    </w:p>
    <w:p w:rsidR="00060737" w:rsidRPr="002B51BB" w:rsidRDefault="000807BD" w:rsidP="00060737">
      <w:pPr>
        <w:spacing w:line="300" w:lineRule="atLeast"/>
        <w:ind w:firstLine="540"/>
        <w:jc w:val="both"/>
        <w:rPr>
          <w:sz w:val="24"/>
          <w:szCs w:val="24"/>
        </w:rPr>
      </w:pPr>
      <w:r w:rsidRPr="002B51BB">
        <w:rPr>
          <w:sz w:val="24"/>
          <w:szCs w:val="24"/>
        </w:rPr>
        <w:t>(</w:t>
      </w:r>
      <w:r w:rsidR="00114439" w:rsidRPr="002B51BB">
        <w:rPr>
          <w:sz w:val="24"/>
          <w:szCs w:val="24"/>
        </w:rPr>
        <w:t>5</w:t>
      </w:r>
      <w:r w:rsidRPr="002B51BB">
        <w:rPr>
          <w:sz w:val="24"/>
          <w:szCs w:val="24"/>
        </w:rPr>
        <w:t>) В част А за 201</w:t>
      </w:r>
      <w:r w:rsidR="00DB1B6F" w:rsidRPr="002B51BB">
        <w:rPr>
          <w:sz w:val="24"/>
          <w:szCs w:val="24"/>
        </w:rPr>
        <w:t>9</w:t>
      </w:r>
      <w:r w:rsidRPr="002B51BB">
        <w:rPr>
          <w:sz w:val="24"/>
          <w:szCs w:val="24"/>
        </w:rPr>
        <w:t xml:space="preserve"> г. на приложение № 2 към договора с НЗОК се вписват броя на леглата по специалност и нива на компетентност, съгласно </w:t>
      </w:r>
      <w:r w:rsidR="00DB1B6F" w:rsidRPr="002B51BB">
        <w:rPr>
          <w:sz w:val="24"/>
          <w:szCs w:val="24"/>
        </w:rPr>
        <w:t xml:space="preserve">чл.1 по договора </w:t>
      </w:r>
      <w:r w:rsidRPr="002B51BB">
        <w:rPr>
          <w:sz w:val="24"/>
          <w:szCs w:val="24"/>
        </w:rPr>
        <w:t>с изпълнителя на Б</w:t>
      </w:r>
      <w:r w:rsidR="0063208C" w:rsidRPr="002B51BB">
        <w:rPr>
          <w:sz w:val="24"/>
          <w:szCs w:val="24"/>
        </w:rPr>
        <w:t>МП</w:t>
      </w:r>
      <w:r w:rsidR="0036566C" w:rsidRPr="00C829BA">
        <w:rPr>
          <w:sz w:val="24"/>
          <w:szCs w:val="24"/>
        </w:rPr>
        <w:t>, след представяне на Декларация по образец на НЗОК.</w:t>
      </w:r>
    </w:p>
    <w:p w:rsidR="005C3788" w:rsidRPr="002B51BB" w:rsidRDefault="005C3788" w:rsidP="005C3788">
      <w:pPr>
        <w:spacing w:line="300" w:lineRule="atLeast"/>
        <w:ind w:firstLine="540"/>
        <w:jc w:val="both"/>
        <w:rPr>
          <w:sz w:val="24"/>
          <w:szCs w:val="24"/>
        </w:rPr>
      </w:pPr>
      <w:r w:rsidRPr="002B51BB">
        <w:rPr>
          <w:sz w:val="24"/>
          <w:szCs w:val="24"/>
        </w:rPr>
        <w:t>(</w:t>
      </w:r>
      <w:r>
        <w:rPr>
          <w:sz w:val="24"/>
          <w:szCs w:val="24"/>
        </w:rPr>
        <w:t>6</w:t>
      </w:r>
      <w:r w:rsidRPr="002B51BB">
        <w:rPr>
          <w:sz w:val="24"/>
          <w:szCs w:val="24"/>
        </w:rPr>
        <w:t xml:space="preserve">) </w:t>
      </w:r>
      <w:r>
        <w:rPr>
          <w:sz w:val="24"/>
          <w:szCs w:val="24"/>
        </w:rPr>
        <w:t>Директорът на РЗОК уведомява</w:t>
      </w:r>
      <w:r w:rsidRPr="005C3788">
        <w:t xml:space="preserve"> </w:t>
      </w:r>
      <w:r w:rsidRPr="005C3788">
        <w:rPr>
          <w:sz w:val="24"/>
          <w:szCs w:val="24"/>
        </w:rPr>
        <w:t xml:space="preserve">изпълнителите на БМП за </w:t>
      </w:r>
      <w:r>
        <w:rPr>
          <w:sz w:val="24"/>
          <w:szCs w:val="24"/>
        </w:rPr>
        <w:t xml:space="preserve">разрешените по реда на </w:t>
      </w:r>
      <w:r w:rsidRPr="005C3788">
        <w:rPr>
          <w:sz w:val="24"/>
          <w:szCs w:val="24"/>
        </w:rPr>
        <w:t>чл. 344 ал. 9 от Националния рамков договор за медицинските дейности за 2018 г.</w:t>
      </w:r>
      <w:r w:rsidRPr="005C3788">
        <w:t xml:space="preserve"> </w:t>
      </w:r>
      <w:r w:rsidRPr="005C3788">
        <w:rPr>
          <w:sz w:val="24"/>
          <w:szCs w:val="24"/>
        </w:rPr>
        <w:t>АПр №36 РЕТ/СТ</w:t>
      </w:r>
      <w:r w:rsidRPr="002B51BB">
        <w:rPr>
          <w:sz w:val="24"/>
          <w:szCs w:val="24"/>
        </w:rPr>
        <w:t>.</w:t>
      </w:r>
    </w:p>
    <w:p w:rsidR="007901C9" w:rsidRPr="002B51BB" w:rsidRDefault="00110616" w:rsidP="007D3107">
      <w:pPr>
        <w:spacing w:line="300" w:lineRule="atLeast"/>
        <w:ind w:firstLine="539"/>
        <w:jc w:val="both"/>
        <w:rPr>
          <w:sz w:val="24"/>
          <w:szCs w:val="24"/>
        </w:rPr>
      </w:pPr>
      <w:r w:rsidRPr="002B51BB">
        <w:rPr>
          <w:b/>
          <w:sz w:val="24"/>
          <w:szCs w:val="24"/>
        </w:rPr>
        <w:t>Чл. </w:t>
      </w:r>
      <w:r w:rsidR="00CF7ABE" w:rsidRPr="002B51BB">
        <w:rPr>
          <w:b/>
          <w:sz w:val="24"/>
          <w:szCs w:val="24"/>
        </w:rPr>
        <w:t>7</w:t>
      </w:r>
      <w:r w:rsidRPr="002B51BB">
        <w:rPr>
          <w:b/>
          <w:sz w:val="24"/>
          <w:szCs w:val="24"/>
        </w:rPr>
        <w:t>. </w:t>
      </w:r>
      <w:r w:rsidRPr="002B51BB">
        <w:rPr>
          <w:sz w:val="24"/>
          <w:szCs w:val="24"/>
        </w:rPr>
        <w:t>(1) Директорът на РЗОК закупува от изпълнителите на БМП дейности,</w:t>
      </w:r>
      <w:r w:rsidR="00BC3A3E" w:rsidRPr="002B51BB">
        <w:rPr>
          <w:sz w:val="24"/>
          <w:szCs w:val="24"/>
        </w:rPr>
        <w:t xml:space="preserve"> медицински изделия и лекарствени продукти,</w:t>
      </w:r>
      <w:r w:rsidRPr="002B51BB">
        <w:rPr>
          <w:sz w:val="24"/>
          <w:szCs w:val="24"/>
        </w:rPr>
        <w:t xml:space="preserve"> съгласно сключените с тях индивидуални договори за изпълнение на БМП, </w:t>
      </w:r>
      <w:r w:rsidR="007901C9" w:rsidRPr="002B51BB">
        <w:rPr>
          <w:sz w:val="24"/>
          <w:szCs w:val="24"/>
        </w:rPr>
        <w:t xml:space="preserve">след </w:t>
      </w:r>
      <w:r w:rsidR="00033946" w:rsidRPr="002B51BB">
        <w:rPr>
          <w:sz w:val="24"/>
          <w:szCs w:val="24"/>
        </w:rPr>
        <w:t>прилагане на реда</w:t>
      </w:r>
      <w:r w:rsidR="007901C9" w:rsidRPr="002B51BB">
        <w:rPr>
          <w:sz w:val="24"/>
          <w:szCs w:val="24"/>
        </w:rPr>
        <w:t xml:space="preserve"> </w:t>
      </w:r>
      <w:r w:rsidR="00033946" w:rsidRPr="002B51BB">
        <w:rPr>
          <w:sz w:val="24"/>
          <w:szCs w:val="24"/>
        </w:rPr>
        <w:t>на</w:t>
      </w:r>
      <w:r w:rsidR="007901C9" w:rsidRPr="002B51BB">
        <w:rPr>
          <w:sz w:val="24"/>
          <w:szCs w:val="24"/>
        </w:rPr>
        <w:t xml:space="preserve"> чл.</w:t>
      </w:r>
      <w:r w:rsidR="00236BEA" w:rsidRPr="002B51BB">
        <w:rPr>
          <w:sz w:val="24"/>
          <w:szCs w:val="24"/>
        </w:rPr>
        <w:t>9</w:t>
      </w:r>
      <w:r w:rsidR="007901C9" w:rsidRPr="002B51BB">
        <w:rPr>
          <w:sz w:val="24"/>
          <w:szCs w:val="24"/>
        </w:rPr>
        <w:t xml:space="preserve">. </w:t>
      </w:r>
    </w:p>
    <w:p w:rsidR="00110616" w:rsidRPr="002B51BB" w:rsidRDefault="007901C9" w:rsidP="007D3107">
      <w:pPr>
        <w:spacing w:line="300" w:lineRule="atLeast"/>
        <w:ind w:firstLine="539"/>
        <w:jc w:val="both"/>
        <w:rPr>
          <w:sz w:val="24"/>
          <w:szCs w:val="24"/>
        </w:rPr>
      </w:pPr>
      <w:r w:rsidRPr="002B51BB">
        <w:rPr>
          <w:sz w:val="24"/>
          <w:szCs w:val="24"/>
        </w:rPr>
        <w:t>(2)</w:t>
      </w:r>
      <w:r w:rsidR="002E3EF3" w:rsidRPr="002B51BB">
        <w:rPr>
          <w:sz w:val="24"/>
          <w:szCs w:val="24"/>
        </w:rPr>
        <w:t> </w:t>
      </w:r>
      <w:r w:rsidRPr="002B51BB">
        <w:rPr>
          <w:sz w:val="24"/>
          <w:szCs w:val="24"/>
        </w:rPr>
        <w:t xml:space="preserve">Закупените обеми по ал.1 </w:t>
      </w:r>
      <w:r w:rsidR="00110616" w:rsidRPr="002B51BB">
        <w:rPr>
          <w:sz w:val="24"/>
          <w:szCs w:val="24"/>
        </w:rPr>
        <w:t xml:space="preserve">се </w:t>
      </w:r>
      <w:r w:rsidRPr="002B51BB">
        <w:rPr>
          <w:sz w:val="24"/>
          <w:szCs w:val="24"/>
        </w:rPr>
        <w:t xml:space="preserve">вписват </w:t>
      </w:r>
      <w:r w:rsidR="00E832CD" w:rsidRPr="002B51BB">
        <w:rPr>
          <w:sz w:val="24"/>
          <w:szCs w:val="24"/>
        </w:rPr>
        <w:t xml:space="preserve">ежемесечно </w:t>
      </w:r>
      <w:r w:rsidRPr="002B51BB">
        <w:rPr>
          <w:sz w:val="24"/>
          <w:szCs w:val="24"/>
        </w:rPr>
        <w:t>в част А на приложение № 2 към договора с НЗОК</w:t>
      </w:r>
      <w:r w:rsidR="00110616" w:rsidRPr="002B51BB">
        <w:rPr>
          <w:sz w:val="24"/>
          <w:szCs w:val="24"/>
        </w:rPr>
        <w:t xml:space="preserve"> по специалност и нива на компетентност</w:t>
      </w:r>
      <w:r w:rsidRPr="002B51BB">
        <w:rPr>
          <w:sz w:val="24"/>
          <w:szCs w:val="24"/>
        </w:rPr>
        <w:t xml:space="preserve"> на звената в структурата на лечебното заведение – изпълнител на БМП, от които са отчетени.</w:t>
      </w:r>
    </w:p>
    <w:p w:rsidR="00110616" w:rsidRPr="002B51BB" w:rsidRDefault="00110616" w:rsidP="007D3107">
      <w:pPr>
        <w:spacing w:line="300" w:lineRule="atLeast"/>
        <w:ind w:firstLine="539"/>
        <w:jc w:val="both"/>
        <w:rPr>
          <w:sz w:val="24"/>
          <w:szCs w:val="24"/>
        </w:rPr>
      </w:pPr>
      <w:r w:rsidRPr="002B51BB">
        <w:rPr>
          <w:sz w:val="24"/>
          <w:szCs w:val="24"/>
        </w:rPr>
        <w:t>(</w:t>
      </w:r>
      <w:r w:rsidR="005D6B78" w:rsidRPr="002B51BB">
        <w:rPr>
          <w:sz w:val="24"/>
          <w:szCs w:val="24"/>
        </w:rPr>
        <w:t>3</w:t>
      </w:r>
      <w:r w:rsidRPr="002B51BB">
        <w:rPr>
          <w:sz w:val="24"/>
          <w:szCs w:val="24"/>
        </w:rPr>
        <w:t>) </w:t>
      </w:r>
      <w:r w:rsidR="00825BA0" w:rsidRPr="002B51BB">
        <w:rPr>
          <w:sz w:val="24"/>
          <w:szCs w:val="24"/>
        </w:rPr>
        <w:t xml:space="preserve">Ежемесечно за всеки изпълнител в част Б на приложение № 2 към договора с НЗОК се вписват стойностите на </w:t>
      </w:r>
      <w:r w:rsidR="00060737" w:rsidRPr="002B51BB">
        <w:rPr>
          <w:sz w:val="24"/>
          <w:szCs w:val="24"/>
        </w:rPr>
        <w:t xml:space="preserve">закупените </w:t>
      </w:r>
      <w:r w:rsidR="00825BA0" w:rsidRPr="002B51BB">
        <w:rPr>
          <w:sz w:val="24"/>
          <w:szCs w:val="24"/>
        </w:rPr>
        <w:t>по сключените с тях индивидуални договори:</w:t>
      </w:r>
    </w:p>
    <w:p w:rsidR="00E832CD" w:rsidRPr="002B51BB" w:rsidRDefault="00DB1B6F" w:rsidP="007D3107">
      <w:pPr>
        <w:spacing w:line="300" w:lineRule="atLeast"/>
        <w:ind w:firstLine="540"/>
        <w:jc w:val="both"/>
        <w:rPr>
          <w:sz w:val="24"/>
          <w:szCs w:val="24"/>
        </w:rPr>
      </w:pPr>
      <w:r w:rsidRPr="002B51BB">
        <w:rPr>
          <w:sz w:val="24"/>
          <w:szCs w:val="24"/>
        </w:rPr>
        <w:lastRenderedPageBreak/>
        <w:t>1</w:t>
      </w:r>
      <w:r w:rsidR="00E832CD" w:rsidRPr="002B51BB">
        <w:rPr>
          <w:sz w:val="24"/>
          <w:szCs w:val="24"/>
        </w:rPr>
        <w:t>.</w:t>
      </w:r>
      <w:r w:rsidR="002E3EF3" w:rsidRPr="002B51BB">
        <w:rPr>
          <w:sz w:val="24"/>
          <w:szCs w:val="24"/>
        </w:rPr>
        <w:t> </w:t>
      </w:r>
      <w:r w:rsidR="00E832CD" w:rsidRPr="002B51BB">
        <w:rPr>
          <w:sz w:val="24"/>
          <w:szCs w:val="24"/>
        </w:rPr>
        <w:t>дейности</w:t>
      </w:r>
      <w:r w:rsidR="007202E2" w:rsidRPr="002B51BB">
        <w:rPr>
          <w:sz w:val="24"/>
          <w:szCs w:val="24"/>
        </w:rPr>
        <w:t xml:space="preserve">, </w:t>
      </w:r>
      <w:r w:rsidR="00060737" w:rsidRPr="002B51BB">
        <w:rPr>
          <w:sz w:val="24"/>
          <w:szCs w:val="24"/>
        </w:rPr>
        <w:t>заплатени в рамките на месечните стойности по реда на чл.</w:t>
      </w:r>
      <w:r w:rsidR="00901B8A" w:rsidRPr="002B51BB">
        <w:rPr>
          <w:sz w:val="24"/>
          <w:szCs w:val="24"/>
        </w:rPr>
        <w:t>8</w:t>
      </w:r>
      <w:r w:rsidR="00060737" w:rsidRPr="002B51BB">
        <w:rPr>
          <w:sz w:val="24"/>
          <w:szCs w:val="24"/>
        </w:rPr>
        <w:t xml:space="preserve">. </w:t>
      </w:r>
      <w:r w:rsidR="00E832CD" w:rsidRPr="002B51BB">
        <w:rPr>
          <w:sz w:val="24"/>
          <w:szCs w:val="24"/>
        </w:rPr>
        <w:t xml:space="preserve"> </w:t>
      </w:r>
    </w:p>
    <w:p w:rsidR="00060737" w:rsidRPr="002B51BB" w:rsidRDefault="00DB1B6F" w:rsidP="00060737">
      <w:pPr>
        <w:spacing w:line="300" w:lineRule="atLeast"/>
        <w:ind w:firstLine="540"/>
        <w:jc w:val="both"/>
        <w:rPr>
          <w:sz w:val="24"/>
          <w:szCs w:val="24"/>
        </w:rPr>
      </w:pPr>
      <w:r w:rsidRPr="002B51BB">
        <w:rPr>
          <w:sz w:val="24"/>
          <w:szCs w:val="24"/>
        </w:rPr>
        <w:t>2</w:t>
      </w:r>
      <w:r w:rsidR="00060737" w:rsidRPr="002B51BB">
        <w:rPr>
          <w:sz w:val="24"/>
          <w:szCs w:val="24"/>
        </w:rPr>
        <w:t>. медицински изделия, прилагани в болничната медицинска помощ, заплатени по реда на чл.</w:t>
      </w:r>
      <w:r w:rsidR="00901B8A" w:rsidRPr="002B51BB">
        <w:rPr>
          <w:sz w:val="24"/>
          <w:szCs w:val="24"/>
        </w:rPr>
        <w:t>4</w:t>
      </w:r>
      <w:r w:rsidR="00060737" w:rsidRPr="002B51BB">
        <w:rPr>
          <w:sz w:val="24"/>
          <w:szCs w:val="24"/>
        </w:rPr>
        <w:t>, ал.1, т.</w:t>
      </w:r>
      <w:r w:rsidR="008324FC" w:rsidRPr="002B51BB">
        <w:rPr>
          <w:sz w:val="24"/>
          <w:szCs w:val="24"/>
        </w:rPr>
        <w:t>7</w:t>
      </w:r>
      <w:r w:rsidR="005D6B78" w:rsidRPr="002B51BB">
        <w:rPr>
          <w:sz w:val="24"/>
          <w:szCs w:val="24"/>
        </w:rPr>
        <w:t>.</w:t>
      </w:r>
    </w:p>
    <w:p w:rsidR="00DB1B6F" w:rsidRPr="002B51BB" w:rsidRDefault="00DB1B6F" w:rsidP="00DB1B6F">
      <w:pPr>
        <w:spacing w:line="300" w:lineRule="atLeast"/>
        <w:ind w:firstLine="540"/>
        <w:jc w:val="both"/>
        <w:rPr>
          <w:sz w:val="24"/>
          <w:szCs w:val="24"/>
        </w:rPr>
      </w:pPr>
      <w:r w:rsidRPr="002B51BB">
        <w:rPr>
          <w:sz w:val="24"/>
          <w:szCs w:val="24"/>
        </w:rPr>
        <w:t>3. 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болнична медицинска помощ, които НЗОК заплаща извън стойността на оказваните медицински услуги, заплатени по реда на чл.</w:t>
      </w:r>
      <w:r w:rsidR="00901B8A" w:rsidRPr="002B51BB">
        <w:rPr>
          <w:sz w:val="24"/>
          <w:szCs w:val="24"/>
        </w:rPr>
        <w:t>4</w:t>
      </w:r>
      <w:r w:rsidRPr="002B51BB">
        <w:rPr>
          <w:sz w:val="24"/>
          <w:szCs w:val="24"/>
        </w:rPr>
        <w:t>, ал.1, т.</w:t>
      </w:r>
      <w:r w:rsidR="008324FC" w:rsidRPr="002B51BB">
        <w:rPr>
          <w:sz w:val="24"/>
          <w:szCs w:val="24"/>
        </w:rPr>
        <w:t>7</w:t>
      </w:r>
      <w:r w:rsidRPr="002B51BB">
        <w:rPr>
          <w:sz w:val="24"/>
          <w:szCs w:val="24"/>
        </w:rPr>
        <w:t>.</w:t>
      </w:r>
    </w:p>
    <w:p w:rsidR="00DB1B6F" w:rsidRPr="002B51BB" w:rsidRDefault="00DB1B6F" w:rsidP="00060737">
      <w:pPr>
        <w:spacing w:line="300" w:lineRule="atLeast"/>
        <w:ind w:firstLine="540"/>
        <w:jc w:val="both"/>
        <w:rPr>
          <w:sz w:val="24"/>
          <w:szCs w:val="24"/>
        </w:rPr>
      </w:pPr>
      <w:r w:rsidRPr="002B51BB">
        <w:rPr>
          <w:sz w:val="24"/>
          <w:szCs w:val="24"/>
        </w:rPr>
        <w:t>4</w:t>
      </w:r>
      <w:r w:rsidR="00060737" w:rsidRPr="002B51BB">
        <w:rPr>
          <w:sz w:val="24"/>
          <w:szCs w:val="24"/>
        </w:rPr>
        <w:t>. болнична медицинска помощ на лица с право на здравно осигуряване, удостоверено от друга държава – членка на ЕС/ЕИП, или съгласно двустранни спогодби;</w:t>
      </w:r>
    </w:p>
    <w:p w:rsidR="00DB1B6F" w:rsidRPr="002B51BB" w:rsidRDefault="00DB1B6F" w:rsidP="00060737">
      <w:pPr>
        <w:spacing w:line="300" w:lineRule="atLeast"/>
        <w:ind w:firstLine="540"/>
        <w:jc w:val="both"/>
        <w:rPr>
          <w:sz w:val="24"/>
          <w:szCs w:val="24"/>
        </w:rPr>
      </w:pPr>
      <w:r w:rsidRPr="002B51BB">
        <w:rPr>
          <w:sz w:val="24"/>
          <w:szCs w:val="24"/>
        </w:rPr>
        <w:t>5. </w:t>
      </w:r>
      <w:r w:rsidR="00060737" w:rsidRPr="002B51BB">
        <w:rPr>
          <w:sz w:val="24"/>
          <w:szCs w:val="24"/>
        </w:rPr>
        <w:t xml:space="preserve">дейности, финансирани с трансфери към НЗОК от Министерство на здравеопазването; </w:t>
      </w:r>
    </w:p>
    <w:p w:rsidR="00060737" w:rsidRPr="002B51BB" w:rsidRDefault="00DB1B6F" w:rsidP="00060737">
      <w:pPr>
        <w:spacing w:line="300" w:lineRule="atLeast"/>
        <w:ind w:firstLine="540"/>
        <w:jc w:val="both"/>
        <w:rPr>
          <w:sz w:val="24"/>
          <w:szCs w:val="24"/>
        </w:rPr>
      </w:pPr>
      <w:r w:rsidRPr="002B51BB">
        <w:rPr>
          <w:sz w:val="24"/>
          <w:szCs w:val="24"/>
        </w:rPr>
        <w:t>6. </w:t>
      </w:r>
      <w:r w:rsidR="00060737" w:rsidRPr="002B51BB">
        <w:rPr>
          <w:sz w:val="24"/>
          <w:szCs w:val="24"/>
        </w:rPr>
        <w:t xml:space="preserve">болнична медицинска помощ по реда на ПМС № 17 от 2007 г. </w:t>
      </w:r>
    </w:p>
    <w:p w:rsidR="00A955E1" w:rsidRPr="002B51BB" w:rsidRDefault="00110616" w:rsidP="007D3107">
      <w:pPr>
        <w:spacing w:line="300" w:lineRule="atLeast"/>
        <w:ind w:firstLine="539"/>
        <w:jc w:val="both"/>
        <w:rPr>
          <w:sz w:val="24"/>
          <w:szCs w:val="24"/>
        </w:rPr>
      </w:pPr>
      <w:r w:rsidRPr="002B51BB">
        <w:rPr>
          <w:b/>
          <w:sz w:val="24"/>
          <w:szCs w:val="24"/>
        </w:rPr>
        <w:t>Чл. </w:t>
      </w:r>
      <w:r w:rsidR="00901B8A" w:rsidRPr="002B51BB">
        <w:rPr>
          <w:b/>
          <w:sz w:val="24"/>
          <w:szCs w:val="24"/>
        </w:rPr>
        <w:t>8</w:t>
      </w:r>
      <w:r w:rsidR="00B34261" w:rsidRPr="002B51BB">
        <w:rPr>
          <w:b/>
          <w:sz w:val="24"/>
          <w:szCs w:val="24"/>
        </w:rPr>
        <w:t>.</w:t>
      </w:r>
      <w:r w:rsidRPr="002B51BB">
        <w:rPr>
          <w:b/>
          <w:sz w:val="24"/>
          <w:szCs w:val="24"/>
        </w:rPr>
        <w:t> </w:t>
      </w:r>
      <w:r w:rsidRPr="002B51BB">
        <w:rPr>
          <w:sz w:val="24"/>
          <w:szCs w:val="24"/>
        </w:rPr>
        <w:t>(1) </w:t>
      </w:r>
      <w:r w:rsidR="00A955E1" w:rsidRPr="002B51BB">
        <w:rPr>
          <w:sz w:val="24"/>
          <w:szCs w:val="24"/>
        </w:rPr>
        <w:t xml:space="preserve">Всеки изпълнител на БМП отчита с финансово-отчетни документи дейности на стойност, </w:t>
      </w:r>
      <w:r w:rsidR="00901B8A" w:rsidRPr="002B51BB">
        <w:rPr>
          <w:sz w:val="24"/>
          <w:szCs w:val="24"/>
        </w:rPr>
        <w:t>до размера на</w:t>
      </w:r>
      <w:r w:rsidR="0006364E" w:rsidRPr="002B51BB">
        <w:rPr>
          <w:sz w:val="24"/>
          <w:szCs w:val="24"/>
        </w:rPr>
        <w:t xml:space="preserve"> </w:t>
      </w:r>
      <w:r w:rsidR="00A955E1" w:rsidRPr="002B51BB">
        <w:rPr>
          <w:sz w:val="24"/>
          <w:szCs w:val="24"/>
        </w:rPr>
        <w:t>месечна</w:t>
      </w:r>
      <w:r w:rsidR="00BE734E" w:rsidRPr="002B51BB">
        <w:rPr>
          <w:sz w:val="24"/>
          <w:szCs w:val="24"/>
        </w:rPr>
        <w:t>та</w:t>
      </w:r>
      <w:r w:rsidR="00A955E1" w:rsidRPr="002B51BB">
        <w:rPr>
          <w:sz w:val="24"/>
          <w:szCs w:val="24"/>
        </w:rPr>
        <w:t xml:space="preserve"> стойност</w:t>
      </w:r>
      <w:r w:rsidR="000316A1" w:rsidRPr="002B51BB">
        <w:rPr>
          <w:sz w:val="24"/>
          <w:szCs w:val="24"/>
        </w:rPr>
        <w:t xml:space="preserve">, </w:t>
      </w:r>
      <w:r w:rsidR="00A22890" w:rsidRPr="002B51BB">
        <w:rPr>
          <w:sz w:val="24"/>
          <w:szCs w:val="24"/>
        </w:rPr>
        <w:t xml:space="preserve">в част Б на приложение № 2 </w:t>
      </w:r>
      <w:r w:rsidR="00A955E1" w:rsidRPr="002B51BB">
        <w:rPr>
          <w:sz w:val="24"/>
          <w:szCs w:val="24"/>
        </w:rPr>
        <w:t>към сключените от него договори.</w:t>
      </w:r>
    </w:p>
    <w:p w:rsidR="003A6D8C" w:rsidRPr="002B51BB" w:rsidRDefault="003A6D8C" w:rsidP="003A6D8C">
      <w:pPr>
        <w:spacing w:line="300" w:lineRule="atLeast"/>
        <w:ind w:firstLine="540"/>
        <w:jc w:val="both"/>
        <w:rPr>
          <w:sz w:val="24"/>
          <w:szCs w:val="24"/>
        </w:rPr>
      </w:pPr>
      <w:r w:rsidRPr="002B51BB">
        <w:rPr>
          <w:sz w:val="24"/>
          <w:szCs w:val="24"/>
        </w:rPr>
        <w:t>(2)</w:t>
      </w:r>
      <w:r w:rsidR="00053835" w:rsidRPr="002B51BB">
        <w:rPr>
          <w:sz w:val="24"/>
          <w:szCs w:val="24"/>
        </w:rPr>
        <w:t> </w:t>
      </w:r>
      <w:r w:rsidR="00823516" w:rsidRPr="002B51BB">
        <w:rPr>
          <w:sz w:val="24"/>
          <w:szCs w:val="24"/>
        </w:rPr>
        <w:t>Изпълнител на БМП, може да подаде в РЗОК писмено заявление за увеличение на размера на месечната стойност за случаите на спешна диагностика и лечение по КП, КПр или АПр по ал. 1, за сметка на до 5% от утвърдената стойност за следващия месец в приложение № 2 от индивидуалния договор за периода м.февруари – м.декември 2019 г. (период на извършване на дейността: м.януари – м.ноември 2019 г.)</w:t>
      </w:r>
    </w:p>
    <w:p w:rsidR="003A6D8C" w:rsidRPr="002B51BB" w:rsidRDefault="003A6D8C" w:rsidP="003A6D8C">
      <w:pPr>
        <w:spacing w:line="300" w:lineRule="atLeast"/>
        <w:ind w:firstLine="540"/>
        <w:jc w:val="both"/>
        <w:rPr>
          <w:sz w:val="24"/>
          <w:szCs w:val="24"/>
        </w:rPr>
      </w:pPr>
      <w:r w:rsidRPr="002B51BB">
        <w:rPr>
          <w:sz w:val="24"/>
          <w:szCs w:val="24"/>
        </w:rPr>
        <w:t>(3)</w:t>
      </w:r>
      <w:r w:rsidR="00053835" w:rsidRPr="002B51BB">
        <w:rPr>
          <w:sz w:val="24"/>
          <w:szCs w:val="24"/>
        </w:rPr>
        <w:t> </w:t>
      </w:r>
      <w:r w:rsidRPr="002B51BB">
        <w:rPr>
          <w:sz w:val="24"/>
          <w:szCs w:val="24"/>
        </w:rPr>
        <w:t xml:space="preserve">Промените в приложение № 2 към индивидуалния договор, при прилагане на ал.2, се договарят между изпълнителя на БМП и директора на РЗОК в срока за представяне в РЗОК на отчетите за заплащане на дейността за съответния месец. </w:t>
      </w:r>
    </w:p>
    <w:p w:rsidR="00A955E1" w:rsidRPr="002B51BB" w:rsidRDefault="00A955E1" w:rsidP="003A6D8C">
      <w:pPr>
        <w:spacing w:line="300" w:lineRule="atLeast"/>
        <w:ind w:firstLine="540"/>
        <w:jc w:val="both"/>
        <w:rPr>
          <w:sz w:val="24"/>
          <w:szCs w:val="24"/>
        </w:rPr>
      </w:pPr>
      <w:r w:rsidRPr="002B51BB">
        <w:rPr>
          <w:sz w:val="24"/>
          <w:szCs w:val="24"/>
        </w:rPr>
        <w:t>(</w:t>
      </w:r>
      <w:r w:rsidR="0093642E" w:rsidRPr="002B51BB">
        <w:rPr>
          <w:sz w:val="24"/>
          <w:szCs w:val="24"/>
        </w:rPr>
        <w:t>4</w:t>
      </w:r>
      <w:r w:rsidRPr="002B51BB">
        <w:rPr>
          <w:sz w:val="24"/>
          <w:szCs w:val="24"/>
        </w:rPr>
        <w:t>)</w:t>
      </w:r>
      <w:r w:rsidR="002E3EF3" w:rsidRPr="002B51BB">
        <w:rPr>
          <w:sz w:val="24"/>
          <w:szCs w:val="24"/>
        </w:rPr>
        <w:t> </w:t>
      </w:r>
      <w:r w:rsidR="00A22890" w:rsidRPr="002B51BB">
        <w:rPr>
          <w:sz w:val="24"/>
          <w:szCs w:val="24"/>
        </w:rPr>
        <w:t xml:space="preserve">В случай, че след заплащане на отчетената месечна дейност се установи недостигане от конкретен изпълнител на месечната стойност по ал.1, в част Б на приложение № 2 към договора се отразяват стойностите на заплатената за месеца дейност. </w:t>
      </w:r>
      <w:r w:rsidR="00823516" w:rsidRPr="002B51BB">
        <w:rPr>
          <w:sz w:val="24"/>
          <w:szCs w:val="24"/>
        </w:rPr>
        <w:t xml:space="preserve">Изпълнителят на БМП може да прехвърля икономията на средства </w:t>
      </w:r>
      <w:r w:rsidR="00901B8A" w:rsidRPr="002B51BB">
        <w:rPr>
          <w:sz w:val="24"/>
          <w:szCs w:val="24"/>
        </w:rPr>
        <w:t>до 31.08.2019 г</w:t>
      </w:r>
      <w:r w:rsidR="00733C30" w:rsidRPr="002B51BB">
        <w:rPr>
          <w:sz w:val="24"/>
          <w:szCs w:val="24"/>
        </w:rPr>
        <w:t>.</w:t>
      </w:r>
    </w:p>
    <w:p w:rsidR="00883A98" w:rsidRPr="00736B87" w:rsidRDefault="00901B8A" w:rsidP="000771FA">
      <w:pPr>
        <w:spacing w:line="300" w:lineRule="atLeast"/>
        <w:ind w:firstLine="540"/>
        <w:jc w:val="both"/>
        <w:rPr>
          <w:sz w:val="24"/>
          <w:szCs w:val="24"/>
        </w:rPr>
      </w:pPr>
      <w:r w:rsidRPr="005C3788">
        <w:rPr>
          <w:sz w:val="24"/>
          <w:szCs w:val="24"/>
        </w:rPr>
        <w:t xml:space="preserve">(5) </w:t>
      </w:r>
      <w:r w:rsidRPr="002B51BB">
        <w:rPr>
          <w:sz w:val="24"/>
          <w:szCs w:val="24"/>
        </w:rPr>
        <w:t xml:space="preserve">Директорите на РЗОК могат в рамките на определените стойности по </w:t>
      </w:r>
      <w:r w:rsidRPr="00C829BA">
        <w:rPr>
          <w:sz w:val="24"/>
          <w:szCs w:val="24"/>
        </w:rPr>
        <w:t>чл. 3</w:t>
      </w:r>
      <w:r w:rsidR="00883A98" w:rsidRPr="00C829BA">
        <w:rPr>
          <w:sz w:val="24"/>
          <w:szCs w:val="24"/>
        </w:rPr>
        <w:t xml:space="preserve"> ал.1</w:t>
      </w:r>
      <w:r w:rsidRPr="002B51BB">
        <w:rPr>
          <w:sz w:val="24"/>
          <w:szCs w:val="24"/>
        </w:rPr>
        <w:t xml:space="preserve"> за съответната РЗОК да предлагат компенсирани промени между </w:t>
      </w:r>
      <w:r w:rsidR="009703EF">
        <w:rPr>
          <w:sz w:val="24"/>
          <w:szCs w:val="24"/>
        </w:rPr>
        <w:t>утвърдените стойности</w:t>
      </w:r>
      <w:r w:rsidRPr="002B51BB">
        <w:rPr>
          <w:sz w:val="24"/>
          <w:szCs w:val="24"/>
        </w:rPr>
        <w:t xml:space="preserve"> по изпълнители на БМП при наличие на структурни и организационни промени в дейността им, на територията на съответната РЗОК. </w:t>
      </w:r>
      <w:r w:rsidR="00894974">
        <w:rPr>
          <w:sz w:val="24"/>
          <w:szCs w:val="24"/>
        </w:rPr>
        <w:t>Към м</w:t>
      </w:r>
      <w:r w:rsidRPr="002B51BB">
        <w:rPr>
          <w:sz w:val="24"/>
          <w:szCs w:val="24"/>
        </w:rPr>
        <w:t>отивираните предложения</w:t>
      </w:r>
      <w:r w:rsidR="00894974">
        <w:rPr>
          <w:sz w:val="24"/>
          <w:szCs w:val="24"/>
        </w:rPr>
        <w:t xml:space="preserve"> се представят</w:t>
      </w:r>
      <w:r w:rsidRPr="002B51BB">
        <w:rPr>
          <w:sz w:val="24"/>
          <w:szCs w:val="24"/>
        </w:rPr>
        <w:t xml:space="preserve"> </w:t>
      </w:r>
      <w:r w:rsidR="00894974">
        <w:rPr>
          <w:sz w:val="24"/>
          <w:szCs w:val="24"/>
        </w:rPr>
        <w:t>писмените съгласия на</w:t>
      </w:r>
      <w:r w:rsidR="00AD52F4">
        <w:rPr>
          <w:sz w:val="24"/>
          <w:szCs w:val="24"/>
        </w:rPr>
        <w:t xml:space="preserve"> съответните изпълнители на БМП, за които са предложени компенсираните промени. </w:t>
      </w:r>
    </w:p>
    <w:p w:rsidR="003A3DAA" w:rsidRPr="004417ED" w:rsidRDefault="00883A98" w:rsidP="00436B57">
      <w:pPr>
        <w:spacing w:line="300" w:lineRule="atLeast"/>
        <w:ind w:firstLine="540"/>
        <w:jc w:val="both"/>
        <w:rPr>
          <w:sz w:val="24"/>
          <w:szCs w:val="24"/>
        </w:rPr>
      </w:pPr>
      <w:r w:rsidRPr="004417ED">
        <w:rPr>
          <w:sz w:val="24"/>
          <w:szCs w:val="24"/>
        </w:rPr>
        <w:t>(6)</w:t>
      </w:r>
      <w:r w:rsidR="00736B87" w:rsidRPr="004417ED">
        <w:rPr>
          <w:sz w:val="24"/>
          <w:szCs w:val="24"/>
        </w:rPr>
        <w:t xml:space="preserve"> </w:t>
      </w:r>
      <w:r w:rsidR="000771FA" w:rsidRPr="004417ED">
        <w:rPr>
          <w:sz w:val="24"/>
          <w:szCs w:val="24"/>
        </w:rPr>
        <w:t>Директорите на РЗОК могат в рамките на определените стойности по чл. 3</w:t>
      </w:r>
      <w:r w:rsidRPr="004417ED">
        <w:rPr>
          <w:sz w:val="24"/>
          <w:szCs w:val="24"/>
        </w:rPr>
        <w:t xml:space="preserve"> ал.2</w:t>
      </w:r>
      <w:r w:rsidR="000771FA" w:rsidRPr="004417ED">
        <w:rPr>
          <w:sz w:val="24"/>
          <w:szCs w:val="24"/>
        </w:rPr>
        <w:t xml:space="preserve"> за съответната РЗОК </w:t>
      </w:r>
      <w:r w:rsidRPr="004417ED">
        <w:rPr>
          <w:sz w:val="24"/>
          <w:szCs w:val="24"/>
        </w:rPr>
        <w:t xml:space="preserve">да разпределят допълнителни </w:t>
      </w:r>
      <w:r w:rsidR="00EC59CC" w:rsidRPr="004417ED">
        <w:rPr>
          <w:sz w:val="24"/>
          <w:szCs w:val="24"/>
        </w:rPr>
        <w:t>стойности</w:t>
      </w:r>
      <w:r w:rsidR="000771FA" w:rsidRPr="004417ED">
        <w:rPr>
          <w:sz w:val="24"/>
          <w:szCs w:val="24"/>
        </w:rPr>
        <w:t xml:space="preserve"> по </w:t>
      </w:r>
      <w:r w:rsidRPr="004417ED">
        <w:rPr>
          <w:sz w:val="24"/>
          <w:szCs w:val="24"/>
        </w:rPr>
        <w:t xml:space="preserve">договорите с </w:t>
      </w:r>
      <w:r w:rsidR="000771FA" w:rsidRPr="004417ED">
        <w:rPr>
          <w:sz w:val="24"/>
          <w:szCs w:val="24"/>
        </w:rPr>
        <w:t>изпълнители</w:t>
      </w:r>
      <w:r w:rsidRPr="004417ED">
        <w:rPr>
          <w:sz w:val="24"/>
          <w:szCs w:val="24"/>
        </w:rPr>
        <w:t>те на БМП за заявените</w:t>
      </w:r>
      <w:r w:rsidR="00A40E0B" w:rsidRPr="004417ED">
        <w:rPr>
          <w:sz w:val="24"/>
          <w:szCs w:val="24"/>
        </w:rPr>
        <w:t xml:space="preserve"> за заплащане </w:t>
      </w:r>
      <w:r w:rsidRPr="004417ED">
        <w:rPr>
          <w:sz w:val="24"/>
          <w:szCs w:val="24"/>
        </w:rPr>
        <w:t>случаи</w:t>
      </w:r>
      <w:r w:rsidR="002634DC" w:rsidRPr="004417ED">
        <w:rPr>
          <w:sz w:val="24"/>
          <w:szCs w:val="24"/>
        </w:rPr>
        <w:t>,</w:t>
      </w:r>
      <w:r w:rsidRPr="004417ED">
        <w:rPr>
          <w:sz w:val="24"/>
          <w:szCs w:val="24"/>
        </w:rPr>
        <w:t xml:space="preserve"> </w:t>
      </w:r>
      <w:r w:rsidR="00A40E0B" w:rsidRPr="004417ED">
        <w:rPr>
          <w:sz w:val="24"/>
          <w:szCs w:val="24"/>
        </w:rPr>
        <w:t>които</w:t>
      </w:r>
      <w:r w:rsidR="00EB364D" w:rsidRPr="004417ED">
        <w:rPr>
          <w:sz w:val="24"/>
          <w:szCs w:val="24"/>
        </w:rPr>
        <w:t xml:space="preserve"> са над определените им стойности</w:t>
      </w:r>
      <w:r w:rsidR="00A40E0B" w:rsidRPr="004417ED">
        <w:rPr>
          <w:sz w:val="24"/>
          <w:szCs w:val="24"/>
        </w:rPr>
        <w:t xml:space="preserve"> по чл.3, ал.1</w:t>
      </w:r>
      <w:r w:rsidR="00736B87" w:rsidRPr="004417ED">
        <w:rPr>
          <w:sz w:val="24"/>
          <w:szCs w:val="24"/>
        </w:rPr>
        <w:t>,</w:t>
      </w:r>
      <w:r w:rsidR="0076575E" w:rsidRPr="004417ED">
        <w:rPr>
          <w:sz w:val="24"/>
          <w:szCs w:val="24"/>
        </w:rPr>
        <w:t xml:space="preserve"> </w:t>
      </w:r>
      <w:r w:rsidR="00736B87" w:rsidRPr="004417ED">
        <w:rPr>
          <w:sz w:val="24"/>
          <w:szCs w:val="24"/>
        </w:rPr>
        <w:t>с</w:t>
      </w:r>
      <w:r w:rsidR="00ED0BBD" w:rsidRPr="004417ED">
        <w:rPr>
          <w:sz w:val="24"/>
          <w:szCs w:val="24"/>
        </w:rPr>
        <w:t>амо</w:t>
      </w:r>
      <w:r w:rsidR="0076575E" w:rsidRPr="004417ED">
        <w:rPr>
          <w:sz w:val="24"/>
          <w:szCs w:val="24"/>
        </w:rPr>
        <w:t xml:space="preserve"> по ред 1.1.3.7 от ЗБНЗОК за 2019 г</w:t>
      </w:r>
      <w:r w:rsidR="0070374E" w:rsidRPr="004417ED">
        <w:rPr>
          <w:sz w:val="24"/>
          <w:szCs w:val="24"/>
        </w:rPr>
        <w:t>.,</w:t>
      </w:r>
      <w:r w:rsidR="00A40E0B" w:rsidRPr="004417ED">
        <w:rPr>
          <w:sz w:val="24"/>
          <w:szCs w:val="24"/>
        </w:rPr>
        <w:t xml:space="preserve"> </w:t>
      </w:r>
      <w:r w:rsidR="002B487B" w:rsidRPr="004417ED">
        <w:rPr>
          <w:sz w:val="24"/>
          <w:szCs w:val="24"/>
        </w:rPr>
        <w:t>чрез представяне на мотивирано становище за внасяне  за разглеждане в НС на НЗОК.</w:t>
      </w:r>
    </w:p>
    <w:p w:rsidR="003A3DAA" w:rsidRPr="004417ED" w:rsidRDefault="003A3DAA" w:rsidP="00436B57">
      <w:pPr>
        <w:spacing w:line="300" w:lineRule="atLeast"/>
        <w:ind w:firstLine="540"/>
        <w:jc w:val="both"/>
        <w:rPr>
          <w:sz w:val="24"/>
          <w:szCs w:val="24"/>
        </w:rPr>
      </w:pPr>
      <w:r w:rsidRPr="004417ED">
        <w:rPr>
          <w:sz w:val="24"/>
          <w:szCs w:val="24"/>
        </w:rPr>
        <w:t>(7) Допълнителни стойности към договорите на изпълнителите на БМП по ал</w:t>
      </w:r>
      <w:r w:rsidR="0036566C" w:rsidRPr="004417ED">
        <w:rPr>
          <w:sz w:val="24"/>
          <w:szCs w:val="24"/>
        </w:rPr>
        <w:t>.6</w:t>
      </w:r>
      <w:r w:rsidRPr="004417ED">
        <w:rPr>
          <w:sz w:val="24"/>
          <w:szCs w:val="24"/>
        </w:rPr>
        <w:t xml:space="preserve"> се разпределят в следната последователност:</w:t>
      </w:r>
    </w:p>
    <w:p w:rsidR="003A3DAA" w:rsidRPr="004417ED" w:rsidRDefault="003A3DAA" w:rsidP="00436B57">
      <w:pPr>
        <w:spacing w:line="300" w:lineRule="atLeast"/>
        <w:ind w:firstLine="540"/>
        <w:jc w:val="both"/>
        <w:rPr>
          <w:sz w:val="24"/>
          <w:szCs w:val="24"/>
        </w:rPr>
      </w:pPr>
      <w:r w:rsidRPr="004417ED">
        <w:rPr>
          <w:sz w:val="24"/>
          <w:szCs w:val="24"/>
        </w:rPr>
        <w:t xml:space="preserve">1. За лечебни заведения, разполагащи с разкрита клиника/отделение по „Спешна медицина“, осигуряващи непрекъснат прием на пациенти и на територията </w:t>
      </w:r>
      <w:r w:rsidR="00F16C34" w:rsidRPr="004417ED">
        <w:rPr>
          <w:sz w:val="24"/>
          <w:szCs w:val="24"/>
        </w:rPr>
        <w:t>им е разкрита структура на ЦСМП и</w:t>
      </w:r>
      <w:r w:rsidR="006016AB" w:rsidRPr="004417ED">
        <w:rPr>
          <w:sz w:val="24"/>
          <w:szCs w:val="24"/>
        </w:rPr>
        <w:t xml:space="preserve"> </w:t>
      </w:r>
      <w:r w:rsidR="00D474B5" w:rsidRPr="004417ED">
        <w:rPr>
          <w:sz w:val="24"/>
          <w:szCs w:val="24"/>
        </w:rPr>
        <w:t xml:space="preserve">за </w:t>
      </w:r>
      <w:r w:rsidR="006016AB" w:rsidRPr="004417ED">
        <w:rPr>
          <w:sz w:val="24"/>
          <w:szCs w:val="24"/>
        </w:rPr>
        <w:t>лечебни заведения по чл.10</w:t>
      </w:r>
      <w:r w:rsidR="00F16C34" w:rsidRPr="004417ED">
        <w:rPr>
          <w:sz w:val="24"/>
          <w:szCs w:val="24"/>
        </w:rPr>
        <w:t xml:space="preserve"> т.6 от ЗЛЗ (диализен център)</w:t>
      </w:r>
      <w:r w:rsidR="00D474B5" w:rsidRPr="004417ED">
        <w:rPr>
          <w:sz w:val="24"/>
          <w:szCs w:val="24"/>
        </w:rPr>
        <w:t>.</w:t>
      </w:r>
    </w:p>
    <w:p w:rsidR="003A3DAA" w:rsidRPr="004417ED" w:rsidRDefault="003A3DAA" w:rsidP="00436B57">
      <w:pPr>
        <w:spacing w:line="300" w:lineRule="atLeast"/>
        <w:ind w:firstLine="540"/>
        <w:jc w:val="both"/>
        <w:rPr>
          <w:sz w:val="24"/>
          <w:szCs w:val="24"/>
        </w:rPr>
      </w:pPr>
      <w:r w:rsidRPr="004417ED">
        <w:rPr>
          <w:sz w:val="24"/>
          <w:szCs w:val="24"/>
        </w:rPr>
        <w:t>2. За лечебни заведения, разполагащи с разк</w:t>
      </w:r>
      <w:r w:rsidR="000D32C2" w:rsidRPr="004417ED">
        <w:rPr>
          <w:sz w:val="24"/>
          <w:szCs w:val="24"/>
        </w:rPr>
        <w:t>рита</w:t>
      </w:r>
      <w:r w:rsidRPr="004417ED">
        <w:rPr>
          <w:sz w:val="24"/>
          <w:szCs w:val="24"/>
        </w:rPr>
        <w:t xml:space="preserve"> клиника/отделение по „Спешна медицина“ и осигуряващи непрекъснат прием.</w:t>
      </w:r>
    </w:p>
    <w:p w:rsidR="003A3DAA" w:rsidRPr="004417ED" w:rsidRDefault="003A3DAA" w:rsidP="00436B57">
      <w:pPr>
        <w:spacing w:line="300" w:lineRule="atLeast"/>
        <w:ind w:firstLine="540"/>
        <w:jc w:val="both"/>
        <w:rPr>
          <w:sz w:val="24"/>
          <w:szCs w:val="24"/>
        </w:rPr>
      </w:pPr>
      <w:r w:rsidRPr="004417ED">
        <w:rPr>
          <w:sz w:val="24"/>
          <w:szCs w:val="24"/>
        </w:rPr>
        <w:t>3. За лечебни заведения, осъществили прием на пациенти по спешност, извън случаите по т.1 и т.2.</w:t>
      </w:r>
    </w:p>
    <w:p w:rsidR="003A3DAA" w:rsidRPr="00436B57" w:rsidRDefault="003A3DAA" w:rsidP="00436B57">
      <w:pPr>
        <w:spacing w:line="300" w:lineRule="atLeast"/>
        <w:ind w:firstLine="540"/>
        <w:jc w:val="both"/>
        <w:rPr>
          <w:sz w:val="24"/>
          <w:szCs w:val="24"/>
        </w:rPr>
      </w:pPr>
      <w:r w:rsidRPr="004417ED">
        <w:rPr>
          <w:sz w:val="24"/>
          <w:szCs w:val="24"/>
        </w:rPr>
        <w:lastRenderedPageBreak/>
        <w:t>4. Други случаи, необхванати в т.1, т.2 и т.3</w:t>
      </w:r>
      <w:r w:rsidR="00736B87" w:rsidRPr="004417ED">
        <w:rPr>
          <w:sz w:val="24"/>
          <w:szCs w:val="24"/>
        </w:rPr>
        <w:t>.</w:t>
      </w:r>
    </w:p>
    <w:p w:rsidR="003A3DAA" w:rsidRPr="002066C0" w:rsidRDefault="00883A98" w:rsidP="00436B57">
      <w:pPr>
        <w:spacing w:line="300" w:lineRule="atLeast"/>
        <w:ind w:firstLine="540"/>
        <w:jc w:val="both"/>
        <w:rPr>
          <w:sz w:val="24"/>
          <w:szCs w:val="24"/>
        </w:rPr>
      </w:pPr>
      <w:r w:rsidRPr="002066C0">
        <w:rPr>
          <w:sz w:val="24"/>
          <w:szCs w:val="24"/>
        </w:rPr>
        <w:t>(</w:t>
      </w:r>
      <w:r w:rsidR="0070374E" w:rsidRPr="002066C0">
        <w:rPr>
          <w:sz w:val="24"/>
          <w:szCs w:val="24"/>
        </w:rPr>
        <w:t>8</w:t>
      </w:r>
      <w:r w:rsidRPr="002066C0">
        <w:rPr>
          <w:sz w:val="24"/>
          <w:szCs w:val="24"/>
        </w:rPr>
        <w:t>)</w:t>
      </w:r>
      <w:r w:rsidR="008D1453" w:rsidRPr="002066C0">
        <w:rPr>
          <w:sz w:val="24"/>
          <w:szCs w:val="24"/>
        </w:rPr>
        <w:t xml:space="preserve"> </w:t>
      </w:r>
      <w:r w:rsidR="000771FA" w:rsidRPr="002066C0">
        <w:rPr>
          <w:sz w:val="24"/>
          <w:szCs w:val="24"/>
        </w:rPr>
        <w:t xml:space="preserve">Съгласуваните предложения </w:t>
      </w:r>
      <w:r w:rsidR="002B487B" w:rsidRPr="002066C0">
        <w:rPr>
          <w:sz w:val="24"/>
          <w:szCs w:val="24"/>
        </w:rPr>
        <w:t xml:space="preserve"> и мотивираните становища от д</w:t>
      </w:r>
      <w:r w:rsidR="00B754DD" w:rsidRPr="002066C0">
        <w:rPr>
          <w:sz w:val="24"/>
          <w:szCs w:val="24"/>
        </w:rPr>
        <w:t>иректорите на РЗОК съгласно ал.5 и ал.6</w:t>
      </w:r>
      <w:r w:rsidR="00570650" w:rsidRPr="002066C0">
        <w:rPr>
          <w:sz w:val="24"/>
          <w:szCs w:val="24"/>
        </w:rPr>
        <w:t xml:space="preserve"> се</w:t>
      </w:r>
      <w:r w:rsidR="000771FA" w:rsidRPr="002066C0">
        <w:rPr>
          <w:sz w:val="24"/>
          <w:szCs w:val="24"/>
        </w:rPr>
        <w:t xml:space="preserve"> разглеждат на тримесечие от НС на НЗОК, след представяне</w:t>
      </w:r>
      <w:r w:rsidR="002B487B" w:rsidRPr="002066C0">
        <w:rPr>
          <w:sz w:val="24"/>
          <w:szCs w:val="24"/>
        </w:rPr>
        <w:t>то им</w:t>
      </w:r>
      <w:r w:rsidR="000771FA" w:rsidRPr="002066C0">
        <w:rPr>
          <w:sz w:val="24"/>
          <w:szCs w:val="24"/>
        </w:rPr>
        <w:t xml:space="preserve"> в ЦУ на НЗОК в сроковете: от 01.04.2019 г. до 15.04.2019 г.</w:t>
      </w:r>
      <w:r w:rsidR="008D1453" w:rsidRPr="002066C0">
        <w:rPr>
          <w:sz w:val="24"/>
          <w:szCs w:val="24"/>
        </w:rPr>
        <w:t>; от 01.07.2019 г. до 1</w:t>
      </w:r>
      <w:r w:rsidR="000771FA" w:rsidRPr="002066C0">
        <w:rPr>
          <w:sz w:val="24"/>
          <w:szCs w:val="24"/>
        </w:rPr>
        <w:t xml:space="preserve">5.07.2019 г. и от 01.09.2019 г. до 15.09.2019 г.  </w:t>
      </w:r>
    </w:p>
    <w:p w:rsidR="00D05E38" w:rsidRPr="002066C0" w:rsidRDefault="00D05E38" w:rsidP="00D05E38">
      <w:pPr>
        <w:spacing w:line="300" w:lineRule="atLeast"/>
        <w:ind w:firstLine="540"/>
        <w:jc w:val="both"/>
        <w:rPr>
          <w:color w:val="000000" w:themeColor="text1"/>
          <w:sz w:val="24"/>
          <w:szCs w:val="24"/>
        </w:rPr>
      </w:pPr>
      <w:r w:rsidRPr="002066C0">
        <w:rPr>
          <w:sz w:val="24"/>
          <w:szCs w:val="24"/>
        </w:rPr>
        <w:t>(</w:t>
      </w:r>
      <w:r w:rsidR="008D1453" w:rsidRPr="002066C0">
        <w:rPr>
          <w:color w:val="000000" w:themeColor="text1"/>
          <w:sz w:val="24"/>
          <w:szCs w:val="24"/>
        </w:rPr>
        <w:t>9</w:t>
      </w:r>
      <w:r w:rsidR="00883A98" w:rsidRPr="002066C0">
        <w:rPr>
          <w:color w:val="000000" w:themeColor="text1"/>
          <w:sz w:val="24"/>
          <w:szCs w:val="24"/>
        </w:rPr>
        <w:t>)</w:t>
      </w:r>
      <w:r w:rsidR="008D1453" w:rsidRPr="002066C0">
        <w:rPr>
          <w:color w:val="000000" w:themeColor="text1"/>
          <w:sz w:val="24"/>
          <w:szCs w:val="24"/>
        </w:rPr>
        <w:t xml:space="preserve"> </w:t>
      </w:r>
      <w:r w:rsidRPr="002066C0">
        <w:rPr>
          <w:color w:val="000000" w:themeColor="text1"/>
          <w:sz w:val="24"/>
          <w:szCs w:val="24"/>
        </w:rPr>
        <w:t>Потвърдените за заплащане дейности в месечните известия по чл.352, ал.10 от НРД за 2018 г., са в рамките на стойностите за съответния месец от приложения № 2 към сключените от изпълнителите на БМП договори.</w:t>
      </w:r>
    </w:p>
    <w:p w:rsidR="00D05E38" w:rsidRPr="002066C0" w:rsidRDefault="00D05E38" w:rsidP="00D05E38">
      <w:pPr>
        <w:spacing w:line="300" w:lineRule="atLeast"/>
        <w:ind w:firstLine="540"/>
        <w:jc w:val="both"/>
        <w:rPr>
          <w:color w:val="000000" w:themeColor="text1"/>
          <w:sz w:val="24"/>
          <w:szCs w:val="24"/>
        </w:rPr>
      </w:pPr>
      <w:r w:rsidRPr="002066C0">
        <w:rPr>
          <w:color w:val="000000" w:themeColor="text1"/>
          <w:sz w:val="24"/>
          <w:szCs w:val="24"/>
        </w:rPr>
        <w:t>(</w:t>
      </w:r>
      <w:r w:rsidR="008D1453" w:rsidRPr="002066C0">
        <w:rPr>
          <w:color w:val="000000" w:themeColor="text1"/>
          <w:sz w:val="24"/>
          <w:szCs w:val="24"/>
        </w:rPr>
        <w:t>10</w:t>
      </w:r>
      <w:r w:rsidRPr="002066C0">
        <w:rPr>
          <w:color w:val="000000" w:themeColor="text1"/>
          <w:sz w:val="24"/>
          <w:szCs w:val="24"/>
        </w:rPr>
        <w:t>) За прилагане на ал.</w:t>
      </w:r>
      <w:r w:rsidR="008D1453" w:rsidRPr="002066C0">
        <w:rPr>
          <w:color w:val="000000" w:themeColor="text1"/>
          <w:sz w:val="24"/>
          <w:szCs w:val="24"/>
        </w:rPr>
        <w:t>9</w:t>
      </w:r>
      <w:r w:rsidRPr="002066C0">
        <w:rPr>
          <w:color w:val="000000" w:themeColor="text1"/>
          <w:sz w:val="24"/>
          <w:szCs w:val="24"/>
        </w:rPr>
        <w:t xml:space="preserve"> в месечните известия по чл.352, ал.10 от НРД за 2018 г., се посочват дейностите, отхвърлени поради надвишаване на стойностите за съответния месец в приложения № 2 към сключените от изпълнителите на БМП договори.</w:t>
      </w:r>
    </w:p>
    <w:p w:rsidR="00292B26" w:rsidRPr="002066C0" w:rsidRDefault="00D05E38" w:rsidP="00D05E38">
      <w:pPr>
        <w:spacing w:line="300" w:lineRule="atLeast"/>
        <w:ind w:firstLine="540"/>
        <w:jc w:val="both"/>
        <w:rPr>
          <w:color w:val="000000" w:themeColor="text1"/>
          <w:sz w:val="24"/>
          <w:szCs w:val="24"/>
        </w:rPr>
      </w:pPr>
      <w:r w:rsidRPr="002066C0">
        <w:rPr>
          <w:color w:val="000000" w:themeColor="text1"/>
          <w:sz w:val="24"/>
          <w:szCs w:val="24"/>
        </w:rPr>
        <w:t>(</w:t>
      </w:r>
      <w:r w:rsidR="00197556" w:rsidRPr="002066C0">
        <w:rPr>
          <w:color w:val="000000" w:themeColor="text1"/>
          <w:sz w:val="24"/>
          <w:szCs w:val="24"/>
        </w:rPr>
        <w:t>1</w:t>
      </w:r>
      <w:r w:rsidR="008D1453" w:rsidRPr="002066C0">
        <w:rPr>
          <w:color w:val="000000" w:themeColor="text1"/>
          <w:sz w:val="24"/>
          <w:szCs w:val="24"/>
        </w:rPr>
        <w:t>1</w:t>
      </w:r>
      <w:r w:rsidRPr="002066C0">
        <w:rPr>
          <w:color w:val="000000" w:themeColor="text1"/>
          <w:sz w:val="24"/>
          <w:szCs w:val="24"/>
        </w:rPr>
        <w:t>) Дейностите по ал.</w:t>
      </w:r>
      <w:r w:rsidR="008D1453" w:rsidRPr="002066C0">
        <w:rPr>
          <w:color w:val="000000" w:themeColor="text1"/>
          <w:sz w:val="24"/>
          <w:szCs w:val="24"/>
        </w:rPr>
        <w:t>10</w:t>
      </w:r>
      <w:r w:rsidRPr="002066C0">
        <w:rPr>
          <w:color w:val="000000" w:themeColor="text1"/>
          <w:sz w:val="24"/>
          <w:szCs w:val="24"/>
        </w:rPr>
        <w:t xml:space="preserve"> се определят по реда на последно извършена по време дейност. </w:t>
      </w:r>
      <w:r w:rsidR="00292B26" w:rsidRPr="002066C0">
        <w:rPr>
          <w:color w:val="000000" w:themeColor="text1"/>
          <w:sz w:val="24"/>
          <w:szCs w:val="24"/>
        </w:rPr>
        <w:t xml:space="preserve">Изключения се допускат само за дейности, извършени по </w:t>
      </w:r>
      <w:r w:rsidR="005B120F" w:rsidRPr="002066C0">
        <w:rPr>
          <w:color w:val="000000" w:themeColor="text1"/>
          <w:sz w:val="24"/>
          <w:szCs w:val="24"/>
        </w:rPr>
        <w:t>реда на чл.344, ал.9 от НРД за 2018 г.</w:t>
      </w:r>
      <w:r w:rsidR="00053835" w:rsidRPr="002066C0">
        <w:rPr>
          <w:color w:val="000000" w:themeColor="text1"/>
          <w:sz w:val="24"/>
          <w:szCs w:val="24"/>
        </w:rPr>
        <w:t xml:space="preserve">, </w:t>
      </w:r>
      <w:r w:rsidR="005E6C6B" w:rsidRPr="002066C0">
        <w:rPr>
          <w:color w:val="000000" w:themeColor="text1"/>
          <w:sz w:val="24"/>
          <w:szCs w:val="24"/>
        </w:rPr>
        <w:t>дейности за прилагане на лекарствени продукти по чл.</w:t>
      </w:r>
      <w:r w:rsidR="00DC4349" w:rsidRPr="002066C0">
        <w:rPr>
          <w:color w:val="000000" w:themeColor="text1"/>
          <w:sz w:val="24"/>
          <w:szCs w:val="24"/>
        </w:rPr>
        <w:t>4</w:t>
      </w:r>
      <w:r w:rsidR="005E6C6B" w:rsidRPr="002066C0">
        <w:rPr>
          <w:color w:val="000000" w:themeColor="text1"/>
          <w:sz w:val="24"/>
          <w:szCs w:val="24"/>
        </w:rPr>
        <w:t xml:space="preserve">, ал.1, т.3, </w:t>
      </w:r>
      <w:r w:rsidR="00053835" w:rsidRPr="002066C0">
        <w:rPr>
          <w:color w:val="000000" w:themeColor="text1"/>
          <w:sz w:val="24"/>
          <w:szCs w:val="24"/>
        </w:rPr>
        <w:t>дейности за прилагане на медицински изделия по чл.</w:t>
      </w:r>
      <w:r w:rsidR="00DC4349" w:rsidRPr="002066C0">
        <w:rPr>
          <w:color w:val="000000" w:themeColor="text1"/>
          <w:sz w:val="24"/>
          <w:szCs w:val="24"/>
        </w:rPr>
        <w:t>4</w:t>
      </w:r>
      <w:r w:rsidR="00053835" w:rsidRPr="002066C0">
        <w:rPr>
          <w:color w:val="000000" w:themeColor="text1"/>
          <w:sz w:val="24"/>
          <w:szCs w:val="24"/>
        </w:rPr>
        <w:t>, ал.1, т.</w:t>
      </w:r>
      <w:r w:rsidR="005E6C6B" w:rsidRPr="002066C0">
        <w:rPr>
          <w:color w:val="000000" w:themeColor="text1"/>
          <w:sz w:val="24"/>
          <w:szCs w:val="24"/>
        </w:rPr>
        <w:t>4</w:t>
      </w:r>
      <w:r w:rsidR="00053835" w:rsidRPr="002066C0">
        <w:rPr>
          <w:color w:val="000000" w:themeColor="text1"/>
          <w:sz w:val="24"/>
          <w:szCs w:val="24"/>
        </w:rPr>
        <w:t xml:space="preserve"> и за случаите на спешна диагностика и лечение по КП, КПр или АПр, при прилагане на ал.2.</w:t>
      </w:r>
    </w:p>
    <w:p w:rsidR="00D05E38" w:rsidRPr="002066C0" w:rsidRDefault="00053835" w:rsidP="00D05E38">
      <w:pPr>
        <w:spacing w:line="300" w:lineRule="atLeast"/>
        <w:ind w:firstLine="540"/>
        <w:jc w:val="both"/>
        <w:rPr>
          <w:color w:val="000000" w:themeColor="text1"/>
          <w:sz w:val="24"/>
          <w:szCs w:val="24"/>
        </w:rPr>
      </w:pPr>
      <w:r w:rsidRPr="002066C0">
        <w:rPr>
          <w:color w:val="000000" w:themeColor="text1"/>
          <w:sz w:val="24"/>
          <w:szCs w:val="24"/>
        </w:rPr>
        <w:t>(</w:t>
      </w:r>
      <w:r w:rsidR="00CC22BD" w:rsidRPr="002066C0">
        <w:rPr>
          <w:color w:val="000000" w:themeColor="text1"/>
          <w:sz w:val="24"/>
          <w:szCs w:val="24"/>
        </w:rPr>
        <w:t>1</w:t>
      </w:r>
      <w:r w:rsidR="008D1453" w:rsidRPr="002066C0">
        <w:rPr>
          <w:color w:val="000000" w:themeColor="text1"/>
          <w:sz w:val="24"/>
          <w:szCs w:val="24"/>
        </w:rPr>
        <w:t>2</w:t>
      </w:r>
      <w:r w:rsidRPr="002066C0">
        <w:rPr>
          <w:color w:val="000000" w:themeColor="text1"/>
          <w:sz w:val="24"/>
          <w:szCs w:val="24"/>
        </w:rPr>
        <w:t>) </w:t>
      </w:r>
      <w:r w:rsidR="00D05E38" w:rsidRPr="002066C0">
        <w:rPr>
          <w:color w:val="000000" w:themeColor="text1"/>
          <w:sz w:val="24"/>
          <w:szCs w:val="24"/>
        </w:rPr>
        <w:t>Клинични процедури и АПр се определят по ал.</w:t>
      </w:r>
      <w:r w:rsidR="008D1453" w:rsidRPr="002066C0">
        <w:rPr>
          <w:color w:val="000000" w:themeColor="text1"/>
          <w:sz w:val="24"/>
          <w:szCs w:val="24"/>
        </w:rPr>
        <w:t>10</w:t>
      </w:r>
      <w:r w:rsidR="00D05E38" w:rsidRPr="002066C0">
        <w:rPr>
          <w:color w:val="000000" w:themeColor="text1"/>
          <w:sz w:val="24"/>
          <w:szCs w:val="24"/>
        </w:rPr>
        <w:t xml:space="preserve"> за целия случай на лечение на пациента.</w:t>
      </w:r>
    </w:p>
    <w:p w:rsidR="00D05E38" w:rsidRPr="002066C0" w:rsidRDefault="00D05E38" w:rsidP="00D05E38">
      <w:pPr>
        <w:spacing w:line="300" w:lineRule="atLeast"/>
        <w:ind w:firstLine="540"/>
        <w:jc w:val="both"/>
        <w:rPr>
          <w:color w:val="000000" w:themeColor="text1"/>
          <w:sz w:val="24"/>
          <w:szCs w:val="24"/>
        </w:rPr>
      </w:pPr>
      <w:r w:rsidRPr="002066C0">
        <w:rPr>
          <w:color w:val="000000" w:themeColor="text1"/>
          <w:sz w:val="24"/>
          <w:szCs w:val="24"/>
        </w:rPr>
        <w:t>(</w:t>
      </w:r>
      <w:r w:rsidR="004E6542" w:rsidRPr="002066C0">
        <w:rPr>
          <w:color w:val="000000" w:themeColor="text1"/>
          <w:sz w:val="24"/>
          <w:szCs w:val="24"/>
        </w:rPr>
        <w:t>1</w:t>
      </w:r>
      <w:r w:rsidR="00436B57" w:rsidRPr="002066C0">
        <w:rPr>
          <w:color w:val="000000" w:themeColor="text1"/>
          <w:sz w:val="24"/>
          <w:szCs w:val="24"/>
        </w:rPr>
        <w:t>3</w:t>
      </w:r>
      <w:r w:rsidRPr="002066C0">
        <w:rPr>
          <w:color w:val="000000" w:themeColor="text1"/>
          <w:sz w:val="24"/>
          <w:szCs w:val="24"/>
        </w:rPr>
        <w:t>) Когато дейността по КП и/или АПр е определена по ал.</w:t>
      </w:r>
      <w:r w:rsidR="00436B57" w:rsidRPr="002066C0">
        <w:rPr>
          <w:color w:val="000000" w:themeColor="text1"/>
          <w:sz w:val="24"/>
          <w:szCs w:val="24"/>
        </w:rPr>
        <w:t>10</w:t>
      </w:r>
      <w:r w:rsidRPr="002066C0">
        <w:rPr>
          <w:color w:val="000000" w:themeColor="text1"/>
          <w:sz w:val="24"/>
          <w:szCs w:val="24"/>
        </w:rPr>
        <w:t xml:space="preserve"> приложените по нея медицински изделия, също се определят в месечните известия по чл.352, ал.10 от НРД за 2018 г., като отхвърлени поради надвишаване на </w:t>
      </w:r>
      <w:r w:rsidR="00D2471E" w:rsidRPr="002066C0">
        <w:rPr>
          <w:color w:val="000000" w:themeColor="text1"/>
          <w:sz w:val="24"/>
          <w:szCs w:val="24"/>
        </w:rPr>
        <w:t>стойностите за съответния месец</w:t>
      </w:r>
      <w:r w:rsidRPr="002066C0">
        <w:rPr>
          <w:color w:val="000000" w:themeColor="text1"/>
          <w:sz w:val="24"/>
          <w:szCs w:val="24"/>
        </w:rPr>
        <w:t xml:space="preserve">. </w:t>
      </w:r>
    </w:p>
    <w:p w:rsidR="00D05E38" w:rsidRPr="002066C0" w:rsidRDefault="00D05E38" w:rsidP="00FE3877">
      <w:pPr>
        <w:spacing w:line="300" w:lineRule="atLeast"/>
        <w:ind w:firstLine="540"/>
        <w:jc w:val="both"/>
        <w:rPr>
          <w:color w:val="000000" w:themeColor="text1"/>
          <w:sz w:val="24"/>
          <w:szCs w:val="24"/>
        </w:rPr>
      </w:pPr>
      <w:r w:rsidRPr="002066C0">
        <w:rPr>
          <w:color w:val="000000" w:themeColor="text1"/>
          <w:sz w:val="24"/>
          <w:szCs w:val="24"/>
        </w:rPr>
        <w:t>(</w:t>
      </w:r>
      <w:r w:rsidR="00053835" w:rsidRPr="002066C0">
        <w:rPr>
          <w:color w:val="000000" w:themeColor="text1"/>
          <w:sz w:val="24"/>
          <w:szCs w:val="24"/>
        </w:rPr>
        <w:t>1</w:t>
      </w:r>
      <w:r w:rsidR="00AF2CE9" w:rsidRPr="002066C0">
        <w:rPr>
          <w:color w:val="000000" w:themeColor="text1"/>
          <w:sz w:val="24"/>
          <w:szCs w:val="24"/>
        </w:rPr>
        <w:t>4</w:t>
      </w:r>
      <w:r w:rsidRPr="002066C0">
        <w:rPr>
          <w:color w:val="000000" w:themeColor="text1"/>
          <w:sz w:val="24"/>
          <w:szCs w:val="24"/>
        </w:rPr>
        <w:t xml:space="preserve">) Стойностите на отхвърлените от заплащане случаи при извършения контрол преди плащане, не могат да се прехвърлят по реда на ал.4 за следващ </w:t>
      </w:r>
      <w:r w:rsidR="00BA7869" w:rsidRPr="002066C0">
        <w:rPr>
          <w:color w:val="000000" w:themeColor="text1"/>
          <w:sz w:val="24"/>
          <w:szCs w:val="24"/>
        </w:rPr>
        <w:t>месец</w:t>
      </w:r>
      <w:r w:rsidRPr="002066C0">
        <w:rPr>
          <w:color w:val="000000" w:themeColor="text1"/>
          <w:sz w:val="24"/>
          <w:szCs w:val="24"/>
        </w:rPr>
        <w:t xml:space="preserve"> на дейност.</w:t>
      </w:r>
    </w:p>
    <w:p w:rsidR="00D05E38" w:rsidRPr="0070374E" w:rsidRDefault="00D05E38" w:rsidP="00D05E38">
      <w:pPr>
        <w:spacing w:line="300" w:lineRule="atLeast"/>
        <w:ind w:firstLine="540"/>
        <w:jc w:val="both"/>
        <w:rPr>
          <w:color w:val="000000" w:themeColor="text1"/>
          <w:sz w:val="24"/>
          <w:szCs w:val="24"/>
        </w:rPr>
      </w:pPr>
      <w:r w:rsidRPr="002066C0">
        <w:rPr>
          <w:color w:val="000000" w:themeColor="text1"/>
          <w:sz w:val="24"/>
          <w:szCs w:val="24"/>
        </w:rPr>
        <w:t>(1</w:t>
      </w:r>
      <w:r w:rsidR="00AF2CE9" w:rsidRPr="002066C0">
        <w:rPr>
          <w:color w:val="000000" w:themeColor="text1"/>
          <w:sz w:val="24"/>
          <w:szCs w:val="24"/>
        </w:rPr>
        <w:t>5</w:t>
      </w:r>
      <w:r w:rsidRPr="002066C0">
        <w:rPr>
          <w:color w:val="000000" w:themeColor="text1"/>
          <w:sz w:val="24"/>
          <w:szCs w:val="24"/>
        </w:rPr>
        <w:t>) Директорът на РЗОК не закупува дейности, отхвърлени поради надвишаване на стойностите за съответния месец.</w:t>
      </w:r>
    </w:p>
    <w:p w:rsidR="00810BD1" w:rsidRPr="002B51BB" w:rsidRDefault="00110616" w:rsidP="004A62BD">
      <w:pPr>
        <w:spacing w:line="300" w:lineRule="atLeast"/>
        <w:ind w:firstLine="539"/>
        <w:jc w:val="both"/>
        <w:rPr>
          <w:sz w:val="24"/>
          <w:szCs w:val="24"/>
        </w:rPr>
      </w:pPr>
      <w:r w:rsidRPr="002B51BB">
        <w:rPr>
          <w:b/>
          <w:sz w:val="24"/>
          <w:szCs w:val="24"/>
        </w:rPr>
        <w:t>Чл. </w:t>
      </w:r>
      <w:r w:rsidR="00236BEA" w:rsidRPr="002B51BB">
        <w:rPr>
          <w:b/>
          <w:sz w:val="24"/>
          <w:szCs w:val="24"/>
        </w:rPr>
        <w:t>9</w:t>
      </w:r>
      <w:r w:rsidR="00B34261" w:rsidRPr="002B51BB">
        <w:rPr>
          <w:b/>
          <w:sz w:val="24"/>
          <w:szCs w:val="24"/>
        </w:rPr>
        <w:t>.</w:t>
      </w:r>
      <w:r w:rsidRPr="002B51BB">
        <w:rPr>
          <w:b/>
          <w:sz w:val="24"/>
          <w:szCs w:val="24"/>
        </w:rPr>
        <w:t> </w:t>
      </w:r>
      <w:r w:rsidRPr="002B51BB">
        <w:rPr>
          <w:sz w:val="24"/>
          <w:szCs w:val="24"/>
        </w:rPr>
        <w:t>(1) </w:t>
      </w:r>
      <w:r w:rsidR="002C1D73" w:rsidRPr="002B51BB">
        <w:rPr>
          <w:sz w:val="24"/>
          <w:szCs w:val="24"/>
        </w:rPr>
        <w:t>Районната здравноосигурителна каса</w:t>
      </w:r>
      <w:r w:rsidR="005448B3" w:rsidRPr="002B51BB">
        <w:rPr>
          <w:sz w:val="24"/>
          <w:szCs w:val="24"/>
        </w:rPr>
        <w:t xml:space="preserve"> </w:t>
      </w:r>
      <w:r w:rsidR="00A61481">
        <w:rPr>
          <w:sz w:val="24"/>
          <w:szCs w:val="24"/>
        </w:rPr>
        <w:t>ежеднев</w:t>
      </w:r>
      <w:r w:rsidR="005A3C5E">
        <w:rPr>
          <w:sz w:val="24"/>
          <w:szCs w:val="24"/>
        </w:rPr>
        <w:t>но</w:t>
      </w:r>
      <w:r w:rsidR="00810BD1" w:rsidRPr="002B51BB">
        <w:rPr>
          <w:sz w:val="24"/>
          <w:szCs w:val="24"/>
        </w:rPr>
        <w:t xml:space="preserve"> анализира постъпващата информация </w:t>
      </w:r>
      <w:r w:rsidR="00726980" w:rsidRPr="002B51BB">
        <w:rPr>
          <w:sz w:val="24"/>
          <w:szCs w:val="24"/>
        </w:rPr>
        <w:t xml:space="preserve">по чл.352 от НРД за 2018 г. </w:t>
      </w:r>
      <w:r w:rsidR="00810BD1" w:rsidRPr="002B51BB">
        <w:rPr>
          <w:sz w:val="24"/>
          <w:szCs w:val="24"/>
        </w:rPr>
        <w:t xml:space="preserve">за достигнатото изпълнение на месечните </w:t>
      </w:r>
      <w:r w:rsidR="00AB7E27" w:rsidRPr="002B51BB">
        <w:rPr>
          <w:sz w:val="24"/>
          <w:szCs w:val="24"/>
        </w:rPr>
        <w:t>и индикативните стойности по изпълнители на БМП</w:t>
      </w:r>
      <w:r w:rsidR="00DA7EE1" w:rsidRPr="002B51BB">
        <w:rPr>
          <w:sz w:val="24"/>
          <w:szCs w:val="24"/>
        </w:rPr>
        <w:t>.</w:t>
      </w:r>
      <w:r w:rsidR="00BC3A3E" w:rsidRPr="002B51BB">
        <w:rPr>
          <w:rFonts w:asciiTheme="majorBidi" w:eastAsiaTheme="minorEastAsia" w:hAnsiTheme="majorBidi" w:cstheme="majorBidi"/>
          <w:sz w:val="24"/>
          <w:szCs w:val="24"/>
          <w:lang w:eastAsia="zh-CN"/>
        </w:rPr>
        <w:t xml:space="preserve"> В случай на констатирана от РЗОК при анализа тенденция за изпреварващо достигане от конкретен изпълнител на определените стойности</w:t>
      </w:r>
      <w:r w:rsidR="00DA7EE1" w:rsidRPr="002B51BB">
        <w:rPr>
          <w:rFonts w:asciiTheme="majorBidi" w:eastAsiaTheme="minorEastAsia" w:hAnsiTheme="majorBidi" w:cstheme="majorBidi"/>
          <w:sz w:val="24"/>
          <w:szCs w:val="24"/>
          <w:lang w:eastAsia="zh-CN"/>
        </w:rPr>
        <w:t>,</w:t>
      </w:r>
      <w:r w:rsidR="00BC3A3E" w:rsidRPr="002B51BB">
        <w:rPr>
          <w:rFonts w:asciiTheme="majorBidi" w:eastAsiaTheme="minorEastAsia" w:hAnsiTheme="majorBidi" w:cstheme="majorBidi"/>
          <w:sz w:val="24"/>
          <w:szCs w:val="24"/>
          <w:lang w:eastAsia="zh-CN"/>
        </w:rPr>
        <w:t xml:space="preserve"> РЗОК извършва внезапен контрол.</w:t>
      </w:r>
    </w:p>
    <w:p w:rsidR="00110616" w:rsidRPr="002B51BB" w:rsidRDefault="00810BD1" w:rsidP="006F39F9">
      <w:pPr>
        <w:spacing w:line="300" w:lineRule="atLeast"/>
        <w:ind w:firstLine="539"/>
        <w:jc w:val="both"/>
        <w:rPr>
          <w:sz w:val="24"/>
          <w:szCs w:val="24"/>
        </w:rPr>
      </w:pPr>
      <w:r w:rsidRPr="002B51BB">
        <w:rPr>
          <w:sz w:val="24"/>
          <w:szCs w:val="24"/>
        </w:rPr>
        <w:t>(2) Районната здравноосигурителна каса извършва</w:t>
      </w:r>
      <w:r w:rsidR="005448B3" w:rsidRPr="002B51BB">
        <w:rPr>
          <w:sz w:val="24"/>
          <w:szCs w:val="24"/>
        </w:rPr>
        <w:t xml:space="preserve"> </w:t>
      </w:r>
      <w:r w:rsidR="00110616" w:rsidRPr="002B51BB">
        <w:rPr>
          <w:sz w:val="24"/>
          <w:szCs w:val="24"/>
        </w:rPr>
        <w:t>еже</w:t>
      </w:r>
      <w:r w:rsidR="005A3C5E">
        <w:rPr>
          <w:sz w:val="24"/>
          <w:szCs w:val="24"/>
        </w:rPr>
        <w:t>дневен</w:t>
      </w:r>
      <w:r w:rsidR="00110616" w:rsidRPr="002B51BB">
        <w:rPr>
          <w:sz w:val="24"/>
          <w:szCs w:val="24"/>
        </w:rPr>
        <w:t xml:space="preserve"> анализ на използваемостта на леглата. Анализът се извършва на данните за всички отчетени в ежедневните отчети хоспитализации </w:t>
      </w:r>
      <w:r w:rsidR="00BC3A3E" w:rsidRPr="002B51BB">
        <w:rPr>
          <w:sz w:val="24"/>
          <w:szCs w:val="24"/>
        </w:rPr>
        <w:t>спрямо брой и вид болнични легла, посочени в договора на лечебното заведение, с които ще се осигури изпълнението му</w:t>
      </w:r>
      <w:r w:rsidR="00110616" w:rsidRPr="002B51BB">
        <w:rPr>
          <w:sz w:val="24"/>
          <w:szCs w:val="24"/>
        </w:rPr>
        <w:t xml:space="preserve">. </w:t>
      </w:r>
    </w:p>
    <w:p w:rsidR="00110616" w:rsidRPr="002B51BB" w:rsidRDefault="00110616" w:rsidP="007D3107">
      <w:pPr>
        <w:spacing w:line="300" w:lineRule="atLeast"/>
        <w:ind w:firstLine="540"/>
        <w:jc w:val="both"/>
        <w:rPr>
          <w:sz w:val="24"/>
          <w:szCs w:val="24"/>
        </w:rPr>
      </w:pPr>
      <w:r w:rsidRPr="002B51BB">
        <w:rPr>
          <w:sz w:val="24"/>
          <w:szCs w:val="24"/>
        </w:rPr>
        <w:t>(</w:t>
      </w:r>
      <w:r w:rsidR="00810BD1" w:rsidRPr="002B51BB">
        <w:rPr>
          <w:sz w:val="24"/>
          <w:szCs w:val="24"/>
        </w:rPr>
        <w:t>3</w:t>
      </w:r>
      <w:r w:rsidRPr="002B51BB">
        <w:rPr>
          <w:sz w:val="24"/>
          <w:szCs w:val="24"/>
        </w:rPr>
        <w:t>)</w:t>
      </w:r>
      <w:r w:rsidR="002E3EF3" w:rsidRPr="002B51BB">
        <w:rPr>
          <w:sz w:val="24"/>
          <w:szCs w:val="24"/>
        </w:rPr>
        <w:t> </w:t>
      </w:r>
      <w:r w:rsidR="00503887" w:rsidRPr="002B51BB">
        <w:rPr>
          <w:sz w:val="24"/>
          <w:szCs w:val="24"/>
        </w:rPr>
        <w:t xml:space="preserve">При наличие на отклонение </w:t>
      </w:r>
      <w:r w:rsidR="00A61481">
        <w:rPr>
          <w:sz w:val="24"/>
          <w:szCs w:val="24"/>
        </w:rPr>
        <w:t xml:space="preserve">в ежедневно подаваната информация за дейността </w:t>
      </w:r>
      <w:r w:rsidR="00503887" w:rsidRPr="002B51BB">
        <w:rPr>
          <w:sz w:val="24"/>
          <w:szCs w:val="24"/>
        </w:rPr>
        <w:t>спрямо определените в договора с изпълнителя на БМП в част А на Приложение № 2 - брой легла по клиники и отделения, НЗОК не заплаща превишението, при условията и по реда на настоящите Правила</w:t>
      </w:r>
      <w:r w:rsidR="00BC3A3E" w:rsidRPr="002B51BB">
        <w:rPr>
          <w:bCs/>
          <w:sz w:val="24"/>
          <w:szCs w:val="24"/>
        </w:rPr>
        <w:t>.</w:t>
      </w:r>
    </w:p>
    <w:p w:rsidR="00A034E8" w:rsidRPr="002B51BB" w:rsidRDefault="002A432E" w:rsidP="00362E78">
      <w:pPr>
        <w:spacing w:line="300" w:lineRule="atLeast"/>
        <w:ind w:firstLine="540"/>
        <w:jc w:val="both"/>
        <w:rPr>
          <w:sz w:val="24"/>
          <w:szCs w:val="24"/>
        </w:rPr>
      </w:pPr>
      <w:r w:rsidRPr="002B51BB">
        <w:rPr>
          <w:sz w:val="24"/>
          <w:szCs w:val="24"/>
        </w:rPr>
        <w:t>(</w:t>
      </w:r>
      <w:r w:rsidR="002B51BB" w:rsidRPr="002B51BB">
        <w:rPr>
          <w:sz w:val="24"/>
          <w:szCs w:val="24"/>
        </w:rPr>
        <w:t>4</w:t>
      </w:r>
      <w:r w:rsidRPr="002B51BB">
        <w:rPr>
          <w:sz w:val="24"/>
          <w:szCs w:val="24"/>
        </w:rPr>
        <w:t>) </w:t>
      </w:r>
      <w:r w:rsidR="003F01A8" w:rsidRPr="002B51BB">
        <w:rPr>
          <w:sz w:val="24"/>
          <w:szCs w:val="24"/>
        </w:rPr>
        <w:t xml:space="preserve">Директорът на РЗОК </w:t>
      </w:r>
      <w:r w:rsidR="002B0461">
        <w:rPr>
          <w:sz w:val="24"/>
          <w:szCs w:val="24"/>
        </w:rPr>
        <w:t>организира ежемесечен контрол върху дейността на изпълнителите на БМП в РЗОК</w:t>
      </w:r>
      <w:r w:rsidR="003F01A8" w:rsidRPr="002B51BB">
        <w:rPr>
          <w:sz w:val="24"/>
          <w:szCs w:val="24"/>
        </w:rPr>
        <w:t>.</w:t>
      </w:r>
      <w:r w:rsidR="002B0461">
        <w:rPr>
          <w:sz w:val="24"/>
          <w:szCs w:val="24"/>
        </w:rPr>
        <w:t xml:space="preserve"> За констатираните нарушения се подготвят тримесечни доклади до </w:t>
      </w:r>
      <w:r w:rsidR="002B0461" w:rsidRPr="002066C0">
        <w:rPr>
          <w:sz w:val="24"/>
          <w:szCs w:val="24"/>
        </w:rPr>
        <w:t>НС на НЗОК. Същите се внасят за разглеждане от НС на НЗОК в сроковете по чл.8, ал.</w:t>
      </w:r>
      <w:r w:rsidR="00436B57" w:rsidRPr="002066C0">
        <w:rPr>
          <w:sz w:val="24"/>
          <w:szCs w:val="24"/>
        </w:rPr>
        <w:t>8</w:t>
      </w:r>
      <w:r w:rsidR="002B0461" w:rsidRPr="002066C0">
        <w:rPr>
          <w:sz w:val="24"/>
          <w:szCs w:val="24"/>
        </w:rPr>
        <w:t>.</w:t>
      </w:r>
    </w:p>
    <w:p w:rsidR="00114216" w:rsidRPr="002B51BB" w:rsidRDefault="00114216" w:rsidP="007D3107">
      <w:pPr>
        <w:spacing w:line="300" w:lineRule="atLeast"/>
        <w:ind w:firstLine="539"/>
        <w:jc w:val="both"/>
        <w:rPr>
          <w:sz w:val="24"/>
          <w:szCs w:val="24"/>
        </w:rPr>
      </w:pPr>
    </w:p>
    <w:p w:rsidR="00114216" w:rsidRPr="002B51BB" w:rsidRDefault="00114216" w:rsidP="00114216">
      <w:pPr>
        <w:keepNext/>
        <w:spacing w:line="300" w:lineRule="atLeast"/>
        <w:jc w:val="center"/>
        <w:rPr>
          <w:b/>
          <w:sz w:val="24"/>
          <w:szCs w:val="24"/>
        </w:rPr>
      </w:pPr>
      <w:r w:rsidRPr="002B51BB">
        <w:rPr>
          <w:b/>
          <w:sz w:val="24"/>
          <w:szCs w:val="24"/>
        </w:rPr>
        <w:lastRenderedPageBreak/>
        <w:t xml:space="preserve">ГЛАВА </w:t>
      </w:r>
      <w:r w:rsidR="00127F1D" w:rsidRPr="002B51BB">
        <w:rPr>
          <w:b/>
          <w:sz w:val="24"/>
          <w:szCs w:val="24"/>
        </w:rPr>
        <w:t>І</w:t>
      </w:r>
      <w:r w:rsidRPr="002B51BB">
        <w:rPr>
          <w:b/>
          <w:sz w:val="24"/>
          <w:szCs w:val="24"/>
        </w:rPr>
        <w:t>V</w:t>
      </w:r>
    </w:p>
    <w:p w:rsidR="00114216" w:rsidRPr="002B51BB" w:rsidRDefault="00114216" w:rsidP="00114216">
      <w:pPr>
        <w:keepNext/>
        <w:spacing w:line="300" w:lineRule="atLeast"/>
        <w:jc w:val="center"/>
        <w:rPr>
          <w:b/>
          <w:sz w:val="24"/>
          <w:szCs w:val="24"/>
        </w:rPr>
      </w:pPr>
      <w:r w:rsidRPr="002B51BB">
        <w:rPr>
          <w:b/>
          <w:sz w:val="24"/>
          <w:szCs w:val="24"/>
        </w:rPr>
        <w:t xml:space="preserve">УСЛОВИЯ И РЕД ЗА ОСЪЩЕСТВЯВАНЕ ОТ НАДЗОРНИЯ СЪВЕТ НА НЗОК НА НАБЛЮДЕНИЕ, АНАЛИЗ, КОНТРОЛ И КОРИГИРАНЕ НА СТОЙНОСТИТЕ </w:t>
      </w:r>
    </w:p>
    <w:p w:rsidR="00114216" w:rsidRPr="002B51BB" w:rsidRDefault="00114216" w:rsidP="00053835">
      <w:pPr>
        <w:keepNext/>
        <w:spacing w:line="300" w:lineRule="atLeast"/>
        <w:ind w:firstLine="539"/>
        <w:jc w:val="both"/>
        <w:rPr>
          <w:b/>
          <w:sz w:val="24"/>
          <w:szCs w:val="24"/>
        </w:rPr>
      </w:pPr>
    </w:p>
    <w:p w:rsidR="00114216" w:rsidRDefault="00B05BCB" w:rsidP="00B05BCB">
      <w:pPr>
        <w:spacing w:line="300" w:lineRule="atLeast"/>
        <w:ind w:firstLine="539"/>
        <w:jc w:val="both"/>
        <w:rPr>
          <w:sz w:val="24"/>
          <w:szCs w:val="24"/>
        </w:rPr>
      </w:pPr>
      <w:r w:rsidRPr="002B51BB">
        <w:rPr>
          <w:b/>
          <w:sz w:val="24"/>
          <w:szCs w:val="24"/>
        </w:rPr>
        <w:t>Чл. 1</w:t>
      </w:r>
      <w:r w:rsidR="00A57F82">
        <w:rPr>
          <w:b/>
          <w:sz w:val="24"/>
          <w:szCs w:val="24"/>
        </w:rPr>
        <w:t>0</w:t>
      </w:r>
      <w:r w:rsidRPr="002B51BB">
        <w:rPr>
          <w:b/>
          <w:sz w:val="24"/>
          <w:szCs w:val="24"/>
        </w:rPr>
        <w:t>. </w:t>
      </w:r>
      <w:r w:rsidR="00114216" w:rsidRPr="002B51BB">
        <w:rPr>
          <w:sz w:val="24"/>
          <w:szCs w:val="24"/>
        </w:rPr>
        <w:t>Ежемесечн</w:t>
      </w:r>
      <w:r w:rsidR="00090B4B" w:rsidRPr="002B51BB">
        <w:rPr>
          <w:sz w:val="24"/>
          <w:szCs w:val="24"/>
        </w:rPr>
        <w:t>о</w:t>
      </w:r>
      <w:r w:rsidR="00114216" w:rsidRPr="002B51BB">
        <w:rPr>
          <w:sz w:val="24"/>
          <w:szCs w:val="24"/>
        </w:rPr>
        <w:t xml:space="preserve"> и на тримесечие</w:t>
      </w:r>
      <w:r w:rsidR="00114216" w:rsidRPr="002B51BB">
        <w:rPr>
          <w:b/>
          <w:sz w:val="24"/>
          <w:szCs w:val="24"/>
        </w:rPr>
        <w:t xml:space="preserve"> </w:t>
      </w:r>
      <w:r w:rsidRPr="002B51BB">
        <w:rPr>
          <w:sz w:val="24"/>
          <w:szCs w:val="24"/>
        </w:rPr>
        <w:t xml:space="preserve">Надзорният съвет на НЗОК </w:t>
      </w:r>
      <w:r w:rsidR="00114216" w:rsidRPr="002B51BB">
        <w:rPr>
          <w:sz w:val="24"/>
          <w:szCs w:val="24"/>
        </w:rPr>
        <w:t xml:space="preserve">наблюдава, анализира и контролира изпълнението на здравноосигурителните плащания по чл.4, ал.1 </w:t>
      </w:r>
      <w:r w:rsidR="00090B4B" w:rsidRPr="002B51BB">
        <w:rPr>
          <w:sz w:val="24"/>
          <w:szCs w:val="24"/>
        </w:rPr>
        <w:t>от ЗБНЗОК за 201</w:t>
      </w:r>
      <w:r w:rsidR="00122163" w:rsidRPr="002B51BB">
        <w:rPr>
          <w:sz w:val="24"/>
          <w:szCs w:val="24"/>
        </w:rPr>
        <w:t>9</w:t>
      </w:r>
      <w:r w:rsidR="00090B4B" w:rsidRPr="002B51BB">
        <w:rPr>
          <w:sz w:val="24"/>
          <w:szCs w:val="24"/>
        </w:rPr>
        <w:t xml:space="preserve"> г. </w:t>
      </w:r>
      <w:r w:rsidR="00A57F82">
        <w:rPr>
          <w:sz w:val="24"/>
          <w:szCs w:val="24"/>
        </w:rPr>
        <w:t>на ниво ЦУ на НЗОК и РЗОК</w:t>
      </w:r>
      <w:r w:rsidR="00090B4B" w:rsidRPr="002B51BB">
        <w:rPr>
          <w:sz w:val="24"/>
          <w:szCs w:val="24"/>
        </w:rPr>
        <w:t>.</w:t>
      </w:r>
    </w:p>
    <w:p w:rsidR="00CE078A" w:rsidRDefault="00CE078A" w:rsidP="00B05BCB">
      <w:pPr>
        <w:spacing w:line="300" w:lineRule="atLeast"/>
        <w:ind w:firstLine="539"/>
        <w:jc w:val="both"/>
        <w:rPr>
          <w:sz w:val="24"/>
          <w:szCs w:val="24"/>
        </w:rPr>
      </w:pPr>
    </w:p>
    <w:p w:rsidR="00CE078A" w:rsidRPr="002408BE" w:rsidRDefault="00CE078A" w:rsidP="00CE078A">
      <w:pPr>
        <w:spacing w:line="300" w:lineRule="atLeast"/>
        <w:ind w:firstLine="539"/>
        <w:jc w:val="both"/>
        <w:rPr>
          <w:sz w:val="24"/>
          <w:szCs w:val="24"/>
        </w:rPr>
      </w:pPr>
      <w:r w:rsidRPr="002408BE">
        <w:rPr>
          <w:b/>
          <w:sz w:val="24"/>
          <w:szCs w:val="24"/>
        </w:rPr>
        <w:t>Чл. 11. </w:t>
      </w:r>
      <w:r w:rsidRPr="002408BE">
        <w:rPr>
          <w:sz w:val="24"/>
          <w:szCs w:val="24"/>
        </w:rPr>
        <w:t xml:space="preserve">Надзорният съвет на НЗОК утвърждава корекции по стойностите на разходите на РЗОК и на изпълнители на БМП в съответствие </w:t>
      </w:r>
      <w:r w:rsidR="00E32B1A" w:rsidRPr="002408BE">
        <w:rPr>
          <w:sz w:val="24"/>
          <w:szCs w:val="24"/>
        </w:rPr>
        <w:t>с</w:t>
      </w:r>
      <w:r w:rsidRPr="002408BE">
        <w:rPr>
          <w:sz w:val="24"/>
          <w:szCs w:val="24"/>
        </w:rPr>
        <w:t xml:space="preserve"> параметрите на национално ниво на изпълнението на здравноосигурителните плащания за БМП при прилагане на чл.358 от НРД МД 2018 г. </w:t>
      </w:r>
    </w:p>
    <w:p w:rsidR="00CE078A" w:rsidRPr="002408BE" w:rsidRDefault="00CE078A" w:rsidP="00B05BCB">
      <w:pPr>
        <w:spacing w:line="300" w:lineRule="atLeast"/>
        <w:ind w:firstLine="539"/>
        <w:jc w:val="both"/>
        <w:rPr>
          <w:sz w:val="24"/>
          <w:szCs w:val="24"/>
        </w:rPr>
      </w:pPr>
    </w:p>
    <w:p w:rsidR="00A57F82" w:rsidRDefault="00A57F82" w:rsidP="007D3107">
      <w:pPr>
        <w:keepNext/>
        <w:spacing w:line="300" w:lineRule="atLeast"/>
        <w:ind w:firstLine="539"/>
        <w:jc w:val="center"/>
        <w:rPr>
          <w:b/>
          <w:sz w:val="24"/>
          <w:szCs w:val="24"/>
        </w:rPr>
      </w:pPr>
    </w:p>
    <w:p w:rsidR="00110616" w:rsidRPr="002B51BB" w:rsidRDefault="00A14C05" w:rsidP="007D3107">
      <w:pPr>
        <w:keepNext/>
        <w:spacing w:line="300" w:lineRule="atLeast"/>
        <w:ind w:firstLine="539"/>
        <w:jc w:val="center"/>
        <w:rPr>
          <w:b/>
          <w:sz w:val="24"/>
          <w:szCs w:val="24"/>
        </w:rPr>
      </w:pPr>
      <w:r w:rsidRPr="002B51BB">
        <w:rPr>
          <w:b/>
          <w:sz w:val="24"/>
          <w:szCs w:val="24"/>
        </w:rPr>
        <w:t xml:space="preserve">ДОПЪЛНИТЕЛНА </w:t>
      </w:r>
      <w:r w:rsidR="00110616" w:rsidRPr="002B51BB">
        <w:rPr>
          <w:b/>
          <w:sz w:val="24"/>
          <w:szCs w:val="24"/>
        </w:rPr>
        <w:t>РАЗПОРЕДБА</w:t>
      </w:r>
    </w:p>
    <w:p w:rsidR="00236989" w:rsidRPr="002B51BB" w:rsidRDefault="00236989" w:rsidP="007D3107">
      <w:pPr>
        <w:spacing w:line="300" w:lineRule="atLeast"/>
        <w:ind w:firstLine="539"/>
        <w:jc w:val="both"/>
        <w:rPr>
          <w:b/>
          <w:sz w:val="24"/>
          <w:szCs w:val="24"/>
        </w:rPr>
      </w:pPr>
    </w:p>
    <w:p w:rsidR="00110616" w:rsidRPr="002B51BB" w:rsidRDefault="00110616" w:rsidP="007D3107">
      <w:pPr>
        <w:spacing w:line="300" w:lineRule="atLeast"/>
        <w:ind w:firstLine="539"/>
        <w:jc w:val="both"/>
        <w:rPr>
          <w:sz w:val="24"/>
          <w:szCs w:val="24"/>
        </w:rPr>
      </w:pPr>
      <w:r w:rsidRPr="002B51BB">
        <w:rPr>
          <w:b/>
          <w:sz w:val="24"/>
          <w:szCs w:val="24"/>
        </w:rPr>
        <w:t>§ 1.</w:t>
      </w:r>
      <w:r w:rsidRPr="002B51BB">
        <w:rPr>
          <w:sz w:val="24"/>
          <w:szCs w:val="24"/>
        </w:rPr>
        <w:t> По смисъла на настоящите правила „болнична медицинска помощ“ включва:</w:t>
      </w:r>
    </w:p>
    <w:p w:rsidR="00110616" w:rsidRPr="002B51BB" w:rsidRDefault="00110616" w:rsidP="007D3107">
      <w:pPr>
        <w:spacing w:line="300" w:lineRule="atLeast"/>
        <w:ind w:firstLine="539"/>
        <w:jc w:val="both"/>
        <w:rPr>
          <w:rFonts w:asciiTheme="majorBidi" w:hAnsiTheme="majorBidi" w:cstheme="majorBidi"/>
          <w:sz w:val="24"/>
          <w:szCs w:val="24"/>
        </w:rPr>
      </w:pPr>
      <w:r w:rsidRPr="002B51BB">
        <w:rPr>
          <w:sz w:val="24"/>
          <w:szCs w:val="24"/>
        </w:rPr>
        <w:t>1.</w:t>
      </w:r>
      <w:r w:rsidR="002E3EF3" w:rsidRPr="002B51BB">
        <w:rPr>
          <w:sz w:val="24"/>
          <w:szCs w:val="24"/>
        </w:rPr>
        <w:t> </w:t>
      </w:r>
      <w:r w:rsidRPr="002B51BB">
        <w:rPr>
          <w:sz w:val="24"/>
          <w:szCs w:val="24"/>
        </w:rPr>
        <w:t xml:space="preserve">дейности по клинични пътеки (КП), клинични процедури (КПр), амбулаторни процедури (АПр), </w:t>
      </w:r>
      <w:r w:rsidRPr="002B51BB">
        <w:rPr>
          <w:rFonts w:asciiTheme="majorBidi" w:hAnsiTheme="majorBidi" w:cstheme="majorBidi"/>
          <w:sz w:val="24"/>
          <w:szCs w:val="24"/>
        </w:rPr>
        <w:t>посочени в приложения №№ 7, 8, 9, 10, 11 и 12 към чл.1, ал.1 и ал.2, чл.2 и чл.3 и чл.4 от</w:t>
      </w:r>
      <w:r w:rsidR="00F81282" w:rsidRPr="002B51BB">
        <w:rPr>
          <w:rFonts w:asciiTheme="majorBidi" w:hAnsiTheme="majorBidi" w:cstheme="majorBidi"/>
          <w:sz w:val="24"/>
          <w:szCs w:val="24"/>
        </w:rPr>
        <w:t xml:space="preserve"> </w:t>
      </w:r>
      <w:r w:rsidRPr="002B51BB">
        <w:rPr>
          <w:rFonts w:asciiTheme="majorBidi" w:hAnsiTheme="majorBidi" w:cstheme="majorBidi"/>
          <w:sz w:val="24"/>
          <w:szCs w:val="24"/>
        </w:rPr>
        <w:t xml:space="preserve">Наредба № </w:t>
      </w:r>
      <w:r w:rsidR="00107323" w:rsidRPr="002B51BB">
        <w:rPr>
          <w:rFonts w:asciiTheme="majorBidi" w:hAnsiTheme="majorBidi" w:cstheme="majorBidi"/>
          <w:sz w:val="24"/>
          <w:szCs w:val="24"/>
        </w:rPr>
        <w:t>3</w:t>
      </w:r>
      <w:r w:rsidRPr="002B51BB">
        <w:rPr>
          <w:rFonts w:asciiTheme="majorBidi" w:hAnsiTheme="majorBidi" w:cstheme="majorBidi"/>
          <w:sz w:val="24"/>
          <w:szCs w:val="24"/>
        </w:rPr>
        <w:t xml:space="preserve"> от 201</w:t>
      </w:r>
      <w:r w:rsidR="00107323" w:rsidRPr="002B51BB">
        <w:rPr>
          <w:rFonts w:asciiTheme="majorBidi" w:hAnsiTheme="majorBidi" w:cstheme="majorBidi"/>
          <w:sz w:val="24"/>
          <w:szCs w:val="24"/>
        </w:rPr>
        <w:t>8</w:t>
      </w:r>
      <w:r w:rsidRPr="002B51BB">
        <w:rPr>
          <w:rFonts w:asciiTheme="majorBidi" w:hAnsiTheme="majorBidi" w:cstheme="majorBidi"/>
          <w:sz w:val="24"/>
          <w:szCs w:val="24"/>
        </w:rPr>
        <w:t xml:space="preserve"> г. за определяне </w:t>
      </w:r>
      <w:r w:rsidR="00107323" w:rsidRPr="002B51BB">
        <w:rPr>
          <w:rFonts w:asciiTheme="majorBidi" w:hAnsiTheme="majorBidi" w:cstheme="majorBidi"/>
          <w:sz w:val="24"/>
          <w:szCs w:val="24"/>
        </w:rPr>
        <w:t xml:space="preserve">на пакета от здравни дейности, гарантиран от бюджета на </w:t>
      </w:r>
      <w:r w:rsidR="00F81282" w:rsidRPr="002B51BB">
        <w:rPr>
          <w:rFonts w:asciiTheme="majorBidi" w:hAnsiTheme="majorBidi" w:cstheme="majorBidi"/>
          <w:sz w:val="24"/>
          <w:szCs w:val="24"/>
        </w:rPr>
        <w:t>НЗОК</w:t>
      </w:r>
      <w:r w:rsidRPr="002B51BB">
        <w:rPr>
          <w:rFonts w:asciiTheme="majorBidi" w:hAnsiTheme="majorBidi" w:cstheme="majorBidi"/>
          <w:sz w:val="24"/>
          <w:szCs w:val="24"/>
        </w:rPr>
        <w:t>;</w:t>
      </w:r>
    </w:p>
    <w:p w:rsidR="00110616" w:rsidRPr="002B51BB" w:rsidRDefault="00110616" w:rsidP="007D3107">
      <w:pPr>
        <w:spacing w:line="300" w:lineRule="atLeast"/>
        <w:ind w:firstLine="539"/>
        <w:jc w:val="both"/>
        <w:rPr>
          <w:sz w:val="24"/>
          <w:szCs w:val="24"/>
        </w:rPr>
      </w:pPr>
      <w:r w:rsidRPr="002B51BB">
        <w:rPr>
          <w:sz w:val="24"/>
          <w:szCs w:val="24"/>
        </w:rPr>
        <w:t>2.</w:t>
      </w:r>
      <w:r w:rsidR="002E3EF3" w:rsidRPr="002B51BB">
        <w:rPr>
          <w:sz w:val="24"/>
          <w:szCs w:val="24"/>
        </w:rPr>
        <w:t> </w:t>
      </w:r>
      <w:r w:rsidRPr="002B51BB">
        <w:rPr>
          <w:sz w:val="24"/>
          <w:szCs w:val="24"/>
        </w:rPr>
        <w:t>медицински изделия по „Списък с медицински изделия, които НЗОК заплаща в условията на болничната медицинска помощ“, съгласно чл.13, ал.2, т.2 от Наредба 10 от 2009 г.;</w:t>
      </w:r>
    </w:p>
    <w:p w:rsidR="00110616" w:rsidRPr="002B51BB" w:rsidRDefault="00110616" w:rsidP="007D3107">
      <w:pPr>
        <w:spacing w:line="300" w:lineRule="atLeast"/>
        <w:ind w:firstLine="539"/>
        <w:jc w:val="both"/>
        <w:rPr>
          <w:sz w:val="24"/>
          <w:szCs w:val="24"/>
        </w:rPr>
      </w:pPr>
      <w:r w:rsidRPr="002B51BB">
        <w:rPr>
          <w:sz w:val="24"/>
          <w:szCs w:val="24"/>
        </w:rPr>
        <w:t>3.</w:t>
      </w:r>
      <w:r w:rsidR="002E3EF3" w:rsidRPr="002B51BB">
        <w:rPr>
          <w:sz w:val="24"/>
          <w:szCs w:val="24"/>
        </w:rPr>
        <w:t> </w:t>
      </w:r>
      <w:r w:rsidR="00122163" w:rsidRPr="002B51BB">
        <w:rPr>
          <w:sz w:val="24"/>
          <w:szCs w:val="24"/>
        </w:rPr>
        <w:t>лекарствени продукти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в условията на БМП, които се заплащат извън цената на определените КП или АПр и са включени в лечебно-диагностичния алгоритъм на същите</w:t>
      </w:r>
      <w:r w:rsidRPr="002B51BB">
        <w:rPr>
          <w:sz w:val="24"/>
          <w:szCs w:val="24"/>
        </w:rPr>
        <w:t>.</w:t>
      </w:r>
    </w:p>
    <w:p w:rsidR="00110616" w:rsidRPr="002B51BB" w:rsidRDefault="00110616" w:rsidP="007D3107">
      <w:pPr>
        <w:spacing w:line="300" w:lineRule="atLeast"/>
        <w:jc w:val="center"/>
        <w:rPr>
          <w:b/>
          <w:sz w:val="24"/>
          <w:szCs w:val="24"/>
        </w:rPr>
      </w:pPr>
    </w:p>
    <w:p w:rsidR="00971395" w:rsidRPr="002B51BB" w:rsidRDefault="00971395" w:rsidP="007D3107">
      <w:pPr>
        <w:spacing w:line="300" w:lineRule="atLeast"/>
        <w:jc w:val="center"/>
        <w:rPr>
          <w:b/>
          <w:sz w:val="24"/>
          <w:szCs w:val="24"/>
        </w:rPr>
      </w:pPr>
    </w:p>
    <w:p w:rsidR="00110616" w:rsidRPr="002B51BB" w:rsidRDefault="00A14C05" w:rsidP="007D3107">
      <w:pPr>
        <w:keepNext/>
        <w:spacing w:line="300" w:lineRule="atLeast"/>
        <w:ind w:firstLine="539"/>
        <w:jc w:val="center"/>
        <w:rPr>
          <w:b/>
          <w:sz w:val="24"/>
          <w:szCs w:val="24"/>
        </w:rPr>
      </w:pPr>
      <w:r w:rsidRPr="002B51BB">
        <w:rPr>
          <w:b/>
          <w:sz w:val="24"/>
          <w:szCs w:val="24"/>
        </w:rPr>
        <w:t xml:space="preserve">ПРЕХОДНИ И </w:t>
      </w:r>
      <w:r w:rsidR="00110616" w:rsidRPr="002B51BB">
        <w:rPr>
          <w:b/>
          <w:sz w:val="24"/>
          <w:szCs w:val="24"/>
        </w:rPr>
        <w:t>ЗАКЛЮЧИТЕЛНИ РАЗПОРЕДБИ</w:t>
      </w:r>
    </w:p>
    <w:p w:rsidR="00236989" w:rsidRPr="002B51BB" w:rsidRDefault="00236989" w:rsidP="007D3107">
      <w:pPr>
        <w:keepNext/>
        <w:spacing w:line="300" w:lineRule="atLeast"/>
        <w:ind w:firstLine="539"/>
        <w:jc w:val="center"/>
        <w:rPr>
          <w:b/>
          <w:sz w:val="24"/>
          <w:szCs w:val="24"/>
        </w:rPr>
      </w:pPr>
    </w:p>
    <w:p w:rsidR="00110616" w:rsidRDefault="00110616" w:rsidP="007D3107">
      <w:pPr>
        <w:spacing w:line="300" w:lineRule="atLeast"/>
        <w:ind w:firstLine="539"/>
        <w:jc w:val="both"/>
        <w:rPr>
          <w:sz w:val="24"/>
          <w:szCs w:val="24"/>
        </w:rPr>
      </w:pPr>
      <w:r w:rsidRPr="002B51BB">
        <w:rPr>
          <w:b/>
          <w:sz w:val="24"/>
          <w:szCs w:val="24"/>
        </w:rPr>
        <w:t>§ 2.</w:t>
      </w:r>
      <w:r w:rsidRPr="002B51BB">
        <w:rPr>
          <w:sz w:val="24"/>
          <w:szCs w:val="24"/>
        </w:rPr>
        <w:t> Настоящите правила са приети от Надзорния съвет на НЗОК</w:t>
      </w:r>
      <w:r w:rsidR="0059525D" w:rsidRPr="002B51BB">
        <w:rPr>
          <w:sz w:val="24"/>
          <w:szCs w:val="24"/>
        </w:rPr>
        <w:t xml:space="preserve"> с решение № РД-НС-04-</w:t>
      </w:r>
      <w:r w:rsidR="00B5173B">
        <w:rPr>
          <w:sz w:val="24"/>
          <w:szCs w:val="24"/>
        </w:rPr>
        <w:t>7</w:t>
      </w:r>
      <w:r w:rsidR="0059525D" w:rsidRPr="002B51BB">
        <w:rPr>
          <w:sz w:val="24"/>
          <w:szCs w:val="24"/>
        </w:rPr>
        <w:t xml:space="preserve"> от </w:t>
      </w:r>
      <w:r w:rsidR="00B5173B">
        <w:rPr>
          <w:sz w:val="24"/>
          <w:szCs w:val="24"/>
        </w:rPr>
        <w:t>04.</w:t>
      </w:r>
      <w:r w:rsidR="0059525D" w:rsidRPr="002B51BB">
        <w:rPr>
          <w:sz w:val="24"/>
          <w:szCs w:val="24"/>
        </w:rPr>
        <w:t>0</w:t>
      </w:r>
      <w:r w:rsidR="00B5173B">
        <w:rPr>
          <w:sz w:val="24"/>
          <w:szCs w:val="24"/>
        </w:rPr>
        <w:t>2</w:t>
      </w:r>
      <w:r w:rsidR="0059525D" w:rsidRPr="002B51BB">
        <w:rPr>
          <w:sz w:val="24"/>
          <w:szCs w:val="24"/>
        </w:rPr>
        <w:t>.2019 г.,</w:t>
      </w:r>
      <w:r w:rsidRPr="002B51BB">
        <w:rPr>
          <w:sz w:val="24"/>
          <w:szCs w:val="24"/>
        </w:rPr>
        <w:t xml:space="preserve"> </w:t>
      </w:r>
      <w:r w:rsidR="0019135D" w:rsidRPr="002B51BB">
        <w:rPr>
          <w:sz w:val="24"/>
          <w:szCs w:val="24"/>
        </w:rPr>
        <w:t xml:space="preserve">на основание чл.4, ал.4 </w:t>
      </w:r>
      <w:r w:rsidRPr="002B51BB">
        <w:rPr>
          <w:sz w:val="24"/>
          <w:szCs w:val="24"/>
        </w:rPr>
        <w:t>от ЗБНЗОК за 201</w:t>
      </w:r>
      <w:r w:rsidR="00122163" w:rsidRPr="002B51BB">
        <w:rPr>
          <w:sz w:val="24"/>
          <w:szCs w:val="24"/>
        </w:rPr>
        <w:t>9</w:t>
      </w:r>
      <w:r w:rsidR="002C0C0C" w:rsidRPr="002B51BB">
        <w:rPr>
          <w:sz w:val="24"/>
          <w:szCs w:val="24"/>
        </w:rPr>
        <w:t xml:space="preserve"> г.</w:t>
      </w:r>
      <w:r w:rsidR="00B86C29" w:rsidRPr="002B51BB">
        <w:rPr>
          <w:sz w:val="24"/>
          <w:szCs w:val="24"/>
        </w:rPr>
        <w:t xml:space="preserve"> и</w:t>
      </w:r>
      <w:r w:rsidRPr="002B51BB">
        <w:rPr>
          <w:sz w:val="24"/>
          <w:szCs w:val="24"/>
        </w:rPr>
        <w:t xml:space="preserve"> влизат в сила от </w:t>
      </w:r>
      <w:r w:rsidR="002C0C0C" w:rsidRPr="002B51BB">
        <w:rPr>
          <w:sz w:val="24"/>
          <w:szCs w:val="24"/>
        </w:rPr>
        <w:t>01.</w:t>
      </w:r>
      <w:r w:rsidR="007C2CF2" w:rsidRPr="002B51BB">
        <w:rPr>
          <w:sz w:val="24"/>
          <w:szCs w:val="24"/>
        </w:rPr>
        <w:t>0</w:t>
      </w:r>
      <w:r w:rsidR="00B86C29" w:rsidRPr="002B51BB">
        <w:rPr>
          <w:sz w:val="24"/>
          <w:szCs w:val="24"/>
        </w:rPr>
        <w:t>1</w:t>
      </w:r>
      <w:r w:rsidR="002C0C0C" w:rsidRPr="002B51BB">
        <w:rPr>
          <w:sz w:val="24"/>
          <w:szCs w:val="24"/>
        </w:rPr>
        <w:t>.201</w:t>
      </w:r>
      <w:r w:rsidR="00122163" w:rsidRPr="002B51BB">
        <w:rPr>
          <w:sz w:val="24"/>
          <w:szCs w:val="24"/>
        </w:rPr>
        <w:t>9</w:t>
      </w:r>
      <w:r w:rsidR="002C0C0C" w:rsidRPr="002B51BB">
        <w:rPr>
          <w:sz w:val="24"/>
          <w:szCs w:val="24"/>
        </w:rPr>
        <w:t xml:space="preserve"> г</w:t>
      </w:r>
      <w:r w:rsidRPr="002B51BB">
        <w:rPr>
          <w:sz w:val="24"/>
          <w:szCs w:val="24"/>
        </w:rPr>
        <w:t>.</w:t>
      </w:r>
      <w:r w:rsidR="005D5E91" w:rsidRPr="002B51BB">
        <w:rPr>
          <w:sz w:val="24"/>
          <w:szCs w:val="24"/>
        </w:rPr>
        <w:t xml:space="preserve"> </w:t>
      </w:r>
    </w:p>
    <w:p w:rsidR="00A218C6" w:rsidRDefault="00A218C6" w:rsidP="007D3107">
      <w:pPr>
        <w:spacing w:line="300" w:lineRule="atLeast"/>
        <w:ind w:firstLine="539"/>
        <w:jc w:val="both"/>
        <w:rPr>
          <w:sz w:val="24"/>
          <w:szCs w:val="24"/>
        </w:rPr>
      </w:pPr>
    </w:p>
    <w:p w:rsidR="00A218C6" w:rsidRPr="007F401F" w:rsidRDefault="00A218C6" w:rsidP="00A218C6">
      <w:pPr>
        <w:ind w:firstLine="539"/>
        <w:jc w:val="both"/>
        <w:rPr>
          <w:sz w:val="24"/>
          <w:szCs w:val="24"/>
        </w:rPr>
      </w:pPr>
      <w:r w:rsidRPr="007F401F">
        <w:rPr>
          <w:b/>
          <w:sz w:val="24"/>
          <w:szCs w:val="24"/>
        </w:rPr>
        <w:t>§ 3</w:t>
      </w:r>
      <w:r w:rsidRPr="007F401F">
        <w:rPr>
          <w:sz w:val="24"/>
          <w:szCs w:val="24"/>
        </w:rPr>
        <w:t>. До подписване на допълнителни споразумения по реда на Договор № РД-НС-01-1-2/27.12.2018 г. за изменение и допълнение на Национален рамков договор за медицинските дейности между НЗОК и БЛС за 2018 г. към действащите индивидуални договори за 2018 г. с изпълнителите на болнична медицинска помощ се сключват допълнителни споразумения за определяне стойностите за закупуване на дейностите в болничната медицинска помощ през 2019 г. съгласно Закона за бюджета на НЗОК за 2019</w:t>
      </w:r>
      <w:r w:rsidR="00B5173B">
        <w:rPr>
          <w:sz w:val="24"/>
          <w:szCs w:val="24"/>
        </w:rPr>
        <w:t> </w:t>
      </w:r>
      <w:r w:rsidRPr="007F401F">
        <w:rPr>
          <w:sz w:val="24"/>
          <w:szCs w:val="24"/>
        </w:rPr>
        <w:t>г. и тези Правила.</w:t>
      </w:r>
    </w:p>
    <w:p w:rsidR="00A218C6" w:rsidRPr="002B51BB" w:rsidRDefault="00A218C6" w:rsidP="007D3107">
      <w:pPr>
        <w:spacing w:line="300" w:lineRule="atLeast"/>
        <w:ind w:firstLine="539"/>
        <w:jc w:val="both"/>
        <w:rPr>
          <w:sz w:val="24"/>
          <w:szCs w:val="24"/>
        </w:rPr>
      </w:pPr>
    </w:p>
    <w:p w:rsidR="008C276C" w:rsidRPr="002B51BB" w:rsidRDefault="001778B6" w:rsidP="007D3107">
      <w:pPr>
        <w:keepNext/>
        <w:spacing w:line="300" w:lineRule="atLeast"/>
        <w:ind w:firstLine="539"/>
        <w:jc w:val="both"/>
        <w:rPr>
          <w:sz w:val="24"/>
          <w:szCs w:val="24"/>
        </w:rPr>
      </w:pPr>
      <w:r w:rsidRPr="002B51BB">
        <w:rPr>
          <w:b/>
          <w:sz w:val="24"/>
          <w:szCs w:val="24"/>
        </w:rPr>
        <w:t>§ </w:t>
      </w:r>
      <w:r w:rsidR="00A218C6">
        <w:rPr>
          <w:b/>
          <w:sz w:val="24"/>
          <w:szCs w:val="24"/>
        </w:rPr>
        <w:t>4</w:t>
      </w:r>
      <w:r w:rsidRPr="002B51BB">
        <w:rPr>
          <w:b/>
          <w:sz w:val="24"/>
          <w:szCs w:val="24"/>
        </w:rPr>
        <w:t xml:space="preserve">. </w:t>
      </w:r>
      <w:r w:rsidR="00110616" w:rsidRPr="002B51BB">
        <w:rPr>
          <w:sz w:val="24"/>
          <w:szCs w:val="24"/>
        </w:rPr>
        <w:t>Неразделна част от Правилата са:</w:t>
      </w:r>
    </w:p>
    <w:p w:rsidR="00F4295F" w:rsidRPr="00BF78BA" w:rsidRDefault="00122163" w:rsidP="007D3107">
      <w:pPr>
        <w:spacing w:line="300" w:lineRule="atLeast"/>
        <w:ind w:firstLine="539"/>
        <w:jc w:val="both"/>
        <w:rPr>
          <w:sz w:val="22"/>
          <w:szCs w:val="24"/>
        </w:rPr>
      </w:pPr>
      <w:r w:rsidRPr="002B51BB">
        <w:rPr>
          <w:sz w:val="24"/>
          <w:szCs w:val="24"/>
        </w:rPr>
        <w:t>1</w:t>
      </w:r>
      <w:r w:rsidR="00110616" w:rsidRPr="002B51BB">
        <w:rPr>
          <w:sz w:val="24"/>
          <w:szCs w:val="24"/>
        </w:rPr>
        <w:t>.</w:t>
      </w:r>
      <w:r w:rsidR="002E3EF3" w:rsidRPr="002B51BB">
        <w:rPr>
          <w:sz w:val="24"/>
          <w:szCs w:val="24"/>
        </w:rPr>
        <w:t> </w:t>
      </w:r>
      <w:r w:rsidR="00F4295F" w:rsidRPr="002B51BB">
        <w:rPr>
          <w:sz w:val="24"/>
          <w:szCs w:val="24"/>
        </w:rPr>
        <w:t>Приложение</w:t>
      </w:r>
      <w:r w:rsidR="002E3EF3" w:rsidRPr="002B51BB">
        <w:rPr>
          <w:sz w:val="24"/>
          <w:szCs w:val="24"/>
        </w:rPr>
        <w:t> </w:t>
      </w:r>
      <w:r w:rsidRPr="002B51BB">
        <w:rPr>
          <w:sz w:val="24"/>
          <w:szCs w:val="24"/>
        </w:rPr>
        <w:t>1</w:t>
      </w:r>
      <w:r w:rsidR="00F4295F" w:rsidRPr="002B51BB">
        <w:rPr>
          <w:sz w:val="24"/>
          <w:szCs w:val="24"/>
        </w:rPr>
        <w:t xml:space="preserve"> – „Предложение </w:t>
      </w:r>
      <w:bookmarkStart w:id="0" w:name="_GoBack"/>
      <w:bookmarkEnd w:id="0"/>
      <w:r w:rsidR="00F4295F" w:rsidRPr="002B51BB">
        <w:rPr>
          <w:sz w:val="24"/>
          <w:szCs w:val="24"/>
        </w:rPr>
        <w:t>от РЗОК за корекции на месечни стойности в Приложение №</w:t>
      </w:r>
      <w:r w:rsidR="001778B6" w:rsidRPr="002B51BB">
        <w:rPr>
          <w:sz w:val="24"/>
          <w:szCs w:val="24"/>
        </w:rPr>
        <w:t xml:space="preserve"> </w:t>
      </w:r>
      <w:r w:rsidR="00F4295F" w:rsidRPr="002B51BB">
        <w:rPr>
          <w:sz w:val="24"/>
          <w:szCs w:val="24"/>
        </w:rPr>
        <w:t>2 по договора с изпълнител на БМП“;</w:t>
      </w:r>
    </w:p>
    <w:p w:rsidR="00890B6D" w:rsidRDefault="00122163" w:rsidP="00122163">
      <w:pPr>
        <w:spacing w:line="300" w:lineRule="atLeast"/>
        <w:ind w:firstLine="539"/>
        <w:jc w:val="both"/>
        <w:rPr>
          <w:sz w:val="24"/>
          <w:szCs w:val="24"/>
        </w:rPr>
      </w:pPr>
      <w:r w:rsidRPr="002B51BB">
        <w:rPr>
          <w:sz w:val="24"/>
          <w:szCs w:val="24"/>
        </w:rPr>
        <w:lastRenderedPageBreak/>
        <w:t>2. Видът и формата на Приложение № 2 „Стойности за заплащане през 2019 г. на обеми на дейностите в БМП, на медицинските изделия в БМП и на лекарствените продукти за лечение в условията на БМП, които НЗОК заплаща извън стойността на оказваните медицински услуги“ към индивидуалните договори с изпълнителите за извършване на БМП, по реда на НРД за 2018 г.</w:t>
      </w:r>
    </w:p>
    <w:p w:rsidR="00A218C6" w:rsidRPr="002B51BB" w:rsidRDefault="00A218C6" w:rsidP="00122163">
      <w:pPr>
        <w:spacing w:line="300" w:lineRule="atLeast"/>
        <w:ind w:firstLine="539"/>
        <w:jc w:val="both"/>
        <w:rPr>
          <w:sz w:val="24"/>
          <w:szCs w:val="24"/>
        </w:rPr>
      </w:pPr>
    </w:p>
    <w:sectPr w:rsidR="00A218C6" w:rsidRPr="002B51BB" w:rsidSect="009B71F0">
      <w:footerReference w:type="even" r:id="rId10"/>
      <w:footerReference w:type="default" r:id="rId11"/>
      <w:headerReference w:type="first" r:id="rId12"/>
      <w:pgSz w:w="11906" w:h="16838" w:code="9"/>
      <w:pgMar w:top="1077"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0B3" w:rsidRDefault="004440B3">
      <w:r>
        <w:separator/>
      </w:r>
    </w:p>
  </w:endnote>
  <w:endnote w:type="continuationSeparator" w:id="0">
    <w:p w:rsidR="004440B3" w:rsidRDefault="00444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rsidP="006378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183E" w:rsidRDefault="0086183E" w:rsidP="004726E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720773"/>
      <w:docPartObj>
        <w:docPartGallery w:val="Page Numbers (Bottom of Page)"/>
        <w:docPartUnique/>
      </w:docPartObj>
    </w:sdtPr>
    <w:sdtEndPr>
      <w:rPr>
        <w:noProof/>
      </w:rPr>
    </w:sdtEndPr>
    <w:sdtContent>
      <w:p w:rsidR="000555D8" w:rsidRDefault="000555D8">
        <w:pPr>
          <w:pStyle w:val="Footer"/>
          <w:jc w:val="right"/>
        </w:pPr>
        <w:r>
          <w:fldChar w:fldCharType="begin"/>
        </w:r>
        <w:r>
          <w:instrText xml:space="preserve"> PAGE   \* MERGEFORMAT </w:instrText>
        </w:r>
        <w:r>
          <w:fldChar w:fldCharType="separate"/>
        </w:r>
        <w:r w:rsidR="00B5173B">
          <w:rPr>
            <w:noProof/>
          </w:rPr>
          <w:t>8</w:t>
        </w:r>
        <w:r>
          <w:rPr>
            <w:noProof/>
          </w:rPr>
          <w:fldChar w:fldCharType="end"/>
        </w:r>
      </w:p>
    </w:sdtContent>
  </w:sdt>
  <w:p w:rsidR="0086183E" w:rsidRDefault="0086183E" w:rsidP="004726E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0B3" w:rsidRDefault="004440B3">
      <w:r>
        <w:separator/>
      </w:r>
    </w:p>
  </w:footnote>
  <w:footnote w:type="continuationSeparator" w:id="0">
    <w:p w:rsidR="004440B3" w:rsidRDefault="004440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3E" w:rsidRDefault="0086183E">
    <w:pPr>
      <w:pStyle w:val="Header"/>
    </w:pPr>
  </w:p>
  <w:p w:rsidR="0086183E" w:rsidRPr="00326E97" w:rsidRDefault="0086183E" w:rsidP="008F78E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7320"/>
    <w:multiLevelType w:val="hybridMultilevel"/>
    <w:tmpl w:val="EA66D1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AB15E07"/>
    <w:multiLevelType w:val="hybridMultilevel"/>
    <w:tmpl w:val="942CECD6"/>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2F73B92"/>
    <w:multiLevelType w:val="multilevel"/>
    <w:tmpl w:val="A29478BA"/>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
    <w:nsid w:val="16015626"/>
    <w:multiLevelType w:val="hybridMultilevel"/>
    <w:tmpl w:val="8CCE52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207B3752"/>
    <w:multiLevelType w:val="hybridMultilevel"/>
    <w:tmpl w:val="1BF4BA74"/>
    <w:lvl w:ilvl="0" w:tplc="BBB81468">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5">
    <w:nsid w:val="2DCB064B"/>
    <w:multiLevelType w:val="hybridMultilevel"/>
    <w:tmpl w:val="185A9694"/>
    <w:lvl w:ilvl="0" w:tplc="0E6CC702">
      <w:start w:val="4"/>
      <w:numFmt w:val="decimal"/>
      <w:lvlText w:val="%1."/>
      <w:lvlJc w:val="left"/>
      <w:pPr>
        <w:tabs>
          <w:tab w:val="num" w:pos="405"/>
        </w:tabs>
        <w:ind w:left="405" w:hanging="360"/>
      </w:pPr>
      <w:rPr>
        <w:rFonts w:hint="default"/>
      </w:rPr>
    </w:lvl>
    <w:lvl w:ilvl="1" w:tplc="04020019" w:tentative="1">
      <w:start w:val="1"/>
      <w:numFmt w:val="lowerLetter"/>
      <w:lvlText w:val="%2."/>
      <w:lvlJc w:val="left"/>
      <w:pPr>
        <w:tabs>
          <w:tab w:val="num" w:pos="1125"/>
        </w:tabs>
        <w:ind w:left="1125" w:hanging="360"/>
      </w:pPr>
    </w:lvl>
    <w:lvl w:ilvl="2" w:tplc="0402001B" w:tentative="1">
      <w:start w:val="1"/>
      <w:numFmt w:val="lowerRoman"/>
      <w:lvlText w:val="%3."/>
      <w:lvlJc w:val="right"/>
      <w:pPr>
        <w:tabs>
          <w:tab w:val="num" w:pos="1845"/>
        </w:tabs>
        <w:ind w:left="1845" w:hanging="180"/>
      </w:pPr>
    </w:lvl>
    <w:lvl w:ilvl="3" w:tplc="0402000F" w:tentative="1">
      <w:start w:val="1"/>
      <w:numFmt w:val="decimal"/>
      <w:lvlText w:val="%4."/>
      <w:lvlJc w:val="left"/>
      <w:pPr>
        <w:tabs>
          <w:tab w:val="num" w:pos="2565"/>
        </w:tabs>
        <w:ind w:left="2565" w:hanging="360"/>
      </w:pPr>
    </w:lvl>
    <w:lvl w:ilvl="4" w:tplc="04020019" w:tentative="1">
      <w:start w:val="1"/>
      <w:numFmt w:val="lowerLetter"/>
      <w:lvlText w:val="%5."/>
      <w:lvlJc w:val="left"/>
      <w:pPr>
        <w:tabs>
          <w:tab w:val="num" w:pos="3285"/>
        </w:tabs>
        <w:ind w:left="3285" w:hanging="360"/>
      </w:pPr>
    </w:lvl>
    <w:lvl w:ilvl="5" w:tplc="0402001B" w:tentative="1">
      <w:start w:val="1"/>
      <w:numFmt w:val="lowerRoman"/>
      <w:lvlText w:val="%6."/>
      <w:lvlJc w:val="right"/>
      <w:pPr>
        <w:tabs>
          <w:tab w:val="num" w:pos="4005"/>
        </w:tabs>
        <w:ind w:left="4005" w:hanging="180"/>
      </w:pPr>
    </w:lvl>
    <w:lvl w:ilvl="6" w:tplc="0402000F" w:tentative="1">
      <w:start w:val="1"/>
      <w:numFmt w:val="decimal"/>
      <w:lvlText w:val="%7."/>
      <w:lvlJc w:val="left"/>
      <w:pPr>
        <w:tabs>
          <w:tab w:val="num" w:pos="4725"/>
        </w:tabs>
        <w:ind w:left="4725" w:hanging="360"/>
      </w:pPr>
    </w:lvl>
    <w:lvl w:ilvl="7" w:tplc="04020019" w:tentative="1">
      <w:start w:val="1"/>
      <w:numFmt w:val="lowerLetter"/>
      <w:lvlText w:val="%8."/>
      <w:lvlJc w:val="left"/>
      <w:pPr>
        <w:tabs>
          <w:tab w:val="num" w:pos="5445"/>
        </w:tabs>
        <w:ind w:left="5445" w:hanging="360"/>
      </w:pPr>
    </w:lvl>
    <w:lvl w:ilvl="8" w:tplc="0402001B" w:tentative="1">
      <w:start w:val="1"/>
      <w:numFmt w:val="lowerRoman"/>
      <w:lvlText w:val="%9."/>
      <w:lvlJc w:val="right"/>
      <w:pPr>
        <w:tabs>
          <w:tab w:val="num" w:pos="6165"/>
        </w:tabs>
        <w:ind w:left="6165" w:hanging="180"/>
      </w:pPr>
    </w:lvl>
  </w:abstractNum>
  <w:abstractNum w:abstractNumId="6">
    <w:nsid w:val="36495A53"/>
    <w:multiLevelType w:val="hybridMultilevel"/>
    <w:tmpl w:val="F326A346"/>
    <w:lvl w:ilvl="0" w:tplc="70641BE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6CB36FD"/>
    <w:multiLevelType w:val="hybridMultilevel"/>
    <w:tmpl w:val="47223736"/>
    <w:lvl w:ilvl="0" w:tplc="62F01140">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nsid w:val="3B0977BA"/>
    <w:multiLevelType w:val="hybridMultilevel"/>
    <w:tmpl w:val="775EB996"/>
    <w:lvl w:ilvl="0" w:tplc="3AC2B2DE">
      <w:start w:val="1"/>
      <w:numFmt w:val="decimal"/>
      <w:lvlText w:val="%1."/>
      <w:lvlJc w:val="left"/>
      <w:pPr>
        <w:ind w:left="1788" w:hanging="360"/>
      </w:pPr>
      <w:rPr>
        <w:rFonts w:hint="default"/>
        <w:b/>
      </w:rPr>
    </w:lvl>
    <w:lvl w:ilvl="1" w:tplc="04020019" w:tentative="1">
      <w:start w:val="1"/>
      <w:numFmt w:val="lowerLetter"/>
      <w:lvlText w:val="%2."/>
      <w:lvlJc w:val="left"/>
      <w:pPr>
        <w:ind w:left="2508" w:hanging="360"/>
      </w:pPr>
    </w:lvl>
    <w:lvl w:ilvl="2" w:tplc="0402001B" w:tentative="1">
      <w:start w:val="1"/>
      <w:numFmt w:val="lowerRoman"/>
      <w:lvlText w:val="%3."/>
      <w:lvlJc w:val="right"/>
      <w:pPr>
        <w:ind w:left="3228" w:hanging="180"/>
      </w:pPr>
    </w:lvl>
    <w:lvl w:ilvl="3" w:tplc="0402000F" w:tentative="1">
      <w:start w:val="1"/>
      <w:numFmt w:val="decimal"/>
      <w:lvlText w:val="%4."/>
      <w:lvlJc w:val="left"/>
      <w:pPr>
        <w:ind w:left="3948" w:hanging="360"/>
      </w:pPr>
    </w:lvl>
    <w:lvl w:ilvl="4" w:tplc="04020019" w:tentative="1">
      <w:start w:val="1"/>
      <w:numFmt w:val="lowerLetter"/>
      <w:lvlText w:val="%5."/>
      <w:lvlJc w:val="left"/>
      <w:pPr>
        <w:ind w:left="4668" w:hanging="360"/>
      </w:pPr>
    </w:lvl>
    <w:lvl w:ilvl="5" w:tplc="0402001B" w:tentative="1">
      <w:start w:val="1"/>
      <w:numFmt w:val="lowerRoman"/>
      <w:lvlText w:val="%6."/>
      <w:lvlJc w:val="right"/>
      <w:pPr>
        <w:ind w:left="5388" w:hanging="180"/>
      </w:pPr>
    </w:lvl>
    <w:lvl w:ilvl="6" w:tplc="0402000F" w:tentative="1">
      <w:start w:val="1"/>
      <w:numFmt w:val="decimal"/>
      <w:lvlText w:val="%7."/>
      <w:lvlJc w:val="left"/>
      <w:pPr>
        <w:ind w:left="6108" w:hanging="360"/>
      </w:pPr>
    </w:lvl>
    <w:lvl w:ilvl="7" w:tplc="04020019" w:tentative="1">
      <w:start w:val="1"/>
      <w:numFmt w:val="lowerLetter"/>
      <w:lvlText w:val="%8."/>
      <w:lvlJc w:val="left"/>
      <w:pPr>
        <w:ind w:left="6828" w:hanging="360"/>
      </w:pPr>
    </w:lvl>
    <w:lvl w:ilvl="8" w:tplc="0402001B" w:tentative="1">
      <w:start w:val="1"/>
      <w:numFmt w:val="lowerRoman"/>
      <w:lvlText w:val="%9."/>
      <w:lvlJc w:val="right"/>
      <w:pPr>
        <w:ind w:left="7548" w:hanging="180"/>
      </w:pPr>
    </w:lvl>
  </w:abstractNum>
  <w:abstractNum w:abstractNumId="9">
    <w:nsid w:val="430B3189"/>
    <w:multiLevelType w:val="hybridMultilevel"/>
    <w:tmpl w:val="72CC7E2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4AB245B5"/>
    <w:multiLevelType w:val="hybridMultilevel"/>
    <w:tmpl w:val="045A6E76"/>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nsid w:val="523157A3"/>
    <w:multiLevelType w:val="hybridMultilevel"/>
    <w:tmpl w:val="A29478BA"/>
    <w:lvl w:ilvl="0" w:tplc="0402000D">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2">
    <w:nsid w:val="53C57F8D"/>
    <w:multiLevelType w:val="hybridMultilevel"/>
    <w:tmpl w:val="6C16E1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51938B2"/>
    <w:multiLevelType w:val="hybridMultilevel"/>
    <w:tmpl w:val="69DE0B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7A7F1E0E"/>
    <w:multiLevelType w:val="hybridMultilevel"/>
    <w:tmpl w:val="E85E253C"/>
    <w:lvl w:ilvl="0" w:tplc="10BA236A">
      <w:start w:val="1"/>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nsid w:val="7AFE43FC"/>
    <w:multiLevelType w:val="hybridMultilevel"/>
    <w:tmpl w:val="ACDCF39E"/>
    <w:lvl w:ilvl="0" w:tplc="1272088E">
      <w:start w:val="1"/>
      <w:numFmt w:val="decimal"/>
      <w:lvlText w:val="%1."/>
      <w:lvlJc w:val="left"/>
      <w:pPr>
        <w:ind w:left="1379" w:hanging="84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6">
    <w:nsid w:val="7CB908B4"/>
    <w:multiLevelType w:val="hybridMultilevel"/>
    <w:tmpl w:val="B302D4EA"/>
    <w:lvl w:ilvl="0" w:tplc="1E667C7A">
      <w:start w:val="1"/>
      <w:numFmt w:val="decimal"/>
      <w:lvlText w:val="%1."/>
      <w:lvlJc w:val="left"/>
      <w:pPr>
        <w:ind w:left="899" w:hanging="36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abstractNum w:abstractNumId="17">
    <w:nsid w:val="7FDC026D"/>
    <w:multiLevelType w:val="hybridMultilevel"/>
    <w:tmpl w:val="CC928328"/>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num w:numId="1">
    <w:abstractNumId w:val="11"/>
  </w:num>
  <w:num w:numId="2">
    <w:abstractNumId w:val="2"/>
  </w:num>
  <w:num w:numId="3">
    <w:abstractNumId w:val="13"/>
  </w:num>
  <w:num w:numId="4">
    <w:abstractNumId w:val="0"/>
  </w:num>
  <w:num w:numId="5">
    <w:abstractNumId w:val="3"/>
  </w:num>
  <w:num w:numId="6">
    <w:abstractNumId w:val="5"/>
  </w:num>
  <w:num w:numId="7">
    <w:abstractNumId w:val="9"/>
  </w:num>
  <w:num w:numId="8">
    <w:abstractNumId w:val="1"/>
  </w:num>
  <w:num w:numId="9">
    <w:abstractNumId w:val="4"/>
  </w:num>
  <w:num w:numId="10">
    <w:abstractNumId w:val="7"/>
  </w:num>
  <w:num w:numId="11">
    <w:abstractNumId w:val="6"/>
  </w:num>
  <w:num w:numId="12">
    <w:abstractNumId w:val="14"/>
  </w:num>
  <w:num w:numId="13">
    <w:abstractNumId w:val="17"/>
  </w:num>
  <w:num w:numId="14">
    <w:abstractNumId w:val="10"/>
  </w:num>
  <w:num w:numId="15">
    <w:abstractNumId w:val="8"/>
  </w:num>
  <w:num w:numId="16">
    <w:abstractNumId w:val="15"/>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1A1"/>
    <w:rsid w:val="000029B1"/>
    <w:rsid w:val="000035E5"/>
    <w:rsid w:val="000136EC"/>
    <w:rsid w:val="0001460C"/>
    <w:rsid w:val="00017703"/>
    <w:rsid w:val="00021F00"/>
    <w:rsid w:val="000248E3"/>
    <w:rsid w:val="000255B2"/>
    <w:rsid w:val="00027830"/>
    <w:rsid w:val="00030E70"/>
    <w:rsid w:val="000316A1"/>
    <w:rsid w:val="0003187D"/>
    <w:rsid w:val="00033946"/>
    <w:rsid w:val="00035455"/>
    <w:rsid w:val="00037545"/>
    <w:rsid w:val="00037B7A"/>
    <w:rsid w:val="000411F3"/>
    <w:rsid w:val="00042F2E"/>
    <w:rsid w:val="00044693"/>
    <w:rsid w:val="0004530D"/>
    <w:rsid w:val="00045E59"/>
    <w:rsid w:val="00046175"/>
    <w:rsid w:val="000511C4"/>
    <w:rsid w:val="00052646"/>
    <w:rsid w:val="00053835"/>
    <w:rsid w:val="000555D8"/>
    <w:rsid w:val="00055828"/>
    <w:rsid w:val="00057705"/>
    <w:rsid w:val="00060737"/>
    <w:rsid w:val="00062765"/>
    <w:rsid w:val="00063472"/>
    <w:rsid w:val="0006364E"/>
    <w:rsid w:val="000639F6"/>
    <w:rsid w:val="00064549"/>
    <w:rsid w:val="00071579"/>
    <w:rsid w:val="00071A1A"/>
    <w:rsid w:val="00075DE7"/>
    <w:rsid w:val="000771FA"/>
    <w:rsid w:val="000774D3"/>
    <w:rsid w:val="00080252"/>
    <w:rsid w:val="000807BD"/>
    <w:rsid w:val="00081277"/>
    <w:rsid w:val="00081D4C"/>
    <w:rsid w:val="00084289"/>
    <w:rsid w:val="00090B4B"/>
    <w:rsid w:val="000910F9"/>
    <w:rsid w:val="00094CD7"/>
    <w:rsid w:val="00095E24"/>
    <w:rsid w:val="000966E9"/>
    <w:rsid w:val="000A5597"/>
    <w:rsid w:val="000B0430"/>
    <w:rsid w:val="000B3BC5"/>
    <w:rsid w:val="000B3E34"/>
    <w:rsid w:val="000B6C64"/>
    <w:rsid w:val="000B75F6"/>
    <w:rsid w:val="000C061C"/>
    <w:rsid w:val="000C26D1"/>
    <w:rsid w:val="000C36EC"/>
    <w:rsid w:val="000C3C80"/>
    <w:rsid w:val="000C4457"/>
    <w:rsid w:val="000C6328"/>
    <w:rsid w:val="000C6EA2"/>
    <w:rsid w:val="000D1EE8"/>
    <w:rsid w:val="000D32C2"/>
    <w:rsid w:val="000D58CA"/>
    <w:rsid w:val="000D64EB"/>
    <w:rsid w:val="000E69CD"/>
    <w:rsid w:val="000E6F9D"/>
    <w:rsid w:val="000F1E39"/>
    <w:rsid w:val="000F467B"/>
    <w:rsid w:val="000F49B9"/>
    <w:rsid w:val="000F5269"/>
    <w:rsid w:val="00101642"/>
    <w:rsid w:val="00102BBF"/>
    <w:rsid w:val="001036F6"/>
    <w:rsid w:val="00104B0C"/>
    <w:rsid w:val="00107323"/>
    <w:rsid w:val="00110616"/>
    <w:rsid w:val="00110E27"/>
    <w:rsid w:val="00114216"/>
    <w:rsid w:val="00114439"/>
    <w:rsid w:val="00116505"/>
    <w:rsid w:val="00121E27"/>
    <w:rsid w:val="00122163"/>
    <w:rsid w:val="00125671"/>
    <w:rsid w:val="00126979"/>
    <w:rsid w:val="00127355"/>
    <w:rsid w:val="00127F1D"/>
    <w:rsid w:val="0013162F"/>
    <w:rsid w:val="00132B27"/>
    <w:rsid w:val="00132EA5"/>
    <w:rsid w:val="00140B0D"/>
    <w:rsid w:val="00141711"/>
    <w:rsid w:val="00143631"/>
    <w:rsid w:val="001439C4"/>
    <w:rsid w:val="0014495D"/>
    <w:rsid w:val="0014562B"/>
    <w:rsid w:val="001460AF"/>
    <w:rsid w:val="00153513"/>
    <w:rsid w:val="001549BC"/>
    <w:rsid w:val="00155195"/>
    <w:rsid w:val="0015575F"/>
    <w:rsid w:val="001624E0"/>
    <w:rsid w:val="00163AA8"/>
    <w:rsid w:val="0016464F"/>
    <w:rsid w:val="00164864"/>
    <w:rsid w:val="00164CC1"/>
    <w:rsid w:val="0016570E"/>
    <w:rsid w:val="0017037C"/>
    <w:rsid w:val="00171E39"/>
    <w:rsid w:val="0017665E"/>
    <w:rsid w:val="001778B6"/>
    <w:rsid w:val="0018190B"/>
    <w:rsid w:val="00181B84"/>
    <w:rsid w:val="0018550D"/>
    <w:rsid w:val="001863D3"/>
    <w:rsid w:val="0018727C"/>
    <w:rsid w:val="00190055"/>
    <w:rsid w:val="00190DF8"/>
    <w:rsid w:val="0019135D"/>
    <w:rsid w:val="001946F4"/>
    <w:rsid w:val="001960FE"/>
    <w:rsid w:val="001962C3"/>
    <w:rsid w:val="0019696A"/>
    <w:rsid w:val="00197556"/>
    <w:rsid w:val="001A4194"/>
    <w:rsid w:val="001A75C4"/>
    <w:rsid w:val="001A7BF9"/>
    <w:rsid w:val="001A7CA5"/>
    <w:rsid w:val="001B4224"/>
    <w:rsid w:val="001C1DE6"/>
    <w:rsid w:val="001C4276"/>
    <w:rsid w:val="001D0121"/>
    <w:rsid w:val="001D3B95"/>
    <w:rsid w:val="001D676B"/>
    <w:rsid w:val="001E0A8C"/>
    <w:rsid w:val="001E0EBE"/>
    <w:rsid w:val="001E5C95"/>
    <w:rsid w:val="001E6861"/>
    <w:rsid w:val="001E6B85"/>
    <w:rsid w:val="001E714B"/>
    <w:rsid w:val="001F13C7"/>
    <w:rsid w:val="001F4779"/>
    <w:rsid w:val="001F56C1"/>
    <w:rsid w:val="001F7FB0"/>
    <w:rsid w:val="002008CF"/>
    <w:rsid w:val="002033DC"/>
    <w:rsid w:val="0020440C"/>
    <w:rsid w:val="002066C0"/>
    <w:rsid w:val="002074AA"/>
    <w:rsid w:val="002105EB"/>
    <w:rsid w:val="002130CB"/>
    <w:rsid w:val="00215CEC"/>
    <w:rsid w:val="00216ACA"/>
    <w:rsid w:val="0022133D"/>
    <w:rsid w:val="0022648C"/>
    <w:rsid w:val="00226AFD"/>
    <w:rsid w:val="00227143"/>
    <w:rsid w:val="00227394"/>
    <w:rsid w:val="00227CB8"/>
    <w:rsid w:val="002309E9"/>
    <w:rsid w:val="00231FEC"/>
    <w:rsid w:val="00232E55"/>
    <w:rsid w:val="0023356B"/>
    <w:rsid w:val="0023360A"/>
    <w:rsid w:val="0023452F"/>
    <w:rsid w:val="00234721"/>
    <w:rsid w:val="00234E37"/>
    <w:rsid w:val="00236989"/>
    <w:rsid w:val="00236BEA"/>
    <w:rsid w:val="002408BE"/>
    <w:rsid w:val="002413C4"/>
    <w:rsid w:val="002417E6"/>
    <w:rsid w:val="002445F4"/>
    <w:rsid w:val="00244F3D"/>
    <w:rsid w:val="00256695"/>
    <w:rsid w:val="00257477"/>
    <w:rsid w:val="00261CC6"/>
    <w:rsid w:val="002634DC"/>
    <w:rsid w:val="00282F5F"/>
    <w:rsid w:val="00283B4C"/>
    <w:rsid w:val="00290D26"/>
    <w:rsid w:val="0029226B"/>
    <w:rsid w:val="002928E2"/>
    <w:rsid w:val="00292B26"/>
    <w:rsid w:val="00293699"/>
    <w:rsid w:val="0029369C"/>
    <w:rsid w:val="00294668"/>
    <w:rsid w:val="002964BA"/>
    <w:rsid w:val="002978DF"/>
    <w:rsid w:val="00297C4D"/>
    <w:rsid w:val="002A0EA9"/>
    <w:rsid w:val="002A101D"/>
    <w:rsid w:val="002A16C6"/>
    <w:rsid w:val="002A2417"/>
    <w:rsid w:val="002A3156"/>
    <w:rsid w:val="002A432E"/>
    <w:rsid w:val="002A4A07"/>
    <w:rsid w:val="002A505C"/>
    <w:rsid w:val="002A612C"/>
    <w:rsid w:val="002A632D"/>
    <w:rsid w:val="002A66F1"/>
    <w:rsid w:val="002A78F8"/>
    <w:rsid w:val="002B0461"/>
    <w:rsid w:val="002B0685"/>
    <w:rsid w:val="002B242A"/>
    <w:rsid w:val="002B39AD"/>
    <w:rsid w:val="002B487B"/>
    <w:rsid w:val="002B4EEF"/>
    <w:rsid w:val="002B51BB"/>
    <w:rsid w:val="002B7583"/>
    <w:rsid w:val="002C0C0C"/>
    <w:rsid w:val="002C1687"/>
    <w:rsid w:val="002C198B"/>
    <w:rsid w:val="002C1D73"/>
    <w:rsid w:val="002C589E"/>
    <w:rsid w:val="002C73F6"/>
    <w:rsid w:val="002C7B66"/>
    <w:rsid w:val="002C7D14"/>
    <w:rsid w:val="002D14D1"/>
    <w:rsid w:val="002D2742"/>
    <w:rsid w:val="002D2F10"/>
    <w:rsid w:val="002D3209"/>
    <w:rsid w:val="002E2C5A"/>
    <w:rsid w:val="002E3EF3"/>
    <w:rsid w:val="002E6F3D"/>
    <w:rsid w:val="002F0248"/>
    <w:rsid w:val="002F1068"/>
    <w:rsid w:val="002F19F7"/>
    <w:rsid w:val="002F6F56"/>
    <w:rsid w:val="003030EE"/>
    <w:rsid w:val="0030371D"/>
    <w:rsid w:val="0030662C"/>
    <w:rsid w:val="003105F7"/>
    <w:rsid w:val="00313FA5"/>
    <w:rsid w:val="00316F47"/>
    <w:rsid w:val="0032047C"/>
    <w:rsid w:val="00324E21"/>
    <w:rsid w:val="00326E97"/>
    <w:rsid w:val="00330623"/>
    <w:rsid w:val="003313F3"/>
    <w:rsid w:val="0033375A"/>
    <w:rsid w:val="0033488B"/>
    <w:rsid w:val="00335098"/>
    <w:rsid w:val="00336CEC"/>
    <w:rsid w:val="00337D41"/>
    <w:rsid w:val="00340167"/>
    <w:rsid w:val="0034099E"/>
    <w:rsid w:val="0034758B"/>
    <w:rsid w:val="00347B22"/>
    <w:rsid w:val="00354842"/>
    <w:rsid w:val="0035527E"/>
    <w:rsid w:val="0035753C"/>
    <w:rsid w:val="0036148C"/>
    <w:rsid w:val="00362E78"/>
    <w:rsid w:val="00364B89"/>
    <w:rsid w:val="003655A7"/>
    <w:rsid w:val="0036566C"/>
    <w:rsid w:val="0037461A"/>
    <w:rsid w:val="003765CE"/>
    <w:rsid w:val="003774F1"/>
    <w:rsid w:val="00377600"/>
    <w:rsid w:val="003815E4"/>
    <w:rsid w:val="00390FA5"/>
    <w:rsid w:val="003915FD"/>
    <w:rsid w:val="003A2B4E"/>
    <w:rsid w:val="003A3DAA"/>
    <w:rsid w:val="003A5173"/>
    <w:rsid w:val="003A53E3"/>
    <w:rsid w:val="003A6D8C"/>
    <w:rsid w:val="003A7E9E"/>
    <w:rsid w:val="003B327A"/>
    <w:rsid w:val="003B59FE"/>
    <w:rsid w:val="003B6426"/>
    <w:rsid w:val="003C2468"/>
    <w:rsid w:val="003C55D4"/>
    <w:rsid w:val="003C7C57"/>
    <w:rsid w:val="003D33A5"/>
    <w:rsid w:val="003E0BA5"/>
    <w:rsid w:val="003E43DC"/>
    <w:rsid w:val="003E74D3"/>
    <w:rsid w:val="003E7B56"/>
    <w:rsid w:val="003F0062"/>
    <w:rsid w:val="003F01A8"/>
    <w:rsid w:val="003F1724"/>
    <w:rsid w:val="00400558"/>
    <w:rsid w:val="00402CEE"/>
    <w:rsid w:val="00404809"/>
    <w:rsid w:val="0041018D"/>
    <w:rsid w:val="004103B8"/>
    <w:rsid w:val="00414DB9"/>
    <w:rsid w:val="00420165"/>
    <w:rsid w:val="00421AFD"/>
    <w:rsid w:val="0042347B"/>
    <w:rsid w:val="00425F95"/>
    <w:rsid w:val="00431D27"/>
    <w:rsid w:val="00436B57"/>
    <w:rsid w:val="00436C37"/>
    <w:rsid w:val="00436E83"/>
    <w:rsid w:val="004417ED"/>
    <w:rsid w:val="004440B3"/>
    <w:rsid w:val="00452B19"/>
    <w:rsid w:val="00455EA9"/>
    <w:rsid w:val="00457046"/>
    <w:rsid w:val="0046198B"/>
    <w:rsid w:val="00462826"/>
    <w:rsid w:val="0046560A"/>
    <w:rsid w:val="004704CF"/>
    <w:rsid w:val="00472242"/>
    <w:rsid w:val="004726EA"/>
    <w:rsid w:val="004750D2"/>
    <w:rsid w:val="0047554F"/>
    <w:rsid w:val="004816E4"/>
    <w:rsid w:val="00481B01"/>
    <w:rsid w:val="004838A9"/>
    <w:rsid w:val="004844DE"/>
    <w:rsid w:val="004859B9"/>
    <w:rsid w:val="00485CA7"/>
    <w:rsid w:val="004939F0"/>
    <w:rsid w:val="00494271"/>
    <w:rsid w:val="004A172E"/>
    <w:rsid w:val="004A22C5"/>
    <w:rsid w:val="004A54D3"/>
    <w:rsid w:val="004A62BD"/>
    <w:rsid w:val="004A635B"/>
    <w:rsid w:val="004B2D9E"/>
    <w:rsid w:val="004B5934"/>
    <w:rsid w:val="004B5A06"/>
    <w:rsid w:val="004B69C7"/>
    <w:rsid w:val="004C0476"/>
    <w:rsid w:val="004C20A1"/>
    <w:rsid w:val="004C3038"/>
    <w:rsid w:val="004D111E"/>
    <w:rsid w:val="004D151D"/>
    <w:rsid w:val="004D423C"/>
    <w:rsid w:val="004D6EFC"/>
    <w:rsid w:val="004E2187"/>
    <w:rsid w:val="004E50B6"/>
    <w:rsid w:val="004E64D2"/>
    <w:rsid w:val="004E6542"/>
    <w:rsid w:val="004E746F"/>
    <w:rsid w:val="004F15F0"/>
    <w:rsid w:val="004F4133"/>
    <w:rsid w:val="004F47AA"/>
    <w:rsid w:val="004F493A"/>
    <w:rsid w:val="004F5D85"/>
    <w:rsid w:val="004F762D"/>
    <w:rsid w:val="005011AA"/>
    <w:rsid w:val="00501681"/>
    <w:rsid w:val="005035B3"/>
    <w:rsid w:val="00503887"/>
    <w:rsid w:val="00504774"/>
    <w:rsid w:val="005067A8"/>
    <w:rsid w:val="00506A4A"/>
    <w:rsid w:val="00506D74"/>
    <w:rsid w:val="005101AA"/>
    <w:rsid w:val="005127B9"/>
    <w:rsid w:val="0051333D"/>
    <w:rsid w:val="00514D53"/>
    <w:rsid w:val="005152A7"/>
    <w:rsid w:val="00520D95"/>
    <w:rsid w:val="00521E36"/>
    <w:rsid w:val="00526F37"/>
    <w:rsid w:val="00532269"/>
    <w:rsid w:val="005324EB"/>
    <w:rsid w:val="00532BC1"/>
    <w:rsid w:val="00535D6A"/>
    <w:rsid w:val="00536425"/>
    <w:rsid w:val="005377C0"/>
    <w:rsid w:val="00537831"/>
    <w:rsid w:val="00543D6B"/>
    <w:rsid w:val="005448B3"/>
    <w:rsid w:val="00544D98"/>
    <w:rsid w:val="005456F4"/>
    <w:rsid w:val="00546B50"/>
    <w:rsid w:val="005542E0"/>
    <w:rsid w:val="00561425"/>
    <w:rsid w:val="00561EC1"/>
    <w:rsid w:val="00565601"/>
    <w:rsid w:val="00565B28"/>
    <w:rsid w:val="00566DC2"/>
    <w:rsid w:val="00566F65"/>
    <w:rsid w:val="00567C51"/>
    <w:rsid w:val="00570650"/>
    <w:rsid w:val="00572C7E"/>
    <w:rsid w:val="005751BC"/>
    <w:rsid w:val="00577135"/>
    <w:rsid w:val="00580099"/>
    <w:rsid w:val="00590045"/>
    <w:rsid w:val="0059004D"/>
    <w:rsid w:val="00590156"/>
    <w:rsid w:val="00592711"/>
    <w:rsid w:val="00593360"/>
    <w:rsid w:val="00594099"/>
    <w:rsid w:val="0059525D"/>
    <w:rsid w:val="00597439"/>
    <w:rsid w:val="005A0114"/>
    <w:rsid w:val="005A1CC9"/>
    <w:rsid w:val="005A3C5E"/>
    <w:rsid w:val="005B120F"/>
    <w:rsid w:val="005B21A1"/>
    <w:rsid w:val="005B4D76"/>
    <w:rsid w:val="005B56E5"/>
    <w:rsid w:val="005B5FA4"/>
    <w:rsid w:val="005B7BB9"/>
    <w:rsid w:val="005C3788"/>
    <w:rsid w:val="005C5366"/>
    <w:rsid w:val="005D4251"/>
    <w:rsid w:val="005D5E91"/>
    <w:rsid w:val="005D62AD"/>
    <w:rsid w:val="005D6B78"/>
    <w:rsid w:val="005D6E66"/>
    <w:rsid w:val="005E2CE0"/>
    <w:rsid w:val="005E6C6B"/>
    <w:rsid w:val="005F1343"/>
    <w:rsid w:val="005F15C9"/>
    <w:rsid w:val="005F1E79"/>
    <w:rsid w:val="005F3645"/>
    <w:rsid w:val="005F5DDA"/>
    <w:rsid w:val="00601064"/>
    <w:rsid w:val="006016AB"/>
    <w:rsid w:val="00601AEC"/>
    <w:rsid w:val="00611BC8"/>
    <w:rsid w:val="00613CFD"/>
    <w:rsid w:val="006153C7"/>
    <w:rsid w:val="00616538"/>
    <w:rsid w:val="00617730"/>
    <w:rsid w:val="00617E7A"/>
    <w:rsid w:val="00620B44"/>
    <w:rsid w:val="00620CE6"/>
    <w:rsid w:val="00623575"/>
    <w:rsid w:val="0063208C"/>
    <w:rsid w:val="0063258C"/>
    <w:rsid w:val="00633AD8"/>
    <w:rsid w:val="00636634"/>
    <w:rsid w:val="00637722"/>
    <w:rsid w:val="006378F3"/>
    <w:rsid w:val="006424B5"/>
    <w:rsid w:val="00642BF9"/>
    <w:rsid w:val="00643A54"/>
    <w:rsid w:val="00643CBD"/>
    <w:rsid w:val="00646053"/>
    <w:rsid w:val="006545D0"/>
    <w:rsid w:val="00655E8D"/>
    <w:rsid w:val="00656053"/>
    <w:rsid w:val="00660053"/>
    <w:rsid w:val="006708CD"/>
    <w:rsid w:val="00671776"/>
    <w:rsid w:val="00675372"/>
    <w:rsid w:val="006756A0"/>
    <w:rsid w:val="0067708E"/>
    <w:rsid w:val="006809FB"/>
    <w:rsid w:val="00681DDA"/>
    <w:rsid w:val="00683FC2"/>
    <w:rsid w:val="00685867"/>
    <w:rsid w:val="00686D20"/>
    <w:rsid w:val="0069139D"/>
    <w:rsid w:val="00692277"/>
    <w:rsid w:val="00697095"/>
    <w:rsid w:val="006A418A"/>
    <w:rsid w:val="006A51E0"/>
    <w:rsid w:val="006A5F17"/>
    <w:rsid w:val="006B0799"/>
    <w:rsid w:val="006B28A3"/>
    <w:rsid w:val="006B6B9A"/>
    <w:rsid w:val="006B77E8"/>
    <w:rsid w:val="006C0D19"/>
    <w:rsid w:val="006C1126"/>
    <w:rsid w:val="006C2093"/>
    <w:rsid w:val="006C252B"/>
    <w:rsid w:val="006C675F"/>
    <w:rsid w:val="006C6EB1"/>
    <w:rsid w:val="006D0905"/>
    <w:rsid w:val="006E27D4"/>
    <w:rsid w:val="006E3499"/>
    <w:rsid w:val="006F061F"/>
    <w:rsid w:val="006F39F9"/>
    <w:rsid w:val="006F4120"/>
    <w:rsid w:val="006F4E87"/>
    <w:rsid w:val="006F626B"/>
    <w:rsid w:val="006F7030"/>
    <w:rsid w:val="007011AE"/>
    <w:rsid w:val="00701723"/>
    <w:rsid w:val="00701C04"/>
    <w:rsid w:val="0070204E"/>
    <w:rsid w:val="0070374E"/>
    <w:rsid w:val="0071187A"/>
    <w:rsid w:val="00713103"/>
    <w:rsid w:val="007171DE"/>
    <w:rsid w:val="007202E2"/>
    <w:rsid w:val="00720595"/>
    <w:rsid w:val="00722B36"/>
    <w:rsid w:val="00723338"/>
    <w:rsid w:val="00726980"/>
    <w:rsid w:val="00731C8D"/>
    <w:rsid w:val="00732DE3"/>
    <w:rsid w:val="00733C30"/>
    <w:rsid w:val="00734411"/>
    <w:rsid w:val="00736B87"/>
    <w:rsid w:val="00740681"/>
    <w:rsid w:val="007409AB"/>
    <w:rsid w:val="007410B1"/>
    <w:rsid w:val="007432FD"/>
    <w:rsid w:val="00745FDC"/>
    <w:rsid w:val="00750973"/>
    <w:rsid w:val="007569AE"/>
    <w:rsid w:val="00760822"/>
    <w:rsid w:val="00760AF8"/>
    <w:rsid w:val="00762432"/>
    <w:rsid w:val="00762D18"/>
    <w:rsid w:val="0076575E"/>
    <w:rsid w:val="00765A31"/>
    <w:rsid w:val="0076694B"/>
    <w:rsid w:val="00767BED"/>
    <w:rsid w:val="00773DE3"/>
    <w:rsid w:val="0077648E"/>
    <w:rsid w:val="00776AA0"/>
    <w:rsid w:val="007824AF"/>
    <w:rsid w:val="007901C9"/>
    <w:rsid w:val="00791F70"/>
    <w:rsid w:val="00792431"/>
    <w:rsid w:val="0079410F"/>
    <w:rsid w:val="007942A5"/>
    <w:rsid w:val="007A3472"/>
    <w:rsid w:val="007A4CDF"/>
    <w:rsid w:val="007A6AC2"/>
    <w:rsid w:val="007B6007"/>
    <w:rsid w:val="007B7A77"/>
    <w:rsid w:val="007C2CF2"/>
    <w:rsid w:val="007C505E"/>
    <w:rsid w:val="007C5308"/>
    <w:rsid w:val="007C60DD"/>
    <w:rsid w:val="007C7CAF"/>
    <w:rsid w:val="007D2D3E"/>
    <w:rsid w:val="007D3107"/>
    <w:rsid w:val="007D770C"/>
    <w:rsid w:val="007E0C51"/>
    <w:rsid w:val="007E11BA"/>
    <w:rsid w:val="007E4E81"/>
    <w:rsid w:val="007E5A9A"/>
    <w:rsid w:val="007E721B"/>
    <w:rsid w:val="007E7C94"/>
    <w:rsid w:val="007E7E0D"/>
    <w:rsid w:val="007F0C86"/>
    <w:rsid w:val="007F3727"/>
    <w:rsid w:val="007F401F"/>
    <w:rsid w:val="007F5C25"/>
    <w:rsid w:val="007F6865"/>
    <w:rsid w:val="007F75BB"/>
    <w:rsid w:val="007F7AFB"/>
    <w:rsid w:val="00800A00"/>
    <w:rsid w:val="008030DB"/>
    <w:rsid w:val="00810075"/>
    <w:rsid w:val="00810BD1"/>
    <w:rsid w:val="00811C29"/>
    <w:rsid w:val="008133C7"/>
    <w:rsid w:val="0081699D"/>
    <w:rsid w:val="00816F76"/>
    <w:rsid w:val="008216FA"/>
    <w:rsid w:val="00823516"/>
    <w:rsid w:val="00824B8F"/>
    <w:rsid w:val="00824C10"/>
    <w:rsid w:val="00825BA0"/>
    <w:rsid w:val="00827BD7"/>
    <w:rsid w:val="00830A3C"/>
    <w:rsid w:val="008324FC"/>
    <w:rsid w:val="00833330"/>
    <w:rsid w:val="00834B20"/>
    <w:rsid w:val="008357DD"/>
    <w:rsid w:val="008361DD"/>
    <w:rsid w:val="008367AB"/>
    <w:rsid w:val="00836E3C"/>
    <w:rsid w:val="008414FE"/>
    <w:rsid w:val="00842218"/>
    <w:rsid w:val="0084286E"/>
    <w:rsid w:val="00851472"/>
    <w:rsid w:val="008553B1"/>
    <w:rsid w:val="0086183E"/>
    <w:rsid w:val="00861ED5"/>
    <w:rsid w:val="00864DA5"/>
    <w:rsid w:val="00865495"/>
    <w:rsid w:val="00865A44"/>
    <w:rsid w:val="00867F09"/>
    <w:rsid w:val="00871827"/>
    <w:rsid w:val="00875667"/>
    <w:rsid w:val="00877676"/>
    <w:rsid w:val="0088087D"/>
    <w:rsid w:val="00883A98"/>
    <w:rsid w:val="008871C2"/>
    <w:rsid w:val="00887836"/>
    <w:rsid w:val="00887BB1"/>
    <w:rsid w:val="00890B6D"/>
    <w:rsid w:val="0089222E"/>
    <w:rsid w:val="0089316D"/>
    <w:rsid w:val="00894974"/>
    <w:rsid w:val="00895D90"/>
    <w:rsid w:val="00895F80"/>
    <w:rsid w:val="00896C86"/>
    <w:rsid w:val="00897090"/>
    <w:rsid w:val="008A0B80"/>
    <w:rsid w:val="008A3B91"/>
    <w:rsid w:val="008B0C74"/>
    <w:rsid w:val="008B1AC6"/>
    <w:rsid w:val="008B57D8"/>
    <w:rsid w:val="008B6850"/>
    <w:rsid w:val="008B6A9B"/>
    <w:rsid w:val="008C276C"/>
    <w:rsid w:val="008C36A1"/>
    <w:rsid w:val="008C510A"/>
    <w:rsid w:val="008C6756"/>
    <w:rsid w:val="008D12C8"/>
    <w:rsid w:val="008D1453"/>
    <w:rsid w:val="008D4483"/>
    <w:rsid w:val="008D5B4B"/>
    <w:rsid w:val="008D5DA2"/>
    <w:rsid w:val="008D649C"/>
    <w:rsid w:val="008D6FF7"/>
    <w:rsid w:val="008D7CD2"/>
    <w:rsid w:val="008F32C1"/>
    <w:rsid w:val="008F38DD"/>
    <w:rsid w:val="008F58AB"/>
    <w:rsid w:val="008F64F0"/>
    <w:rsid w:val="008F6B46"/>
    <w:rsid w:val="008F77FA"/>
    <w:rsid w:val="008F78EE"/>
    <w:rsid w:val="0090114C"/>
    <w:rsid w:val="009014B8"/>
    <w:rsid w:val="00901B8A"/>
    <w:rsid w:val="0090450A"/>
    <w:rsid w:val="00904980"/>
    <w:rsid w:val="00904A43"/>
    <w:rsid w:val="00906314"/>
    <w:rsid w:val="00911932"/>
    <w:rsid w:val="00913293"/>
    <w:rsid w:val="00916712"/>
    <w:rsid w:val="0091735F"/>
    <w:rsid w:val="00921F69"/>
    <w:rsid w:val="0092387A"/>
    <w:rsid w:val="00924940"/>
    <w:rsid w:val="00925F26"/>
    <w:rsid w:val="00926A83"/>
    <w:rsid w:val="00926CEE"/>
    <w:rsid w:val="009303C3"/>
    <w:rsid w:val="009319E1"/>
    <w:rsid w:val="00933270"/>
    <w:rsid w:val="00936054"/>
    <w:rsid w:val="0093642E"/>
    <w:rsid w:val="00937D30"/>
    <w:rsid w:val="009420E0"/>
    <w:rsid w:val="00946D07"/>
    <w:rsid w:val="00947A8E"/>
    <w:rsid w:val="00956276"/>
    <w:rsid w:val="00963370"/>
    <w:rsid w:val="009633E6"/>
    <w:rsid w:val="00963605"/>
    <w:rsid w:val="00964A51"/>
    <w:rsid w:val="00966F14"/>
    <w:rsid w:val="00967693"/>
    <w:rsid w:val="009703D4"/>
    <w:rsid w:val="009703EF"/>
    <w:rsid w:val="00970D23"/>
    <w:rsid w:val="00970EEF"/>
    <w:rsid w:val="00971395"/>
    <w:rsid w:val="009727DA"/>
    <w:rsid w:val="00972E0A"/>
    <w:rsid w:val="009760F4"/>
    <w:rsid w:val="009837D4"/>
    <w:rsid w:val="00984C07"/>
    <w:rsid w:val="009869F7"/>
    <w:rsid w:val="0098760D"/>
    <w:rsid w:val="00987671"/>
    <w:rsid w:val="009913A7"/>
    <w:rsid w:val="00993A8C"/>
    <w:rsid w:val="009954D4"/>
    <w:rsid w:val="009A0963"/>
    <w:rsid w:val="009A619D"/>
    <w:rsid w:val="009A7DE7"/>
    <w:rsid w:val="009B521B"/>
    <w:rsid w:val="009B5227"/>
    <w:rsid w:val="009B71F0"/>
    <w:rsid w:val="009C1A0A"/>
    <w:rsid w:val="009D1006"/>
    <w:rsid w:val="009D189C"/>
    <w:rsid w:val="009D3511"/>
    <w:rsid w:val="009D4C49"/>
    <w:rsid w:val="009D4E2B"/>
    <w:rsid w:val="009E2E45"/>
    <w:rsid w:val="009E5E1C"/>
    <w:rsid w:val="009E6F8E"/>
    <w:rsid w:val="009E6FA1"/>
    <w:rsid w:val="009F3D3E"/>
    <w:rsid w:val="009F4D19"/>
    <w:rsid w:val="009F4E13"/>
    <w:rsid w:val="009F53BF"/>
    <w:rsid w:val="00A0027B"/>
    <w:rsid w:val="00A034E8"/>
    <w:rsid w:val="00A0617F"/>
    <w:rsid w:val="00A11FE8"/>
    <w:rsid w:val="00A13C5F"/>
    <w:rsid w:val="00A14C05"/>
    <w:rsid w:val="00A17422"/>
    <w:rsid w:val="00A218C6"/>
    <w:rsid w:val="00A21BE1"/>
    <w:rsid w:val="00A22890"/>
    <w:rsid w:val="00A23A33"/>
    <w:rsid w:val="00A30F8F"/>
    <w:rsid w:val="00A33F87"/>
    <w:rsid w:val="00A36E17"/>
    <w:rsid w:val="00A40E0B"/>
    <w:rsid w:val="00A41965"/>
    <w:rsid w:val="00A46164"/>
    <w:rsid w:val="00A46F75"/>
    <w:rsid w:val="00A50820"/>
    <w:rsid w:val="00A529FC"/>
    <w:rsid w:val="00A5602E"/>
    <w:rsid w:val="00A56126"/>
    <w:rsid w:val="00A57F82"/>
    <w:rsid w:val="00A61481"/>
    <w:rsid w:val="00A62EEB"/>
    <w:rsid w:val="00A6314B"/>
    <w:rsid w:val="00A66504"/>
    <w:rsid w:val="00A7065C"/>
    <w:rsid w:val="00A74490"/>
    <w:rsid w:val="00A75220"/>
    <w:rsid w:val="00A76506"/>
    <w:rsid w:val="00A82387"/>
    <w:rsid w:val="00A84CEA"/>
    <w:rsid w:val="00A8510C"/>
    <w:rsid w:val="00A85E9D"/>
    <w:rsid w:val="00A86CC0"/>
    <w:rsid w:val="00A90245"/>
    <w:rsid w:val="00A905BC"/>
    <w:rsid w:val="00A90F27"/>
    <w:rsid w:val="00A9417D"/>
    <w:rsid w:val="00A955E1"/>
    <w:rsid w:val="00A96541"/>
    <w:rsid w:val="00AA027F"/>
    <w:rsid w:val="00AA326D"/>
    <w:rsid w:val="00AA6ADC"/>
    <w:rsid w:val="00AB072C"/>
    <w:rsid w:val="00AB2A77"/>
    <w:rsid w:val="00AB5E80"/>
    <w:rsid w:val="00AB6A07"/>
    <w:rsid w:val="00AB7E27"/>
    <w:rsid w:val="00AD17AE"/>
    <w:rsid w:val="00AD40F9"/>
    <w:rsid w:val="00AD5266"/>
    <w:rsid w:val="00AD52F4"/>
    <w:rsid w:val="00AD6B26"/>
    <w:rsid w:val="00AD7806"/>
    <w:rsid w:val="00AF2CE9"/>
    <w:rsid w:val="00AF5E5D"/>
    <w:rsid w:val="00AF753B"/>
    <w:rsid w:val="00AF7898"/>
    <w:rsid w:val="00AF7FBE"/>
    <w:rsid w:val="00B0028F"/>
    <w:rsid w:val="00B05BCB"/>
    <w:rsid w:val="00B069CD"/>
    <w:rsid w:val="00B10949"/>
    <w:rsid w:val="00B116FE"/>
    <w:rsid w:val="00B11B66"/>
    <w:rsid w:val="00B12319"/>
    <w:rsid w:val="00B16D48"/>
    <w:rsid w:val="00B21A98"/>
    <w:rsid w:val="00B21D40"/>
    <w:rsid w:val="00B21F46"/>
    <w:rsid w:val="00B225DD"/>
    <w:rsid w:val="00B227E2"/>
    <w:rsid w:val="00B2434F"/>
    <w:rsid w:val="00B2473A"/>
    <w:rsid w:val="00B25F4D"/>
    <w:rsid w:val="00B304C8"/>
    <w:rsid w:val="00B34261"/>
    <w:rsid w:val="00B34B88"/>
    <w:rsid w:val="00B36B40"/>
    <w:rsid w:val="00B43341"/>
    <w:rsid w:val="00B44028"/>
    <w:rsid w:val="00B5173B"/>
    <w:rsid w:val="00B51AD2"/>
    <w:rsid w:val="00B5225A"/>
    <w:rsid w:val="00B53C6F"/>
    <w:rsid w:val="00B56C72"/>
    <w:rsid w:val="00B61285"/>
    <w:rsid w:val="00B62C9B"/>
    <w:rsid w:val="00B63836"/>
    <w:rsid w:val="00B65A78"/>
    <w:rsid w:val="00B67F0C"/>
    <w:rsid w:val="00B741A2"/>
    <w:rsid w:val="00B754DD"/>
    <w:rsid w:val="00B76AB8"/>
    <w:rsid w:val="00B81349"/>
    <w:rsid w:val="00B81726"/>
    <w:rsid w:val="00B86AF0"/>
    <w:rsid w:val="00B86C29"/>
    <w:rsid w:val="00B87931"/>
    <w:rsid w:val="00B911B6"/>
    <w:rsid w:val="00B9523B"/>
    <w:rsid w:val="00B95AF4"/>
    <w:rsid w:val="00B97125"/>
    <w:rsid w:val="00B97ABC"/>
    <w:rsid w:val="00BA1513"/>
    <w:rsid w:val="00BA5D2A"/>
    <w:rsid w:val="00BA685C"/>
    <w:rsid w:val="00BA70E9"/>
    <w:rsid w:val="00BA7869"/>
    <w:rsid w:val="00BA7B8C"/>
    <w:rsid w:val="00BB05B7"/>
    <w:rsid w:val="00BB4C69"/>
    <w:rsid w:val="00BB589E"/>
    <w:rsid w:val="00BC1DA5"/>
    <w:rsid w:val="00BC1E77"/>
    <w:rsid w:val="00BC3A3E"/>
    <w:rsid w:val="00BD249B"/>
    <w:rsid w:val="00BD30C4"/>
    <w:rsid w:val="00BD3376"/>
    <w:rsid w:val="00BD6AF1"/>
    <w:rsid w:val="00BD72AE"/>
    <w:rsid w:val="00BE4B28"/>
    <w:rsid w:val="00BE4EE8"/>
    <w:rsid w:val="00BE734E"/>
    <w:rsid w:val="00BF3E2C"/>
    <w:rsid w:val="00BF6F69"/>
    <w:rsid w:val="00BF78BA"/>
    <w:rsid w:val="00C00379"/>
    <w:rsid w:val="00C0269A"/>
    <w:rsid w:val="00C12BDB"/>
    <w:rsid w:val="00C15317"/>
    <w:rsid w:val="00C158EA"/>
    <w:rsid w:val="00C1626F"/>
    <w:rsid w:val="00C16753"/>
    <w:rsid w:val="00C22BDD"/>
    <w:rsid w:val="00C24B4D"/>
    <w:rsid w:val="00C33981"/>
    <w:rsid w:val="00C351EB"/>
    <w:rsid w:val="00C35DBF"/>
    <w:rsid w:val="00C4015C"/>
    <w:rsid w:val="00C4080D"/>
    <w:rsid w:val="00C417BC"/>
    <w:rsid w:val="00C41A27"/>
    <w:rsid w:val="00C42C15"/>
    <w:rsid w:val="00C4555B"/>
    <w:rsid w:val="00C50B78"/>
    <w:rsid w:val="00C53739"/>
    <w:rsid w:val="00C5483B"/>
    <w:rsid w:val="00C56DBB"/>
    <w:rsid w:val="00C57DAB"/>
    <w:rsid w:val="00C60E11"/>
    <w:rsid w:val="00C64100"/>
    <w:rsid w:val="00C64744"/>
    <w:rsid w:val="00C664A1"/>
    <w:rsid w:val="00C66C84"/>
    <w:rsid w:val="00C7327C"/>
    <w:rsid w:val="00C752F4"/>
    <w:rsid w:val="00C7541D"/>
    <w:rsid w:val="00C7658D"/>
    <w:rsid w:val="00C76649"/>
    <w:rsid w:val="00C77C52"/>
    <w:rsid w:val="00C829BA"/>
    <w:rsid w:val="00C83087"/>
    <w:rsid w:val="00C853CB"/>
    <w:rsid w:val="00C855D6"/>
    <w:rsid w:val="00C8733A"/>
    <w:rsid w:val="00C94B7D"/>
    <w:rsid w:val="00C97F76"/>
    <w:rsid w:val="00CA069A"/>
    <w:rsid w:val="00CA53E1"/>
    <w:rsid w:val="00CA560E"/>
    <w:rsid w:val="00CA5E79"/>
    <w:rsid w:val="00CB4615"/>
    <w:rsid w:val="00CB4D12"/>
    <w:rsid w:val="00CB6E16"/>
    <w:rsid w:val="00CB757E"/>
    <w:rsid w:val="00CC00DF"/>
    <w:rsid w:val="00CC22BD"/>
    <w:rsid w:val="00CC3C86"/>
    <w:rsid w:val="00CC3C8E"/>
    <w:rsid w:val="00CC482F"/>
    <w:rsid w:val="00CC4E24"/>
    <w:rsid w:val="00CC5AB1"/>
    <w:rsid w:val="00CC5E25"/>
    <w:rsid w:val="00CC61A0"/>
    <w:rsid w:val="00CC673E"/>
    <w:rsid w:val="00CD44A4"/>
    <w:rsid w:val="00CD767D"/>
    <w:rsid w:val="00CE078A"/>
    <w:rsid w:val="00CE2D1B"/>
    <w:rsid w:val="00CE5D3E"/>
    <w:rsid w:val="00CE66C4"/>
    <w:rsid w:val="00CE6776"/>
    <w:rsid w:val="00CE6984"/>
    <w:rsid w:val="00CF33D0"/>
    <w:rsid w:val="00CF34D1"/>
    <w:rsid w:val="00CF7070"/>
    <w:rsid w:val="00CF7ABE"/>
    <w:rsid w:val="00D028F5"/>
    <w:rsid w:val="00D03A12"/>
    <w:rsid w:val="00D048C4"/>
    <w:rsid w:val="00D05988"/>
    <w:rsid w:val="00D05E38"/>
    <w:rsid w:val="00D07476"/>
    <w:rsid w:val="00D13B23"/>
    <w:rsid w:val="00D16DEC"/>
    <w:rsid w:val="00D16EA7"/>
    <w:rsid w:val="00D222FE"/>
    <w:rsid w:val="00D2471E"/>
    <w:rsid w:val="00D24814"/>
    <w:rsid w:val="00D2558F"/>
    <w:rsid w:val="00D26CF5"/>
    <w:rsid w:val="00D30D0D"/>
    <w:rsid w:val="00D3137D"/>
    <w:rsid w:val="00D3235E"/>
    <w:rsid w:val="00D331CC"/>
    <w:rsid w:val="00D33286"/>
    <w:rsid w:val="00D33D01"/>
    <w:rsid w:val="00D33E85"/>
    <w:rsid w:val="00D34100"/>
    <w:rsid w:val="00D34CAC"/>
    <w:rsid w:val="00D37416"/>
    <w:rsid w:val="00D410D0"/>
    <w:rsid w:val="00D42998"/>
    <w:rsid w:val="00D43AD2"/>
    <w:rsid w:val="00D474B5"/>
    <w:rsid w:val="00D5255B"/>
    <w:rsid w:val="00D567F7"/>
    <w:rsid w:val="00D56BE9"/>
    <w:rsid w:val="00D676CC"/>
    <w:rsid w:val="00D74962"/>
    <w:rsid w:val="00D8704E"/>
    <w:rsid w:val="00D87643"/>
    <w:rsid w:val="00D97C1E"/>
    <w:rsid w:val="00DA181D"/>
    <w:rsid w:val="00DA27B0"/>
    <w:rsid w:val="00DA33E1"/>
    <w:rsid w:val="00DA472F"/>
    <w:rsid w:val="00DA5C1A"/>
    <w:rsid w:val="00DA6146"/>
    <w:rsid w:val="00DA6584"/>
    <w:rsid w:val="00DA68F9"/>
    <w:rsid w:val="00DA7EE1"/>
    <w:rsid w:val="00DB12D8"/>
    <w:rsid w:val="00DB1B6F"/>
    <w:rsid w:val="00DB5E83"/>
    <w:rsid w:val="00DB604A"/>
    <w:rsid w:val="00DC09D0"/>
    <w:rsid w:val="00DC1501"/>
    <w:rsid w:val="00DC1855"/>
    <w:rsid w:val="00DC4349"/>
    <w:rsid w:val="00DC4F73"/>
    <w:rsid w:val="00DC6103"/>
    <w:rsid w:val="00DC6F4C"/>
    <w:rsid w:val="00DC77DB"/>
    <w:rsid w:val="00DD07F5"/>
    <w:rsid w:val="00DD441A"/>
    <w:rsid w:val="00DD4F51"/>
    <w:rsid w:val="00DE0F57"/>
    <w:rsid w:val="00DE3845"/>
    <w:rsid w:val="00DF0012"/>
    <w:rsid w:val="00DF0335"/>
    <w:rsid w:val="00DF2CDA"/>
    <w:rsid w:val="00DF38CC"/>
    <w:rsid w:val="00DF5AE1"/>
    <w:rsid w:val="00E0022F"/>
    <w:rsid w:val="00E00B18"/>
    <w:rsid w:val="00E00C1F"/>
    <w:rsid w:val="00E012BE"/>
    <w:rsid w:val="00E03398"/>
    <w:rsid w:val="00E05E83"/>
    <w:rsid w:val="00E14FD9"/>
    <w:rsid w:val="00E15132"/>
    <w:rsid w:val="00E15BF1"/>
    <w:rsid w:val="00E2126B"/>
    <w:rsid w:val="00E21700"/>
    <w:rsid w:val="00E224DE"/>
    <w:rsid w:val="00E246DC"/>
    <w:rsid w:val="00E3019A"/>
    <w:rsid w:val="00E31CA0"/>
    <w:rsid w:val="00E32B1A"/>
    <w:rsid w:val="00E32C22"/>
    <w:rsid w:val="00E332DE"/>
    <w:rsid w:val="00E33E1D"/>
    <w:rsid w:val="00E34489"/>
    <w:rsid w:val="00E348A3"/>
    <w:rsid w:val="00E35F90"/>
    <w:rsid w:val="00E4031F"/>
    <w:rsid w:val="00E40447"/>
    <w:rsid w:val="00E4097C"/>
    <w:rsid w:val="00E45CBB"/>
    <w:rsid w:val="00E52C81"/>
    <w:rsid w:val="00E55D32"/>
    <w:rsid w:val="00E56CB5"/>
    <w:rsid w:val="00E57A32"/>
    <w:rsid w:val="00E61118"/>
    <w:rsid w:val="00E62DAF"/>
    <w:rsid w:val="00E62ED9"/>
    <w:rsid w:val="00E63EB1"/>
    <w:rsid w:val="00E64093"/>
    <w:rsid w:val="00E661C1"/>
    <w:rsid w:val="00E712FD"/>
    <w:rsid w:val="00E72161"/>
    <w:rsid w:val="00E72D75"/>
    <w:rsid w:val="00E7350B"/>
    <w:rsid w:val="00E7599E"/>
    <w:rsid w:val="00E76A23"/>
    <w:rsid w:val="00E77EA4"/>
    <w:rsid w:val="00E80510"/>
    <w:rsid w:val="00E832CD"/>
    <w:rsid w:val="00E8426F"/>
    <w:rsid w:val="00E86BAC"/>
    <w:rsid w:val="00E86CF8"/>
    <w:rsid w:val="00E9433A"/>
    <w:rsid w:val="00E95E02"/>
    <w:rsid w:val="00E976A3"/>
    <w:rsid w:val="00EA1B33"/>
    <w:rsid w:val="00EA2420"/>
    <w:rsid w:val="00EA29C1"/>
    <w:rsid w:val="00EA29CE"/>
    <w:rsid w:val="00EA29F4"/>
    <w:rsid w:val="00EA49F7"/>
    <w:rsid w:val="00EA5287"/>
    <w:rsid w:val="00EB25AC"/>
    <w:rsid w:val="00EB364D"/>
    <w:rsid w:val="00EC59CC"/>
    <w:rsid w:val="00EC6678"/>
    <w:rsid w:val="00ED0BBD"/>
    <w:rsid w:val="00ED0F2A"/>
    <w:rsid w:val="00ED32FE"/>
    <w:rsid w:val="00ED35FF"/>
    <w:rsid w:val="00ED41D7"/>
    <w:rsid w:val="00EE3FAD"/>
    <w:rsid w:val="00EE443F"/>
    <w:rsid w:val="00EE6117"/>
    <w:rsid w:val="00EF20DD"/>
    <w:rsid w:val="00EF3C33"/>
    <w:rsid w:val="00EF505F"/>
    <w:rsid w:val="00EF6EF7"/>
    <w:rsid w:val="00EF7E38"/>
    <w:rsid w:val="00F00E0B"/>
    <w:rsid w:val="00F0106A"/>
    <w:rsid w:val="00F01F87"/>
    <w:rsid w:val="00F02DF1"/>
    <w:rsid w:val="00F10174"/>
    <w:rsid w:val="00F10DDE"/>
    <w:rsid w:val="00F12DAB"/>
    <w:rsid w:val="00F14579"/>
    <w:rsid w:val="00F16054"/>
    <w:rsid w:val="00F1651F"/>
    <w:rsid w:val="00F16C34"/>
    <w:rsid w:val="00F205C2"/>
    <w:rsid w:val="00F20692"/>
    <w:rsid w:val="00F22BBA"/>
    <w:rsid w:val="00F24EB3"/>
    <w:rsid w:val="00F309D6"/>
    <w:rsid w:val="00F336B1"/>
    <w:rsid w:val="00F36182"/>
    <w:rsid w:val="00F37F1C"/>
    <w:rsid w:val="00F407B6"/>
    <w:rsid w:val="00F4295F"/>
    <w:rsid w:val="00F4339D"/>
    <w:rsid w:val="00F43F65"/>
    <w:rsid w:val="00F44F02"/>
    <w:rsid w:val="00F45F16"/>
    <w:rsid w:val="00F54551"/>
    <w:rsid w:val="00F55FAC"/>
    <w:rsid w:val="00F562B6"/>
    <w:rsid w:val="00F60D48"/>
    <w:rsid w:val="00F64203"/>
    <w:rsid w:val="00F66AAF"/>
    <w:rsid w:val="00F704C3"/>
    <w:rsid w:val="00F70BA2"/>
    <w:rsid w:val="00F70CC3"/>
    <w:rsid w:val="00F72C04"/>
    <w:rsid w:val="00F80DBF"/>
    <w:rsid w:val="00F81282"/>
    <w:rsid w:val="00F907EA"/>
    <w:rsid w:val="00F93466"/>
    <w:rsid w:val="00F97792"/>
    <w:rsid w:val="00FA0DA8"/>
    <w:rsid w:val="00FA2B07"/>
    <w:rsid w:val="00FA2DC8"/>
    <w:rsid w:val="00FA6617"/>
    <w:rsid w:val="00FB001E"/>
    <w:rsid w:val="00FB3DBE"/>
    <w:rsid w:val="00FB49E0"/>
    <w:rsid w:val="00FB5802"/>
    <w:rsid w:val="00FC62E8"/>
    <w:rsid w:val="00FC6392"/>
    <w:rsid w:val="00FD68F0"/>
    <w:rsid w:val="00FD7409"/>
    <w:rsid w:val="00FE3877"/>
    <w:rsid w:val="00FE4B20"/>
    <w:rsid w:val="00FE5344"/>
    <w:rsid w:val="00FE5E7D"/>
    <w:rsid w:val="00FE670E"/>
    <w:rsid w:val="00FE7E33"/>
    <w:rsid w:val="00FE7FB2"/>
    <w:rsid w:val="00FF5A5F"/>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bg-BG"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8A"/>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uiPriority w:val="99"/>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bg-BG"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8A"/>
    <w:rPr>
      <w:lang w:eastAsia="bg-BG"/>
    </w:rPr>
  </w:style>
  <w:style w:type="paragraph" w:styleId="Heading1">
    <w:name w:val="heading 1"/>
    <w:basedOn w:val="Normal"/>
    <w:next w:val="Normal"/>
    <w:qFormat/>
    <w:rsid w:val="00681D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90245"/>
    <w:pPr>
      <w:keepNext/>
      <w:ind w:left="4320" w:firstLine="720"/>
      <w:outlineLvl w:val="1"/>
    </w:pPr>
    <w:rPr>
      <w:b/>
      <w:lang w:val="en-US"/>
    </w:rPr>
  </w:style>
  <w:style w:type="paragraph" w:styleId="Heading5">
    <w:name w:val="heading 5"/>
    <w:basedOn w:val="Normal"/>
    <w:next w:val="Normal"/>
    <w:qFormat/>
    <w:rsid w:val="00485CA7"/>
    <w:pPr>
      <w:spacing w:before="240" w:after="60"/>
      <w:outlineLvl w:val="4"/>
    </w:pPr>
    <w:rPr>
      <w:b/>
      <w:bCs/>
      <w:i/>
      <w:iCs/>
      <w:sz w:val="26"/>
      <w:szCs w:val="26"/>
    </w:rPr>
  </w:style>
  <w:style w:type="paragraph" w:styleId="Heading8">
    <w:name w:val="heading 8"/>
    <w:basedOn w:val="Normal"/>
    <w:next w:val="Normal"/>
    <w:qFormat/>
    <w:rsid w:val="009E6F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Firstline125cm">
    <w:name w:val="Style Justified First line:  125 cm"/>
    <w:basedOn w:val="Normal"/>
    <w:rsid w:val="00EF20DD"/>
    <w:pPr>
      <w:spacing w:before="120" w:after="120"/>
      <w:ind w:firstLine="709"/>
      <w:jc w:val="both"/>
    </w:pPr>
  </w:style>
  <w:style w:type="paragraph" w:customStyle="1" w:styleId="NormalSMALL">
    <w:name w:val="Normal+SMALL"/>
    <w:basedOn w:val="Normal"/>
    <w:rsid w:val="00BC1E77"/>
    <w:pPr>
      <w:tabs>
        <w:tab w:val="left" w:pos="5040"/>
      </w:tabs>
    </w:pPr>
  </w:style>
  <w:style w:type="paragraph" w:customStyle="1" w:styleId="NormalSmallL">
    <w:name w:val="Normal+SmallL"/>
    <w:basedOn w:val="NormalSMALL"/>
    <w:rsid w:val="00BC1E77"/>
  </w:style>
  <w:style w:type="paragraph" w:styleId="Footer">
    <w:name w:val="footer"/>
    <w:basedOn w:val="Normal"/>
    <w:link w:val="FooterChar"/>
    <w:uiPriority w:val="99"/>
    <w:rsid w:val="004726EA"/>
    <w:pPr>
      <w:tabs>
        <w:tab w:val="center" w:pos="4536"/>
        <w:tab w:val="right" w:pos="9072"/>
      </w:tabs>
    </w:pPr>
  </w:style>
  <w:style w:type="character" w:styleId="PageNumber">
    <w:name w:val="page number"/>
    <w:basedOn w:val="DefaultParagraphFont"/>
    <w:rsid w:val="004726EA"/>
  </w:style>
  <w:style w:type="paragraph" w:styleId="Header">
    <w:name w:val="header"/>
    <w:basedOn w:val="Normal"/>
    <w:link w:val="HeaderChar"/>
    <w:uiPriority w:val="99"/>
    <w:rsid w:val="00C4080D"/>
    <w:pPr>
      <w:tabs>
        <w:tab w:val="center" w:pos="4536"/>
        <w:tab w:val="right" w:pos="9072"/>
      </w:tabs>
    </w:pPr>
  </w:style>
  <w:style w:type="character" w:styleId="Hyperlink">
    <w:name w:val="Hyperlink"/>
    <w:rsid w:val="008F78EE"/>
    <w:rPr>
      <w:color w:val="0000FF"/>
      <w:u w:val="single"/>
    </w:rPr>
  </w:style>
  <w:style w:type="paragraph" w:styleId="BalloonText">
    <w:name w:val="Balloon Text"/>
    <w:basedOn w:val="Normal"/>
    <w:semiHidden/>
    <w:rsid w:val="00A13C5F"/>
    <w:rPr>
      <w:rFonts w:ascii="Tahoma" w:hAnsi="Tahoma" w:cs="Tahoma"/>
      <w:sz w:val="16"/>
      <w:szCs w:val="16"/>
    </w:rPr>
  </w:style>
  <w:style w:type="paragraph" w:styleId="BodyTextIndent">
    <w:name w:val="Body Text Indent"/>
    <w:basedOn w:val="Normal"/>
    <w:rsid w:val="00681DDA"/>
    <w:pPr>
      <w:spacing w:after="120"/>
      <w:ind w:left="283"/>
    </w:pPr>
    <w:rPr>
      <w:rFonts w:ascii="Arial" w:hAnsi="Arial" w:cs="Arial"/>
      <w:sz w:val="24"/>
      <w:szCs w:val="24"/>
    </w:rPr>
  </w:style>
  <w:style w:type="character" w:customStyle="1" w:styleId="longtext1">
    <w:name w:val="long_text1"/>
    <w:rsid w:val="00D410D0"/>
    <w:rPr>
      <w:sz w:val="20"/>
      <w:szCs w:val="20"/>
    </w:rPr>
  </w:style>
  <w:style w:type="paragraph" w:customStyle="1" w:styleId="Style5">
    <w:name w:val="Style5"/>
    <w:basedOn w:val="Normal"/>
    <w:uiPriority w:val="99"/>
    <w:rsid w:val="00EA29C1"/>
    <w:pPr>
      <w:widowControl w:val="0"/>
      <w:autoSpaceDE w:val="0"/>
      <w:autoSpaceDN w:val="0"/>
      <w:adjustRightInd w:val="0"/>
      <w:spacing w:line="410" w:lineRule="exact"/>
      <w:ind w:firstLine="821"/>
    </w:pPr>
    <w:rPr>
      <w:rFonts w:ascii="Arial" w:eastAsia="SimSun" w:hAnsi="Arial" w:cs="Arial"/>
      <w:sz w:val="24"/>
      <w:szCs w:val="24"/>
    </w:rPr>
  </w:style>
  <w:style w:type="paragraph" w:customStyle="1" w:styleId="Style7">
    <w:name w:val="Style7"/>
    <w:basedOn w:val="Normal"/>
    <w:uiPriority w:val="99"/>
    <w:rsid w:val="00EA29C1"/>
    <w:pPr>
      <w:widowControl w:val="0"/>
      <w:autoSpaceDE w:val="0"/>
      <w:autoSpaceDN w:val="0"/>
      <w:adjustRightInd w:val="0"/>
      <w:spacing w:line="263" w:lineRule="exact"/>
      <w:ind w:firstLine="706"/>
    </w:pPr>
    <w:rPr>
      <w:rFonts w:ascii="Arial" w:eastAsia="SimSun" w:hAnsi="Arial" w:cs="Arial"/>
      <w:sz w:val="24"/>
      <w:szCs w:val="24"/>
    </w:rPr>
  </w:style>
  <w:style w:type="paragraph" w:customStyle="1" w:styleId="Style8">
    <w:name w:val="Style8"/>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9">
    <w:name w:val="Style9"/>
    <w:basedOn w:val="Normal"/>
    <w:uiPriority w:val="99"/>
    <w:rsid w:val="00EA29C1"/>
    <w:pPr>
      <w:widowControl w:val="0"/>
      <w:autoSpaceDE w:val="0"/>
      <w:autoSpaceDN w:val="0"/>
      <w:adjustRightInd w:val="0"/>
      <w:spacing w:line="518" w:lineRule="exact"/>
      <w:jc w:val="center"/>
    </w:pPr>
    <w:rPr>
      <w:rFonts w:ascii="Arial" w:eastAsia="SimSun" w:hAnsi="Arial" w:cs="Arial"/>
      <w:sz w:val="24"/>
      <w:szCs w:val="24"/>
    </w:rPr>
  </w:style>
  <w:style w:type="paragraph" w:customStyle="1" w:styleId="Style10">
    <w:name w:val="Style10"/>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2">
    <w:name w:val="Style12"/>
    <w:basedOn w:val="Normal"/>
    <w:uiPriority w:val="99"/>
    <w:rsid w:val="00EA29C1"/>
    <w:pPr>
      <w:widowControl w:val="0"/>
      <w:autoSpaceDE w:val="0"/>
      <w:autoSpaceDN w:val="0"/>
      <w:adjustRightInd w:val="0"/>
    </w:pPr>
    <w:rPr>
      <w:rFonts w:ascii="Arial" w:eastAsia="SimSun" w:hAnsi="Arial" w:cs="Arial"/>
      <w:sz w:val="24"/>
      <w:szCs w:val="24"/>
    </w:rPr>
  </w:style>
  <w:style w:type="paragraph" w:customStyle="1" w:styleId="Style13">
    <w:name w:val="Style13"/>
    <w:basedOn w:val="Normal"/>
    <w:uiPriority w:val="99"/>
    <w:rsid w:val="00EA29C1"/>
    <w:pPr>
      <w:widowControl w:val="0"/>
      <w:autoSpaceDE w:val="0"/>
      <w:autoSpaceDN w:val="0"/>
      <w:adjustRightInd w:val="0"/>
      <w:spacing w:line="274" w:lineRule="exact"/>
      <w:jc w:val="both"/>
    </w:pPr>
    <w:rPr>
      <w:rFonts w:ascii="Arial" w:eastAsia="SimSun" w:hAnsi="Arial" w:cs="Arial"/>
      <w:sz w:val="24"/>
      <w:szCs w:val="24"/>
    </w:rPr>
  </w:style>
  <w:style w:type="character" w:customStyle="1" w:styleId="FontStyle21">
    <w:name w:val="Font Style21"/>
    <w:uiPriority w:val="99"/>
    <w:rsid w:val="00EA29C1"/>
    <w:rPr>
      <w:rFonts w:ascii="Times New Roman" w:hAnsi="Times New Roman" w:cs="Times New Roman" w:hint="default"/>
      <w:b/>
      <w:bCs/>
      <w:sz w:val="22"/>
      <w:szCs w:val="22"/>
    </w:rPr>
  </w:style>
  <w:style w:type="character" w:customStyle="1" w:styleId="FontStyle23">
    <w:name w:val="Font Style23"/>
    <w:uiPriority w:val="99"/>
    <w:rsid w:val="00EA29C1"/>
    <w:rPr>
      <w:rFonts w:ascii="Times New Roman" w:hAnsi="Times New Roman" w:cs="Times New Roman" w:hint="default"/>
      <w:sz w:val="22"/>
      <w:szCs w:val="22"/>
    </w:rPr>
  </w:style>
  <w:style w:type="paragraph" w:styleId="NormalWeb">
    <w:name w:val="Normal (Web)"/>
    <w:basedOn w:val="Normal"/>
    <w:uiPriority w:val="99"/>
    <w:rsid w:val="00081D4C"/>
    <w:pPr>
      <w:spacing w:before="100" w:beforeAutospacing="1" w:after="100" w:afterAutospacing="1"/>
    </w:pPr>
    <w:rPr>
      <w:sz w:val="24"/>
      <w:szCs w:val="24"/>
    </w:rPr>
  </w:style>
  <w:style w:type="character" w:customStyle="1" w:styleId="HeaderChar">
    <w:name w:val="Header Char"/>
    <w:basedOn w:val="DefaultParagraphFont"/>
    <w:link w:val="Header"/>
    <w:uiPriority w:val="99"/>
    <w:rsid w:val="00B61285"/>
    <w:rPr>
      <w:lang w:eastAsia="bg-BG"/>
    </w:rPr>
  </w:style>
  <w:style w:type="character" w:customStyle="1" w:styleId="FooterChar">
    <w:name w:val="Footer Char"/>
    <w:basedOn w:val="DefaultParagraphFont"/>
    <w:link w:val="Footer"/>
    <w:uiPriority w:val="99"/>
    <w:rsid w:val="000555D8"/>
    <w:rPr>
      <w:lang w:eastAsia="bg-BG"/>
    </w:rPr>
  </w:style>
  <w:style w:type="paragraph" w:styleId="ListParagraph">
    <w:name w:val="List Paragraph"/>
    <w:basedOn w:val="Normal"/>
    <w:uiPriority w:val="34"/>
    <w:qFormat/>
    <w:rsid w:val="00E86C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0170">
      <w:bodyDiv w:val="1"/>
      <w:marLeft w:val="0"/>
      <w:marRight w:val="0"/>
      <w:marTop w:val="0"/>
      <w:marBottom w:val="0"/>
      <w:divBdr>
        <w:top w:val="none" w:sz="0" w:space="0" w:color="auto"/>
        <w:left w:val="none" w:sz="0" w:space="0" w:color="auto"/>
        <w:bottom w:val="none" w:sz="0" w:space="0" w:color="auto"/>
        <w:right w:val="none" w:sz="0" w:space="0" w:color="auto"/>
      </w:divBdr>
    </w:div>
    <w:div w:id="352464051">
      <w:bodyDiv w:val="1"/>
      <w:marLeft w:val="0"/>
      <w:marRight w:val="0"/>
      <w:marTop w:val="0"/>
      <w:marBottom w:val="0"/>
      <w:divBdr>
        <w:top w:val="none" w:sz="0" w:space="0" w:color="auto"/>
        <w:left w:val="none" w:sz="0" w:space="0" w:color="auto"/>
        <w:bottom w:val="none" w:sz="0" w:space="0" w:color="auto"/>
        <w:right w:val="none" w:sz="0" w:space="0" w:color="auto"/>
      </w:divBdr>
    </w:div>
    <w:div w:id="650445247">
      <w:bodyDiv w:val="1"/>
      <w:marLeft w:val="0"/>
      <w:marRight w:val="0"/>
      <w:marTop w:val="0"/>
      <w:marBottom w:val="0"/>
      <w:divBdr>
        <w:top w:val="none" w:sz="0" w:space="0" w:color="auto"/>
        <w:left w:val="none" w:sz="0" w:space="0" w:color="auto"/>
        <w:bottom w:val="none" w:sz="0" w:space="0" w:color="auto"/>
        <w:right w:val="none" w:sz="0" w:space="0" w:color="auto"/>
      </w:divBdr>
    </w:div>
    <w:div w:id="740522421">
      <w:bodyDiv w:val="1"/>
      <w:marLeft w:val="0"/>
      <w:marRight w:val="0"/>
      <w:marTop w:val="0"/>
      <w:marBottom w:val="0"/>
      <w:divBdr>
        <w:top w:val="none" w:sz="0" w:space="0" w:color="auto"/>
        <w:left w:val="none" w:sz="0" w:space="0" w:color="auto"/>
        <w:bottom w:val="none" w:sz="0" w:space="0" w:color="auto"/>
        <w:right w:val="none" w:sz="0" w:space="0" w:color="auto"/>
      </w:divBdr>
    </w:div>
    <w:div w:id="1010137223">
      <w:bodyDiv w:val="1"/>
      <w:marLeft w:val="0"/>
      <w:marRight w:val="0"/>
      <w:marTop w:val="0"/>
      <w:marBottom w:val="0"/>
      <w:divBdr>
        <w:top w:val="none" w:sz="0" w:space="0" w:color="auto"/>
        <w:left w:val="none" w:sz="0" w:space="0" w:color="auto"/>
        <w:bottom w:val="none" w:sz="0" w:space="0" w:color="auto"/>
        <w:right w:val="none" w:sz="0" w:space="0" w:color="auto"/>
      </w:divBdr>
    </w:div>
    <w:div w:id="1623724295">
      <w:bodyDiv w:val="1"/>
      <w:marLeft w:val="0"/>
      <w:marRight w:val="0"/>
      <w:marTop w:val="0"/>
      <w:marBottom w:val="0"/>
      <w:divBdr>
        <w:top w:val="none" w:sz="0" w:space="0" w:color="auto"/>
        <w:left w:val="none" w:sz="0" w:space="0" w:color="auto"/>
        <w:bottom w:val="none" w:sz="0" w:space="0" w:color="auto"/>
        <w:right w:val="none" w:sz="0" w:space="0" w:color="auto"/>
      </w:divBdr>
    </w:div>
    <w:div w:id="1689019796">
      <w:bodyDiv w:val="1"/>
      <w:marLeft w:val="0"/>
      <w:marRight w:val="0"/>
      <w:marTop w:val="0"/>
      <w:marBottom w:val="0"/>
      <w:divBdr>
        <w:top w:val="none" w:sz="0" w:space="0" w:color="auto"/>
        <w:left w:val="none" w:sz="0" w:space="0" w:color="auto"/>
        <w:bottom w:val="none" w:sz="0" w:space="0" w:color="auto"/>
        <w:right w:val="none" w:sz="0" w:space="0" w:color="auto"/>
      </w:divBdr>
    </w:div>
    <w:div w:id="2010523530">
      <w:bodyDiv w:val="1"/>
      <w:marLeft w:val="0"/>
      <w:marRight w:val="0"/>
      <w:marTop w:val="0"/>
      <w:marBottom w:val="0"/>
      <w:divBdr>
        <w:top w:val="none" w:sz="0" w:space="0" w:color="auto"/>
        <w:left w:val="none" w:sz="0" w:space="0" w:color="auto"/>
        <w:bottom w:val="none" w:sz="0" w:space="0" w:color="auto"/>
        <w:right w:val="none" w:sz="0" w:space="0" w:color="auto"/>
      </w:divBdr>
    </w:div>
    <w:div w:id="204193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hif.b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mirov\Application%20Data\Microsoft\Templates\&#1044;&#1086;&#1082;&#1083;&#1072;&#1076;&#1085;&#1072;%20&#1079;&#1072;&#1087;&#1080;&#1089;&#1082;&#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DD554-1A51-415B-860C-D9AECFE06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Докладна записка</Template>
  <TotalTime>3</TotalTime>
  <Pages>8</Pages>
  <Words>2889</Words>
  <Characters>15615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ДО</vt:lpstr>
    </vt:vector>
  </TitlesOfParts>
  <Company>nzok</Company>
  <LinksUpToDate>false</LinksUpToDate>
  <CharactersWithSpaces>18468</CharactersWithSpaces>
  <SharedDoc>false</SharedDoc>
  <HLinks>
    <vt:vector size="6" baseType="variant">
      <vt:variant>
        <vt:i4>6619196</vt:i4>
      </vt:variant>
      <vt:variant>
        <vt:i4>0</vt:i4>
      </vt:variant>
      <vt:variant>
        <vt:i4>0</vt:i4>
      </vt:variant>
      <vt:variant>
        <vt:i4>5</vt:i4>
      </vt:variant>
      <vt:variant>
        <vt:lpwstr>http://www.nhif.bg/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bmirov</dc:creator>
  <cp:lastModifiedBy>Таня Кирилова</cp:lastModifiedBy>
  <cp:revision>4</cp:revision>
  <cp:lastPrinted>2019-01-31T11:11:00Z</cp:lastPrinted>
  <dcterms:created xsi:type="dcterms:W3CDTF">2019-01-31T15:54:00Z</dcterms:created>
  <dcterms:modified xsi:type="dcterms:W3CDTF">2019-02-04T12:17:00Z</dcterms:modified>
</cp:coreProperties>
</file>