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616" w:rsidRPr="002B51BB" w:rsidRDefault="000029B1" w:rsidP="00D028F5">
      <w:pPr>
        <w:tabs>
          <w:tab w:val="left" w:pos="7371"/>
        </w:tabs>
        <w:ind w:firstLine="708"/>
        <w:jc w:val="center"/>
        <w:rPr>
          <w:b/>
          <w:sz w:val="24"/>
          <w:szCs w:val="24"/>
        </w:rPr>
      </w:pPr>
      <w:r w:rsidRPr="002B51BB">
        <w:rPr>
          <w:bCs/>
          <w:smallCaps/>
          <w:noProof/>
          <w:sz w:val="28"/>
        </w:rPr>
        <mc:AlternateContent>
          <mc:Choice Requires="wpg">
            <w:drawing>
              <wp:anchor distT="0" distB="0" distL="114300" distR="114300" simplePos="0" relativeHeight="251657728" behindDoc="0" locked="0" layoutInCell="1" allowOverlap="1">
                <wp:simplePos x="0" y="0"/>
                <wp:positionH relativeFrom="column">
                  <wp:posOffset>2473960</wp:posOffset>
                </wp:positionH>
                <wp:positionV relativeFrom="paragraph">
                  <wp:posOffset>-255270</wp:posOffset>
                </wp:positionV>
                <wp:extent cx="1214755" cy="847090"/>
                <wp:effectExtent l="0" t="1905"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2" name="Group 3"/>
                        <wpg:cNvGrpSpPr>
                          <a:grpSpLocks/>
                        </wpg:cNvGrpSpPr>
                        <wpg:grpSpPr bwMode="auto">
                          <a:xfrm>
                            <a:off x="3629" y="1738"/>
                            <a:ext cx="2543" cy="2766"/>
                            <a:chOff x="1798" y="7722"/>
                            <a:chExt cx="4437" cy="4827"/>
                          </a:xfrm>
                        </wpg:grpSpPr>
                        <wps:wsp>
                          <wps:cNvPr id="3" name="Freeform 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5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Rectangle 21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1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2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2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2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2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2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2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Freeform 23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Rectangle 23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3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3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3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3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3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3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4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4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4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4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4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4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4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247" name="Rectangle 24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4.8pt;margin-top:-20.1pt;width:95.65pt;height:66.7pt;z-index:251657728"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">
                <v:group id="Group 3"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lo4cEA&#10;AADaAAAADwAAAGRycy9kb3ducmV2LnhtbESP3YrCMBSE7wXfIRxh7zT1F6lG0QVZ71x/HuDYHNti&#10;c1KbbK0+vVkQvBxm5htmvmxMIWqqXG5ZQb8XgSBOrM45VXA6brpTEM4jaywsk4IHOVgu2q05xtre&#10;eU/1waciQNjFqCDzvoyldElGBl3PlsTBu9jKoA+ySqWu8B7gppCDKJpIgzmHhQxL+s4ouR7+jIJb&#10;Ovk9b0+3psbLE3elG41/1iOlvjrNagbCU+M/4Xd7qxUM4f9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JaOHBAAAA2gAAAA8AAAAAAAAAAAAAAAAAmAIAAGRycy9kb3du&#10;cmV2LnhtbFBLBQYAAAAABAAEAPUAAACGAw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5"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7TsMA&#10;AADaAAAADwAAAGRycy9kb3ducmV2LnhtbESP3WrCQBSE7wu+w3KE3jUbS5EQswlFsAr2h6R6f8ge&#10;k9Ds2ZBdNb59t1DwcpiZb5ismEwvLjS6zrKCRRSDIK6t7rhRcPjePCUgnEfW2FsmBTdyUOSzhwxT&#10;ba9c0qXyjQgQdikqaL0fUild3ZJBF9mBOHgnOxr0QY6N1CNeA9z08jmOl9Jgx2GhxYHWLdU/1dko&#10;0B+W9tXXZ7+ckqNLtudy/fZeKvU4n15XIDxN/h7+b++0ghf4uxJu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7Ts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6"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thcUA&#10;AADaAAAADwAAAGRycy9kb3ducmV2LnhtbESPQWvCQBSE74L/YXmF3nSTUm1JXUUKpSJ4iJGW3l6z&#10;r0lI9m3YXTX+e1cQehxm5htmsRpMJ07kfGNZQTpNQBCXVjdcKTgUH5NXED4ga+wsk4ILeVgtx6MF&#10;ZtqeOafTPlQiQthnqKAOoc+k9GVNBv3U9sTR+7POYIjSVVI7PEe46eRTksylwYbjQo09vddUtvuj&#10;UfBZtNufPN3tDunvpfXPxUv+/eWUenwY1m8gAg3hP3xvb7SCGdyuxBs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K2FxQAAANoAAAAPAAAAAAAAAAAAAAAAAJgCAABkcnMv&#10;ZG93bnJldi54bWxQSwUGAAAAAAQABAD1AAAAigM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7"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OH78A&#10;AADaAAAADwAAAGRycy9kb3ducmV2LnhtbESPwQrCMBBE74L/EFbwpqkeRKpRRFCE4sHqwePSrG21&#10;2ZQmavXrjSB4HGbmDTNftqYSD2pcaVnBaBiBIM6sLjlXcDpuBlMQziNrrCyTghc5WC66nTnG2j75&#10;QI/U5yJA2MWooPC+jqV0WUEG3dDWxMG72MagD7LJpW7wGeCmkuMomkiDJYeFAmtaF5Td0rtR8G6r&#10;9W1/vif6HV1Ph2RUym2SKtXvtasZCE+t/4d/7Z1WMIHvlX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1E4fvwAAANoAAAAPAAAAAAAAAAAAAAAAAJgCAABkcnMvZG93bnJl&#10;di54bWxQSwUGAAAAAAQABAD1AAAAhAMAAAAA&#10;" path="m,29r16,8l875,37r,-33l16,,28,8,,29r4,8l16,37,,29xe" fillcolor="#009" stroked="f">
                    <v:path arrowok="t" o:connecttype="custom" o:connectlocs="0,29;16,37;875,37;875,4;16,0;28,8;0,29;4,37;16,37;0,29" o:connectangles="0,0,0,0,0,0,0,0,0,0"/>
                  </v:shape>
                  <v:shape id="Freeform 8"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g/sMA&#10;AADaAAAADwAAAGRycy9kb3ducmV2LnhtbESPQWvCQBSE70L/w/IKvemmLWhJXUMoLRRExGh7fmaf&#10;SWj2bdjdmuivdwXB4zAz3zDzbDCtOJLzjWUFz5MEBHFpdcOVgt32a/wGwgdkja1lUnAiD9niYTTH&#10;VNueN3QsQiUihH2KCuoQulRKX9Zk0E9sRxy9g3UGQ5SuktphH+GmlS9JMpUGG44LNXb0UVP5V/wb&#10;BU4Wbpl/tqt9t+vX65/f8+uMz0o9PQ75O4hAQ7iHb+1vrWAG1yvxBs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xg/sMAAADaAAAADwAAAAAAAAAAAAAAAACYAgAAZHJzL2Rv&#10;d25yZXYueG1sUEsFBgAAAAAEAAQA9QAAAIg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9"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NlsEA&#10;AADaAAAADwAAAGRycy9kb3ducmV2LnhtbERPu27CMBTdkfoP1q3EBg4M0KY4EeKhdqhUoKjzJb44&#10;aePrKHYg/H09IDEenfci720tLtT6yrGCyTgBQVw4XbFRcPzejl5A+ICssXZMCm7kIc+eBgtMtbvy&#10;ni6HYEQMYZ+igjKEJpXSFyVZ9GPXEEfu7FqLIcLWSN3iNYbbWk6TZCYtVhwbSmxoVVLxd+isgmX4&#10;7Lx5Xf/szKb7+t1OTu/741yp4XO/fAMRqA8P8d39oRXErfFKv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JzZbBAAAA2gAAAA8AAAAAAAAAAAAAAAAAmAIAAGRycy9kb3du&#10;cmV2LnhtbFBLBQYAAAAABAAEAPUAAACGAw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10"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iDcEA&#10;AADaAAAADwAAAGRycy9kb3ducmV2LnhtbESPT4vCMBTE78J+h/CEvciaKiJuNYosuHj1DxRvz+bZ&#10;FJuX0kSN394IC3scZuY3zGIVbSPu1PnasYLRMANBXDpdc6XgeNh8zUD4gKyxcUwKnuRhtfzoLTDX&#10;7sE7uu9DJRKEfY4KTAhtLqUvDVn0Q9cSJ+/iOoshya6SusNHgttGjrNsKi3WnBYMtvRjqLzub1bB&#10;bhT173pgLsVschpn2xCLc2GU+uzH9RxEoBj+w3/trVbwDe8r6Qb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Gog3BAAAA2gAAAA8AAAAAAAAAAAAAAAAAmAIAAGRycy9kb3du&#10;cmV2LnhtbFBLBQYAAAAABAAEAPUAAACGAwAAAAA=&#10;" path="m9,13l25,33r858,l883,,25,,41,21,9,13,,33r25,l9,13xe" fillcolor="#009" stroked="f">
                    <v:path arrowok="t" o:connecttype="custom" o:connectlocs="9,13;25,33;883,33;883,0;25,0;41,21;9,13;0,33;25,33;9,13" o:connectangles="0,0,0,0,0,0,0,0,0,0"/>
                  </v:shape>
                  <v:shape id="Freeform 11"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r8MA&#10;AADbAAAADwAAAGRycy9kb3ducmV2LnhtbESPQWvDMAyF74P+B6PCbqvTDUaW1i2lUNhxSUfWo4jV&#10;xDSW09hrs38/HQa7Sbyn9z6tt5Pv1Y3G6AIbWC4yUMRNsI5bA5/Hw1MOKiZki31gMvBDEbab2cMa&#10;CxvuXNKtSq2SEI4FGuhSGgqtY9ORx7gIA7Fo5zB6TLKOrbYj3iXc9/o5y161R8fS0OFA+46aS/Xt&#10;Dbz5l/yrDCc62aH6uJaudse8NuZxPu1WoBJN6d/8d/1uBV/o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Pr8MAAADb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2"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ixd78A&#10;AADbAAAADwAAAGRycy9kb3ducmV2LnhtbERPS4vCMBC+L+x/CLPgZVnTelC3GkUWFjx48YHnoRmb&#10;YjMpzaj13xtB8DYf33Pmy9436kpdrAMbyIcZKOIy2JorA4f9/88UVBRki01gMnCnCMvF58ccCxtu&#10;vKXrTiqVQjgWaMCJtIXWsXTkMQ5DS5y4U+g8SoJdpW2HtxTuGz3KsrH2WHNqcNjSn6PyvLt4AxN/&#10;XK/u37nOL5PYZmf3G2Qjxgy++tUMlFAvb/HLvbZpfg7PX9IBe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LF3vwAAANsAAAAPAAAAAAAAAAAAAAAAAJgCAABkcnMvZG93bnJl&#10;di54bWxQSwUGAAAAAAQABAD1AAAAhAM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3"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u5J8EA&#10;AADbAAAADwAAAGRycy9kb3ducmV2LnhtbERP22oCMRB9L/gPYQq+FM1WisjWKEVqUZCCqx8wbMZs&#10;6GayJKmufr0pCH2bw7nOfNm7VpwpROtZweu4AEFce23ZKDge1qMZiJiQNbaeScGVIiwXg6c5ltpf&#10;eE/nKhmRQziWqKBJqSuljHVDDuPYd8SZO/ngMGUYjNQBLznctXJSFFPp0HJuaLCjVUP1T/XrFNht&#10;WL/MCv99O31O5Zv5qszuYJUaPvcf7yAS9elf/HBvdJ4/gb9f8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LuSfBAAAA2wAAAA8AAAAAAAAAAAAAAAAAmAIAAGRycy9kb3du&#10;cmV2LnhtbFBLBQYAAAAABAAEAPUAAACGAwAAAAA=&#10;" path="m435,69l298,77,,436,145,556,443,198r-137,8l435,69,362,,298,77,435,69xe" stroked="f">
                    <v:path arrowok="t" o:connecttype="custom" o:connectlocs="435,69;298,77;0,436;145,556;443,198;306,206;435,69;362,0;298,77;435,69" o:connectangles="0,0,0,0,0,0,0,0,0,0"/>
                  </v:shape>
                  <v:shape id="Freeform 14"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WsL4A&#10;AADbAAAADwAAAGRycy9kb3ducmV2LnhtbERP3QoBQRS+V95hOsodsyh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01rC+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5"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oHsIA&#10;AADbAAAADwAAAGRycy9kb3ducmV2LnhtbERP32vCMBB+H/g/hBN801QpotUobuCQCQPdBB+P5myK&#10;zaU0me38681A2Nt9fD9vue5sJW7U+NKxgvEoAUGcO11yoeD7azucgfABWWPlmBT8kof1qveyxEy7&#10;lg90O4ZCxBD2GSowIdSZlD43ZNGPXE0cuYtrLIYIm0LqBtsYbis5SZKptFhybDBY05uh/Hr8sQr2&#10;7f01CWRO53F1nX/6TTp7/0iVGvS7zQJEoC78i5/unY7zU/j7JR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age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6"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tBL0A&#10;AADbAAAADwAAAGRycy9kb3ducmV2LnhtbERPSwrCMBDdC94hjOBOUwVFqlHED7hwYxV0OTRjW2wm&#10;pUm13t4Igrt5vO8sVq0pxZNqV1hWMBpGIIhTqwvOFFzO+8EMhPPIGkvLpOBNDlbLbmeBsbYvPtEz&#10;8ZkIIexiVJB7X8VSujQng25oK+LA3W1t0AdYZ1LX+ArhppTjKJpKgwWHhhwr2uSUPpLGKJA7r8tj&#10;014nI05O23N2S9fbm1L9Xrueg/DU+r/45z7oMH8C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ctBL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7"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36d78A&#10;AADbAAAADwAAAGRycy9kb3ducmV2LnhtbERPTYvCMBC9C/6HMII3m+pBpGsUUURBYdEVz2MzttVm&#10;UppU67/fCIK3ebzPmc5bU4oH1a6wrGAYxSCIU6sLzhSc/taDCQjnkTWWlknBixzMZ93OFBNtn3yg&#10;x9FnIoSwS1BB7n2VSOnSnAy6yFbEgbva2qAPsM6krvEZwk0pR3E8lgYLDg05VrTMKb0fG6Pg1mZV&#10;MzrvD5fVLm7s73mzPXlWqt9rFz8gPLX+K/64tzrMH8P7l3CAn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fp3vwAAANsAAAAPAAAAAAAAAAAAAAAAAJgCAABkcnMvZG93bnJl&#10;di54bWxQSwUGAAAAAAQABAD1AAAAhAMAAAAA&#10;" path="m600,85l503,,,,,189r503,l411,105,600,85,592,,503,r97,85xe" stroked="f">
                    <v:path arrowok="t" o:connecttype="custom" o:connectlocs="600,85;503,0;0,0;0,189;503,189;411,105;600,85;592,0;503,0;600,85" o:connectangles="0,0,0,0,0,0,0,0,0,0"/>
                  </v:shape>
                  <v:shape id="Freeform 18"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8G8EA&#10;AADbAAAADwAAAGRycy9kb3ducmV2LnhtbERPTU/CQBC9m/gfNmPCTbYKUVJYiIJVrgKB66Q7tA3d&#10;2WZ3gPLvXRMTb/PyPme26F2rLhRi49nA0zADRVx623BlYLctHiegoiBbbD2TgRtFWMzv72aYW3/l&#10;b7pspFIphGOOBmqRLtc6ljU5jEPfESfu6INDSTBU2ga8pnDX6ucse9EOG04NNXa0rKk8bc7OwD7q&#10;8Vg+D/uPoth+BX1bvctoZczgoX+bghLq5V/8517bNP8Vfn9JB+j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uPBvBAAAA2wAAAA8AAAAAAAAAAAAAAAAAmAIAAGRycy9kb3du&#10;cmV2LnhtbFBLBQYAAAAABAAEAPUAAACG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9"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qgMQA&#10;AADbAAAADwAAAGRycy9kb3ducmV2LnhtbESPT2/CMAzF70h8h8hIXNBI2WGCQkATEojDduDP7lZj&#10;mmqNUzVZW/j082HSbrbe83s/b3aDr1VHbawCG1jMM1DERbAVlwZu18PLElRMyBbrwGTgQRF22/Fo&#10;g7kNPZ+pu6RSSQjHHA24lJpc61g48hjnoSEW7R5aj0nWttS2xV7Cfa1fs+xNe6xYGhw2tHdUfF9+&#10;vIGZ66ry8bFoPp+30xXxuOq/jitjppPhfQ0q0ZD+zX/XJyv4Aiu/yAB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U6oDEAAAA2wAAAA8AAAAAAAAAAAAAAAAAmAIAAGRycy9k&#10;b3ducmV2LnhtbFBLBQYAAAAABAAEAPUAAACJAw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0"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W4sUA&#10;AADbAAAADwAAAGRycy9kb3ducmV2LnhtbESPQWvCQBCF74X+h2UK3uqmUjTGbEQqBXsJGEWvQ3ZM&#10;0mZnQ3Y1qb++Wyj0NsN787436Xo0rbhR7xrLCl6mEQji0uqGKwXHw/tzDMJ5ZI2tZVLwTQ7W2eND&#10;iom2A+/pVvhKhBB2CSqove8SKV1Zk0E3tR1x0C62N+jD2ldS9ziEcNPKWRTNpcGGA6HGjt5qKr+K&#10;qwmQIV5w/rHdnD/j14M75bku7lelJk/jZgXC0+j/zX/XOx3qL+H3lzC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VbixQAAANs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1"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Vq78AA&#10;AADbAAAADwAAAGRycy9kb3ducmV2LnhtbERPS2rDMBDdF3IHMYHuajlZhOJENvk1tJQu4vgAgzWR&#10;TayRsVTbvX21KHT5eP9dMdtOjDT41rGCVZKCIK6dbtkoqG5vL68gfEDW2DkmBT/kocgXTzvMtJv4&#10;SmMZjIgh7DNU0ITQZ1L6uiGLPnE9ceTubrAYIhyM1ANOMdx2cp2mG2mx5djQYE/HhupH+W0VoPk0&#10;+uOclvP5cfmqenswJz4o9byc91sQgebwL/5zv2sF67g+fok/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Vq78AAAADbAAAADwAAAAAAAAAAAAAAAACYAgAAZHJzL2Rvd25y&#10;ZXYueG1sUEsFBgAAAAAEAAQA9QAAAIUDAAAAAA==&#10;" path="m44,r,249l32,221,28,189,20,161,12,129,8,96,4,64,,32,,,44,xe" fillcolor="blue" stroked="f">
                    <v:path arrowok="t" o:connecttype="custom" o:connectlocs="44,0;44,249;32,221;28,189;20,161;12,129;8,96;4,64;0,32;0,0;44,0" o:connectangles="0,0,0,0,0,0,0,0,0,0,0"/>
                  </v:shape>
                  <v:shape id="Freeform 22"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Q8IA&#10;AADbAAAADwAAAGRycy9kb3ducmV2LnhtbESPQYvCMBSE74L/ITzBm6YKylKNIqXCgid1pddn82yr&#10;zUtpsrXur98IC3scZuYbZr3tTS06al1lWcFsGoEgzq2uuFDwdd5PPkA4j6yxtkwKXuRguxkO1hhr&#10;++QjdSdfiABhF6OC0vsmltLlJRl0U9sQB+9mW4M+yLaQusVngJtazqNoKQ1WHBZKbCgpKX+cvo0C&#10;vNpU+0OWLsyuOy5d8pNfsrtS41G/W4Hw1Pv/8F/7UyuYz+D9Jfw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5JDwgAAANsAAAAPAAAAAAAAAAAAAAAAAJgCAABkcnMvZG93&#10;bnJldi54bWxQSwUGAAAAAAQABAD1AAAAhwMAAAAA&#10;" path="m,249l,,40,r,370l36,354,28,342,24,326,16,310,12,294,8,282,4,266,,249xe" fillcolor="#0305ff" stroked="f">
                    <v:path arrowok="t" o:connecttype="custom" o:connectlocs="0,249;0,0;40,0;40,370;36,354;28,342;24,326;16,310;12,294;8,282;4,266;0,249" o:connectangles="0,0,0,0,0,0,0,0,0,0,0,0"/>
                  </v:shape>
                  <v:shape id="Freeform 23"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pUMQA&#10;AADbAAAADwAAAGRycy9kb3ducmV2LnhtbESPzWrDMBCE74W8g9hAb40cH1zXsRJCoJCcit1QyG2x&#10;1j+JtTKWErtvXxUKPQ4z8w2T72bTiweNrrOsYL2KQBBXVnfcKDh/vr+kIJxH1thbJgXf5GC3XTzl&#10;mGk7cUGP0jciQNhlqKD1fsikdFVLBt3KDsTBq+1o0Ac5NlKPOAW46WUcRYk02HFYaHGgQ0vVrbwb&#10;Bdfk9Vx3H/Pgi9PxK3077S94n5R6Xs77DQhPs/8P/7WPWkEcw++X8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aVDEAAAA2wAAAA8AAAAAAAAAAAAAAAAAmAIAAGRycy9k&#10;b3ducmV2LnhtbFBLBQYAAAAABAAEAPUAAACJAwAAAAA=&#10;" path="m,370l,,45,r,459l37,447r-5,-8l28,427,20,415,16,403r-4,-9l4,382,,370xe" fillcolor="#060aff" stroked="f">
                    <v:path arrowok="t" o:connecttype="custom" o:connectlocs="0,370;0,0;45,0;45,459;37,447;32,439;28,427;20,415;16,403;12,394;4,382;0,370" o:connectangles="0,0,0,0,0,0,0,0,0,0,0,0"/>
                  </v:shape>
                  <v:shape id="Freeform 24"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pA8EA&#10;AADbAAAADwAAAGRycy9kb3ducmV2LnhtbESPzarCMBSE9xd8h3AEd9dUB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haQP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5"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NDccMA&#10;AADbAAAADwAAAGRycy9kb3ducmV2LnhtbESPQWvCQBSE74L/YXmF3upuQ2lLdBURrb0UMRW8vmSf&#10;STD7NmQ3Mf333ULB4zAz3zCL1WgbMVDna8canmcKBHHhTM2lhtP37ukdhA/IBhvHpOGHPKyW08kC&#10;U+NufKQhC6WIEPYpaqhCaFMpfVGRRT9zLXH0Lq6zGKLsSmk6vEW4bWSi1Ku0WHNcqLClTUXFNeut&#10;hrx3fLAq328pP+Rf/dnu1duH1o8P43oOItAY7uH/9qfRkLzA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NDccMAAADbAAAADwAAAAAAAAAAAAAAAACYAgAAZHJzL2Rv&#10;d25yZXYueG1sUEsFBgAAAAAEAAQA9QAAAIgDAAAAAA==&#10;" path="m,531l,,40,r,596l36,588r-8,-8l24,572r-4,-8l12,556,8,548,4,540,,531xe" fillcolor="#0c14ff" stroked="f">
                    <v:path arrowok="t" o:connecttype="custom" o:connectlocs="0,531;0,0;40,0;40,596;36,588;28,580;24,572;20,564;12,556;8,548;4,540;0,531" o:connectangles="0,0,0,0,0,0,0,0,0,0,0,0"/>
                  </v:shape>
                  <v:shape id="Freeform 26"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2/8QA&#10;AADbAAAADwAAAGRycy9kb3ducmV2LnhtbESPzWrDMBCE74G+g9hCb4kcQ0txo4QQEnAppdQJPS/W&#10;xjKxVsaSf5KnjwqFHoeZ+YZZbSbbiIE6XztWsFwkIIhLp2uuFJyOh/krCB+QNTaOScGVPGzWD7MV&#10;ZtqN/E1DESoRIewzVGBCaDMpfWnIol+4ljh6Z9dZDFF2ldQdjhFuG5kmyYu0WHNcMNjSzlB5KXqr&#10;oDdSHvaf559l/n6rv8brnj4uJ6WeHqftG4hAU/gP/7VzrSB9ht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ltv/EAAAA2w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7"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NMMA&#10;AADbAAAADwAAAGRycy9kb3ducmV2LnhtbESPQWvCQBSE7wX/w/KE3upLPaQlukoTFHqoh6oI3p7Z&#10;ZxLMvg3ZrcZ/7xYKPQ4z8w0zXw62VVfufeNEw+skAcVSOtNIpWG/W7+8g/KBxFDrhDXc2cNyMXqa&#10;U2bcTb75ug2VihDxGWmoQ+gyRF/WbMlPXMcSvbPrLYUo+wpNT7cIty1OkyRFS43EhZo6LmouL9sf&#10;q+HkNhuzeiM8FPK1z3E4pjl2Wj+Ph48ZqMBD+A//tT+NhmkKv1/iD8D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g+NMMAAADbAAAADwAAAAAAAAAAAAAAAACYAgAAZHJzL2Rv&#10;d25yZXYueG1sUEsFBgAAAAAEAAQA9QAAAIgDAAAAAA==&#10;" path="m,652l,,44,r,701l36,693r-4,-4l24,681r-4,-4l16,668,8,664,4,656,,652xe" fillcolor="#121fff" stroked="f">
                    <v:path arrowok="t" o:connecttype="custom" o:connectlocs="0,652;0,0;44,0;44,701;36,693;32,689;24,681;20,677;16,668;8,664;4,656;0,652" o:connectangles="0,0,0,0,0,0,0,0,0,0,0,0"/>
                  </v:shape>
                  <v:shape id="Freeform 28"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aIMQA&#10;AADbAAAADwAAAGRycy9kb3ducmV2LnhtbESP3WrCQBSE7wXfYTlC73SjYK3RTbAtLQUR6t/9IXua&#10;hGbPprvbmL59VxC8HGbmG2ad96YRHTlfW1YwnSQgiAuray4VnI5v4ycQPiBrbCyTgj/ykGfDwRpT&#10;bS+8p+4QShEh7FNUUIXQplL6oiKDfmJb4uh9WWcwROlKqR1eItw0cpYkj9JgzXGhwpZeKiq+D79G&#10;Qetf37c/y89m77r589Kxm593TqmHUb9ZgQjUh3v41v7QCmYLuH6JP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R2iDEAAAA2w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9"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tr4A&#10;AADbAAAADwAAAGRycy9kb3ducmV2LnhtbERPyW7CMBC9V+IfrEHqrThQVKGAQayi1wLiPMRDEsiM&#10;Q2wg/fv6UInj09sns5Yr9aDGl04M9HsJKJLM2VJyA4f95mMEygcUi5UTMvBLHmbTztsEU+ue8kOP&#10;XchVDBGfooEihDrV2mcFMfqeq0kid3YNY4iwybVt8BnDudKDJPnSjKXEhgJrWhaUXXd3NnBqZbjK&#10;try+bPz5xovhET9XbMx7t52PQQVqw0v87/62BgZxbPwSf4C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IJba+AAAA2wAAAA8AAAAAAAAAAAAAAAAAmAIAAGRycy9kb3ducmV2&#10;LnhtbFBLBQYAAAAABAAEAPUAAACDAwAAAAA=&#10;" path="m,741l,,44,r,781l40,777r-8,-4l28,765r-8,-4l16,757r-4,-4l8,749,,741xe" fillcolor="#1829ff" stroked="f">
                    <v:path arrowok="t" o:connecttype="custom" o:connectlocs="0,741;0,0;44,0;44,781;40,777;32,773;28,765;20,761;16,757;12,753;8,749;0,741" o:connectangles="0,0,0,0,0,0,0,0,0,0,0,0"/>
                  </v:shape>
                  <v:shape id="Freeform 30"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9eHcUA&#10;AADbAAAADwAAAGRycy9kb3ducmV2LnhtbESPzWrDMBCE74W+g9hAb42cHxrHiWJMk5hcAmmaB1is&#10;je3WWhlLtd23rwqFHoeZ+YbZpqNpRE+dqy0rmE0jEMSF1TWXCm7vx+cYhPPIGhvLpOCbHKS7x4ct&#10;JtoO/Eb91ZciQNglqKDyvk2kdEVFBt3UtsTBu9vOoA+yK6XucAhw08h5FL1IgzWHhQpbeq2o+Lx+&#10;GQWXpt3rQ364ZbFfLc73/PSRx0ulniZjtgHhafT/4b/2SSuYr+H3S/gB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14dxQAAANsAAAAPAAAAAAAAAAAAAAAAAJgCAABkcnMv&#10;ZG93bnJldi54bWxQSwUGAAAAAAQABAD1AAAAigMAAAAA&#10;" path="m,781l,,45,r,818l37,814r-4,-4l29,805r-8,-8l17,793r-4,-4l5,785,,781xe" fillcolor="#1c2eff" stroked="f">
                    <v:path arrowok="t" o:connecttype="custom" o:connectlocs="0,781;0,0;45,0;45,818;37,814;33,810;29,805;21,797;17,793;13,789;5,785;0,781" o:connectangles="0,0,0,0,0,0,0,0,0,0,0,0"/>
                  </v:shape>
                  <v:shape id="Freeform 31"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l9J8IA&#10;AADbAAAADwAAAGRycy9kb3ducmV2LnhtbERPz2vCMBS+D/wfwhN2W1PdmFqNIgNhA5lYd9jx2Tyb&#10;YvPSNVlb//vlMPD48f1ebQZbi45aXzlWMElSEMSF0xWXCr5Ou6c5CB+QNdaOScGNPGzWo4cVZtr1&#10;fKQuD6WIIewzVGBCaDIpfWHIok9cQxy5i2sthgjbUuoW+xhuazlN01dpseLYYLChN0PFNf+1Cj5f&#10;ZrfF7oN/zofphb+N24f6sFfqcTxslyACDeEu/ne/awXPcX38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iX0nwgAAANsAAAAPAAAAAAAAAAAAAAAAAJgCAABkcnMvZG93&#10;bnJldi54bWxQSwUGAAAAAAQABAD1AAAAhwMAAAAA&#10;" path="m,818l,,40,r,850l36,846r-4,-4l24,838r-4,-4l16,830,8,826,4,822,,818xe" fillcolor="#1f34ff" stroked="f">
                    <v:path arrowok="t" o:connecttype="custom" o:connectlocs="0,818;0,0;40,0;40,850;36,846;32,842;24,838;20,834;16,830;8,826;4,822;0,818" o:connectangles="0,0,0,0,0,0,0,0,0,0,0,0"/>
                  </v:shape>
                  <v:shape id="Freeform 32"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b9MIA&#10;AADbAAAADwAAAGRycy9kb3ducmV2LnhtbESPQWsCMRSE74L/ITyhN83qQi2rUWxpwR5rpfT42Dw3&#10;i5uXkER3+++NIPQ4zMw3zHo72E5cKcTWsYL5rABBXDvdcqPg+P0xfQERE7LGzjEp+KMI2814tMZK&#10;u56/6HpIjcgQjhUqMCn5SspYG7IYZ84TZ+/kgsWUZWikDthnuO3koiiepcWW84JBT2+G6vPhYhWc&#10;ykXZ/yzPw+/Fd59Bvr8e/dIo9TQZdisQiYb0H36091pBOYf7l/wD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tv0wgAAANsAAAAPAAAAAAAAAAAAAAAAAJgCAABkcnMvZG93&#10;bnJldi54bWxQSwUGAAAAAAQABAD1AAAAhwM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3"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IcEA&#10;AADbAAAADwAAAGRycy9kb3ducmV2LnhtbESPT4vCMBTE7wt+h/AEb2tqlVWqUWRF3KN/74/m2RaT&#10;l9JkbfXTbwRhj8PM/IZZrDprxJ0aXzlWMBomIIhzpysuFJxP288ZCB+QNRrHpOBBHlbL3scCM+1a&#10;PtD9GAoRIewzVFCGUGdS+rwki37oauLoXV1jMUTZFFI32Ea4NTJNki9pseK4UGJN3yXlt+OvVVAf&#10;Jm5n9s9TlaTdRbdjs5k+tkoN+t16DiJQF/7D7/aPVjBO4fUl/g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bziHBAAAA2wAAAA8AAAAAAAAAAAAAAAAAmAIAAGRycy9kb3du&#10;cmV2LnhtbFBLBQYAAAAABAAEAPUAAACG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4"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7bFcUA&#10;AADbAAAADwAAAGRycy9kb3ducmV2LnhtbESPQWvCQBSE7wX/w/KE3urGWoqNriKC0FNoo9T29sw+&#10;k2D2bdzdmvTfu0LB4zAz3zDzZW8acSHna8sKxqMEBHFhdc2lgt128zQF4QOyxsYyKfgjD8vF4GGO&#10;qbYdf9IlD6WIEPYpKqhCaFMpfVGRQT+yLXH0jtYZDFG6UmqHXYSbRj4nyas0WHNcqLCldUXFKf81&#10;Cjbm+yf7yNZv5xebnb+6vdvl+4NSj8N+NQMRqA/38H/7XSuYTOD2Jf4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tsVxQAAANsAAAAPAAAAAAAAAAAAAAAAAJgCAABkcnMv&#10;ZG93bnJldi54bWxQSwUGAAAAAAQABAD1AAAAigM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5"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SO8UA&#10;AADbAAAADwAAAGRycy9kb3ducmV2LnhtbESPQWvCQBSE74L/YXlCL1I3tlokdRUptLQUBKMgvT2y&#10;zySYfZvurkn8992C4HGYmW+Y5bo3tWjJ+cqygukkAUGcW11xoeCwf39cgPABWWNtmRRcycN6NRws&#10;MdW24x21WShEhLBPUUEZQpNK6fOSDPqJbYijd7LOYIjSFVI77CLc1PIpSV6kwYrjQokNvZWUn7OL&#10;UdD9fH+148v1Y/u7y/vu4Bnd/KjUw6jfvIII1Id7+Nb+1AqeZ/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6xI7xQAAANsAAAAPAAAAAAAAAAAAAAAAAJgCAABkcnMv&#10;ZG93bnJldi54bWxQSwUGAAAAAAQABAD1AAAAigM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6"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WhsEA&#10;AADbAAAADwAAAGRycy9kb3ducmV2LnhtbESPzYrCMBSF9wO+Q7iCm2FMrShjNYoIYheCqDP7S3Nt&#10;i81NaWKtb28EweXh/HycxaozlWipcaVlBaNhBII4s7rkXMHfefvzC8J5ZI2VZVLwIAerZe9rgYm2&#10;dz5Se/K5CCPsElRQeF8nUrqsIINuaGvi4F1sY9AH2eRSN3gP46aScRRNpcGSA6HAmjYFZdfTzQTu&#10;fxx3u+/xY12m6Y73Rh/SdqbUoN+t5yA8df4TfrdTrWA8gde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dFobBAAAA2w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7"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sF8MA&#10;AADbAAAADwAAAGRycy9kb3ducmV2LnhtbESPwWrDMBBE74X+g9hCLyWW24IJTmRTAoFAcqnrQ46L&#10;tbGcWitjqbbz91Gh0OMwM2+YbbnYXkw0+s6xgtckBUHcON1xq6D+2q/WIHxA1tg7JgU38lAWjw9b&#10;zLWb+ZOmKrQiQtjnqMCEMORS+saQRZ+4gTh6FzdaDFGOrdQjzhFue/mWppm02HFcMDjQzlDzXf1Y&#10;Bfq0Pk3ozi9tV1NaZ9fqOJlKqeen5WMDItAS/sN/7YNW8J7B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KsF8MAAADb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8"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3d8MA&#10;AADbAAAADwAAAGRycy9kb3ducmV2LnhtbESPT2vCQBTE70K/w/IKXqTZqKAlzUZKUazHaOn5Nfvy&#10;p82+Ddk1xm/fFQSPw8z8hkk3o2nFQL1rLCuYRzEI4sLqhisFX6fdyysI55E1tpZJwZUcbLKnSYqJ&#10;thfOaTj6SgQIuwQV1N53iZSuqMmgi2xHHLzS9gZ9kH0ldY+XADetXMTxShpsOCzU2NFHTcXf8WwU&#10;lMW33M7M7+HU+cHtlz+5pXxUavo8vr+B8DT6R/je/tQKlmu4fQk/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L3d8MAAADbAAAADwAAAAAAAAAAAAAAAACYAgAAZHJzL2Rv&#10;d25yZXYueG1sUEsFBgAAAAAEAAQA9QAAAIg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9"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90MIA&#10;AADbAAAADwAAAGRycy9kb3ducmV2LnhtbERPTWsCMRC9F/wPYYReRLO2ILIaRWqXSi+lWtHjsBl3&#10;1yaTJUl1++/NQfD4eN/zZWeNuJAPjWMF41EGgrh0uuFKwc+uGE5BhIis0TgmBf8UYLnoPc0x1+7K&#10;33TZxkqkEA45KqhjbHMpQ1mTxTByLXHiTs5bjAn6SmqP1xRujXzJsom02HBqqLGlt5rK3+2fVXDY&#10;f/rzZGcG73Hw9bHeHKdFYYJSz/1uNQMRqYsP8d290Qpe09j0Jf0A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iP3QwgAAANsAAAAPAAAAAAAAAAAAAAAAAJgCAABkcnMvZG93&#10;bnJldi54bWxQSwUGAAAAAAQABAD1AAAAhwM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40"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PIsMA&#10;AADbAAAADwAAAGRycy9kb3ducmV2LnhtbESPQYvCMBSE78L+h/AEL6KpLohbjaLCih6tsl4fzbMt&#10;Ni/dJKv1328EweMwM98w82VranEj5yvLCkbDBARxbnXFhYLT8XswBeEDssbaMil4kIfl4qMzx1Tb&#10;Ox/oloVCRAj7FBWUITSplD4vyaAf2oY4ehfrDIYoXSG1w3uEm1qOk2QiDVYcF0psaFNSfs3+jIKj&#10;+/25bM/rPBuNTT1dFdf9vn9SqtdtVzMQgdrwDr/aO63g8wueX+IP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yPIsMAAADb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1"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HuO8AA&#10;AADbAAAADwAAAGRycy9kb3ducmV2LnhtbERP3WrCMBS+H/gO4Qi7W1OHjNE1iuiUgjBY7QMcmmNb&#10;1pykTbTd25uLwS4/vv98O5te3Gn0nWUFqyQFQVxb3XGjoLocX95B+ICssbdMCn7Jw3azeMox03bi&#10;b7qXoRExhH2GCtoQXCalr1sy6BPriCN3taPBEOHYSD3iFMNNL1/T9E0a7Dg2tOho31L9U96Mgp6+&#10;hi5c8HCy1bm8umr4LNyg1PNy3n2ACDSHf/Gfu9AK1nF9/BJ/gN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HuO8AAAADbAAAADwAAAAAAAAAAAAAAAACYAgAAZHJzL2Rvd25y&#10;ZXYueG1sUEsFBgAAAAAEAAQA9QAAAIU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2"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lzFr4A&#10;AADbAAAADwAAAGRycy9kb3ducmV2LnhtbESPzQrCMBCE74LvEFbwpmlFpFajiCB4EvwpeFyatS02&#10;m9JErW9vBMHjMDPfMMt1Z2rxpNZVlhXE4wgEcW51xYWCy3k3SkA4j6yxtkwK3uRgver3lphq++Ij&#10;PU++EAHCLkUFpfdNKqXLSzLoxrYhDt7NtgZ9kG0hdYuvADe1nETRTBqsOCyU2NC2pPx+ehgFk9hb&#10;ScnloBOZzZtHtr/VfFVqOOg2CxCeOv8P/9p7rWAaw/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pcxa+AAAA2w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3"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JHsQA&#10;AADbAAAADwAAAGRycy9kb3ducmV2LnhtbESPQUvDQBSE74L/YXmCN7uxhFBit6UGhR4KYtpDj4/s&#10;axKbfRt2n236711B8DjMfDPMcj25QV0oxN6zgedZBoq48bbn1sBh//60ABUF2eLgmQzcKMJ6dX+3&#10;xNL6K3/SpZZWpRKOJRroRMZS69h05DDO/EicvJMPDiXJ0Gob8JrK3aDnWVZohz2nhQ5HqjpqzvW3&#10;M5B/HKu84u2r5EXxJW/F7hTqhTGPD9PmBZTQJP/hP3prEzeH3y/p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ICR7EAAAA2w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4"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bsbsQA&#10;AADbAAAADwAAAGRycy9kb3ducmV2LnhtbESP0WrCQBRE3wX/YblC38ymrRSJrqFtKNSnUvUDrtlr&#10;Npq9m2ZXE/36bqHg4zAzZ5hlPthGXKjztWMFj0kKgrh0uuZKwW77MZ2D8AFZY+OYFFzJQ74aj5aY&#10;adfzN102oRIRwj5DBSaENpPSl4Ys+sS1xNE7uM5iiLKrpO6wj3DbyKc0fZEWa44LBlt6N1SeNmer&#10;QAYzHM63taP98af4Ktb92/7WK/UwGV4XIAIN4R7+b39qBbNn+PsSf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7G7EAAAA2w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5"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nGMIA&#10;AADbAAAADwAAAGRycy9kb3ducmV2LnhtbESPT2sCMRTE7wW/Q3iCt5q1SCmrUUQpeBP/QY+vm+dm&#10;dfOyJHHd/famIPQ4zMxvmPmys7VoyYfKsYLJOANBXDhdcangdPx+/wIRIrLG2jEp6CnAcjF4m2Ou&#10;3YP31B5iKRKEQ44KTIxNLmUoDFkMY9cQJ+/ivMWYpC+l9vhIcFvLjyz7lBYrTgsGG1obKm6Hu1Vw&#10;97vf9c/masjY/no+c9ufeKfUaNitZiAidfE//GpvtYLpFP6+p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uWcYwgAAANsAAAAPAAAAAAAAAAAAAAAAAJgCAABkcnMvZG93&#10;bnJldi54bWxQSwUGAAAAAAQABAD1AAAAhw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6"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i/cQA&#10;AADbAAAADwAAAGRycy9kb3ducmV2LnhtbESPQWvCQBSE74L/YXmCN91YrEjqKlbRFsSDaSl4e2af&#10;STD7NmRXE/99VxA8DjPzDTNbtKYUN6pdYVnBaBiBIE6tLjhT8PuzGUxBOI+ssbRMCu7kYDHvdmYY&#10;a9vwgW6Jz0SAsItRQe59FUvp0pwMuqGtiIN3trVBH2SdSV1jE+CmlG9RNJEGCw4LOVa0yim9JFej&#10;YGv3p4n8jNa0+jsm46b9uu+2rFS/1y4/QHhq/Sv8bH9rBeN3eHw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Y4v3EAAAA2wAAAA8AAAAAAAAAAAAAAAAAmAIAAGRycy9k&#10;b3ducmV2LnhtbFBLBQYAAAAABAAEAPUAAACJAw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7"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QAMQA&#10;AADbAAAADwAAAGRycy9kb3ducmV2LnhtbESPQWsCMRSE7wX/Q3gFL6Vma2UpW6OIRfBQBNd6f2ye&#10;m6XJy5Jkdf33TaHQ4zAz3zDL9eisuFKInWcFL7MCBHHjdcetgq/T7vkNREzIGq1nUnCnCOvV5GGJ&#10;lfY3PtK1Tq3IEI4VKjAp9ZWUsTHkMM58T5y9iw8OU5ahlTrgLcOdlfOiKKXDjvOCwZ62hprvenAK&#10;alu+DvZ8PCzM5nD6DPunj/NlUGr6OG7eQSQa03/4r73XChYl/H7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W0ADEAAAA2wAAAA8AAAAAAAAAAAAAAAAAmAIAAGRycy9k&#10;b3ducmV2LnhtbFBLBQYAAAAABAAEAPUAAACJ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8"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0a8QA&#10;AADbAAAADwAAAGRycy9kb3ducmV2LnhtbESPX2vCQBDE3wt+h2OFvtVL/9BK9BS1lPpSJFb6vM2t&#10;udDcXshtY/z2nlDo4zAzv2Hmy8E3qqcu1oEN3E8yUMRlsDVXBg6fb3dTUFGQLTaBycCZIiwXo5s5&#10;5jacuKB+L5VKEI45GnAiba51LB15jJPQEifvGDqPkmRXadvhKcF9ox+y7Fl7rDktOGxp46j82f96&#10;A1+7jUzlu/goYlX3B7d+fG353Zjb8bCagRIa5D/8195aA08vcP2SfoBe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gNGvEAAAA2wAAAA8AAAAAAAAAAAAAAAAAmAIAAGRycy9k&#10;b3ducmV2LnhtbFBLBQYAAAAABAAEAPUAAACJ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9"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r9b8A&#10;AADbAAAADwAAAGRycy9kb3ducmV2LnhtbERPTYvCMBC9C/sfwix4EU0VKUs1ioqCeBHdhcXb2Mw2&#10;XZtJaaLWf28OgsfH+57OW1uJGzW+dKxgOEhAEOdOl1wo+Pne9L9A+ICssXJMCh7kYT776Ewx0+7O&#10;B7odQyFiCPsMFZgQ6kxKnxuy6AeuJo7cn2sshgibQuoG7zHcVnKUJKm0WHJsMFjTylB+OV6tguV/&#10;1SMmV+4s8v60NumvP6dKdT/bxQREoDa8xS/3VisYx7HxS/wBcv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WKv1vwAAANsAAAAPAAAAAAAAAAAAAAAAAJgCAABkcnMvZG93bnJl&#10;di54bWxQSwUGAAAAAAQABAD1AAAAhA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50"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Bo8EA&#10;AADbAAAADwAAAGRycy9kb3ducmV2LnhtbESPT2sCMRTE7wW/Q3hCb92sRUpdjSJCwaN/qufH5rlZ&#10;3bwsm2jSb28KhR6HmfkNs1gl24kHDb51rGBSlCCIa6dbbhR8H7/ePkH4gKyxc0wKfsjDajl6WWCl&#10;XeQ9PQ6hERnCvkIFJoS+ktLXhiz6wvXE2bu4wWLIcmikHjBmuO3ke1l+SIst5wWDPW0M1bfD3Spw&#10;MZlmve3v6RQv9fEqd+mMUanXcVrPQQRK4T/8195qBdMZ/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nQaPBAAAA2w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1"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g8q7wA&#10;AADbAAAADwAAAGRycy9kb3ducmV2LnhtbERPTYvCMBC9C/6HMII3TRUU6RpFBMWLB91lz0MztsVk&#10;Ujqx1n9vDoLHx/teb3vvVEet1IENzKYZKOIi2JpLA3+/h8kKlERkiy4wGXiRwHYzHKwxt+HJF+qu&#10;sVQphCVHA1WMTa61FBV5lGloiBN3C63HmGBbatviM4V7p+dZttQea04NFTa0r6i4Xx/ewGMp6OV4&#10;3nW8KPvAMnfu8G/MeNTvfkBF6uNX/HGfrIFFWp++pB+gN2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5iDyrvAAAANsAAAAPAAAAAAAAAAAAAAAAAJgCAABkcnMvZG93bnJldi54&#10;bWxQSwUGAAAAAAQABAD1AAAAgQ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2"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5DU8QA&#10;AADbAAAADwAAAGRycy9kb3ducmV2LnhtbESPQWsCMRSE74X+h/AK3mpWoa2sRrGVwl5sqRb0+Nw8&#10;N8HNy5JE3f77plDwOMzMN8xs0btWXChE61nBaFiAIK69ttwo+N6+P05AxISssfVMCn4owmJ+fzfD&#10;Uvsrf9FlkxqRIRxLVGBS6kopY23IYRz6jjh7Rx8cpixDI3XAa4a7Vo6L4lk6tJwXDHb0Zqg+bc5O&#10;wdmsD68v1O0/Vx/W2Wpb7SZhr9TgoV9OQSTq0y383660gqcR/H3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eQ1PEAAAA2wAAAA8AAAAAAAAAAAAAAAAAmAIAAGRycy9k&#10;b3ducmV2LnhtbFBLBQYAAAAABAAEAPUAAACJAw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3"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LAMQA&#10;AADbAAAADwAAAGRycy9kb3ducmV2LnhtbESPS4vCQBCE7wv+h6EFbzpRUSQ6ig8E8bCsD/DaybRJ&#10;MNMTMqNGf/3OgrDHoqq+omaLxpTiQbUrLCvo9yIQxKnVBWcKzqdtdwLCeWSNpWVS8CIHi3nra4ax&#10;tk8+0OPoMxEg7GJUkHtfxVK6NCeDrmcr4uBdbW3QB1lnUtf4DHBTykEUjaXBgsNCjhWtc0pvx7tR&#10;sNqsE3u6mOtm9P3+wWGVjPe7RKlOu1lOQXhq/H/4095pBaMB/H0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UiwDEAAAA2w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4"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bSMYA&#10;AADbAAAADwAAAGRycy9kb3ducmV2LnhtbESPW2sCMRSE3wX/QzhCX0rNVmuRrVGKYBHxgpeHPh42&#10;x93o5mTZRF3/vSkUfBxm5htmNGlsKa5Ue+NYwXs3AUGcOW04V3DYz96GIHxA1lg6JgV38jAZt1sj&#10;TLW78Zauu5CLCGGfooIihCqV0mcFWfRdVxFH7+hqiyHKOpe6xluE21L2kuRTWjQcFwqsaFpQdt5d&#10;rAJDRm5+t4vVYb28u+n59PH6s3FKvXSa7y8QgZrwDP+351rBoA9/X+IPkO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QbSMYAAADb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5"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vcUA&#10;AADbAAAADwAAAGRycy9kb3ducmV2LnhtbESPQWvCQBSE70L/w/IKvemmokZTV5FGi5T2YBR6fWRf&#10;k2D2bciuMf33riD0OMzMN8xy3ZtadNS6yrKC11EEgji3uuJCwem4G85BOI+ssbZMCv7IwXr1NFhi&#10;ou2VD9RlvhABwi5BBaX3TSKly0sy6Ea2IQ7er20N+iDbQuoWrwFuajmOopk0WHFYKLGh95Lyc3Yx&#10;Cr6/zNbFk4/FZ3b+SZtZGqfdIlbq5bnfvIHw1Pv/8KO91wqmE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Zu9xQAAANs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6"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rpDcMA&#10;AADbAAAADwAAAGRycy9kb3ducmV2LnhtbESPQWvCQBSE70L/w/KEXkQ3tiTU6ColohZvVcHrI/tM&#10;otm3Ibtq+u/dguBxmJlvmNmiM7W4UesqywrGowgEcW51xYWCw341/ALhPLLG2jIp+CMHi/lbb4ap&#10;tnf+pdvOFyJA2KWooPS+SaV0eUkG3cg2xME72dagD7ItpG7xHuCmlh9RlEiDFYeFEhvKSsovu6tR&#10;kCVyn2AWTzZbe7wM1tn5+mmWSr33u+8pCE+df4Wf7R+tII7h/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rpDcMAAADbAAAADwAAAAAAAAAAAAAAAACYAgAAZHJzL2Rv&#10;d25yZXYueG1sUEsFBgAAAAAEAAQA9QAAAIgDA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7"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YcMA&#10;AADbAAAADwAAAGRycy9kb3ducmV2LnhtbESPS2sCQRCE7wH/w9CCl6CzChFZHUUlgWDIwRdem53e&#10;B+70LDutrv8+EwjkWFTVV9Ri1bla3akNlWcD41ECijjztuLCwOn4MZyBCoJssfZMBp4UYLXsvSww&#10;tf7Be7ofpFARwiFFA6VIk2odspIchpFviKOX+9ahRNkW2rb4iHBX60mSTLXDiuNCiQ1tS8quh5sz&#10;sPk67d5z+u5uu3yLcjlL/voUYwb9bj0HJdTJf/iv/WkNvE3h90v8A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FSYc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8"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9Jg8IA&#10;AADbAAAADwAAAGRycy9kb3ducmV2LnhtbESPzarCMBSE9xd8h3AEd9dUwR+qUUQQBBG0unF3aI5t&#10;tTmpTbT17c2FCy6HmfmGmS9bU4oX1a6wrGDQj0AQp1YXnCk4nza/UxDOI2ssLZOCNzlYLjo/c4y1&#10;bfhIr8RnIkDYxagg976KpXRpTgZd31bEwbva2qAPss6krrEJcFPKYRSNpcGCw0KOFa1zSu/J0yjY&#10;3o6HRL/9Zbw7OGsb4/aP81SpXrddzUB4av03/N/eagWjCfx9CT9A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0mDwgAAANsAAAAPAAAAAAAAAAAAAAAAAJgCAABkcnMvZG93&#10;bnJldi54bWxQSwUGAAAAAAQABAD1AAAAhwMAAAAA&#10;" path="m,1241l,,41,41r,1180l37,1221r-4,4l25,1229r-4,4l17,1233r-8,4l5,1241r-5,xe" fillcolor="#73c0ff" stroked="f">
                    <v:path arrowok="t" o:connecttype="custom" o:connectlocs="0,1241;0,0;41,41;41,1221;37,1221;33,1225;25,1229;21,1233;17,1233;9,1237;5,1241;0,1241" o:connectangles="0,0,0,0,0,0,0,0,0,0,0,0"/>
                  </v:shape>
                  <v:shape id="Freeform 59"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EDL8A&#10;AADbAAAADwAAAGRycy9kb3ducmV2LnhtbERPy4rCMBTdD/gP4QruxtQBB6lGEUFQxEXrY31prm21&#10;uek0sa1/bxYDLg/nvVj1phItNa60rGAyjkAQZ1aXnCs4n7bfMxDOI2usLJOCFzlYLQdfC4y17Tih&#10;NvW5CCHsYlRQeF/HUrqsIINubGviwN1sY9AH2ORSN9iFcFPJnyj6lQZLDg0F1rQpKHukT6PAXzrq&#10;Nrv2mvwl68Mxlfdqb09KjYb9eg7CU+8/4n/3TiuYhrHhS/gB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VAQMvwAAANsAAAAPAAAAAAAAAAAAAAAAAJgCAABkcnMvZG93bnJl&#10;di54bWxQSwUGAAAAAAQABAD1AAAAhAMAAAAA&#10;" path="m,1180l,,44,40r,1112l40,1156r-8,4l28,1160r-4,4l16,1168r-4,4l8,1176r-8,4xe" fillcolor="#76c5ff" stroked="f">
                    <v:path arrowok="t" o:connecttype="custom" o:connectlocs="0,1180;0,0;44,40;44,1152;40,1156;32,1160;28,1160;24,1164;16,1168;12,1172;8,1176;0,1180" o:connectangles="0,0,0,0,0,0,0,0,0,0,0,0"/>
                  </v:shape>
                  <v:shape id="Freeform 60"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MWMMA&#10;AADbAAAADwAAAGRycy9kb3ducmV2LnhtbESPQYvCMBSE78L+h/AWvGm6i7pu1ygiFjwJul68PZpn&#10;W21eShK1+uuNIHgcZuYbZjJrTS0u5HxlWcFXPwFBnFtdcaFg95/1xiB8QNZYWyYFN/Iwm350Jphq&#10;e+UNXbahEBHCPkUFZQhNKqXPSzLo+7Yhjt7BOoMhSldI7fAa4aaW30kykgYrjgslNrQoKT9tz0YB&#10;ro/7e7s4zDM/+Ml0ZXduP14q1f1s538gArXhHX61V1rB8Be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MWMMAAADbAAAADwAAAAAAAAAAAAAAAACYAgAAZHJzL2Rv&#10;d25yZXYueG1sUEsFBgAAAAAEAAQA9QAAAIgDAAAAAA==&#10;" path="m,1112l,,44,40r,1044l36,1088r-4,4l28,1092r-8,4l16,1100r-4,4l4,1108r-4,4xe" fillcolor="#79caff" stroked="f">
                    <v:path arrowok="t" o:connecttype="custom" o:connectlocs="0,1112;0,0;44,40;44,1084;36,1088;32,1092;28,1092;20,1096;16,1100;12,1104;4,1108;0,1112" o:connectangles="0,0,0,0,0,0,0,0,0,0,0,0"/>
                  </v:shape>
                  <v:shape id="Freeform 61"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ixboA&#10;AADbAAAADwAAAGRycy9kb3ducmV2LnhtbERPvQrCMBDeBd8hnOBSNNVBSm0UEQRXq4vb0ZxNsbmU&#10;Jtr69mYQHD++/2I/2la8qfeNYwWrZQqCuHK64VrB7XpaZCB8QNbYOiYFH/Kw300nBebaDXyhdxlq&#10;EUPY56jAhNDlUvrKkEW/dB1x5B6utxgi7GupexxiuG3lOk030mLDscFgR0dD1bN8WQVJSclw4MSd&#10;s87cq88as2SFSs1n42ELItAY/uKf+6wVbOL6+CX+ALn7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07BixboAAADbAAAADwAAAAAAAAAAAAAAAACYAgAAZHJzL2Rvd25yZXYueG1s&#10;UEsFBgAAAAAEAAQA9QAAAH8DAAAAAA==&#10;" path="m,1044l,,41,40r,971l37,1016r-4,4l25,1024r-4,4l17,1032r-8,4l4,1040r-4,4xe" fillcolor="#7cd0ff" stroked="f">
                    <v:path arrowok="t" o:connecttype="custom" o:connectlocs="0,1044;0,0;41,40;41,1011;37,1016;33,1020;25,1024;21,1028;17,1032;9,1036;4,1040;0,1044" o:connectangles="0,0,0,0,0,0,0,0,0,0,0,0"/>
                  </v:shape>
                  <v:shape id="Freeform 62"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s0TsMA&#10;AADbAAAADwAAAGRycy9kb3ducmV2LnhtbESPT4vCMBTE78J+h/AWvGnqIiLVtIiLrKAH65/7o3k2&#10;xealNFmt394sLHgcZuY3zDLvbSPu1PnasYLJOAFBXDpdc6XgfNqM5iB8QNbYOCYFT/KQZx+DJaba&#10;Pbig+zFUIkLYp6jAhNCmUvrSkEU/di1x9K6usxii7CqpO3xEuG3kV5LMpMWa44LBltaGytvx1yrY&#10;7qf7w8/3bVoezu2lKHbFpkKj1PCzXy1ABOrDO/zf3moFswn8fYk/QG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s0TsMAAADbAAAADwAAAAAAAAAAAAAAAACYAgAAZHJzL2Rv&#10;d25yZXYueG1sUEsFBgAAAAAEAAQA9QAAAIgDAAAAAA==&#10;" path="m,971l,,44,41r,894l40,939r-8,4l28,947r-4,4l16,955r-4,4l8,963,,971xe" fillcolor="#80d5ff" stroked="f">
                    <v:path arrowok="t" o:connecttype="custom" o:connectlocs="0,971;0,0;44,41;44,935;40,939;32,943;28,947;24,951;16,955;12,959;8,963;0,971" o:connectangles="0,0,0,0,0,0,0,0,0,0,0,0"/>
                  </v:shape>
                  <v:shape id="Freeform 63"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j8QA&#10;AADbAAAADwAAAGRycy9kb3ducmV2LnhtbESPT4vCMBTE78J+h/AW9qZpPdRuNYosLHgQxD8Hj2+b&#10;Z1ttXkoTa9dPbwTB4zAzv2Fmi97UoqPWVZYVxKMIBHFudcWFgsP+d5iCcB5ZY22ZFPyTg8X8YzDD&#10;TNsbb6nb+UIECLsMFZTeN5mULi/JoBvZhjh4J9sa9EG2hdQt3gLc1HIcRYk0WHFYKLGhn5Lyy+5q&#10;FFw6nW7y+zb+XqfxtUvOf8eimSj19dkvpyA89f4dfrVXWkEyhue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Mo/EAAAA2wAAAA8AAAAAAAAAAAAAAAAAmAIAAGRycy9k&#10;b3ducmV2LnhtbFBLBQYAAAAABAAEAPUAAACJAwAAAAA=&#10;" path="m,894l,,44,40r,814l36,858r-4,4l28,870r-8,4l16,878r-4,4l4,886,,894xe" fillcolor="#83daff" stroked="f">
                    <v:path arrowok="t" o:connecttype="custom" o:connectlocs="0,894;0,0;44,40;44,854;36,858;32,862;28,870;20,874;16,878;12,882;4,886;0,894" o:connectangles="0,0,0,0,0,0,0,0,0,0,0,0"/>
                  </v:shape>
                  <v:shape id="Freeform 64"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jhcEA&#10;AADbAAAADwAAAGRycy9kb3ducmV2LnhtbESP0YrCMBRE3xf8h3AF39ZUBZFqFBEElX3Yqh9waa5N&#10;sbmpTarx7zcLC/s4zMwZZrWJthFP6nztWMFknIEgLp2uuVJwvew/FyB8QNbYOCYFb/KwWQ8+Vphr&#10;9+KCnudQiQRhn6MCE0KbS+lLQxb92LXEybu5zmJIsquk7vCV4LaR0yybS4s1pwWDLe0MlfdzbxXQ&#10;4xG/TwUV1Vaa+CUXx3vvjkqNhnG7BBEohv/wX/ugFcxn8Psl/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u44XBAAAA2wAAAA8AAAAAAAAAAAAAAAAAmAIAAGRycy9kb3du&#10;cmV2LnhtbFBLBQYAAAAABAAEAPUAAACGAwAAAAA=&#10;" path="m,814l,,41,40r,730l37,774r-4,4l25,786r-4,4l17,798r-9,4l4,806,,814xe" fillcolor="#86dfff" stroked="f">
                    <v:path arrowok="t" o:connecttype="custom" o:connectlocs="0,814;0,0;41,40;41,770;37,774;33,778;25,786;21,790;17,798;8,802;4,806;0,814" o:connectangles="0,0,0,0,0,0,0,0,0,0,0,0"/>
                  </v:shape>
                  <v:shape id="Freeform 65"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iMAA&#10;AADbAAAADwAAAGRycy9kb3ducmV2LnhtbESPQYvCMBCF7wv+hzDC3tZU2VWppkUEwauuoMexGdNi&#10;M6lNrPXfbwRhj48373vzlnlva9FR6yvHCsajBARx4XTFRsHhd/M1B+EDssbaMSl4koc8G3wsMdXu&#10;wTvq9sGICGGfooIyhCaV0hclWfQj1xBH7+JaiyHK1kjd4iPCbS0nSTKVFiuODSU2tC6puO7vNr5x&#10;1D9+po3RibOHE59voetvSn0O+9UCRKA+/B+/01utYPoNry0RAD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MiMAAAADbAAAADwAAAAAAAAAAAAAAAACYAgAAZHJzL2Rvd25y&#10;ZXYueG1sUEsFBgAAAAAEAAQA9QAAAIUDAAAAAA==&#10;" path="m,730l,,44,41r,636l40,685r-8,4l28,697r-4,8l16,709r-4,9l8,722,,730xe" fillcolor="#89e4ff" stroked="f">
                    <v:path arrowok="t" o:connecttype="custom" o:connectlocs="0,730;0,0;44,41;44,677;40,685;32,689;28,697;24,705;16,709;12,718;8,722;0,730" o:connectangles="0,0,0,0,0,0,0,0,0,0,0,0"/>
                  </v:shape>
                  <v:shape id="Freeform 66"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osrMAA&#10;AADbAAAADwAAAGRycy9kb3ducmV2LnhtbESP0YrCMBRE34X9h3AX9k2TVRSpRnFFYR+19gOuzbUt&#10;Njclidr9+40g+DjMzBlmue5tK+7kQ+NYw/dIgSAunWm40lCc9sM5iBCRDbaOScMfBVivPgZLzIx7&#10;8JHueaxEgnDIUEMdY5dJGcqaLIaR64iTd3HeYkzSV9J4fCS4beVYqZm02HBaqLGjbU3lNb/ZRJng&#10;/PBzbs6+MLmatHmh/G2n9ddnv1mAiNTHd/jV/jUaZlN4fk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osrMAAAADbAAAADwAAAAAAAAAAAAAAAACYAgAAZHJzL2Rvd25y&#10;ZXYueG1sUEsFBgAAAAAEAAQA9QAAAIUDAAAAAA==&#10;" path="m,636l,,44,40r,540l36,588r-4,8l28,604r-4,4l16,616r-4,8l4,632,,636xe" fillcolor="#8ceaff" stroked="f">
                    <v:path arrowok="t" o:connecttype="custom" o:connectlocs="0,636;0,0;44,40;44,580;36,588;32,596;28,604;24,608;16,616;12,624;4,632;0,636" o:connectangles="0,0,0,0,0,0,0,0,0,0,0,0"/>
                  </v:shape>
                  <v:shape id="Freeform 67"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yxAsMA&#10;AADbAAAADwAAAGRycy9kb3ducmV2LnhtbESPwWrDMBBE74X8g9hCb7WcHtzgRAmh0NKSU51AyG2x&#10;NpaJtXIkxXb+vioUehxm5g2z2ky2EwP50DpWMM9yEMS10y03Cg779+cFiBCRNXaOScGdAmzWs4cV&#10;ltqN/E1DFRuRIBxKVGBi7EspQ23IYshcT5y8s/MWY5K+kdrjmOC2ky95XkiLLacFgz29Gaov1c0q&#10;2Jnhw+++7tXxdqJXP86vkQmVenqctksQkab4H/5rf2oFRQG/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yxAs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8"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v8UA&#10;AADbAAAADwAAAGRycy9kb3ducmV2LnhtbESPW2vCQBSE3wv+h+UIfSm6aRGVmFW0UqgvFS+gvh2y&#10;JxfMno3ZNab/vlso9HGY+WaYZNGZSrTUuNKygtdhBII4tbrkXMHx8DGYgnAeWWNlmRR8k4PFvPeU&#10;YKztg3fU7n0uQgm7GBUU3texlC4tyKAb2po4eJltDPogm1zqBh+h3FTyLYrG0mDJYaHAmt4LSq/7&#10;u1EwXlYn/HLr1aG93V8255G8bClT6rnfLWcgPHX+P/xHf+rATeD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39K/xQAAANsAAAAPAAAAAAAAAAAAAAAAAJgCAABkcnMv&#10;ZG93bnJldi54bWxQSwUGAAAAAAQABAD1AAAAigMAAAAA&#10;" path="m,435l,,44,40r,319l40,367r-4,12l28,387r-4,8l20,407r-8,8l8,427,,435xe" fillcolor="#92f4ff" stroked="f">
                    <v:path arrowok="t" o:connecttype="custom" o:connectlocs="0,435;0,0;44,40;44,359;40,367;36,379;28,387;24,395;20,407;12,415;8,427;0,435" o:connectangles="0,0,0,0,0,0,0,0,0,0,0,0"/>
                  </v:shape>
                  <v:shape id="Freeform 69"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xIvMIA&#10;AADbAAAADwAAAGRycy9kb3ducmV2LnhtbERPy4rCMBTdC/5DuANuRNMZQaQaZRAcBsWFjq/ZXZo7&#10;bbG5KUm09e/NQpjl4bxni9ZU4k7Ol5YVvA8TEMSZ1SXnCg4/q8EEhA/IGivLpOBBHhbzbmeGqbYN&#10;7+i+D7mIIexTVFCEUKdS+qwgg35oa+LI/VlnMETocqkdNjHcVPIjScbSYMmxocCalgVl1/3NKNi0&#10;2fH0df5d98+7UeI2E9uE7UWp3lv7OQURqA3/4pf7WysYx7HxS/w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Ei8wgAAANsAAAAPAAAAAAAAAAAAAAAAAJgCAABkcnMvZG93&#10;bnJldi54bWxQSwUGAAAAAAQABAD1AAAAhwMAAAAA&#10;" path="m,319l,,44,41r,177l40,230r-8,16l28,258r-4,12l16,283r-4,12l8,307,,319xe" fillcolor="#95f9ff" stroked="f">
                    <v:path arrowok="t" o:connecttype="custom" o:connectlocs="0,319;0,0;44,41;44,218;40,230;32,246;28,258;24,270;16,283;12,295;8,307;0,319" o:connectangles="0,0,0,0,0,0,0,0,0,0,0,0"/>
                  </v:shape>
                  <v:shape id="Freeform 70"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GGz78A&#10;AADbAAAADwAAAGRycy9kb3ducmV2LnhtbESPzQrCMBCE74LvEFbwpqkeRKtRRFA8FMSfg8elWdti&#10;sylNWuvbG0HwOMzMN8xq05lStFS7wrKCyTgCQZxaXXCm4Hbdj+YgnEfWWFomBW9ysFn3eyuMtX3x&#10;mdqLz0SAsItRQe59FUvp0pwMurGtiIP3sLVBH2SdSV3jK8BNKadRNJMGCw4LOVa0yyl9XhqjIEld&#10;cmzu72Z/mDR04kQu2u6h1HDQbZcgPHX+H/61j1rBbAHf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YbPvwAAANsAAAAPAAAAAAAAAAAAAAAAAJgCAABkcnMvZG93bnJl&#10;di54bWxQSwUGAAAAAAQABAD1AAAAhAMAAAAA&#10;" path="m,177l,,41,40,37,56,33,72,29,92r-4,17l16,129r-4,16l4,161,,177xe" fillcolor="#9ff" stroked="f">
                    <v:path arrowok="t" o:connecttype="custom" o:connectlocs="0,177;0,0;41,40;37,56;33,72;29,92;25,109;16,129;12,145;4,161;0,177" o:connectangles="0,0,0,0,0,0,0,0,0,0,0"/>
                  </v:shape>
                  <v:shape id="Freeform 71"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0rcMA&#10;AADbAAAADwAAAGRycy9kb3ducmV2LnhtbERPTWvCQBC9F/wPywi9iG7sobWpa2gFwYIHY8Veh+yY&#10;RLOzIbuaxF/vHgSPj/c9TzpTiSs1rrSsYDqJQBBnVpecK9j/rcYzEM4ja6wsk4KeHCSLwcscY21b&#10;Tum687kIIexiVFB4X8dSuqwgg25ia+LAHW1j0AfY5FI32IZwU8m3KHqXBksODQXWtCwoO+8uRkF2&#10;Skf/x1l/22/8ci23n5fD789Iqddh9/0FwlPnn+KHe60VfIT14Uv4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y0rcMAAADbAAAADwAAAAAAAAAAAAAAAACYAgAAZHJzL2Rv&#10;d25yZXYueG1sUEsFBgAAAAAEAAQA9QAAAIgDAAAAAA==&#10;" path="m584,157l512,,,,,189r512,l439,36,584,157,709,,512,r72,157xe" stroked="f">
                    <v:path arrowok="t" o:connecttype="custom" o:connectlocs="584,157;512,0;0,0;0,189;512,189;439,36;584,157;709,0;512,0;584,157" o:connectangles="0,0,0,0,0,0,0,0,0,0"/>
                  </v:shape>
                  <v:shape id="Freeform 72"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ClScUA&#10;AADbAAAADwAAAGRycy9kb3ducmV2LnhtbESPQWvCQBSE74X+h+UJvZS6sYcq0VVsQPDQS6NCentm&#10;n9lg9m3IrjH++64geBxm5htmsRpsI3rqfO1YwWScgCAuna65UrDfbT5mIHxA1tg4JgU38rBavr4s&#10;MNXuyr/U56ESEcI+RQUmhDaV0peGLPqxa4mjd3KdxRBlV0nd4TXCbSM/k+RLWqw5LhhsKTNUnvOL&#10;VbD9Nrd19l4cZFH0+HP8y/PpKVPqbTSs5yACDeEZfrS3WsF0Avcv8Q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KVJ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3"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9NMUA&#10;AADbAAAADwAAAGRycy9kb3ducmV2LnhtbESPQWvCQBSE7wX/w/KEXopuGlBL6ioSKAptD429eHtm&#10;X5Ng9m3YXZP4791CocdhZr5h1tvRtKIn5xvLCp7nCQji0uqGKwXfx7fZCwgfkDW2lknBjTxsN5OH&#10;NWbaDvxFfREqESHsM1RQh9BlUvqyJoN+bjvi6P1YZzBE6SqpHQ4RblqZJslSGmw4LtTYUV5TeSmu&#10;RsHJFWaVHz/3h2UYPZ9u56fFx7tSj9Nx9woi0Bj+w3/tg1awSuH3S/w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gH00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4"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xMkcUA&#10;AADbAAAADwAAAGRycy9kb3ducmV2LnhtbESPzWoCQRCE7wHfYWjBS4i9GkjCxlH8QRLwpAmE3Jqd&#10;zu7oTs+yM+rq02cCQo5FVX1FTWadq9WJ22C9aBgNM1AshTdWSg2fH+uHF1AhkhiqvbCGCweYTXt3&#10;E8qNP8uWT7tYqgSRkJOGKsYmRwxFxY7C0DcsyfvxraOYZFuiaemc4K7GcZY9oSMraaGihpcVF4fd&#10;0Wl4QzyK3yxwtNjcf9lvu9ru8ar1oN/NX0FF7uJ/+NZ+NxqeH+HvS/oBOP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jEyR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5"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cv8QA&#10;AADbAAAADwAAAGRycy9kb3ducmV2LnhtbESPzW7CMBCE70h9B2srcStOK35TnKhCoHLgAqX3VbzE&#10;UeN1GhuS8vQYqRLH0cx8o1nmva3FhVpfOVbwOkpAEBdOV1wqOH5tXuYgfEDWWDsmBX/kIc+eBktM&#10;tet4T5dDKEWEsE9RgQmhSaX0hSGLfuQa4uidXGsxRNmWUrfYRbit5VuSTKXFiuOCwYZWhoqfw9kq&#10;+F748YSP8+mn2f1OrtStC31dKzV87j/eQQTqwyP8395qBbMx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hnL/EAAAA2wAAAA8AAAAAAAAAAAAAAAAAmAIAAGRycy9k&#10;b3ducmV2LnhtbFBLBQYAAAAABAAEAPUAAACJAwAAAAA=&#10;" path="m,68r32,69l1636,1656r129,-137l161,r28,68l,68r,41l32,137,,68xe" stroked="f">
                    <v:path arrowok="t" o:connecttype="custom" o:connectlocs="0,68;32,137;1636,1656;1765,1519;161,0;189,68;0,68;0,109;32,137;0,68" o:connectangles="0,0,0,0,0,0,0,0,0,0"/>
                  </v:shape>
                  <v:shape id="Freeform 76"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JOsMA&#10;AADbAAAADwAAAGRycy9kb3ducmV2LnhtbESPT2sCMRTE7wW/Q3iCt5ptxSpbo4hQ8OBFK54fm9fs&#10;0s3Lusn+/fRGKPQ4zMxvmM2ut6VoqfaFYwVv8wQEceZ0wUbB9fvrdQ3CB2SNpWNSMJCH3XbyssFU&#10;u47P1F6CERHCPkUFeQhVKqXPcrLo564ijt6Pqy2GKGsjdY1dhNtSvifJh7RYcFzIsaJDTtnvpbEK&#10;xuamD/f2ak6mHcflsCi6UzMoNZv2+08QgfrwH/5rH7WC1RKeX+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pJOsMAAADbAAAADwAAAAAAAAAAAAAAAACYAgAAZHJzL2Rv&#10;d25yZXYueG1sUEsFBgAAAAAEAAQA9QAAAIgDAAAAAA==&#10;" path="m97,l,97,,2047r189,l189,97,97,190,97,,,,,97,97,xe" stroked="f">
                    <v:path arrowok="t" o:connecttype="custom" o:connectlocs="97,0;0,97;0,2047;189,2047;189,97;97,190;97,0;0,0;0,97;97,0" o:connectangles="0,0,0,0,0,0,0,0,0,0"/>
                  </v:shape>
                  <v:shape id="Freeform 77"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UI8QA&#10;AADbAAAADwAAAGRycy9kb3ducmV2LnhtbESPQWvCQBSE7wX/w/KE3pqNQtMSXUWkBSmhEK3k+sg+&#10;k2D2bdhdY/rvu4VCj8PMfMOst5PpxUjOd5YVLJIUBHFtdceNgq/T+9MrCB+QNfaWScE3edhuZg9r&#10;zLW9c0njMTQiQtjnqKANYcil9HVLBn1iB+LoXawzGKJ0jdQO7xFuerlM00wa7DgutDjQvqX6erwZ&#10;BeXzUNRvu2z5ea7cWJ0w8774UOpxPu1WIAJN4T/81z5oBS8Z/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mFCP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8"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dV8MA&#10;AADbAAAADwAAAGRycy9kb3ducmV2LnhtbESPQWvCQBSE7wX/w/KE3nSjlFpSN8FoLYKnqr2/Zp9J&#10;6u7bkN3G9N93BaHHYWa+YZb5YI3oqfONYwWzaQKCuHS64UrB6bidvIDwAVmjcUwKfslDno0elphq&#10;d+UP6g+hEhHCPkUFdQhtKqUva7Lop64ljt7ZdRZDlF0ldYfXCLdGzpPkWVpsOC7U2NK6pvJy+LEK&#10;qOjn3++rr13xVLzxxmw/3f5slHocD6tXEIGG8B++t3dawWIBty/xB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JdV8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9"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kG7sA&#10;AADbAAAADwAAAGRycy9kb3ducmV2LnhtbERPSwrCMBDdC94hjOBGbKoLlWoUEQRxZ/UAYzM2xWZS&#10;mljr7c1CcPl4/82ut7XoqPWVYwWzJAVBXDhdcangdj1OVyB8QNZYOyYFH/Kw2w4HG8y0e/OFujyU&#10;Ioawz1CBCaHJpPSFIYs+cQ1x5B6utRgibEupW3zHcFvLeZoupMWKY4PBhg6Gimf+sgry193owk2k&#10;7+x5f5V8DsvDQqnxqN+vQQTqw1/8c5+0gmUcG7/EHyC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yfJBu7AAAA2wAAAA8AAAAAAAAAAAAAAAAAmAIAAGRycy9kb3ducmV2Lnht&#10;bFBLBQYAAAAABAAEAPUAAACAAwAAAAA=&#10;" path="m657,l584,32,,705,145,830,729,157r-72,32l657,,612,,584,32,657,xe" stroked="f">
                    <v:path arrowok="t" o:connecttype="custom" o:connectlocs="657,0;584,32;0,705;145,830;729,157;657,189;657,0;612,0;584,32;657,0" o:connectangles="0,0,0,0,0,0,0,0,0,0"/>
                  </v:shape>
                  <v:shape id="Freeform 80"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6McIA&#10;AADbAAAADwAAAGRycy9kb3ducmV2LnhtbESPzWrDMBCE74W+g9hCbonc5reulRBKAs2tdULOi7Wx&#10;jK2VkdTEefuqUOhxmJlvmGIz2E5cyYfGsYLnSQaCuHK64VrB6bgfr0CEiKyxc0wK7hRgs358KDDX&#10;7sZfdC1jLRKEQ44KTIx9LmWoDFkME9cTJ+/ivMWYpK+l9nhLcNvJlyxbSIsNpwWDPb0bqtry2yq4&#10;HA61b+afu7N3spy5dro1npUaPQ3bNxCRhvgf/mt/aAXLV/j9kn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HoxwgAAANsAAAAPAAAAAAAAAAAAAAAAAJgCAABkcnMvZG93&#10;bnJldi54bWxQSwUGAAAAAAQABAD1AAAAhwMAAAAA&#10;" path="m,1950l,,32,r,1979l,1950xe" fillcolor="blue" stroked="f">
                    <v:path arrowok="t" o:connecttype="custom" o:connectlocs="0,1950;0,0;32,0;32,1979;0,1950" o:connectangles="0,0,0,0,0"/>
                  </v:shape>
                  <v:shape id="Freeform 81"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c9sIA&#10;AADbAAAADwAAAGRycy9kb3ducmV2LnhtbERPTWsCMRC9F/ofwhR6KTWrQpHVKFUsVVCk6sXbdDNu&#10;tt1MliRd139vDgWPj/c9mXW2Fi35UDlW0O9lIIgLpysuFRwPH68jECEia6wdk4IrBZhNHx8mmGt3&#10;4S9q97EUKYRDjgpMjE0uZSgMWQw91xAn7uy8xZigL6X2eEnhtpaDLHuTFitODQYbWhgqfvd/VsFg&#10;03z+mOFLtVx/n8n7bVuf5julnp+69zGISF28i//dK61glNanL+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Jz2wgAAANsAAAAPAAAAAAAAAAAAAAAAAJgCAABkcnMvZG93&#10;bnJldi54bWxQSwUGAAAAAAQABAD1AAAAhwMAAAAA&#10;" path="m,1979l,,32,r,2011l,1979xe" fillcolor="#0305ff" stroked="f">
                    <v:path arrowok="t" o:connecttype="custom" o:connectlocs="0,1979;0,0;32,0;32,2011;0,1979" o:connectangles="0,0,0,0,0"/>
                  </v:shape>
                  <v:shape id="Freeform 82"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yDiMMA&#10;AADbAAAADwAAAGRycy9kb3ducmV2LnhtbESPQWvCQBSE74L/YXlCb7rRQyvRVaqgLYJgbQ8en9ln&#10;Epr3NuxuY/rvu4VCj8PMN8Ms1z03qiMfaicGppMMFEnhbC2lgY/33XgOKkQUi40TMvBNAdar4WCJ&#10;uXV3eaPuHEuVSiTkaKCKsc21DkVFjGHiWpLk3ZxnjEn6UluP91TOjZ5l2aNmrCUtVNjStqLi8/zF&#10;Bub8csX9acOHXWf58uSOJ384GvMw6p8XoCL18T/8R7/axE3h90v6A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yDiMMAAADbAAAADwAAAAAAAAAAAAAAAACYAgAAZHJzL2Rv&#10;d25yZXYueG1sUEsFBgAAAAAEAAQA9QAAAIgDAAAAAA==&#10;" path="m,2011l,,32,r,2039l,2011xe" fillcolor="#060aff" stroked="f">
                    <v:path arrowok="t" o:connecttype="custom" o:connectlocs="0,2011;0,0;32,0;32,2039;0,2011" o:connectangles="0,0,0,0,0"/>
                  </v:shape>
                  <v:shape id="Freeform 83"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74OMUA&#10;AADbAAAADwAAAGRycy9kb3ducmV2LnhtbESPT4vCMBTE74LfITxhb2uq4iLVKKIsePDgv4PHZ/Ns&#10;q81LbbJt109vFhY8DjPzG2a2aE0haqpcblnBoB+BIE6szjlVcDp+f05AOI+ssbBMCn7JwWLe7cww&#10;1rbhPdUHn4oAYRejgsz7MpbSJRkZdH1bEgfvaiuDPsgqlbrCJsBNIYdR9CUN5hwWMixplVFyP/wY&#10;BY/npW5u68F4lOhdszvr7f7x3Cr10WuXUxCeWv8O/7c3WsFkCH9fw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vg4xQAAANsAAAAPAAAAAAAAAAAAAAAAAJgCAABkcnMv&#10;ZG93bnJldi54bWxQSwUGAAAAAAQABAD1AAAAigMAAAAA&#10;" path="m,2039l,,33,r,2071l,2039xe" fillcolor="#090fff" stroked="f">
                    <v:path arrowok="t" o:connecttype="custom" o:connectlocs="0,2039;0,0;33,0;33,2071;0,2039" o:connectangles="0,0,0,0,0"/>
                  </v:shape>
                  <v:shape id="Freeform 84"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5KMQA&#10;AADbAAAADwAAAGRycy9kb3ducmV2LnhtbESPzWrDMBCE74G+g9hCb7XsNiTGjWxCStPcQpyf88ba&#10;2KbWylhq4r59VSjkOMzMN8yiGE0nrjS41rKCJIpBEFdWt1wrOOw/nlMQziNr7CyTgh9yUOQPkwVm&#10;2t54R9fS1yJA2GWooPG+z6R0VUMGXWR74uBd7GDQBznUUg94C3DTyZc4nkmDLYeFBntaNVR9ld9G&#10;wXm91pfpe4Lb6Wfr5ybpTpv0qNTT47h8A+Fp9Pfwf3ujFaSv8Pcl/A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a+SjEAAAA2wAAAA8AAAAAAAAAAAAAAAAAmAIAAGRycy9k&#10;b3ducmV2LnhtbFBLBQYAAAAABAAEAPUAAACJAwAAAAA=&#10;" path="m,2071l,,32,r,2099l,2071xe" fillcolor="#0c14ff" stroked="f">
                    <v:path arrowok="t" o:connecttype="custom" o:connectlocs="0,2071;0,0;32,0;32,2099;0,2071" o:connectangles="0,0,0,0,0"/>
                  </v:shape>
                  <v:shape id="Freeform 85"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3nr8MA&#10;AADbAAAADwAAAGRycy9kb3ducmV2LnhtbESPzWrDMBCE74W+g9hCLiWRbUpr3CgmPwRCc2qcB1ik&#10;rW1irYylxM7bR4VCj8PMfMMsy8l24kaDbx0rSBcJCGLtTMu1gnO1n+cgfEA22DkmBXfyUK6en5ZY&#10;GDfyN91OoRYRwr5ABU0IfSGl1w1Z9AvXE0fvxw0WQ5RDLc2AY4TbTmZJ8i4tthwXGuxp25C+nK5W&#10;wfbr9T66DHVaHT8u3THTG9xppWYv0/oTRKAp/If/2gejIH+D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3nr8MAAADbAAAADwAAAAAAAAAAAAAAAACYAgAAZHJzL2Rv&#10;d25yZXYueG1sUEsFBgAAAAAEAAQA9QAAAIgDAAAAAA==&#10;" path="m,2099l,,32,r,2132l,2099xe" fillcolor="#0f1aff" stroked="f">
                    <v:path arrowok="t" o:connecttype="custom" o:connectlocs="0,2099;0,0;32,0;32,2132;0,2099" o:connectangles="0,0,0,0,0"/>
                  </v:shape>
                  <v:shape id="Freeform 86"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2sQA&#10;AADbAAAADwAAAGRycy9kb3ducmV2LnhtbESPT2sCMRTE74V+h/AKvdWkQkVWo5TSinqQrnro8XXz&#10;uru4eVk22X/f3ggFj8PM/IZZrgdbiY4aXzrW8DpRIIgzZ0rONZxPXy9zED4gG6wck4aRPKxXjw9L&#10;TIzrOaXuGHIRIewT1FCEUCdS+qwgi37iauLo/bnGYoiyyaVpsI9wW8mpUjNpseS4UGBNHwVll2Nr&#10;NfhPSTvcqMOm+rnsU/X7fRrbXOvnp+F9ASLQEO7h//bWaJi/we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v2trEAAAA2wAAAA8AAAAAAAAAAAAAAAAAmAIAAGRycy9k&#10;b3ducmV2LnhtbFBLBQYAAAAABAAEAPUAAACJAwAAAAA=&#10;" path="m,2132l,,32,r,2164l,2132xe" fillcolor="#121fff" stroked="f">
                    <v:path arrowok="t" o:connecttype="custom" o:connectlocs="0,2132;0,0;32,0;32,2164;0,2132" o:connectangles="0,0,0,0,0"/>
                  </v:shape>
                  <v:shape id="Freeform 87"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KDsUA&#10;AADbAAAADwAAAGRycy9kb3ducmV2LnhtbESPQWuDQBCF74H+h2UKvSVrcgipySohIPbiobZQehvc&#10;iRrdWeOuie2v7xYKPT7evO/NO6Sz6cWNRtdaVrBeRSCIK6tbrhW8v2XLHQjnkTX2lknBFzlIk4fF&#10;AWNt7/xKt9LXIkDYxaig8X6IpXRVQwbdyg7EwTvb0aAPcqylHvEe4KaXmyjaSoMth4YGBzo1VHXl&#10;ZMIbmZF5Z76L50tZFB/XqfjMcq/U0+N83IPwNPv/47/0i1aw28LvlgA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BAoOxQAAANsAAAAPAAAAAAAAAAAAAAAAAJgCAABkcnMv&#10;ZG93bnJldi54bWxQSwUGAAAAAAQABAD1AAAAigMAAAAA&#10;" path="m,2164l,,29,r,2192l,2164xe" fillcolor="#1524ff" stroked="f">
                    <v:path arrowok="t" o:connecttype="custom" o:connectlocs="0,2164;0,0;29,0;29,2192;0,2164" o:connectangles="0,0,0,0,0"/>
                  </v:shape>
                  <v:shape id="Freeform 88"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4wmsEA&#10;AADbAAAADwAAAGRycy9kb3ducmV2LnhtbESPQYvCMBSE7wv+h/AEb2uqB7dUo4iyoHhYtgpen80z&#10;LTYvpcnW+u+NIOxxmJlvmMWqt7XoqPWVYwWTcQKCuHC6YqPgdPz+TEH4gKyxdkwKHuRhtRx8LDDT&#10;7s6/1OXBiAhhn6GCMoQmk9IXJVn0Y9cQR+/qWoshytZI3eI9wm0tp0kykxYrjgslNrQpqbjlf1bB&#10;9nCe/FDTUbA+LS7Th0n2uVFqNOzXcxCB+vAffrd3WkH6Ba8v8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eMJrBAAAA2wAAAA8AAAAAAAAAAAAAAAAAmAIAAGRycy9kb3du&#10;cmV2LnhtbFBLBQYAAAAABAAEAPUAAACGAwAAAAA=&#10;" path="m,2192l,,32,r,2224l,2192xe" fillcolor="#1829ff" stroked="f">
                    <v:path arrowok="t" o:connecttype="custom" o:connectlocs="0,2192;0,0;32,0;32,2224;0,2192" o:connectangles="0,0,0,0,0"/>
                  </v:shape>
                  <v:shape id="Freeform 89"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Fd+cEA&#10;AADbAAAADwAAAGRycy9kb3ducmV2LnhtbERPy2oCMRTdF/yHcIXuasZSRKZGsUIf6GpUiu6ukzuT&#10;oZObIUl1/HuzEFweznu26G0rzuRD41jBeJSBIC6dbrhWsN99vkxBhIissXVMCq4UYDEfPM0w1+7C&#10;BZ23sRYphEOOCkyMXS5lKA1ZDCPXESeuct5iTNDXUnu8pHDbytcsm0iLDacGgx2tDJV/23+rgPfH&#10;8vRVrT90sTHx+5cOReXflHoe9st3EJH6+BDf3T9awTSNTV/SD5D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xXfnBAAAA2wAAAA8AAAAAAAAAAAAAAAAAmAIAAGRycy9kb3du&#10;cmV2LnhtbFBLBQYAAAAABAAEAPUAAACGAwAAAAA=&#10;" path="m,2224l,,32,r,2252l,2224xe" fillcolor="#1c2eff" stroked="f">
                    <v:path arrowok="t" o:connecttype="custom" o:connectlocs="0,2224;0,0;32,0;32,2252;0,2224" o:connectangles="0,0,0,0,0"/>
                  </v:shape>
                  <v:shape id="Freeform 90"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3z8MA&#10;AADbAAAADwAAAGRycy9kb3ducmV2LnhtbESPQWvCQBSE7wX/w/IK3uqmPbQ2ukoNtPaqVtHbI/tM&#10;YrNvQ/Zp4r93hUKPw8x8w0znvavVhdpQeTbwPEpAEefeVlwY+Nl8Po1BBUG2WHsmA1cKMJ8NHqaY&#10;Wt/xii5rKVSEcEjRQCnSpFqHvCSHYeQb4ugdfetQomwLbVvsItzV+iVJXrXDiuNCiQ1lJeW/67Mz&#10;kG2X2eFraRdy0vtOdgHfTh6NGT72HxNQQr38h//a39bA+B3uX+IP0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q3z8MAAADbAAAADwAAAAAAAAAAAAAAAACYAgAAZHJzL2Rv&#10;d25yZXYueG1sUEsFBgAAAAAEAAQA9QAAAIgDAAAAAA==&#10;" path="m,2252l,,32,r,2285l,2252xe" fillcolor="#1f34ff" stroked="f">
                    <v:path arrowok="t" o:connecttype="custom" o:connectlocs="0,2252;0,0;32,0;32,2285;0,2252" o:connectangles="0,0,0,0,0"/>
                  </v:shape>
                  <v:shape id="Freeform 91"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2xMIA&#10;AADbAAAADwAAAGRycy9kb3ducmV2LnhtbERPz2vCMBS+D/wfwhN2m2kdjFqNMjYET47VKnh7a97a&#10;rslLaaJ2//1yGHj8+H6vNqM14kqDbx0rSGcJCOLK6ZZrBeVh+5SB8AFZo3FMCn7Jw2Y9eVhhrt2N&#10;P+lahFrEEPY5KmhC6HMpfdWQRT9zPXHkvt1gMUQ41FIPeIvh1sh5krxIiy3HhgZ7emuo6oqLVXA2&#10;ycdPZfZzZ4/Z6X3xVT6nvlPqcTq+LkEEGsNd/O/eaQWLuD5+i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zbEwgAAANsAAAAPAAAAAAAAAAAAAAAAAJgCAABkcnMvZG93&#10;bnJldi54bWxQSwUGAAAAAAQABAD1AAAAhwMAAAAA&#10;" path="m,2285l,,33,r,2313l,2285xe" fillcolor="#2239ff" stroked="f">
                    <v:path arrowok="t" o:connecttype="custom" o:connectlocs="0,2285;0,0;33,0;33,2313;0,2285" o:connectangles="0,0,0,0,0"/>
                  </v:shape>
                  <v:shape id="Freeform 92"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1wTsUA&#10;AADbAAAADwAAAGRycy9kb3ducmV2LnhtbESPQWvCQBSE70L/w/IK3nSjB6vRVUpp0WIPmhbx+Jp9&#10;zabNvg3ZNcZ/3xUEj8N8M8MsVp2tREuNLx0rGA0TEMS50yUXCr4+3wZTED4ga6wck4ILeVgtH3oL&#10;TLU7857aLBQilrBPUYEJoU6l9Lkhi37oauLo/bjGYoiyKaRu8BzLbSXHSTKRFkuOCwZrejGU/2Un&#10;q+Cp+DDbw+79sFm/Hr+TXz1uI6lU/7F7noMI1IU7fEtvtILZCK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XBOxQAAANsAAAAPAAAAAAAAAAAAAAAAAJgCAABkcnMv&#10;ZG93bnJldi54bWxQSwUGAAAAAAQABAD1AAAAigMAAAAA&#10;" path="m,2313l,,32,r,2345l,2313xe" fillcolor="#253eff" stroked="f">
                    <v:path arrowok="t" o:connecttype="custom" o:connectlocs="0,2313;0,0;32,0;32,2345;0,2313" o:connectangles="0,0,0,0,0"/>
                  </v:shape>
                  <v:shape id="Freeform 93"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HhcAA&#10;AADbAAAADwAAAGRycy9kb3ducmV2LnhtbESPT4vCMBTE7wt+h/CEva2p4opWo4iw4NU/CN4ezbOp&#10;Ni+lybbZb28WBI/DzPyGWW2irUVHra8cKxiPMhDEhdMVlwrOp5+vOQgfkDXWjknBH3nYrAcfK8y1&#10;6/lA3TGUIkHY56jAhNDkUvrCkEU/cg1x8m6utRiSbEupW+wT3NZykmUzabHitGCwoZ2h4nH8tQq6&#10;aZw5rO7d9/3imquZy8i9VOpzGLdLEIFieIdf7b1WsJjA/5f0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fHhcAAAADbAAAADwAAAAAAAAAAAAAAAACYAgAAZHJzL2Rvd25y&#10;ZXYueG1sUEsFBgAAAAAEAAQA9QAAAIUDAAAAAA==&#10;" path="m,2345l,,32,r,2373l,2345xe" fillcolor="#2843ff" stroked="f">
                    <v:path arrowok="t" o:connecttype="custom" o:connectlocs="0,2345;0,0;32,0;32,2373;0,2345" o:connectangles="0,0,0,0,0"/>
                  </v:shape>
                  <v:shape id="Freeform 94"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pU8QA&#10;AADbAAAADwAAAGRycy9kb3ducmV2LnhtbESPQWvCQBSE7wX/w/IEL6VuakFrdJWqVLwaLfT4zD6T&#10;aPZtyK4m+uvdgtDjMDPfMNN5a0pxpdoVlhW89yMQxKnVBWcK9rvvt08QziNrLC2Tghs5mM86L1OM&#10;tW14S9fEZyJA2MWoIPe+iqV0aU4GXd9WxME72tqgD7LOpK6xCXBTykEUDaXBgsNCjhUtc0rPycUo&#10;eE3K39FqtV7ctv7H7c3hlC2bu1K9bvs1AeGp9f/hZ3ujFYw/4O9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0KVPEAAAA2wAAAA8AAAAAAAAAAAAAAAAAmAIAAGRycy9k&#10;b3ducmV2LnhtbFBLBQYAAAAABAAEAPUAAACJAwAAAAA=&#10;" path="m,2373l,,32,r,2406l,2373xe" fillcolor="#2b48ff" stroked="f">
                    <v:path arrowok="t" o:connecttype="custom" o:connectlocs="0,2373;0,0;32,0;32,2406;0,2373" o:connectangles="0,0,0,0,0"/>
                  </v:shape>
                  <v:shape id="Freeform 95"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YhsQA&#10;AADbAAAADwAAAGRycy9kb3ducmV2LnhtbESPQWsCMRSE70L/Q3iFXkSzliJ2NUq7ILZ4Uqt7fWxe&#10;s0s3L0sSdfvvm4LgcZiZb5jFqretuJAPjWMFk3EGgrhyumGj4OuwHs1AhIissXVMCn4pwGr5MFhg&#10;rt2Vd3TZRyMShEOOCuoYu1zKUNVkMYxdR5y8b+ctxiS9kdrjNcFtK5+zbCotNpwWauyoqKn62Z+t&#10;gmKIzhzLT/febLLi5Et/KM1WqafH/m0OIlIf7+Fb+0MreH2B/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2IbEAAAA2wAAAA8AAAAAAAAAAAAAAAAAmAIAAGRycy9k&#10;b3ducmV2LnhtbFBLBQYAAAAABAAEAPUAAACJAwAAAAA=&#10;" path="m,2406l,,28,r,1555l32,1551r,887l,2406xe" fillcolor="#2e4eff" stroked="f">
                    <v:path arrowok="t" o:connecttype="custom" o:connectlocs="0,2406;0,0;28,0;28,1555;32,1551;32,2438;0,2406" o:connectangles="0,0,0,0,0,0,0"/>
                  </v:shape>
                  <v:shape id="Freeform 96"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uubsEA&#10;AADbAAAADwAAAGRycy9kb3ducmV2LnhtbESPQYvCMBSE78L+h/AWvGm6sopbjbIIC14UrPX+aN62&#10;xealJNFWf70RBI/DzHzDLNe9acSVnK8tK/gaJyCIC6trLhXkx7/RHIQPyBoby6TgRh7Wq4/BElNt&#10;Oz7QNQuliBD2KSqoQmhTKX1RkUE/ti1x9P6tMxiidKXUDrsIN42cJMlMGqw5LlTY0qai4pxdjAKX&#10;38PtZHnv3Snp8t1u872lTKnhZ/+7ABGoD+/wq73VCn6m8PwSf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brm7BAAAA2wAAAA8AAAAAAAAAAAAAAAAAmAIAAGRycy9kb3du&#10;cmV2LnhtbFBLBQYAAAAABAAEAPUAAACGAwAAAAA=&#10;" path="m,927l,40,33,r,955l,927xe" fillcolor="#3153ff" stroked="f">
                    <v:path arrowok="t" o:connecttype="custom" o:connectlocs="0,927;0,40;33,0;33,955;0,927" o:connectangles="0,0,0,0,0"/>
                  </v:shape>
                  <v:shape id="Freeform 97"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DU8MA&#10;AADbAAAADwAAAGRycy9kb3ducmV2LnhtbESP3WrCQBSE7wXfYTmCd7qpQppGVxGpWEgv/OkDHLLH&#10;JDR7NuxuNb69WxC8HGbmG2a57k0rruR8Y1nB2zQBQVxa3XCl4Oe8m2QgfEDW2FomBXfysF4NB0vM&#10;tb3xka6nUIkIYZ+jgjqELpfSlzUZ9FPbEUfvYp3BEKWrpHZ4i3DTylmSpNJgw3Ghxo62NZW/pz+j&#10;4Fxsq/a9mxcHlxIXn9k3FvtMqfGo3yxABOrDK/xsf2kFHyn8f4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aDU8MAAADbAAAADwAAAAAAAAAAAAAAAACYAgAAZHJzL2Rv&#10;d25yZXYueG1sUEsFBgAAAAAEAAQA9QAAAIgDAAAAAA==&#10;" path="m,991l,36,32,r,1023l,991xe" fillcolor="#3558ff" stroked="f">
                    <v:path arrowok="t" o:connecttype="custom" o:connectlocs="0,991;0,36;32,0;32,1023;0,991" o:connectangles="0,0,0,0,0"/>
                  </v:shape>
                  <v:shape id="Freeform 98"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6Kp8IA&#10;AADbAAAADwAAAGRycy9kb3ducmV2LnhtbESPT4vCMBTE74LfITxhb5oqsmursYggLutl/Xt+NM+2&#10;tHkpTdTut98IgsdhZn7DLNLO1OJOrSstKxiPIhDEmdUl5wpOx81wBsJ5ZI21ZVLwRw7SZb+3wETb&#10;B+/pfvC5CBB2CSoovG8SKV1WkEE3sg1x8K62NeiDbHOpW3wEuKnlJIo+pcGSw0KBDa0LyqrDzSho&#10;stl5bae7yO3iH3Ou9vH28uuV+hh0qzkIT51/h1/tb60g/oLnl/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oqnwgAAANsAAAAPAAAAAAAAAAAAAAAAAJgCAABkcnMvZG93&#10;bnJldi54bWxQSwUGAAAAAAQABAD1AAAAhwMAAAAA&#10;" path="m,1059l,36,32,r,1087l,1059xe" fillcolor="#385dff" stroked="f">
                    <v:path arrowok="t" o:connecttype="custom" o:connectlocs="0,1059;0,36;32,0;32,1087;0,1059" o:connectangles="0,0,0,0,0"/>
                  </v:shape>
                  <v:shape id="Freeform 99"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WCsAA&#10;AADbAAAADwAAAGRycy9kb3ducmV2LnhtbERPzYrCMBC+C75DGMGbpoqI2zWKCqLoxVUfYLaZTcs2&#10;k9pErT69OQgeP77/6byxpbhR7QvHCgb9BARx5nTBRsH5tO5NQPiArLF0TAoe5GE+a7emmGp35x+6&#10;HYMRMYR9igryEKpUSp/lZNH3XUUcuT9XWwwR1kbqGu8x3JZymCRjabHg2JBjRaucsv/j1Sq4FJPR&#10;ZcOL5363XO/N4XfzNAdWqttpFt8gAjXhI367t1rBVxwbv8QfIG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QWCsAAAADbAAAADwAAAAAAAAAAAAAAAACYAgAAZHJzL2Rvd25y&#10;ZXYueG1sUEsFBgAAAAAEAAQA9QAAAIUDAAAAAA==&#10;" path="m,1124l,37,32,r,1157l,1124xe" fillcolor="#3b62ff" stroked="f">
                    <v:path arrowok="t" o:connecttype="custom" o:connectlocs="0,1124;0,37;32,0;32,1157;0,1124" o:connectangles="0,0,0,0,0"/>
                  </v:shape>
                  <v:shape id="Freeform 100"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AZMYA&#10;AADbAAAADwAAAGRycy9kb3ducmV2LnhtbESPQWvCQBSE74L/YXkFb7qpB6upq1SLWKQgTXNob4/s&#10;azY0+zbNrib+e7cgeBxm5htmue5tLc7U+sqxgsdJAoK4cLriUkH+uRvPQfiArLF2TAou5GG9Gg6W&#10;mGrX8Qeds1CKCGGfogITQpNK6QtDFv3ENcTR+3GtxRBlW0rdYhfhtpbTJJlJixXHBYMNbQ0Vv9nJ&#10;Kjh1u80+eT2Y/EnOvv6O+fvl2xVKjR76l2cQgfpwD9/ab1rBYgH/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AAZMYAAADbAAAADwAAAAAAAAAAAAAAAACYAgAAZHJz&#10;L2Rvd25yZXYueG1sUEsFBgAAAAAEAAQA9QAAAIsDAAAAAA==&#10;" path="m,1193l,36,33,r,1221l,1193xe" fillcolor="#3e68ff" stroked="f">
                    <v:path arrowok="t" o:connecttype="custom" o:connectlocs="0,1193;0,36;33,0;33,1221;0,1193" o:connectangles="0,0,0,0,0"/>
                  </v:shape>
                  <v:shape id="Freeform 101"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m2sMA&#10;AADcAAAADwAAAGRycy9kb3ducmV2LnhtbESPT2sCQQzF7wW/wxDBW521YKmro4gg9KCHtaXnuJP9&#10;ozuZZWfU8ds3h0JvCe/lvV9Wm+Q6dachtJ4NzKYZKOLS25ZrA99f+9cPUCEiW+w8k4EnBdisRy8r&#10;zK1/cEH3U6yVhHDI0UATY59rHcqGHIap74lFq/zgMMo61NoO+JBw1+m3LHvXDluWhgZ72jVUXk83&#10;Z+BSuGp3PuLhRuHnueB5SlVbGDMZp+0SVKQU/81/159W8DPBl2dkAr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1m2sMAAADcAAAADwAAAAAAAAAAAAAAAACYAgAAZHJzL2Rv&#10;d25yZXYueG1sUEsFBgAAAAAEAAQA9QAAAIgDAAAAAA==&#10;" path="m,1261l,40,32,r,648l8,673r24,24l32,1293,,1261xe" fillcolor="#416dff" stroked="f">
                    <v:path arrowok="t" o:connecttype="custom" o:connectlocs="0,1261;0,40;32,0;32,648;8,673;32,697;32,1293;0,1261" o:connectangles="0,0,0,0,0,0,0,0"/>
                  </v:shape>
                  <v:shape id="Freeform 102"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FMUA&#10;AADcAAAADwAAAGRycy9kb3ducmV2LnhtbESPT4vCMBDF74LfIYzgzaYK/usaRQRxL6JWD3scmtm2&#10;azMpTdTufvqNIHib4b15vzeLVWsqcafGlZYVDKMYBHFmdcm5gst5O5iBcB5ZY2WZFPySg9Wy21lg&#10;ou2DT3RPfS5CCLsEFRTe14mULivIoItsTRy0b9sY9GFtcqkbfIRwU8lRHE+kwZIDocCaNgVl1/Rm&#10;AiT9q6eHzdaM9X7+c5S7UZp/GaX6vXb9AcJT69/m1/WnDvXjITyfCRP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wU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3"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n68EA&#10;AADcAAAADwAAAGRycy9kb3ducmV2LnhtbERPTUsDMRC9F/ofwgheis1aSmnXpqUIovXUbhU8Dptx&#10;s7iZLMnYrv/eCEJv83ifs94OvlNniqkNbOB+WoAiroNtuTHwdnq6W4JKgmyxC0wGfijBdjMerbG0&#10;4cJHOlfSqBzCqUQDTqQvtU61I49pGnrizH2G6FEyjI22ES853Hd6VhQL7bHl3OCwp0dH9Vf17Q08&#10;z/eeXrmWyUHeo5WVfCzdypjbm2H3AEpokKv43/1i8/xiBn/P5Av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GZ+v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104"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7kZ8EA&#10;AADcAAAADwAAAGRycy9kb3ducmV2LnhtbERPS4vCMBC+C/sfwix403QVRKtRZEEU8eKDPc82Y1u2&#10;mXST2NZ/bwTB23x8z1msOlOJhpwvLSv4GiYgiDOrS84VXM6bwRSED8gaK8uk4E4eVsuP3gJTbVs+&#10;UnMKuYgh7FNUUIRQp1L6rCCDfmhr4shdrTMYInS51A7bGG4qOUqSiTRYcmwosKbvgrK/080omB70&#10;hff/P8fmPtPb9WbkKtn+KtX/7NZzEIG68Ba/3Dsd5ydjeD4TL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e5GfBAAAA3AAAAA8AAAAAAAAAAAAAAAAAmAIAAGRycy9kb3du&#10;cmV2LnhtbFBLBQYAAAAABAAEAPUAAACGAwAAAAA=&#10;" path="m,1463l,866r33,28l33,1495,,1463xm,677l,36,33,r,641l,677xe" fillcolor="#4a7cff" stroked="f">
                    <v:path arrowok="t" o:connecttype="custom" o:connectlocs="0,1463;0,866;33,894;33,1495;0,1463;0,677;0,36;33,0;33,641;0,677" o:connectangles="0,0,0,0,0,0,0,0,0,0"/>
                    <o:lock v:ext="edit" verticies="t"/>
                  </v:shape>
                  <v:shape id="Freeform 105"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0JfMIA&#10;AADcAAAADwAAAGRycy9kb3ducmV2LnhtbERPS4vCMBC+L/gfwgh7W1MfK1KNIqKwJ0G7HryNzdgW&#10;m0ltUlv/vREW9jYf33MWq86U4kG1KywrGA4iEMSp1QVnCn6T3dcMhPPIGkvLpOBJDlbL3scCY21b&#10;PtDj6DMRQtjFqCD3voqldGlOBt3AVsSBu9raoA+wzqSusQ3hppSjKJpKgwWHhhwr2uSU3o6NUbAf&#10;r8/JaXt/tt0wmTbfe39vLlqpz363noPw1Pl/8Z/7R4f50QTez4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l8wgAAANwAAAAPAAAAAAAAAAAAAAAAAJgCAABkcnMvZG93&#10;bnJldi54bWxQSwUGAAAAAAQABAD1AAAAhwMAAAAA&#10;" path="m,1531l,930r32,33l32,1559,,1531xm,677l,36,32,r,636l,677xe" fillcolor="#4e82ff" stroked="f">
                    <v:path arrowok="t" o:connecttype="custom" o:connectlocs="0,1531;0,930;32,963;32,1559;0,1531;0,677;0,36;32,0;32,636;0,677" o:connectangles="0,0,0,0,0,0,0,0,0,0"/>
                    <o:lock v:ext="edit" verticies="t"/>
                  </v:shape>
                  <v:shape id="Freeform 106"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PXcQA&#10;AADcAAAADwAAAGRycy9kb3ducmV2LnhtbERP30vDMBB+F/wfwgl7EZcqbJS6bEhBcXMv61Tc25Hc&#10;2mJzqUm21f/eCIO93cf382aLwXbiSD60jhXcjzMQxNqZlmsF79vnuxxEiMgGO8ek4JcCLObXVzMs&#10;jDvxho5VrEUK4VCggibGvpAy6IYshrHriRO3d95iTNDX0ng8pXDbyYcsm0qLLaeGBnsqG9Lf1cEq&#10;0KX7+pjon8/87bZa0W6Zl/5lrdToZnh6BBFpiBfx2f1q0vxsAv/PpAv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ZT13EAAAA3AAAAA8AAAAAAAAAAAAAAAAAmAIAAGRycy9k&#10;b3ducmV2LnhtbFBLBQYAAAAABAAEAPUAAACJAwAAAAA=&#10;" path="m,1600l,1004r32,32l32,1632,,1600xm,677l,41,32,r,637l,677xe" fillcolor="#5187ff" stroked="f">
                    <v:path arrowok="t" o:connecttype="custom" o:connectlocs="0,1600;0,1004;32,1036;32,1632;0,1600;0,677;0,41;32,0;32,637;0,677" o:connectangles="0,0,0,0,0,0,0,0,0,0"/>
                    <o:lock v:ext="edit" verticies="t"/>
                  </v:shape>
                  <v:shape id="Freeform 107"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jbcEA&#10;AADcAAAADwAAAGRycy9kb3ducmV2LnhtbERP24rCMBB9X/Afwgi+rakXVKpp0RVBWBC84PPQjG2x&#10;mZQma+vfmwXBtzmc66zSzlTiQY0rLSsYDSMQxJnVJecKLufd9wKE88gaK8uk4EkO0qT3tcJY25aP&#10;9Dj5XIQQdjEqKLyvYyldVpBBN7Q1ceButjHoA2xyqRtsQ7ip5DiKZtJgyaGhwJp+Csrupz+j4ODk&#10;ZFPOf6/j57Q9rKfV4rZlp9Sg362XIDx1/iN+u/c6zI9m8P9MuEA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I23BAAAA3AAAAA8AAAAAAAAAAAAAAAAAmAIAAGRycy9kb3du&#10;cmV2LnhtbFBLBQYAAAAABAAEAPUAAACGAwAAAAA=&#10;" path="m,1668l,1072r32,28l32,1696,,1668xm,673l,36,32,r,637l,673xe" fillcolor="#548cff" stroked="f">
                    <v:path arrowok="t" o:connecttype="custom" o:connectlocs="0,1668;0,1072;32,1100;32,1696;0,1668;0,673;0,36;32,0;32,637;0,673" o:connectangles="0,0,0,0,0,0,0,0,0,0"/>
                    <o:lock v:ext="edit" verticies="t"/>
                  </v:shape>
                  <v:shape id="Freeform 108"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XrsQA&#10;AADcAAAADwAAAGRycy9kb3ducmV2LnhtbERP22oCMRB9L/QfwhR8q4kWrWyNIoqw1ULxgti3YTPd&#10;XbqZbDdR179vBKFvczjXGU9bW4kzNb50rKHXVSCIM2dKzjXsd8vnEQgfkA1WjknDlTxMJ48PY0yM&#10;u/CGztuQixjCPkENRQh1IqXPCrLou64mjty3ayyGCJtcmgYvMdxWsq/UUFosOTYUWNO8oOxne7Ia&#10;1qtF/Xn8PaTpaln5l97g/UP5L607T+3sDUSgNvyL7+7UxPnqFW7Px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D167EAAAA3AAAAA8AAAAAAAAAAAAAAAAAmAIAAGRycy9k&#10;b3ducmV2LnhtbFBLBQYAAAAABAAEAPUAAACJAwAAAAA=&#10;" path="m,1732l,1136r33,32l33,1765,,1732xm,673l,36,33,r,632l,673xe" fillcolor="#5791ff" stroked="f">
                    <v:path arrowok="t" o:connecttype="custom" o:connectlocs="0,1732;0,1136;33,1168;33,1765;0,1732;0,673;0,36;33,0;33,632;0,673" o:connectangles="0,0,0,0,0,0,0,0,0,0"/>
                    <o:lock v:ext="edit" verticies="t"/>
                  </v:shape>
                  <v:shape id="Freeform 109"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TC8UA&#10;AADcAAAADwAAAGRycy9kb3ducmV2LnhtbESPT0sDMRDF70K/Q5iCN5utoOjatNh/oHiyLZTehs2Y&#10;XdxMYhLb9ds7B8HbDO/Ne7+ZLQbfqzOl3AU2MJ1UoIibYDt2Bg777c0DqFyQLfaBycAPZVjMR1cz&#10;rG248Dudd8UpCeFco4G2lFhrnZuWPOZJiMSifYTkscianLYJLxLue31bVffaY8fS0GKkVUvN5+7b&#10;Gziif3Xbt8eYTi4el2t/t/manoy5Hg/PT6AKDeXf/Hf9YgW/Elp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JML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10"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21UsAA&#10;AADcAAAADwAAAGRycy9kb3ducmV2LnhtbERPTYvCMBC9L/gfwgh7W1MX1FqNIkJR8GT14m1oxrba&#10;TEqTrd1/bwTB2zze5yzXvalFR62rLCsYjyIQxLnVFRcKzqf0JwbhPLLG2jIp+CcH69Xga4mJtg8+&#10;Upf5QoQQdgkqKL1vEildXpJBN7INceCutjXoA2wLqVt8hHBTy98omkqDFYeGEhvalpTfsz+joJsQ&#10;jrMuTm8yTmfFpZnJXXVQ6nvYbxYgPPX+I3679zrMj+bweiZc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21Us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1"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nWsUA&#10;AADcAAAADwAAAGRycy9kb3ducmV2LnhtbESPQW/CMAyF75P2HyJP2mWCtBw2VAiIITZt2mmMH2Aa&#10;01RtnK7JaPn38wGJm633/N7n5Xr0rTpTH+vABvJpBoq4DLbmysDh520yBxUTssU2MBm4UIT16v5u&#10;iYUNA3/TeZ8qJSEcCzTgUuoKrWPpyGOcho5YtFPoPSZZ+0rbHgcJ962eZdmz9lizNDjsaOuobPZ/&#10;3sB4YdfE99fP4Wu+657y2Uv6bY7GPD6MmwWoRGO6ma/XH1bwc8GXZ2QC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edaxQAAANwAAAAPAAAAAAAAAAAAAAAAAJgCAABkcnMv&#10;ZG93bnJldi54bWxQSwUGAAAAAAQABAD1AAAAigMAAAAA&#10;" path="m,1938l,1342r28,32l28,1966,,1938xm,669l,36,28,r,629l,669xe" fillcolor="#60a1ff" stroked="f">
                    <v:path arrowok="t" o:connecttype="custom" o:connectlocs="0,1938;0,1342;28,1374;28,1966;0,1938;0,669;0,36;28,0;28,629;0,669" o:connectangles="0,0,0,0,0,0,0,0,0,0"/>
                    <o:lock v:ext="edit" verticies="t"/>
                  </v:shape>
                  <v:shape id="Freeform 112"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M1sIA&#10;AADcAAAADwAAAGRycy9kb3ducmV2LnhtbERPTWvCQBC9F/wPywi91U08tCV1lSIIgRLBtNTrkJ1m&#10;Q7OzMbsmqb/eLQje5vE+Z7WZbCsG6n3jWEG6SEAQV043XCv4+tw9vYLwAVlj65gU/JGHzXr2sMJM&#10;u5EPNJShFjGEfYYKTAhdJqWvDFn0C9cRR+7H9RZDhH0tdY9jDLetXCbJs7TYcGww2NHWUPVbnq2C&#10;cDyaNMfvl+lSFCe3NaX/2DdKPc6n9zcQgaZwF9/cuY7z0xT+n4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ozW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3"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7o8QA&#10;AADcAAAADwAAAGRycy9kb3ducmV2LnhtbERPTWvCQBC9F/oflil4azYJxcboKqHQIEgPVRG8Ddkx&#10;CWZnQ3Yb0/76bqHgbR7vc1abyXRipMG1lhUkUQyCuLK65VrB8fD+nIFwHlljZ5kUfJODzfrxYYW5&#10;tjf+pHHvaxFC2OWooPG+z6V0VUMGXWR74sBd7GDQBzjUUg94C+Gmk2kcz6XBlkNDgz29NVRd919G&#10;wUd53pUn/bJ4zS4J6p92LLNiVGr2NBVLEJ4mfxf/u7c6zE9S+HsmXC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te6P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4"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hUCMMA&#10;AADcAAAADwAAAGRycy9kb3ducmV2LnhtbERPTWsCMRC9F/wPYYReRLMqtLIaRQpKDwtS68HjsBk3&#10;wc1k2aTrtr/eCEJv83ifs9r0rhYdtcF6VjCdZCCIS68tVwpO37vxAkSIyBprz6TglwJs1oOXFeba&#10;3/iLumOsRArhkKMCE2OTSxlKQw7DxDfEibv41mFMsK2kbvGWwl0tZ1n2Jh1aTg0GG/owVF6PP05B&#10;MaKLmdvu4M7FyY7Kv1lfvO+Veh322yWISH38Fz/dnzrNn87h8U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hUCMMAAADcAAAADwAAAAAAAAAAAAAAAACYAgAAZHJzL2Rv&#10;d25yZXYueG1sUEsFBgAAAAAEAAQA9QAAAIgDAAAAAA==&#10;" path="m,2107l,1510r32,29l32,2135,,2107xm,624l,4,4,,32,r,588l,624xe" fillcolor="#6ab0ff" stroked="f">
                    <v:path arrowok="t" o:connecttype="custom" o:connectlocs="0,2107;0,1510;32,1539;32,2135;0,2107;0,624;0,4;4,0;32,0;32,588;0,624" o:connectangles="0,0,0,0,0,0,0,0,0,0,0"/>
                    <o:lock v:ext="edit" verticies="t"/>
                  </v:shape>
                  <v:shape id="Freeform 115"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S9e8IA&#10;AADcAAAADwAAAGRycy9kb3ducmV2LnhtbERPTWvCQBC9F/wPywi91U2qaEldRSxCvQhdLb0O2TGJ&#10;ZmdDdjXJv+8WCt7m8T5nue5tLe7U+sqxgnSSgCDOnam4UHA67l7eQPiAbLB2TAoG8rBejZ6WmBnX&#10;8RfddShEDGGfoYIyhCaT0uclWfQT1xBH7uxaiyHCtpCmxS6G21q+JslcWqw4NpTY0Lak/KpvVsFu&#10;PrDmj8Vw+N7qy16n0+50+FHqedxv3kEE6sND/O/+NHF+OoO/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xL17wgAAANwAAAAPAAAAAAAAAAAAAAAAAJgCAABkcnMvZG93&#10;bnJldi54bWxQSwUGAAAAAAQABAD1AAAAhwMAAAAA&#10;" path="m,2135l,1539r32,32l32,2167,,2135xm,588l,,32,r,547l,588xe" fillcolor="#6db6ff" stroked="f">
                    <v:path arrowok="t" o:connecttype="custom" o:connectlocs="0,2135;0,1539;32,1571;32,2167;0,2135;0,588;0,0;32,0;32,547;0,588" o:connectangles="0,0,0,0,0,0,0,0,0,0"/>
                    <o:lock v:ext="edit" verticies="t"/>
                  </v:shape>
                  <v:shape id="Freeform 116"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lkd8MA&#10;AADcAAAADwAAAGRycy9kb3ducmV2LnhtbERPTWvCQBC9C/6HZYTedKNgsamrSEVb1EtTaT2O2TEJ&#10;zc6G7Griv3cFwds83udM560pxYVqV1hWMBxEIIhTqwvOFOx/Vv0JCOeRNZaWScGVHMxn3c4UY20b&#10;/qZL4jMRQtjFqCD3voqldGlOBt3AVsSBO9naoA+wzqSusQnhppSjKHqVBgsODTlW9JFT+p+cjYK3&#10;dt3I7Wb/e1wU59HfZ3Pg5e6g1EuvXbyD8NT6p/jh/tJh/nAM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lkd8MAAADcAAAADwAAAAAAAAAAAAAAAACYAgAAZHJzL2Rv&#10;d25yZXYueG1sUEsFBgAAAAAEAAQA9QAAAIgDAAAAAA==&#10;" path="m,2167l,1571r33,32l33,2195,,2167xm,547l,,33,r,507l,547xe" fillcolor="#70bbff" stroked="f">
                    <v:path arrowok="t" o:connecttype="custom" o:connectlocs="0,2167;0,1571;33,1603;33,2195;0,2167;0,547;0,0;33,0;33,507;0,547" o:connectangles="0,0,0,0,0,0,0,0,0,0"/>
                    <o:lock v:ext="edit" verticies="t"/>
                  </v:shape>
                  <v:shape id="Freeform 117"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lLsUA&#10;AADcAAAADwAAAGRycy9kb3ducmV2LnhtbESPQWvCQBCF74X+h2UEL6IbFUJNs5HSUhAsSG3B65id&#10;JsHsbMhONf57Vyj0NsN78743+XpwrTpTHxrPBuazBBRx6W3DlYHvr/fpE6ggyBZbz2TgSgHWxeND&#10;jpn1F/6k814qFUM4ZGigFukyrUNZk8Mw8x1x1H5871Di2lfa9niJ4a7ViyRJtcOGI6HGjl5rKk/7&#10;X3eHpEvZvh2uycdE/OF4XKW7YI0Zj4aXZ1BCg/yb/643Ntafp3B/Jk6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PiUuxQAAANwAAAAPAAAAAAAAAAAAAAAAAJgCAABkcnMv&#10;ZG93bnJldi54bWxQSwUGAAAAAAQABAD1AAAAigMAAAAA&#10;" path="m,2195l,1603r32,28l32,2228,,2195xm,507l,,32,r,471l,507xe" fillcolor="#73c0ff" stroked="f">
                    <v:path arrowok="t" o:connecttype="custom" o:connectlocs="0,2195;0,1603;32,1631;32,2228;0,2195;0,507;0,0;32,0;32,471;0,507" o:connectangles="0,0,0,0,0,0,0,0,0,0"/>
                    <o:lock v:ext="edit" verticies="t"/>
                  </v:shape>
                  <v:shape id="Freeform 118"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YCcEA&#10;AADcAAAADwAAAGRycy9kb3ducmV2LnhtbERPS2sCMRC+F/ofwhS8lJpdD6tsjdKWip4EH70Pm2l2&#10;cTNZkriu/94Igrf5+J4zXw62FT350DhWkI8zEMSV0w0bBcfD6mMGIkRkja1jUnClAMvF68scS+0u&#10;vKN+H41IIRxKVFDH2JVShqomi2HsOuLE/TtvMSbojdQeLynctnKSZYW02HBqqLGjn5qq0/5sFRjD&#10;35v3beGn8q8vuD/l6/PvSqnR2/D1CSLSEJ/ih3uj0/x8Cv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2AnBAAAA3AAAAA8AAAAAAAAAAAAAAAAAmAIAAGRycy9kb3du&#10;cmV2LnhtbFBLBQYAAAAABAAEAPUAAACGAwAAAAA=&#10;" path="m,2228l,1631r32,33l32,2256,,2228xm,471l,,32,r,431l,471xe" fillcolor="#76c5ff" stroked="f">
                    <v:path arrowok="t" o:connecttype="custom" o:connectlocs="0,2228;0,1631;32,1664;32,2256;0,2228;0,471;0,0;32,0;32,431;0,471" o:connectangles="0,0,0,0,0,0,0,0,0,0"/>
                    <o:lock v:ext="edit" verticies="t"/>
                  </v:shape>
                  <v:shape id="Freeform 119"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qfBsUA&#10;AADcAAAADwAAAGRycy9kb3ducmV2LnhtbESPT2vCQBDF70K/wzKF3nSjB7GpqxRBFDwZS//chuw0&#10;Cd2dDdk1pn565yB4m+G9ee83y/Xgneqpi01gA9NJBoq4DLbhysDHaTtegIoJ2aILTAb+KcJ69TRa&#10;Ym7DhY/UF6lSEsIxRwN1Sm2udSxr8hgnoSUW7Td0HpOsXaVthxcJ907PsmyuPTYsDTW2tKmp/CvO&#10;3sBhFnr3872Z79Ln1fGhtdfi69WYl+fh/Q1UoiE9zPfrvRX8qdDKMzKBX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p8G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20"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DC8MA&#10;AADcAAAADwAAAGRycy9kb3ducmV2LnhtbERP22rCQBB9L/gPywi+1U0Eq0ZXEUEp2IL19jxmxyRt&#10;djZktyb+vVsQ+jaHc53ZojWluFHtCssK4n4Egji1uuBMwfGwfh2DcB5ZY2mZFNzJwWLeeZlhom3D&#10;X3Tb+0yEEHYJKsi9rxIpXZqTQde3FXHgrrY26AOsM6lrbEK4KeUgit6kwYJDQ44VrXJKf/a/RkE6&#10;PJjdwLnPj2YzPm9P8ej7ctwq1eu2yykIT63/Fz/d7zrMjyfw90y4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hDC8MAAADcAAAADwAAAAAAAAAAAAAAAACYAgAAZHJzL2Rv&#10;d25yZXYueG1sUEsFBgAAAAAEAAQA9QAAAIgDAAAAAA==&#10;" path="m,2288l,1692r32,32l32,2316,,2288xm,390l,,32,r,354l,390xe" fillcolor="#7cd0ff" stroked="f">
                    <v:path arrowok="t" o:connecttype="custom" o:connectlocs="0,2288;0,1692;32,1724;32,2316;0,2288;0,390;0,0;32,0;32,354;0,390" o:connectangles="0,0,0,0,0,0,0,0,0,0"/>
                    <o:lock v:ext="edit" verticies="t"/>
                  </v:shape>
                  <v:shape id="Freeform 121"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UasUA&#10;AADcAAAADwAAAGRycy9kb3ducmV2LnhtbESPzWrDQAyE74G+w6JCb/G6KQnFzSaU5odQcmkafBZe&#10;xTbxal3vJrbfvjoUepOY0cyn5XpwjbpTF2rPBp6TFBRx4W3NpYHz9276CipEZIuNZzIwUoD16mGy&#10;xMz6nr/ofoqlkhAOGRqoYmwzrUNRkcOQ+JZYtIvvHEZZu1LbDnsJd42epelCO6xZGips6aOi4nq6&#10;OQPbOR3zfLM9t8PGxb1++Rlp/mnM0+Pw/gYq0hD/zX/XByv4M8GXZ2QC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1RqxQAAANwAAAAPAAAAAAAAAAAAAAAAAJgCAABkcnMv&#10;ZG93bnJldi54bWxQSwUGAAAAAAQABAD1AAAAigMAAAAA&#10;" path="m,2316l,1724r33,32l33,2349,,2316xm,354l,,33,r,314l,354xe" fillcolor="#80d5ff" stroked="f">
                    <v:path arrowok="t" o:connecttype="custom" o:connectlocs="0,2316;0,1724;33,1756;33,2349;0,2316;0,354;0,0;33,0;33,314;0,354" o:connectangles="0,0,0,0,0,0,0,0,0,0"/>
                    <o:lock v:ext="edit" verticies="t"/>
                  </v:shape>
                  <v:shape id="Freeform 122"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fa+8EA&#10;AADcAAAADwAAAGRycy9kb3ducmV2LnhtbERPzYrCMBC+C75DmIW9aaoLi1RjKYKgLB6sPsDYzDal&#10;zaQ2UevbbxYEb/Px/c4qG2wr7tT72rGC2TQBQVw6XXOl4HzaThYgfEDW2DomBU/ykK3HoxWm2j34&#10;SPciVCKGsE9RgQmhS6X0pSGLfuo64sj9ut5iiLCvpO7xEcNtK+dJ8i0t1hwbDHa0MVQ2xc0q+Npf&#10;m/Phx3C+1Zvj4aKfsrkVSn1+DPkSRKAhvMUv907H+fMZ/D8TL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n2vvBAAAA3AAAAA8AAAAAAAAAAAAAAAAAmAIAAGRycy9kb3du&#10;cmV2LnhtbFBLBQYAAAAABAAEAPUAAACGAwAAAAA=&#10;" path="m,2349l,1756r32,28l32,2377,,2349xm,314l,,32,4r,269l,314xe" fillcolor="#83daff" stroked="f">
                    <v:path arrowok="t" o:connecttype="custom" o:connectlocs="0,2349;0,1756;32,1784;32,2377;0,2349;0,314;0,0;32,4;32,273;0,314" o:connectangles="0,0,0,0,0,0,0,0,0,0"/>
                    <o:lock v:ext="edit" verticies="t"/>
                  </v:shape>
                  <v:shape id="Freeform 123"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RgMMA&#10;AADcAAAADwAAAGRycy9kb3ducmV2LnhtbERPTWvCQBC9F/wPywje6sYcpI2uIkLAgkJrg+htyI5J&#10;NDsbdrcx/ffdQqG3ebzPWa4H04qenG8sK5hNExDEpdUNVwqKz/z5BYQPyBpby6TgmzysV6OnJWba&#10;PviD+mOoRAxhn6GCOoQuk9KXNRn0U9sRR+5qncEQoaukdviI4aaVaZLMpcGGY0ONHW1rKu/HL6Mg&#10;Px/6y2tu3ou9s2+n/LbtbdEoNRkPmwWIQEP4F/+5dzrOT1P4fSZ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wRgM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124"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tOMIA&#10;AADcAAAADwAAAGRycy9kb3ducmV2LnhtbERP3WrCMBS+F/YO4Qy8m+lUhutMZZsIMvFCtwc4a87a&#10;0uSkJNHWtzcDwbvz8f2e5WqwRpzJh8axgudJBoK4dLrhSsHP9+ZpASJEZI3GMSm4UIBV8TBaYq5d&#10;zwc6H2MlUgiHHBXUMXa5lKGsyWKYuI44cX/OW4wJ+kpqj30Kt0ZOs+xFWmw4NdTY0WdNZXs8WQWL&#10;rWnX8z1/XMJX+cr9Zpd586vU+HF4fwMRaYh38c291Wn+dAb/z6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ma04wgAAANwAAAAPAAAAAAAAAAAAAAAAAJgCAABkcnMvZG93&#10;bnJldi54bWxQSwUGAAAAAAQABAD1AAAAhwMAAAAA&#10;" path="m,2405l,1813r32,28l32,2437,,2405xm,233l,,32,r,193l,233xe" fillcolor="#89e4ff" stroked="f">
                    <v:path arrowok="t" o:connecttype="custom" o:connectlocs="0,2405;0,1813;32,1841;32,2437;0,2405;0,233;0,0;32,0;32,193;0,233" o:connectangles="0,0,0,0,0,0,0,0,0,0"/>
                    <o:lock v:ext="edit" verticies="t"/>
                  </v:shape>
                  <v:shape id="Freeform 125"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9K8EA&#10;AADcAAAADwAAAGRycy9kb3ducmV2LnhtbERPTWvCQBC9F/oflil4q5tKCJK6ioilxZvRS29DdkyC&#10;2dk0O43x37uC4G0e73MWq9G1aqA+NJ4NfEwTUMSltw1XBo6Hr/c5qCDIFlvPZOBKAVbL15cF5tZf&#10;eE9DIZWKIRxyNFCLdLnWoazJYZj6jjhyJ987lAj7StseLzHctXqWJJl22HBsqLGjTU3lufh3Bnwy&#10;nESq37/tOt3P0+x7126LzJjJ27j+BCU0ylP8cP/YOH+Wwv2ZeIFe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V/SvBAAAA3AAAAA8AAAAAAAAAAAAAAAAAmAIAAGRycy9kb3du&#10;cmV2LnhtbFBLBQYAAAAABAAEAPUAAACGAwAAAAA=&#10;" path="m,2437l,1841r33,32l33,2465,,2437xm,193l,,33,r,153l,193xe" fillcolor="#8ceaff" stroked="f">
                    <v:path arrowok="t" o:connecttype="custom" o:connectlocs="0,2437;0,1841;33,1873;33,2465;0,2437;0,193;0,0;33,0;33,153;0,193" o:connectangles="0,0,0,0,0,0,0,0,0,0"/>
                    <o:lock v:ext="edit" verticies="t"/>
                  </v:shape>
                  <v:shape id="Freeform 126"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yAGsQA&#10;AADcAAAADwAAAGRycy9kb3ducmV2LnhtbERP22oCMRB9F/yHMEJfpGYVlO3WKCIIRUTw0kLfhs10&#10;s3QzCZusbv++KRR8m8O5znLd20bcqA21YwXTSQaCuHS65krB9bJ7zkGEiKyxcUwKfijAejUcLLHQ&#10;7s4nup1jJVIIhwIVmBh9IWUoDVkME+eJE/flWosxwbaSusV7CreNnGXZQlqsOTUY9LQ1VH6fO6ug&#10;++y8P8T3+X58vOx9bg7Hl49cqadRv3kFEamPD/G/+02n+bM5/D2TLp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sgBrEAAAA3AAAAA8AAAAAAAAAAAAAAAAAmAIAAGRycy9k&#10;b3ducmV2LnhtbFBLBQYAAAAABAAEAPUAAACJAwAAAAA=&#10;" path="m,2465l,1873r32,28l32,2498,,2465xm,153l,,32,r,116l,153xe" fillcolor="#8fefff" stroked="f">
                    <v:path arrowok="t" o:connecttype="custom" o:connectlocs="0,2465;0,1873;32,1901;32,2498;0,2465;0,153;0,0;32,0;32,116;0,153" o:connectangles="0,0,0,0,0,0,0,0,0,0"/>
                    <o:lock v:ext="edit" verticies="t"/>
                  </v:shape>
                  <v:shape id="Freeform 127"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B49L0A&#10;AADcAAAADwAAAGRycy9kb3ducmV2LnhtbERPzYrCMBC+L/gOYYS9ramCZekaRQXRq7EPMCSzbbGZ&#10;lCa19e3NgrC3+fh+Z7ObXCse1IfGs4LlIgNBbLxtuFJQ3k5f3yBCRLbYeiYFTwqw284+NlhYP/KV&#10;HjpWIoVwKFBBHWNXSBlMTQ7DwnfEifv1vcOYYF9J2+OYwl0rV1mWS4cNp4YaOzrWZO56cArc+baW&#10;I5ZGDrnRQ3nQUeunUp/zaf8DItIU/8Vv98Wm+asc/p5JF8jt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lB49L0AAADcAAAADwAAAAAAAAAAAAAAAACYAgAAZHJzL2Rvd25yZXYu&#10;eG1sUEsFBgAAAAAEAAQA9QAAAIIDAAAAAA==&#10;" path="m,2498l,1901r32,33l32,2526,,2498xm,116l,,32,r,76l,116xe" fillcolor="#92f4ff" stroked="f">
                    <v:path arrowok="t" o:connecttype="custom" o:connectlocs="0,2498;0,1901;32,1934;32,2526;0,2498;0,116;0,0;32,0;32,76;0,116" o:connectangles="0,0,0,0,0,0,0,0,0,0"/>
                    <o:lock v:ext="edit" verticies="t"/>
                  </v:shape>
                  <v:shape id="Freeform 128"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1h+sQA&#10;AADcAAAADwAAAGRycy9kb3ducmV2LnhtbERPTWvCQBC9F/wPywi91U1EtMZsgoiVQulB46W3ITsm&#10;wexsyG6T9N93hUJv83ifk+aTacVAvWssK4gXEQji0uqGKwXX4u3lFYTzyBpby6Tghxzk2ewpxUTb&#10;kc80XHwlQgi7BBXU3neJlK6syaBb2I44cDfbG/QB9pXUPY4h3LRyGUVrabDh0FBjR4eayvvl2yhY&#10;fWG8Oe9P28hdP1anojl+boujUs/zab8D4Wny/+I/97sO85cbeDwTLp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tYfrEAAAA3AAAAA8AAAAAAAAAAAAAAAAAmAIAAGRycy9k&#10;b3ducmV2LnhtbFBLBQYAAAAABAAEAPUAAACJAwAAAAA=&#10;" path="m,2526l,1934r32,32l32,2558,,2526xm,76l,,32,r,36l,76xe" fillcolor="#95f9ff" stroked="f">
                    <v:path arrowok="t" o:connecttype="custom" o:connectlocs="0,2526;0,1934;32,1966;32,2558;0,2526;0,76;0,0;32,0;32,36;0,76" o:connectangles="0,0,0,0,0,0,0,0,0,0"/>
                    <o:lock v:ext="edit" verticies="t"/>
                  </v:shape>
                  <v:shape id="Freeform 129"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RMMQA&#10;AADcAAAADwAAAGRycy9kb3ducmV2LnhtbESPQW/CMAyF75P4D5GRdhspIA3UEdBAQtqFwwBx9hrT&#10;dG2c0gTo/v18QOJm6z2/93mx6n2jbtTFKrCB8SgDRVwEW3Fp4HjYvs1BxYRssQlMBv4owmo5eFlg&#10;bsOdv+m2T6WSEI45GnAptbnWsXDkMY5CSyzaOXQek6xdqW2Hdwn3jZ5k2bv2WLE0OGxp46io91dv&#10;4Ly+0HR2mNWN/fG/rZvusvq0M+Z12H9+gErUp6f5cf1lBX8itPKMTK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k0TDEAAAA3AAAAA8AAAAAAAAAAAAAAAAAmAIAAGRycy9k&#10;b3ducmV2LnhtbFBLBQYAAAAABAAEAPUAAACJAwAAAAA=&#10;" path="m,2558l,1966r33,28l33,2586,,2558xm,36l,,33,,,36xe" fillcolor="#9ff" stroked="f">
                    <v:path arrowok="t" o:connecttype="custom" o:connectlocs="0,2558;0,1966;33,1994;33,2586;0,2558;0,36;0,0;33,0;0,36" o:connectangles="0,0,0,0,0,0,0,0,0"/>
                    <o:lock v:ext="edit" verticies="t"/>
                  </v:shape>
                  <v:shape id="Freeform 130"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6Y8QA&#10;AADcAAAADwAAAGRycy9kb3ducmV2LnhtbERPS2vCQBC+C/6HZYReRDe1IDXNRtqC4KlQm1J7G7KT&#10;B8nOhuxqUn+9WxC8zcf3nGQ7mlacqXe1ZQWPywgEcW51zaWC7Gu3eAbhPLLG1jIp+CMH23Q6STDW&#10;duBPOh98KUIIuxgVVN53sZQur8igW9qOOHCF7Q36APtS6h6HEG5auYqitTRYc2iosKP3ivLmcDIK&#10;5r8f8rLfrN/KuvkeTNH8HIvsSamH2fj6AsLT6O/im3uvw/zVBv6fCRf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mPEAAAA3AAAAA8AAAAAAAAAAAAAAAAAmAIAAGRycy9k&#10;b3ducmV2LnhtbFBLBQYAAAAABAAEAPUAAACJAwAAAAA=&#10;" path="m194,93l97,189r1350,l1447,,97,,,93,97,,,,,93r194,xe" stroked="f">
                    <v:path arrowok="t" o:connecttype="custom" o:connectlocs="194,93;97,189;1447,189;1447,0;97,0;0,93;97,0;0,0;0,93;194,93" o:connectangles="0,0,0,0,0,0,0,0,0,0"/>
                  </v:shape>
                  <v:shape id="Freeform 131"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encQA&#10;AADcAAAADwAAAGRycy9kb3ducmV2LnhtbESPQU/DMAyF75P4D5GRuG3pxgSoLJvYJCS0Gy2HHU1j&#10;korGiZqwdf8eH5C42XrP733e7KYwqDONuY9sYLmoQBF30fbsDHy0r/MnULkgWxwik4ErZdhtb2Yb&#10;rG288Dudm+KUhHCu0YAvJdVa585TwLyIiVi0rzgGLLKOTtsRLxIeBr2qqgcdsGdp8Jjo4Kn7bn6C&#10;gc/QPO6XaxeOqcSDq9Lp6tuTMXe308szqEJT+Tf/Xb9Zwb8XfHlGJ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9np3EAAAA3AAAAA8AAAAAAAAAAAAAAAAAmAIAAGRycy9k&#10;b3ducmV2LnhtbFBLBQYAAAAABAAEAPUAAACJAwAAAAA=&#10;" path="m97,354r97,93l194,,,,,447r97,96l,447r,96l97,543r,-189xe" stroked="f">
                    <v:path arrowok="t" o:connecttype="custom" o:connectlocs="97,354;194,447;194,0;0,0;0,447;97,543;0,447;0,543;97,543;97,354" o:connectangles="0,0,0,0,0,0,0,0,0,0"/>
                  </v:shape>
                  <v:shape id="Freeform 132"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QsEA&#10;AADcAAAADwAAAGRycy9kb3ducmV2LnhtbERPS2rDMBDdB3oHMYXuEtkpMakTJZSUNt50kaQHGKyJ&#10;bWqNjCT/bl8VCt3N431nf5xMKwZyvrGsIF0lIIhLqxuuFHzd3pdbED4ga2wtk4KZPBwPD4s95tqO&#10;fKHhGioRQ9jnqKAOocul9GVNBv3KdsSRu1tnMEToKqkdjjHctHKdJJk02HBsqLGjU03l97U3CjY3&#10;+hhdZvu3tPwszq57mXsXlHp6nF53IAJN4V/85y50nP+cwu8z8QJ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KqELBAAAA3AAAAA8AAAAAAAAAAAAAAAAAmAIAAGRycy9kb3du&#10;cmV2LnhtbFBLBQYAAAAABAAEAPUAAACGAwAAAAA=&#10;" path="m516,157l443,,,,,189r443,l371,32,516,157,649,,443,r73,157xe" stroked="f">
                    <v:path arrowok="t" o:connecttype="custom" o:connectlocs="516,157;443,0;0,0;0,189;443,189;371,32;516,157;649,0;443,0;516,157" o:connectangles="0,0,0,0,0,0,0,0,0,0"/>
                  </v:shape>
                  <v:shape id="Freeform 133"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izcMA&#10;AADcAAAADwAAAGRycy9kb3ducmV2LnhtbERPTWvCQBC9C/0Pywi91Y1WrMSsUgShhV60tZjbmB2T&#10;YHY2ZLdx/feuUPA2j/c52SqYRvTUudqygvEoAUFcWF1zqeDne/MyB+E8ssbGMim4koPV8mmQYart&#10;hbfU73wpYgi7FBVU3replK6oyKAb2ZY4cifbGfQRdqXUHV5iuGnkJElm0mDNsaHCltYVFefdn1Hw&#10;m3/N7NZMD29hn5+5n4fj5z4o9TwM7wsQnoJ/iP/dHzrOf53A/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Mizc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134"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UMsAA&#10;AADcAAAADwAAAGRycy9kb3ducmV2LnhtbERPzWoCMRC+F3yHMIK3mlVp1dUoIhQ8eOm2DzBuxmR1&#10;M1k2qca3N4VCb/Px/c56m1wrbtSHxrOCybgAQVx73bBR8P318boAESKyxtYzKXhQgO1m8LLGUvs7&#10;f9KtikbkEA4lKrAxdqWUobbkMIx9R5y5s+8dxgx7I3WP9xzuWjktinfpsOHcYLGjvaX6Wv04BVRd&#10;/HFRTXFprD+9zQ/pbPZJqdEw7VYgIqX4L/5zH3SeP5vB7zP5Ar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5UMsAAAADcAAAADwAAAAAAAAAAAAAAAACYAgAAZHJzL2Rvd25y&#10;ZXYueG1sUEsFBgAAAAAEAAQA9QAAAIUDAAAAAA==&#10;" path="m306,306r137,-8l129,,,137,314,435r137,-8l314,435r73,73l451,427,306,306xe" stroked="f">
                    <v:path arrowok="t" o:connecttype="custom" o:connectlocs="306,306;443,298;129,0;0,137;314,435;451,427;314,435;387,508;451,427;306,306" o:connectangles="0,0,0,0,0,0,0,0,0,0"/>
                  </v:shape>
                  <v:shape id="Freeform 135"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UcUA&#10;AADcAAAADwAAAGRycy9kb3ducmV2LnhtbESPS2vDMBCE74X8B7GF3hq5ebU4kU1IKfTSQx6mPS7W&#10;xjKxVkZSE/ffR4VAbrvM7Hyzq3KwnTiTD61jBS/jDARx7XTLjYLD/uP5DUSIyBo7x6TgjwKUxehh&#10;hbl2F97SeRcbkUI45KjAxNjnUobakMUwdj1x0o7OW4xp9Y3UHi8p3HZykmULabHlRDDY08ZQfdr9&#10;2sT92rpX8v67+plXB4PTKrwfK6WeHof1EkSkId7Nt+tPnepPZ/D/TJpAF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5RxQAAANwAAAAPAAAAAAAAAAAAAAAAAJgCAABkcnMv&#10;ZG93bnJldi54bWxQSwUGAAAAAAQABAD1AAAAigMAAAAA&#10;" path="m1076,189l1004,36,,1269r145,121l1149,153,1076,r73,153l1274,,1076,r,189xe" stroked="f">
                    <v:path arrowok="t" o:connecttype="custom" o:connectlocs="1076,189;1004,36;0,1269;145,1390;1149,153;1076,0;1149,153;1274,0;1076,0;1076,189" o:connectangles="0,0,0,0,0,0,0,0,0,0"/>
                  </v:shape>
                  <v:rect id="Rectangle 136"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uN8AA&#10;AADcAAAADwAAAGRycy9kb3ducmV2LnhtbERPTYvCMBC9C/sfwizsTdO16Eo1yiIUFrxo9bDHoRnb&#10;YjMJTbT13xtB8DaP9zmrzWBacaPON5YVfE8SEMSl1Q1XCk7HfLwA4QOyxtYyKbiTh836Y7TCTNue&#10;D3QrQiViCPsMFdQhuExKX9Zk0E+sI47c2XYGQ4RdJXWHfQw3rZwmyVwabDg21OhoW1N5Ka5Ggdv2&#10;R8z3Ov8/GDtPXborm+JHqa/P4XcJItAQ3uKX+0/H+ekM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iuN8AAAADcAAAADwAAAAAAAAAAAAAAAACYAgAAZHJzL2Rvd25y&#10;ZXYueG1sUEsFBgAAAAAEAAQA9QAAAIUDAAAAAA==&#10;" fillcolor="blue" stroked="f"/>
                  <v:shape id="Freeform 137"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BO1MEA&#10;AADcAAAADwAAAGRycy9kb3ducmV2LnhtbERPTWvDMAy9D/YfjAa7hNXpCm3I6pRRyLZr20CvItZi&#10;k1gOsdtm/34eFHbT431qu5vdIK40BetZwXKRgyBuvbbcKWhO9UsBIkRkjYNnUvBDAXbV48MWS+1v&#10;fKDrMXYihXAoUYGJcSylDK0hh2HhR+LEffvJYUxw6qSe8JbC3SBf83wtHVpODQZH2htq++PFKcjq&#10;TRMPufnoTW2LOTvb4jPbK/X8NL+/gYg0x3/x3f2l0/zVGv6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ATtTBAAAA3AAAAA8AAAAAAAAAAAAAAAAAmAIAAGRycy9kb3du&#10;cmV2LnhtbFBLBQYAAAAABAAEAPUAAACGAwAAAAA=&#10;" path="m,447l,,24,r,447l,447xm24,910r,48l4,938,24,910xe" fillcolor="#0305ff" stroked="f">
                    <v:path arrowok="t" o:connecttype="custom" o:connectlocs="0,447;0,0;24,0;24,447;0,447;24,910;24,958;4,938;24,910" o:connectangles="0,0,0,0,0,0,0,0,0"/>
                    <o:lock v:ext="edit" verticies="t"/>
                  </v:shape>
                  <v:shape id="Freeform 138"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vNMMA&#10;AADcAAAADwAAAGRycy9kb3ducmV2LnhtbERPTWvCQBC9F/oflil4q5soRkldRQRF8NAavXgbsmOS&#10;JjsbsquJ/75bKPQ2j/c5y/VgGvGgzlWWFcTjCARxbnXFhYLLefe+AOE8ssbGMil4koP16vVliam2&#10;PZ/okflChBB2KSoovW9TKV1ekkE3ti1x4G62M+gD7AqpO+xDuGnkJIoSabDi0FBiS9uS8jq7GwUJ&#10;LuL6ePvcb69ffVJ/H2exo6tSo7dh8wHC0+D/xX/ugw7zp3P4fSZ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AvNMMAAADcAAAADwAAAAAAAAAAAAAAAACYAgAAZHJzL2Rv&#10;d25yZXYueG1sUEsFBgAAAAAEAAQA9QAAAIgDAAAAAA==&#10;" path="m,958l,910,29,878r,105l,958xm,447l,,29,r,447l,447xe" fillcolor="#060aff" stroked="f">
                    <v:path arrowok="t" o:connecttype="custom" o:connectlocs="0,958;0,910;29,878;29,983;0,958;0,447;0,0;29,0;29,447;0,447" o:connectangles="0,0,0,0,0,0,0,0,0,0"/>
                    <o:lock v:ext="edit" verticies="t"/>
                  </v:shape>
                  <v:shape id="Freeform 139"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UsIA&#10;AADcAAAADwAAAGRycy9kb3ducmV2LnhtbESPQW/CMAyF75P4D5GRuI0U0MZUCIghIXFd1x9gJV5b&#10;0ThVkkHh1+PDpN1svef3Pm/3o+/VlWLqAhtYzAtQxDa4jhsD9ffp9QNUysgO+8Bk4E4J9rvJyxZL&#10;F278RdcqN0pCOJVooM15KLVOtiWPaR4GYtF+QvSYZY2NdhFvEu57vSyKd+2xY2locaBjS/ZS/XoD&#10;9tPZMNT6fl4vq7rLzTq+PaIxs+l42IDKNOZ/89/12Qn+SmjlGZlA7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S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140"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9cx8QA&#10;AADcAAAADwAAAGRycy9kb3ducmV2LnhtbERPTWsCMRC9F/wPYYTeatZuKXY1iki3lYIHbYvXYTNu&#10;FjeTJUl17a83BaG3ebzPmS1624oT+dA4VjAeZSCIK6cbrhV8fZYPExAhImtsHZOCCwVYzAd3Myy0&#10;O/OWTrtYixTCoUAFJsaukDJUhiyGkeuIE3dw3mJM0NdSezyncNvKxyx7lhYbTg0GO1oZqo67H6ug&#10;LPeb+Jr778tRmreP99xtyt8npe6H/XIKIlIf/8U391qn+fkL/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vXMfEAAAA3AAAAA8AAAAAAAAAAAAAAAAAmAIAAGRycy9k&#10;b3ducmV2LnhtbFBLBQYAAAAABAAEAPUAAACJAwAAAAA=&#10;" path="m,1011l,850,28,817r,218l,1011xm,447l,,28,r,447l,447xe" fillcolor="#0c14ff" stroked="f">
                    <v:path arrowok="t" o:connecttype="custom" o:connectlocs="0,1011;0,850;28,817;28,1035;0,1011;0,447;0,0;28,0;28,447;0,447" o:connectangles="0,0,0,0,0,0,0,0,0,0"/>
                    <o:lock v:ext="edit" verticies="t"/>
                  </v:shape>
                  <v:shape id="Freeform 141"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qesMA&#10;AADcAAAADwAAAGRycy9kb3ducmV2LnhtbESPT2/CMAzF70j7DpEn7QYpiHWoENAETNoVtt2txjQV&#10;jVM16Z99+/kwiZut9/zez7vD5Bs1UBfrwAaWiwwUcRlszZWB76+P+QZUTMgWm8Bk4JciHPZPsx0W&#10;Nox8oeGaKiUhHAs04FJqC61j6chjXISWWLRb6DwmWbtK2w5HCfeNXmVZrj3WLA0OWzo6Ku/X3hs4&#10;T+d++Mnt+jSeXP+W16vX48Yb8/I8vW9BJZrSw/x//WkFfy348oxMo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vqes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2"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NOMEA&#10;AADcAAAADwAAAGRycy9kb3ducmV2LnhtbERP3WrCMBS+H+wdwhG8m6lDZHZG0YGgMgqtPsChOTZl&#10;zUnXRFvf3giD3Z2P7/cs14NtxI06XztWMJ0kIIhLp2uuFJxPu7cPED4ga2wck4I7eVivXl+WmGrX&#10;c063IlQihrBPUYEJoU2l9KUhi37iWuLIXVxnMUTYVVJ32Mdw28j3JJlLizXHBoMtfRkqf4qrVfDr&#10;tuZ7e8kWxwOVxpiK8tM+U2o8GjafIAIN4V/8597rOH82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yjTjBAAAA3AAAAA8AAAAAAAAAAAAAAAAAmAIAAGRycy9kb3du&#10;cmV2LnhtbFBLBQYAAAAABAAEAPUAAACGAwAAAAA=&#10;" path="m,1059l,785,29,753r,334l,1059xm,447l,,29,r,447l,447xe" fillcolor="#121fff" stroked="f">
                    <v:path arrowok="t" o:connecttype="custom" o:connectlocs="0,1059;0,785;29,753;29,1087;0,1059;0,447;0,0;29,0;29,447;0,447" o:connectangles="0,0,0,0,0,0,0,0,0,0"/>
                    <o:lock v:ext="edit" verticies="t"/>
                  </v:shape>
                  <v:shape id="Freeform 143"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7NpsIA&#10;AADcAAAADwAAAGRycy9kb3ducmV2LnhtbERPTWvCQBC9F/wPyxS8NRuDiKSuIkVtwZNaSo9DdpJN&#10;zM6G7FbTf+8Kgrd5vM9ZrAbbigv1vnasYJKkIIgLp2uuFHyftm9zED4ga2wdk4J/8rBajl4WmGt3&#10;5QNdjqESMYR9jgpMCF0upS8MWfSJ64gjV7reYoiwr6Tu8RrDbSuzNJ1JizXHBoMdfRgqzsc/q2Ce&#10;TUxTemw2w+fPYVfSfvbb7JUavw7rdxCBhvAUP9xfOs6fZn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s2m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144"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Sb8QA&#10;AADcAAAADwAAAGRycy9kb3ducmV2LnhtbERPS2sCMRC+F/ofwhR6KZqtispqFCn4gCLq6sHjsBl3&#10;FzeTJUl1/feNUOhtPr7nTOetqcWNnK8sK/jsJiCIc6srLhScjsvOGIQPyBpry6TgQR7ms9eXKaba&#10;3vlAtywUIoawT1FBGUKTSunzkgz6rm2II3exzmCI0BVSO7zHcFPLXpIMpcGKY0OJDX2VlF+zH6Ng&#10;vxmd3XWxbVy2W8tVbr6zj/1Iqfe3djEBEagN/+I/90bH+YM+PJ+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8Em/EAAAA3AAAAA8AAAAAAAAAAAAAAAAAmAIAAGRycy9k&#10;b3ducmV2LnhtbFBLBQYAAAAABAAEAPUAAACJAwAAAAA=&#10;" path="m,1112l,721,24,689r,451l,1112xm,447l,,24,r,447l,447xe" fillcolor="#1829ff" stroked="f">
                    <v:path arrowok="t" o:connecttype="custom" o:connectlocs="0,1112;0,721;24,689;24,1140;0,1112;0,447;0,0;24,0;24,447;0,447" o:connectangles="0,0,0,0,0,0,0,0,0,0"/>
                    <o:lock v:ext="edit" verticies="t"/>
                  </v:shape>
                  <v:shape id="Freeform 145"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C16sEA&#10;AADcAAAADwAAAGRycy9kb3ducmV2LnhtbERPTYvCMBC9C/6HMMLeNN1FtFSj7C4sqwcPtgoeh2Zs&#10;i82kNLHWf28Ewds83ucs172pRUetqywr+JxEIIhzqysuFByyv3EMwnlkjbVlUnAnB+vVcLDERNsb&#10;76lLfSFCCLsEFZTeN4mULi/JoJvYhjhwZ9sa9AG2hdQt3kK4qeVXFM2kwYpDQ4kN/ZaUX9KrUWA6&#10;TH+y7T6OdscTZf74P6+urNTHqP9egPDU+7f45d7oMH86hecz4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AterBAAAA3AAAAA8AAAAAAAAAAAAAAAAAmAIAAGRycy9kb3du&#10;cmV2LnhtbFBLBQYAAAAABAAEAPUAAACGAwAAAAA=&#10;" path="m,1140l,689,28,656r,508l,1140xm,447l,,28,r,447l,447xe" fillcolor="#1c2eff" stroked="f">
                    <v:path arrowok="t" o:connecttype="custom" o:connectlocs="0,1140;0,689;28,656;28,1164;0,1140;0,447;0,0;28,0;28,447;0,447" o:connectangles="0,0,0,0,0,0,0,0,0,0"/>
                    <o:lock v:ext="edit" verticies="t"/>
                  </v:shape>
                  <v:shape id="Freeform 146"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dgsIA&#10;AADcAAAADwAAAGRycy9kb3ducmV2LnhtbERPzWrCQBC+F3yHZQQvRTeVKhLdBCk09FJo1AcYdsck&#10;mp0N2W2S9um7hUJv8/H9ziGfbCsG6n3jWMHTKgFBrJ1puFJwOb8udyB8QDbYOiYFX+Qhz2YPB0yN&#10;G7mk4RQqEUPYp6igDqFLpfS6Jot+5TriyF1dbzFE2FfS9DjGcNvKdZJspcWGY0ONHb3UpO+nT6ug&#10;0JvL4y18D7f3iXRZeB4/7qzUYj4d9yACTeFf/Od+M3H+8wZ+n4kXy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p2CwgAAANwAAAAPAAAAAAAAAAAAAAAAAJgCAABkcnMvZG93&#10;bnJldi54bWxQSwUGAAAAAAQABAD1AAAAhwMAAAAA&#10;" path="m,1164l,656,28,624r,568l,1164xm,447l,,28,r,447l,447xe" fillcolor="#1f34ff" stroked="f">
                    <v:path arrowok="t" o:connecttype="custom" o:connectlocs="0,1164;0,656;28,624;28,1192;0,1164;0,447;0,0;28,0;28,447;0,447" o:connectangles="0,0,0,0,0,0,0,0,0,0"/>
                    <o:lock v:ext="edit" verticies="t"/>
                  </v:shape>
                  <v:shape id="Freeform 147"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F0sQA&#10;AADcAAAADwAAAGRycy9kb3ducmV2LnhtbESPQWvCQBCF7wX/wzKCl1InFUkldRURAh7aQ7R4HrLT&#10;JDQ7G7PbmP77riB4m+G9ed+b9Xa0rRq4940TDa/zBBRL6UwjlYavU/6yAuUDiaHWCWv4Yw/bzeRp&#10;TZlxVyl4OIZKxRDxGWmoQ+gyRF/WbMnPXccStW/XWwpx7Ss0PV1juG1xkSQpWmokEmrqeF9z+XP8&#10;tZF7HvLT4g0vhj4un1ikw3ORo9az6bh7BxV4DA/z/fpgYv1lCrdn4gS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lBdL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148"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WcIA&#10;AADcAAAADwAAAGRycy9kb3ducmV2LnhtbERPS2vCQBC+F/wPywi91U2ltJK6ShULPVmMgj0O2cmD&#10;ZGfj7prEf98tFLzNx/ec5Xo0rejJ+dqygudZAoI4t7rmUsHp+Pm0AOEDssbWMim4kYf1avKwxFTb&#10;gQ/UZ6EUMYR9igqqELpUSp9XZNDPbEccucI6gyFCV0rtcIjhppXzJHmVBmuODRV2tK0ob7KrUXBx&#10;h6Fxx6bY9Nn+fCp2NnwPP0o9TsePdxCBxnAX/7u/dJz/8gZ/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ENZwgAAANwAAAAPAAAAAAAAAAAAAAAAAJgCAABkcnMvZG93&#10;bnJldi54bWxQSwUGAAAAAAQABAD1AAAAhwMAAAAA&#10;" path="m,1216l,592,29,560r,672l25,1237,,1216xm,447l,,29,r,447l,447xe" fillcolor="#253eff" stroked="f">
                    <v:path arrowok="t" o:connecttype="custom" o:connectlocs="0,1216;0,592;29,560;29,1232;25,1237;0,1216;0,447;0,0;29,0;29,447;0,447" o:connectangles="0,0,0,0,0,0,0,0,0,0,0"/>
                    <o:lock v:ext="edit" verticies="t"/>
                  </v:shape>
                  <v:shape id="Freeform 149"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oIcYA&#10;AADcAAAADwAAAGRycy9kb3ducmV2LnhtbESPQWvCQBCF74L/YRmhN91YStHUVURQFMyhVgu9TbNj&#10;EszOptlV03/fOQi9zfDevPfNbNG5Wt2oDZVnA+NRAoo497biwsDxYz2cgAoR2WLtmQz8UoDFvN+b&#10;YWr9nd/pdoiFkhAOKRooY2xSrUNeksMw8g2xaGffOoyytoW2Ld4l3NX6OUletcOKpaHEhlYl5ZfD&#10;1RnQ2c+p+VqOcbqhRH/uvrPr/pQZ8zTolm+gInXx3/y43lrBfxFaeUYm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NoIcYAAADcAAAADwAAAAAAAAAAAAAAAACYAgAAZHJz&#10;L2Rvd25yZXYueG1sUEsFBgAAAAAEAAQA9QAAAIsDAAAAAA==&#10;" path="m,1232l,560,28,527r,669l,1232xm,447l,,28,r,447l,447xe" fillcolor="#2843ff" stroked="f">
                    <v:path arrowok="t" o:connecttype="custom" o:connectlocs="0,1232;0,560;28,527;28,1196;0,1232;0,447;0,0;28,0;28,447;0,447" o:connectangles="0,0,0,0,0,0,0,0,0,0"/>
                    <o:lock v:ext="edit" verticies="t"/>
                  </v:shape>
                  <v:shape id="Freeform 150"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9uUMMA&#10;AADcAAAADwAAAGRycy9kb3ducmV2LnhtbERPyWrDMBC9B/oPYgq9JXJNKbEb2YRCtkshTqDXwZra&#10;otbIWErs9uujQiG3ebx1VuVkO3GlwRvHCp4XCQji2mnDjYLzaTNfgvABWWPnmBT8kIeyeJitMNdu&#10;5CNdq9CIGMI+RwVtCH0upa9bsugXrieO3JcbLIYIh0bqAccYbjuZJsmrtGg4NrTY03tL9Xd1sQo+&#10;jof+00y70ewv2e92l6bZukuVenqc1m8gAk3hLv5373Wc/5LB3zPxAl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9uUMMAAADcAAAADwAAAAAAAAAAAAAAAACYAgAAZHJzL2Rv&#10;d25yZXYueG1sUEsFBgAAAAAEAAQA9QAAAIgDAAAAAA==&#10;" path="m,1196l,527,28,495r,669l,1196xm,447l,,28,r,447l,447xe" fillcolor="#2b48ff" stroked="f">
                    <v:path arrowok="t" o:connecttype="custom" o:connectlocs="0,1196;0,527;28,495;28,1164;0,1196;0,447;0,0;28,0;28,447;0,447" o:connectangles="0,0,0,0,0,0,0,0,0,0"/>
                    <o:lock v:ext="edit" verticies="t"/>
                  </v:shape>
                  <v:shape id="Freeform 151"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hDMUA&#10;AADcAAAADwAAAGRycy9kb3ducmV2LnhtbESPQU/DMAyF70j8h8hI3FjKpI1Rlk1oiGkHDqzsB5jG&#10;NNUapyRha/89PkzazdZ7fu/zcj34Tp0opjawgcdJAYq4DrblxsDh6/1hASplZItdYDIwUoL16vZm&#10;iaUNZ97TqcqNkhBOJRpwOfel1ql25DFNQk8s2k+IHrOssdE24lnCfaenRTHXHluWBoc9bRzVx+rP&#10;G3h++h2rz7g9zuL243s8vA2O0Blzfze8voDKNOSr+XK9s4I/E3x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qEM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152"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nDsIA&#10;AADcAAAADwAAAGRycy9kb3ducmV2LnhtbERPyWrDMBC9F/oPYgK9lEZOIXFxIodSGugta0uOgzSx&#10;ja2RsZRE/fuoUMhtHm+dxTLaTlxo8I1jBZNxBoJYO9NwpeCwX728gfAB2WDnmBT8kodl+fiwwMK4&#10;K2/psguVSCHsC1RQh9AXUnpdk0U/dj1x4k5usBgSHCppBrymcNvJ1yybSYsNp4Yae/qoSbe7s1Uw&#10;O5t1fNab4/cKqx8dP2Ob51ulnkbxfQ4iUAx38b/7y6T50wn8PZMuk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6cO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3"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XapsIA&#10;AADcAAAADwAAAGRycy9kb3ducmV2LnhtbERPS2sCMRC+C/6HMEIvUrNVasvWKKVQ7M0nxeOwmW6C&#10;m8k2SXX990YoeJuP7zmzRecacaIQrWcFT6MCBHHlteVawX73+fgKIiZkjY1nUnChCIt5vzfDUvsz&#10;b+i0TbXIIRxLVGBSakspY2XIYRz5ljhzPz44TBmGWuqA5xzuGjkuiql0aDk3GGzpw1B13P45BXa6&#10;3h8PL/awHO6W1WQlg/n9Dko9DLr3NxCJunQX/7u/dJ7/PIbbM/kCOb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dqmwgAAANwAAAAPAAAAAAAAAAAAAAAAAJgCAABkcnMvZG93&#10;bnJldi54bWxQSwUGAAAAAAQABAD1AAAAhwMAAAAA&#10;" path="m,1100l,,28,r,1063l,1100xe" fillcolor="#3558ff" stroked="f">
                    <v:path arrowok="t" o:connecttype="custom" o:connectlocs="0,1100;0,0;28,0;28,1063;0,1100" o:connectangles="0,0,0,0,0"/>
                  </v:shape>
                  <v:shape id="Freeform 154"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HcasQA&#10;AADcAAAADwAAAGRycy9kb3ducmV2LnhtbERPTWvCQBC9F/wPywheSt2oVJroKiKIglhozKW3aXZM&#10;gtnZkF01+uvdQqG3ebzPmS87U4srta6yrGA0jEAQ51ZXXCjIjpu3DxDOI2usLZOCOzlYLnovc0y0&#10;vfEXXVNfiBDCLkEFpfdNIqXLSzLohrYhDtzJtgZ9gG0hdYu3EG5qOY6iqTRYcWgosaF1Sfk5vRgF&#10;8bZr9rvqM/s5xKdvyuR9+/pIlRr0u9UMhKfO/4v/3Dsd5r9P4PeZcIF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3GrEAAAA3AAAAA8AAAAAAAAAAAAAAAAAmAIAAGRycy9k&#10;b3ducmV2LnhtbFBLBQYAAAAABAAEAPUAAACJAwAAAAA=&#10;" path="m,1063l,,24,r,1031l,1063xe" fillcolor="#385dff" stroked="f">
                    <v:path arrowok="t" o:connecttype="custom" o:connectlocs="0,1063;0,0;24,0;24,1031;0,1063" o:connectangles="0,0,0,0,0"/>
                  </v:shape>
                  <v:shape id="Freeform 155"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ygMAA&#10;AADcAAAADwAAAGRycy9kb3ducmV2LnhtbERPTYvCMBC9L/gfwgje1lRxq9SmIqLoVXe9D83YdreZ&#10;lCbW9t9vBMHbPN7npJve1KKj1lWWFcymEQji3OqKCwU/34fPFQjnkTXWlknBQA422egjxUTbB5+p&#10;u/hChBB2CSoovW8SKV1ekkE3tQ1x4G62NegDbAupW3yEcFPLeRTF0mDFoaHEhnYl5X+Xu1Hwu4z7&#10;eDjurkV3u+5PKxx0fhiUmoz77RqEp96/xS/3SYf5Xwt4PhMukN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aygMAAAADcAAAADwAAAAAAAAAAAAAAAACYAgAAZHJzL2Rvd25y&#10;ZXYueG1sUEsFBgAAAAAEAAQA9QAAAIUDAAAAAA==&#10;" path="m,1031l,,28,r,999l,1031xe" fillcolor="#3b62ff" stroked="f">
                    <v:path arrowok="t" o:connecttype="custom" o:connectlocs="0,1031;0,0;28,0;28,999;0,1031" o:connectangles="0,0,0,0,0"/>
                  </v:shape>
                  <v:shape id="Freeform 156"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KzsMA&#10;AADcAAAADwAAAGRycy9kb3ducmV2LnhtbERPS2vCQBC+F/wPywi9FN00RZHoKiIteiu+wOOQHZNg&#10;djbubmPsr+8WBG/z8T1ntuhMLVpyvrKs4H2YgCDOra64UHDYfw0mIHxA1lhbJgV38rCY915mmGl7&#10;4y21u1CIGMI+QwVlCE0mpc9LMuiHtiGO3Nk6gyFCV0jt8BbDTS3TJBlLgxXHhhIbWpWUX3Y/RsHH&#10;0aXfb3hdH39Der/warPWnyelXvvdcgoiUBee4od7o+P80Qj+n4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mKzsMAAADcAAAADwAAAAAAAAAAAAAAAACYAgAAZHJzL2Rv&#10;d25yZXYueG1sUEsFBgAAAAAEAAQA9QAAAIgDAAAAAA==&#10;" path="m,999l,,28,r,967l,999xe" fillcolor="#3e68ff" stroked="f">
                    <v:path arrowok="t" o:connecttype="custom" o:connectlocs="0,999;0,0;28,0;28,967;0,999" o:connectangles="0,0,0,0,0"/>
                  </v:shape>
                  <v:shape id="Freeform 157"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FBcMA&#10;AADcAAAADwAAAGRycy9kb3ducmV2LnhtbERPS2vCQBC+C/0PyxR6002FRonZiBQspdqDsdDrkJ08&#10;MDsbdldN/fXdQsHbfHzPydej6cWFnO8sK3ieJSCIK6s7bhR8HbfTJQgfkDX2lknBD3lYFw+THDNt&#10;r3ygSxkaEUPYZ6igDWHIpPRVSwb9zA7EkautMxgidI3UDq8x3PRyniSpNNhxbGhxoNeWqlN5Ngpu&#10;flGnjt7cR7P//jzZmo773Vmpp8dxswIRaAx38b/7Xcf5Lyn8PRMv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nFBcMAAADcAAAADwAAAAAAAAAAAAAAAACYAgAAZHJzL2Rv&#10;d25yZXYueG1sUEsFBgAAAAAEAAQA9QAAAIgDAAAAAA==&#10;" path="m,967l,,25,r,930l,967xe" fillcolor="#416dff" stroked="f">
                    <v:path arrowok="t" o:connecttype="custom" o:connectlocs="0,967;0,0;25,0;25,930;0,967" o:connectangles="0,0,0,0,0"/>
                  </v:shape>
                  <v:shape id="Freeform 158"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li8EA&#10;AADcAAAADwAAAGRycy9kb3ducmV2LnhtbERP22oCMRB9L/gPYYS+1ey2tMpqFLFYFoSKlw8YNmN2&#10;cTNZkqjr3zcFwbc5nOvMFr1txZV8aBwryEcZCOLK6YaNguNh/TYBESKyxtYxKbhTgMV88DLDQrsb&#10;7+i6j0akEA4FKqhj7AopQ1WTxTByHXHiTs5bjAl6I7XHWwq3rXzPsi9pseHUUGNHq5qq8/5iFTRn&#10;X27Z3H/MRv76PC+/N/3HQanXYb+cgojUx6f44S51mv85hv9n0gV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ZJYvBAAAA3AAAAA8AAAAAAAAAAAAAAAAAmAIAAGRycy9kb3du&#10;cmV2LnhtbFBLBQYAAAAABAAEAPUAAACGAwAAAAA=&#10;" path="m,930l,,28,r,898l,930xe" fillcolor="#4472ff" stroked="f">
                    <v:path arrowok="t" o:connecttype="custom" o:connectlocs="0,930;0,0;28,0;28,898;0,930" o:connectangles="0,0,0,0,0"/>
                  </v:shape>
                  <v:shape id="Freeform 159"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MPcUA&#10;AADcAAAADwAAAGRycy9kb3ducmV2LnhtbESPQWvCQBCF74X+h2WE3upGodJGV5GKtBcP1SJ4G7Jj&#10;siQ7G7JrEv+9cyj0NsN78943q83oG9VTF11gA7NpBoq4CNZxaeD3tH99BxUTssUmMBm4U4TN+vlp&#10;hbkNA/9Qf0ylkhCOORqoUmpzrWNRkcc4DS2xaNfQeUyydqW2HQ4S7hs9z7KF9uhYGips6bOioj7e&#10;vIFL3epz7eZfi2FH19r1H/F2PxjzMhm3S1CJxvRv/rv+toL/JrTyjEy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sw9xQAAANwAAAAPAAAAAAAAAAAAAAAAAJgCAABkcnMv&#10;ZG93bnJldi54bWxQSwUGAAAAAAQABAD1AAAAigMAAAAA&#10;" path="m,898l,,28,r,866l,898xe" fillcolor="#4777ff" stroked="f">
                    <v:path arrowok="t" o:connecttype="custom" o:connectlocs="0,898;0,0;28,0;28,866;0,898" o:connectangles="0,0,0,0,0"/>
                  </v:shape>
                  <v:shape id="Freeform 160"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Gy8MIA&#10;AADcAAAADwAAAGRycy9kb3ducmV2LnhtbERPTYvCMBC9C/6HMMLeNHVB0WpaRHZBL4JWBG9jM7bF&#10;ZlKarHb3128Ewds83ucs087U4k6tqywrGI8iEMS51RUXCo7Z93AGwnlkjbVlUvBLDtKk31tirO2D&#10;93Q/+EKEEHYxKii9b2IpXV6SQTeyDXHgrrY16ANsC6lbfIRwU8vPKJpKgxWHhhIbWpeU3w4/RsHX&#10;NtPnsZueLB0v2eWv2tXbYqfUx6BbLUB46vxb/HJvdJg/mcPzmXCBT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cbLwwgAAANwAAAAPAAAAAAAAAAAAAAAAAJgCAABkcnMvZG93&#10;bnJldi54bWxQSwUGAAAAAAQABAD1AAAAhwMAAAAA&#10;" path="m,866l,,28,r,834l,866xe" fillcolor="#4a7cff" stroked="f">
                    <v:path arrowok="t" o:connecttype="custom" o:connectlocs="0,866;0,0;28,0;28,834;0,866" o:connectangles="0,0,0,0,0"/>
                  </v:shape>
                  <v:shape id="Freeform 161"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tOcQA&#10;AADcAAAADwAAAGRycy9kb3ducmV2LnhtbESPzWrDMBCE74G+g9hCb4mcHBzjRgkhJdAeCvnpAyzW&#10;xjKRVsZSE/ftu4dAbrvM7My3q80YvLrRkLrIBuazAhRxE23HrYGf835agUoZ2aKPTAb+KMFm/TJZ&#10;YW3jnY90O+VWSQinGg24nPta69Q4CphmsScW7RKHgFnWodV2wLuEB68XRVHqgB1Lg8Oedo6a6+k3&#10;GPj+mrf54C8f5bIqdk77ahnGZMzb67h9B5VpzE/z4/rTCn4p+PKMT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BrTnEAAAA3AAAAA8AAAAAAAAAAAAAAAAAmAIAAGRycy9k&#10;b3ducmV2LnhtbFBLBQYAAAAABAAEAPUAAACJAwAAAAA=&#10;" path="m,834l,,24,r,797l,834xe" fillcolor="#4e82ff" stroked="f">
                    <v:path arrowok="t" o:connecttype="custom" o:connectlocs="0,834;0,0;24,0;24,797;0,834" o:connectangles="0,0,0,0,0"/>
                  </v:shape>
                  <v:shape id="Freeform 162"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Z3cEA&#10;AADcAAAADwAAAGRycy9kb3ducmV2LnhtbERPzWqDQBC+F/IOyxR6q6tNG8S4hlBIyKlQkwcY3Ikr&#10;dWeNu1H79t1Cobf5+H6n3C22FxONvnOsIEtSEMSN0x23Ci7nw3MOwgdkjb1jUvBNHnbV6qHEQruZ&#10;P2mqQytiCPsCFZgQhkJK3xiy6BM3EEfu6kaLIcKxlXrEOYbbXr6k6UZa7Dg2GBzo3VDzVd+tAimz&#10;49t0We/NPOR8m5ZXrj9OSj09LvstiEBL+Bf/uU86zt9k8PtMvEB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72d3BAAAA3AAAAA8AAAAAAAAAAAAAAAAAmAIAAGRycy9kb3du&#10;cmV2LnhtbFBLBQYAAAAABAAEAPUAAACGAwAAAAA=&#10;" path="m,797l,,29,r,765l,797xe" fillcolor="#5187ff" stroked="f">
                    <v:path arrowok="t" o:connecttype="custom" o:connectlocs="0,797;0,0;29,0;29,765;0,797" o:connectangles="0,0,0,0,0"/>
                  </v:shape>
                  <v:shape id="Freeform 163"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LHFsIA&#10;AADcAAAADwAAAGRycy9kb3ducmV2LnhtbERPS2rDMBDdF3IHMYHuGrkuOMWNbIqhtLvWSQ4wWBN/&#10;Yo1cS03snD4qBLKbx/vOJp9ML040utaygudVBIK4srrlWsF+9/H0CsJ5ZI29ZVIwk4M8WzxsMNX2&#10;zCWdtr4WIYRdigoa74dUSlc1ZNCt7EAcuIMdDfoAx1rqEc8h3PQyjqJEGmw5NDQ4UNFQddz+GQXJ&#10;usPf7hPn78v6JcafoppKcko9Lqf3NxCeJn8X39xfOsxPYvh/Jlwg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scWwgAAANwAAAAPAAAAAAAAAAAAAAAAAJgCAABkcnMvZG93&#10;bnJldi54bWxQSwUGAAAAAAQABAD1AAAAhwMAAAAA&#10;" path="m,765l,,28,r,733l,765xe" fillcolor="#548cff" stroked="f">
                    <v:path arrowok="t" o:connecttype="custom" o:connectlocs="0,765;0,0;28,0;28,733;0,765" o:connectangles="0,0,0,0,0"/>
                  </v:shape>
                  <v:shape id="Freeform 164"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keMQA&#10;AADcAAAADwAAAGRycy9kb3ducmV2LnhtbERPTWvCQBC9F/wPywi91U0s2JK6ikQEQ6XQ6KHHaXaa&#10;BLOzIbtNor/eFQq9zeN9znI9mkb01LnasoJ4FoEgLqyuuVRwOu6eXkE4j6yxsUwKLuRgvZo8LDHR&#10;duBP6nNfihDCLkEFlfdtIqUrKjLoZrYlDtyP7Qz6ALtS6g6HEG4aOY+ihTRYc2iosKW0ouKc/xoF&#10;Jo2+08N+/pFl+P6Vv6TbC8dXpR6n4+YNhKfR/4v/3Hsd5i+e4f5MuE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9ZHjEAAAA3AAAAA8AAAAAAAAAAAAAAAAAmAIAAGRycy9k&#10;b3ducmV2LnhtbFBLBQYAAAAABAAEAPUAAACJAwAAAAA=&#10;" path="m,733l,,24,r,701l,733xe" fillcolor="#5791ff" stroked="f">
                    <v:path arrowok="t" o:connecttype="custom" o:connectlocs="0,733;0,0;24,0;24,701;0,733" o:connectangles="0,0,0,0,0"/>
                  </v:shape>
                  <v:shape id="Freeform 165"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djsQA&#10;AADcAAAADwAAAGRycy9kb3ducmV2LnhtbERP22rCQBB9F/oPyxR8Mxu1iKSuUguCghe0rc9jdpqE&#10;ZmdjdtXYr3cFwbc5nOuMJo0pxZlqV1hW0I1iEMSp1QVnCr6/Zp0hCOeRNZaWScGVHEzGL60RJtpe&#10;eEvnnc9ECGGXoILc+yqR0qU5GXSRrYgD92trgz7AOpO6xksIN6XsxfFAGiw4NORY0WdO6d/uZBS4&#10;w7TY9q/79bL7s1kfF7OVnv6vlGq/Nh/vIDw1/il+uOc6zB+8wf2Zc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nY7EAAAA3AAAAA8AAAAAAAAAAAAAAAAAmAIAAGRycy9k&#10;b3ducmV2LnhtbFBLBQYAAAAABAAEAPUAAACJAwAAAAA=&#10;" path="m,701l,,28,r,664l,701xe" fillcolor="#5a96ff" stroked="f">
                    <v:path arrowok="t" o:connecttype="custom" o:connectlocs="0,701;0,0;28,0;28,664;0,701" o:connectangles="0,0,0,0,0"/>
                  </v:shape>
                  <v:shape id="Freeform 166"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o/xcEA&#10;AADcAAAADwAAAGRycy9kb3ducmV2LnhtbERPS2sCMRC+C/6HMII3zVaolK1RrNjiRcQHeB02093g&#10;ZrImqe7+eyMIvc3H95zZorW1uJEPxrGCt3EGgrhw2nCp4HT8Hn2ACBFZY+2YFHQUYDHv92aYa3fn&#10;Pd0OsRQphEOOCqoYm1zKUFRkMYxdQ5y4X+ctxgR9KbXHewq3tZxk2VRaNJwaKmxoVVFxOfxZBT4a&#10;vS63+67tzn533f50+FUYpYaDdvkJIlIb/8Uv90an+dN3eD6TLp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KP8XBAAAA3AAAAA8AAAAAAAAAAAAAAAAAmAIAAGRycy9kb3du&#10;cmV2LnhtbFBLBQYAAAAABAAEAPUAAACGAwAAAAA=&#10;" path="m,664l,,28,r,632l,664xe" fillcolor="#5d9cff" stroked="f">
                    <v:path arrowok="t" o:connecttype="custom" o:connectlocs="0,664;0,0;28,0;28,632;0,664" o:connectangles="0,0,0,0,0"/>
                  </v:shape>
                  <v:shape id="Freeform 167"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O6sMA&#10;AADcAAAADwAAAGRycy9kb3ducmV2LnhtbERPTWsCMRC9F/wPYQRv3ayFbuvWKCoUvVYrehyScXcx&#10;maybVNf++qZQ6G0e73Om895ZcaUuNJ4VjLMcBLH2puFKwefu/fEVRIjIBq1nUnCnAPPZ4GGKpfE3&#10;/qDrNlYihXAoUUEdY1tKGXRNDkPmW+LEnXznMCbYVdJ0eEvhzsqnPC+kw4ZTQ40trWrS5+2XU/B9&#10;mBT56rKePL9ovTza3d4ejnulRsN+8QYiUh//xX/ujUnziwJ+n0kX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O6sMAAADcAAAADwAAAAAAAAAAAAAAAACYAgAAZHJzL2Rv&#10;d25yZXYueG1sUEsFBgAAAAAEAAQA9QAAAIgDAAAAAA==&#10;" path="m,632l,,29,r,600l,632xe" fillcolor="#60a1ff" stroked="f">
                    <v:path arrowok="t" o:connecttype="custom" o:connectlocs="0,632;0,0;29,0;29,600;0,632" o:connectangles="0,0,0,0,0"/>
                  </v:shape>
                  <v:shape id="Freeform 168"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c8MA&#10;AADcAAAADwAAAGRycy9kb3ducmV2LnhtbERP22oCMRB9L/gPYQTfatYLq2yNIoK0gi3V9gOGzXSz&#10;uJlsk3Rd/94UCn2bw7nOatPbRnTkQ+1YwWScgSAuna65UvD5sX9cgggRWWPjmBTcKMBmPXhYYaHd&#10;lU/UnWMlUgiHAhWYGNtCylAashjGriVO3JfzFmOCvpLa4zWF20ZOsyyXFmtODQZb2hkqL+cfq+Dw&#10;/J5PXnfbA3e5mX2/7f38SAulRsN++wQiUh//xX/uF53m5wv4fSZd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bc8MAAADcAAAADwAAAAAAAAAAAAAAAACYAgAAZHJzL2Rv&#10;d25yZXYueG1sUEsFBgAAAAAEAAQA9QAAAIgDAAAAAA==&#10;" path="m,600l,,24,r,568l,600xe" fillcolor="#63a6ff" stroked="f">
                    <v:path arrowok="t" o:connecttype="custom" o:connectlocs="0,600;0,0;24,0;24,568;0,600" o:connectangles="0,0,0,0,0"/>
                  </v:shape>
                  <v:shape id="Freeform 169"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clHMYA&#10;AADcAAAADwAAAGRycy9kb3ducmV2LnhtbESPQWvCQBCF74X+h2UKvdVNPYhNXUWkihRsTewPGLNj&#10;EszOhuyaxH/fORR6m+G9ee+bxWp0jeqpC7VnA6+TBBRx4W3NpYGf0/ZlDipEZIuNZzJwpwCr5ePD&#10;AlPrB86oz2OpJIRDigaqGNtU61BU5DBMfEss2sV3DqOsXalth4OEu0ZPk2SmHdYsDRW2tKmouOY3&#10;Z+BwH3bJaX+Jn19v149jfu7XY/ZtzPPTuH4HFWmM/+a/670V/JnQyjMygV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clHMYAAADcAAAADwAAAAAAAAAAAAAAAACYAgAAZHJz&#10;L2Rvd25yZXYueG1sUEsFBgAAAAAEAAQA9QAAAIsDAAAAAA==&#10;" path="m,568l,,28,r,531l,568xe" fillcolor="#67abff" stroked="f">
                    <v:path arrowok="t" o:connecttype="custom" o:connectlocs="0,568;0,0;28,0;28,531;0,568" o:connectangles="0,0,0,0,0"/>
                  </v:shape>
                  <v:shape id="Freeform 170"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W6sIA&#10;AADcAAAADwAAAGRycy9kb3ducmV2LnhtbERP22oCMRB9L/QfwhT6VrMK9bIaRYSWIlJaL+/DZtws&#10;7kyWTarr3xtB6NscznVmi45rdaY2VF4M9HsZKJLC20pKA/vdx9sYVIgoFmsvZOBKARbz56cZ5tZf&#10;5JfO21iqFCIhRwMuxibXOhSOGEPPNySJO/qWMSbYltq2eEnhXOtBlg01YyWpwWFDK0fFafvHBo4/&#10;o2LCy9HGuvXh/RuvzJvdpzGvL91yCipSF//FD/eXTfOHE7g/ky7Q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NbqwgAAANwAAAAPAAAAAAAAAAAAAAAAAJgCAABkcnMvZG93&#10;bnJldi54bWxQSwUGAAAAAAQABAD1AAAAhwMAAAAA&#10;" path="m,531l,,28,r,499l,531xe" fillcolor="#6ab0ff" stroked="f">
                    <v:path arrowok="t" o:connecttype="custom" o:connectlocs="0,531;0,0;28,0;28,499;0,531" o:connectangles="0,0,0,0,0"/>
                  </v:shape>
                  <v:shape id="Freeform 171"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rcYA&#10;AADcAAAADwAAAGRycy9kb3ducmV2LnhtbESPS2vDQAyE74X+h0WF3pp1ekiDk7UJgUDTQmgekByF&#10;V34Qr9bxbh3331eHQm8SM5r5tMxH16qB+tB4NjCdJKCIC28brgycjpuXOagQkS22nsnADwXIs8eH&#10;JabW33lPwyFWSkI4pGigjrFLtQ5FTQ7DxHfEopW+dxhl7Stte7xLuGv1a5LMtMOGpaHGjtY1FdfD&#10;tzOww9l+dz7etl9bWn98lmWpL/PBmOencbUAFWmM/+a/63cr+G+CL8/IBDr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IrcYAAADcAAAADwAAAAAAAAAAAAAAAACYAgAAZHJz&#10;L2Rvd25yZXYueG1sUEsFBgAAAAAEAAQA9QAAAIsDAAAAAA==&#10;" path="m,499l,,24,r,467l,499xe" fillcolor="#6db6ff" stroked="f">
                    <v:path arrowok="t" o:connecttype="custom" o:connectlocs="0,499;0,0;24,0;24,467;0,499" o:connectangles="0,0,0,0,0"/>
                  </v:shape>
                  <v:shape id="Freeform 172"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uqKcQA&#10;AADcAAAADwAAAGRycy9kb3ducmV2LnhtbERPTWvCQBC9F/wPywi96cYUVFJXKRWhlx4SxdDbkB2z&#10;odnZNLvGtL/eLRR6m8f7nM1utK0YqPeNYwWLeQKCuHK64VrB6XiYrUH4gKyxdUwKvsnDbjt52GCm&#10;3Y1zGopQixjCPkMFJoQuk9JXhiz6ueuII3dxvcUQYV9L3eMthttWpkmylBYbjg0GO3o1VH0WV6ug&#10;yJ8u13Q47t2P/yjLr/fxnJpcqcfp+PIMItAY/sV/7jcd568W8PtMvE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qinEAAAA3AAAAA8AAAAAAAAAAAAAAAAAmAIAAGRycy9k&#10;b3ducmV2LnhtbFBLBQYAAAAABAAEAPUAAACJAwAAAAA=&#10;" path="m,467l,,29,r,435l,467xe" fillcolor="#70bbff" stroked="f">
                    <v:path arrowok="t" o:connecttype="custom" o:connectlocs="0,467;0,0;29,0;29,435;0,467" o:connectangles="0,0,0,0,0"/>
                  </v:shape>
                  <v:shape id="Freeform 173"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VdsAA&#10;AADcAAAADwAAAGRycy9kb3ducmV2LnhtbERPTYvCMBC9C/6HMII3TfSgUo2yrBTWi6CV3evYjG21&#10;mZQmq/Xfm4UFb/N4n7PadLYWd2p95VjDZKxAEOfOVFxoOGXpaAHCB2SDtWPS8CQPm3W/t8LEuAcf&#10;6H4MhYgh7BPUUIbQJFL6vCSLfuwa4shdXGsxRNgW0rT4iOG2llOlZtJixbGhxIY+S8pvx1+rQV5T&#10;dW7cWf18+yzNtnu7U5nVejjoPpYgAnXhLf53f5k4fz6Fv2fiB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dVdsAAAADcAAAADwAAAAAAAAAAAAAAAACYAgAAZHJzL2Rvd25y&#10;ZXYueG1sUEsFBgAAAAAEAAQA9QAAAIUDAAAAAA==&#10;" path="m,435l,,28,r,398l,435xe" fillcolor="#73c0ff" stroked="f">
                    <v:path arrowok="t" o:connecttype="custom" o:connectlocs="0,435;0,0;28,0;28,398;0,435" o:connectangles="0,0,0,0,0"/>
                  </v:shape>
                  <v:shape id="Freeform 174"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zscMA&#10;AADcAAAADwAAAGRycy9kb3ducmV2LnhtbERPTWvCQBC9C/6HZYReim5swbZpNiItSkGlNErPQ3aa&#10;BLOzIbua5N+7QsHbPN7nJMve1OJCrassK5jPIhDEudUVFwqOh/X0FYTzyBpry6RgIAfLdDxKMNa2&#10;4x+6ZL4QIYRdjApK75tYSpeXZNDNbEMcuD/bGvQBtoXULXYh3NTyKYoW0mDFoaHEhj5Kyk/Z2Sgo&#10;6NjRsH/73OzsZrv6fjR2iH6Vepj0q3cQnnp/F/+7v3SY//IMt2fCBTK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zzscMAAADcAAAADwAAAAAAAAAAAAAAAACYAgAAZHJzL2Rv&#10;d25yZXYueG1sUEsFBgAAAAAEAAQA9QAAAIgDAAAAAA==&#10;" path="m,398l,,24,r,366l,398xe" fillcolor="#76c5ff" stroked="f">
                    <v:path arrowok="t" o:connecttype="custom" o:connectlocs="0,398;0,0;24,0;24,366;0,398" o:connectangles="0,0,0,0,0"/>
                  </v:shape>
                  <v:shape id="Freeform 175"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hS8AA&#10;AADcAAAADwAAAGRycy9kb3ducmV2LnhtbERPS4vCMBC+C/6HMIK3NVVcV6tRfLAge9uq4HFoxrbY&#10;TEoStf57s7DgbT6+5yxWranFnZyvLCsYDhIQxLnVFRcKjofvjykIH5A11pZJwZM8rJbdzgJTbR/8&#10;S/csFCKGsE9RQRlCk0rp85IM+oFtiCN3sc5giNAVUjt8xHBTy1GSTKTBimNDiQ1tS8qv2c0omNH5&#10;89Da6+60m9TH9Q+GTeK0Uv1eu56DCNSGt/jfvddx/tcY/p6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KhS8AAAADcAAAADwAAAAAAAAAAAAAAAACYAgAAZHJzL2Rvd25y&#10;ZXYueG1sUEsFBgAAAAAEAAQA9QAAAIUDAAAAAA==&#10;" path="m,366l,,28,r,334l,366xe" fillcolor="#79caff" stroked="f">
                    <v:path arrowok="t" o:connecttype="custom" o:connectlocs="0,366;0,0;28,0;28,334;0,366" o:connectangles="0,0,0,0,0"/>
                  </v:shape>
                  <v:shape id="Freeform 176"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3BMMA&#10;AADcAAAADwAAAGRycy9kb3ducmV2LnhtbERPS2sCMRC+F/wPYYTealZbq64bRQShID1URfQ2bGYf&#10;uJmETVa3/74pFHqbj+852bo3jbhT62vLCsajBARxbnXNpYLTcfcyB+EDssbGMin4Jg/r1eApw1Tb&#10;B3/R/RBKEUPYp6igCsGlUvq8IoN+ZB1x5ArbGgwRtqXULT5iuGnkJEnepcGaY0OFjrYV5bdDZxRc&#10;pufXbjJ2zu676/a2589d8bZQ6nnYb5YgAvXhX/zn/tBx/mwK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3BMMAAADcAAAADwAAAAAAAAAAAAAAAACYAgAAZHJzL2Rv&#10;d25yZXYueG1sUEsFBgAAAAAEAAQA9QAAAIgDAAAAAA==&#10;" path="m,334l,,28,r,302l,334xe" fillcolor="#7cd0ff" stroked="f">
                    <v:path arrowok="t" o:connecttype="custom" o:connectlocs="0,334;0,0;28,0;28,302;0,334" o:connectangles="0,0,0,0,0"/>
                  </v:shape>
                  <v:shape id="Freeform 177"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hOCMEA&#10;AADcAAAADwAAAGRycy9kb3ducmV2LnhtbERPS2rDMBDdF3IHMYHuatlduMGNEkpDcSDdNM4BBmti&#10;mVojR1Ic9/ZRodDdPN531tvZDmIiH3rHCoosB0HcOt1zp+DUfDytQISIrHFwTAp+KMB2s3hYY6Xd&#10;jb9oOsZOpBAOFSowMY6VlKE1ZDFkbiRO3Nl5izFB30nt8ZbC7SCf87yUFntODQZHejfUfh+vVsGh&#10;ufi5KFdmquuz2fXSSv60Sj0u57dXEJHm+C/+c+91mv9Swu8z6QK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4TgjBAAAA3AAAAA8AAAAAAAAAAAAAAAAAmAIAAGRycy9kb3du&#10;cmV2LnhtbFBLBQYAAAAABAAEAPUAAACGAwAAAAA=&#10;" path="m,302l,,29,r,265l,302xe" fillcolor="#80d5ff" stroked="f">
                    <v:path arrowok="t" o:connecttype="custom" o:connectlocs="0,302;0,0;29,0;29,265;0,302" o:connectangles="0,0,0,0,0"/>
                  </v:shape>
                  <v:shape id="Freeform 178"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bJMMA&#10;AADcAAAADwAAAGRycy9kb3ducmV2LnhtbERPTWsCMRC9F/ofwhR6KZq11KqrUdpCZfEgVAWvw2bc&#10;LN1MliS66783QqG3ebzPWax624gL+VA7VjAaZiCIS6drrhQc9t+DKYgQkTU2jknBlQKslo8PC8y1&#10;6/iHLrtYiRTCIUcFJsY2lzKUhiyGoWuJE3dy3mJM0FdSe+xSuG3ka5a9S4s1pwaDLX0ZKn93Z6vg&#10;c1O8jWsKsTOjYj3z55d+fdwq9fzUf8xBROrjv/jPXeg0fzKB+zPp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pbJMMAAADcAAAADwAAAAAAAAAAAAAAAACYAgAAZHJzL2Rv&#10;d25yZXYueG1sUEsFBgAAAAAEAAQA9QAAAIgDAAAAAA==&#10;" path="m,265l,,24,r,233l,265xe" fillcolor="#83daff" stroked="f">
                    <v:path arrowok="t" o:connecttype="custom" o:connectlocs="0,265;0,0;24,0;24,233;0,265" o:connectangles="0,0,0,0,0"/>
                  </v:shape>
                  <v:shape id="Freeform 179"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5FWcMA&#10;AADcAAAADwAAAGRycy9kb3ducmV2LnhtbESPQW/CMAyF75P4D5GRdhspE2KjEBBCQ+qVjh24mca0&#10;FY1TNYGWfz8fkLjZes/vfV5tBteoO3Wh9mxgOklAERfe1lwaOP7uP75BhYhssfFMBh4UYLMeva0w&#10;tb7nA93zWCoJ4ZCigSrGNtU6FBU5DBPfEot28Z3DKGtXatthL+Gu0Z9JMtcOa5aGClvaVVRc85sz&#10;cF6csvxnlh0PGfc3/Zhf7fCXGPM+HrZLUJGG+DI/rzMr+F9CK8/IB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5FWcMAAADcAAAADwAAAAAAAAAAAAAAAACYAgAAZHJzL2Rv&#10;d25yZXYueG1sUEsFBgAAAAAEAAQA9QAAAIgDAAAAAA==&#10;" path="m,233l,,28,r,201l,233xe" fillcolor="#86dfff" stroked="f">
                    <v:path arrowok="t" o:connecttype="custom" o:connectlocs="0,233;0,0;28,0;28,201;0,233" o:connectangles="0,0,0,0,0"/>
                  </v:shape>
                  <v:shape id="Freeform 180"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fJo8MA&#10;AADcAAAADwAAAGRycy9kb3ducmV2LnhtbERPS4vCMBC+L+x/CLPgZdF0BXe1GkUWBE/iYxG9Dc3Y&#10;FJtJaaKt/nojLHibj+85k1lrS3Gl2heOFXz1EhDEmdMF5wr+dovuEIQPyBpLx6TgRh5m0/e3Caba&#10;Nbyh6zbkIoawT1GBCaFKpfSZIYu+5yriyJ1cbTFEWOdS19jEcFvKfpJ8S4sFxwaDFf0ays7bi1Ww&#10;Oa5o2QzWh/a+1yaM5p+nI12U6ny08zGIQG14if/dSx3n/4zg+Uy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fJo8MAAADcAAAADwAAAAAAAAAAAAAAAACYAgAAZHJzL2Rv&#10;d25yZXYueG1sUEsFBgAAAAAEAAQA9QAAAIgDAAAAAA==&#10;" path="m,201l,,28,r,169l,201xe" fillcolor="#89e4ff" stroked="f">
                    <v:path arrowok="t" o:connecttype="custom" o:connectlocs="0,201;0,0;28,0;28,169;0,201" o:connectangles="0,0,0,0,0"/>
                  </v:shape>
                  <v:shape id="Freeform 181"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4pMMA&#10;AADcAAAADwAAAGRycy9kb3ducmV2LnhtbESPQW/CMAyF75P4D5GRdhspHLaqa4oQbNI4TcB+gGlM&#10;W9E4VZOR7t/PByRutt7ze5/L9eR6daMxdJ4NLBcZKOLa244bAz+nz5ccVIjIFnvPZOCPAqyr2VOJ&#10;hfWJD3Q7xkZJCIcCDbQxDoXWoW7JYVj4gVi0ix8dRlnHRtsRk4S7Xq+y7FU77FgaWhxo21J9Pf46&#10;A11626zS6WO7r3dpcGfW+Tn7NuZ5Pm3eQUWa4sN8v/6ygp8LvjwjE+j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B4pMMAAADcAAAADwAAAAAAAAAAAAAAAACYAgAAZHJzL2Rv&#10;d25yZXYueG1sUEsFBgAAAAAEAAQA9QAAAIgDAAAAAA==&#10;" path="m,169l,,24,r,132l,169xe" fillcolor="#8ceaff" stroked="f">
                    <v:path arrowok="t" o:connecttype="custom" o:connectlocs="0,169;0,0;24,0;24,132;0,169" o:connectangles="0,0,0,0,0"/>
                  </v:shape>
                  <v:shape id="Freeform 182"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aacAA&#10;AADcAAAADwAAAGRycy9kb3ducmV2LnhtbERPS4vCMBC+C/sfwgheZE274INqlCosiDcfex+asS02&#10;k24Tbfz3mwXB23x8z1ltgmnEgzpXW1aQThIQxIXVNZcKLufvzwUI55E1NpZJwZMcbNYfgxVm2vZ8&#10;pMfJlyKGsMtQQeV9m0npiooMuoltiSN3tZ1BH2FXSt1hH8NNI7+SZCYN1hwbKmxpV1FxO92NAjtt&#10;xilvwy/m89A/z9PDzz0/KDUahnwJwlPwb/HLvddx/iKF/2fi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UaacAAAADcAAAADwAAAAAAAAAAAAAAAACYAgAAZHJzL2Rvd25y&#10;ZXYueG1sUEsFBgAAAAAEAAQA9QAAAIUDAAAAAA==&#10;" path="m,132l,,29,r,100l,132xe" fillcolor="#8fefff" stroked="f">
                    <v:path arrowok="t" o:connecttype="custom" o:connectlocs="0,132;0,0;29,0;29,100;0,132" o:connectangles="0,0,0,0,0"/>
                  </v:shape>
                  <v:shape id="Freeform 183"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07cIA&#10;AADcAAAADwAAAGRycy9kb3ducmV2LnhtbERPS4vCMBC+L/gfwgje1tS6aqlGEUFYWA++Dh7HZmyL&#10;zaQ0Ubv/3giCt/n4njNbtKYSd2pcaVnBoB+BIM6sLjlXcDysvxMQziNrrCyTgn9ysJh3vmaYavvg&#10;Hd33PhchhF2KCgrv61RKlxVk0PVtTRy4i20M+gCbXOoGHyHcVDKOorE0WHJoKLCmVUHZdX8zCkZ/&#10;yXnb/hyGcnTbxtVuIienzUWpXrddTkF4av1H/Hb/6jA/ieH1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3TtwgAAANwAAAAPAAAAAAAAAAAAAAAAAJgCAABkcnMvZG93&#10;bnJldi54bWxQSwUGAAAAAAQABAD1AAAAhwMAAAAA&#10;" path="m,100l,,28,r,68l,100xe" fillcolor="#92f4ff" stroked="f">
                    <v:path arrowok="t" o:connecttype="custom" o:connectlocs="0,100;0,0;28,0;28,68;0,100" o:connectangles="0,0,0,0,0"/>
                  </v:shape>
                  <v:shape id="Freeform 184"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SrsIA&#10;AADcAAAADwAAAGRycy9kb3ducmV2LnhtbERPS4vCMBC+C/sfwix4EU11QaXbKLIgq6AHH+B1bKYP&#10;bCalydb67zeC4G0+vucky85UoqXGlZYVjEcRCOLU6pJzBefTejgH4TyyxsoyKXiQg+Xio5dgrO2d&#10;D9QefS5CCLsYFRTe17GULi3IoBvZmjhwmW0M+gCbXOoG7yHcVHISRVNpsOTQUGBNPwWlt+OfUcCV&#10;H2zdrF1fb4+Vqcf7yynb/SrV/+xW3yA8df4tfrk3Osyff8HzmXC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xKuwgAAANwAAAAPAAAAAAAAAAAAAAAAAJgCAABkcnMvZG93&#10;bnJldi54bWxQSwUGAAAAAAQABAD1AAAAhwMAAAAA&#10;" path="m,68l,,28,r,36l,68xe" fillcolor="#95f9ff" stroked="f">
                    <v:path arrowok="t" o:connecttype="custom" o:connectlocs="0,68;0,0;28,0;28,36;0,68" o:connectangles="0,0,0,0,0"/>
                  </v:shape>
                  <v:shape id="Freeform 185"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1MIA&#10;AADcAAAADwAAAGRycy9kb3ducmV2LnhtbERPTWvCQBC9F/wPywi91Y0iYlNXqQVBaqE0Cr0O2Wk2&#10;JDubZkeN/75bKPQ2j/c5q83gW3WhPtaBDUwnGSjiMtiaKwOn4+5hCSoKssU2MBm4UYTNenS3wtyG&#10;K3/QpZBKpRCOORpwIl2udSwdeYyT0BEn7iv0HiXBvtK2x2sK962eZdlCe6w5NTjs6MVR2RRnb+D9&#10;u3g9sHPnxVsl+rNxj82WxJj78fD8BEpokH/xn3tv0/zlHH6fSRfo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r7fUwgAAANwAAAAPAAAAAAAAAAAAAAAAAJgCAABkcnMvZG93&#10;bnJldi54bWxQSwUGAAAAAAQABAD1AAAAhwMAAAAA&#10;" path="m,36l,,24,,,36xe" fillcolor="#9ff" stroked="f">
                    <v:path arrowok="t" o:connecttype="custom" o:connectlocs="0,36;0,0;24,0;0,36" o:connectangles="0,0,0,0"/>
                  </v:shape>
                  <v:shape id="Freeform 186"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frMAA&#10;AADcAAAADwAAAGRycy9kb3ducmV2LnhtbERPS2rDMBDdF3IHMYHuGjmBlsSJbEyg0EWhNM0BBmsi&#10;m1gjR1Jt5fZVodDdPN53DnWyg5jIh96xgvWqAEHcOt2zUXD+en3agggRWePgmBTcKUBdLR4OWGo3&#10;8ydNp2hEDuFQooIuxrGUMrQdWQwrNxJn7uK8xZihN1J7nHO4HeSmKF6kxZ5zQ4cjHTtqr6dvqwA3&#10;vJvMvSlufUPv89GkD2+TUo/L1OxBRErxX/znftN5/vYZfp/JF8j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frMAAAADcAAAADwAAAAAAAAAAAAAAAACYAgAAZHJzL2Rvd25y&#10;ZXYueG1sUEsFBgAAAAAEAAQA9QAAAIUDAAAAAA==&#10;" path="m93,l,93,,472r189,l189,93,93,189,93,,,,,93,93,xe" stroked="f">
                    <v:path arrowok="t" o:connecttype="custom" o:connectlocs="93,0;0,93;0,472;189,472;189,93;93,189;93,0;0,0;0,93;93,0" o:connectangles="0,0,0,0,0,0,0,0,0,0"/>
                  </v:shape>
                  <v:shape id="Freeform 187"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XHfsIA&#10;AADcAAAADwAAAGRycy9kb3ducmV2LnhtbERPTWvCQBC9F/wPywheim4qVNboRqwgeOmh2noesmMS&#10;kp2N2TVJ/323UOhtHu9ztrvRNqKnzleONbwsEhDEuTMVFxo+L8e5AuEDssHGMWn4Jg+7bPK0xdS4&#10;gT+oP4dCxBD2KWooQ2hTKX1ekkW/cC1x5G6usxgi7AppOhxiuG3kMklW0mLFsaHElg4l5fX5YTWs&#10;Xy/qWlT+rX/efw1K4buq70Hr2XTcb0AEGsO/+M99MnG+WsHvM/EC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1cd+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88"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u49sMA&#10;AADcAAAADwAAAGRycy9kb3ducmV2LnhtbERPzWrCQBC+F/oOyxS8FN3Ug91GV2mFgPbUpn2AITvJ&#10;hmZnQ3bV6NO7BcHbfHy/s9qMrhNHGkLrWcPLLANBXHnTcqPh96eYKhAhIhvsPJOGMwXYrB8fVpgb&#10;f+JvOpaxESmEQ44abIx9LmWoLDkMM98TJ672g8OY4NBIM+AphbtOzrNsIR22nBos9rS1VP2VB6fh&#10;4uvPQ1EWfNnVH/ZrvlfPb0ppPXka35cgIo3xLr65dybNV6/w/0y6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u49sMAAADcAAAADwAAAAAAAAAAAAAAAACYAgAAZHJzL2Rv&#10;d25yZXYueG1sUEsFBgAAAAAEAAQA9QAAAIgDAAAAAA==&#10;" path="m97,1708r92,97l189,,,,,1805r97,93l,1805r,93l97,1898r,-190xe" stroked="f">
                    <v:path arrowok="t" o:connecttype="custom" o:connectlocs="97,1708;189,1805;189,0;0,0;0,1805;97,1898;0,1805;0,1898;97,1898;97,1708" o:connectangles="0,0,0,0,0,0,0,0,0,0"/>
                  </v:shape>
                  <v:shape id="Freeform 189"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tOcUA&#10;AADcAAAADwAAAGRycy9kb3ducmV2LnhtbESPQWvCQBCF7wX/wzJCb3WjB7HRVUQQLNRDbSr1NmTH&#10;JJqdDdltjP++cxC8zfDevPfNYtW7WnXUhsqzgfEoAUWce1txYSD73r7NQIWIbLH2TAbuFGC1HLws&#10;MLX+xl/UHWKhJIRDigbKGJtU65CX5DCMfEMs2tm3DqOsbaFtizcJd7WeJMlUO6xYGkpsaFNSfj38&#10;OQObYoqf4SM77rPj++X3Z32KoTsZ8zrs13NQkfr4ND+ud1bwZ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6605xQAAANwAAAAPAAAAAAAAAAAAAAAAAJgCAABkcnMv&#10;ZG93bnJldi54bWxQSwUGAAAAAAQABAD1AAAAigMAAAAA&#10;" path="m411,97l503,,,,,190r503,l600,97r-97,93l600,190r,-93l411,97xe" stroked="f">
                    <v:path arrowok="t" o:connecttype="custom" o:connectlocs="411,97;503,0;0,0;0,190;503,190;600,97;503,190;600,190;600,97;411,97" o:connectangles="0,0,0,0,0,0,0,0,0,0"/>
                  </v:shape>
                  <v:shape id="Freeform 190"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pgcIA&#10;AADcAAAADwAAAGRycy9kb3ducmV2LnhtbERP22rCQBB9F/oPyxT6InXTCJpEVylCi2/e+gFDdkyC&#10;2dmwuybp37uFgm9zONdZb0fTip6cbywr+JglIIhLqxuuFPxcvt4zED4ga2wtk4Jf8rDdvEzWWGg7&#10;8In6c6hEDGFfoII6hK6Q0pc1GfQz2xFH7mqdwRChq6R2OMRw08o0SRbSYMOxocaOdjWVt/PdKLgd&#10;pst+b4bv6phesvtuvszz1Cn19jp+rkAEGsNT/O/e6zg/y+HvmXi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ymB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1"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licUA&#10;AADcAAAADwAAAGRycy9kb3ducmV2LnhtbESPT2vCQBDF7wW/wzKCt7rRg9joKkURBYXiHzyP2WmS&#10;NjsbshuN3945FHqb4b157zfzZecqdacmlJ4NjIYJKOLM25JzA5fz5n0KKkRki5VnMvCkAMtF722O&#10;qfUPPtL9FHMlIRxSNFDEWKdah6wgh2Hoa2LRvn3jMMra5No2+JBwV+lxkky0w5KlocCaVgVlv6fW&#10;Gfjp8rodXw/H23qftP7rut1dIhsz6HefM1CRuvhv/rveWcH/EHx5Rib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eWJxQAAANwAAAAPAAAAAAAAAAAAAAAAAJgCAABkcnMv&#10;ZG93bnJldi54bWxQSwUGAAAAAAQABAD1AAAAigMAAAAA&#10;" path="m189,92l97,189r503,l600,,97,,,92,97,,,,,92r189,xe" stroked="f">
                    <v:path arrowok="t" o:connecttype="custom" o:connectlocs="189,92;97,189;600,189;600,0;97,0;0,92;97,0;0,0;0,92;189,92" o:connectangles="0,0,0,0,0,0,0,0,0,0"/>
                  </v:shape>
                  <v:shape id="Freeform 192"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f68IA&#10;AADcAAAADwAAAGRycy9kb3ducmV2LnhtbERP3UrDMBS+F/YO4QjeuXRD3VaXjSEMpKCwzgc4JmdN&#10;aXNSkrjWtzeC4N35+H7Pdj+5XlwpxNazgsW8AEGsvWm5UfBxPt6vQcSEbLD3TAq+KcJ+N7vZYmn8&#10;yCe61qkROYRjiQpsSkMpZdSWHMa5H4gzd/HBYcowNNIEHHO46+WyKJ6kw5Zzg8WBXizprv5yCh67&#10;h6DHYNfv+q367FaHqu6OlVJ3t9PhGUSiKf2L/9yvJs/fLOD3mXy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1/rwgAAANwAAAAPAAAAAAAAAAAAAAAAAJgCAABkcnMvZG93&#10;bnJldi54bWxQSwUGAAAAAAQABAD1AAAAhwMAAAAA&#10;" path="m97,464r92,-93l189,,,,,371,97,274r,190l189,464r,-93l97,464xe" stroked="f">
                    <v:path arrowok="t" o:connecttype="custom" o:connectlocs="97,464;189,371;189,0;0,0;0,371;97,274;97,464;189,464;189,371;97,464" o:connectangles="0,0,0,0,0,0,0,0,0,0"/>
                  </v:shape>
                  <v:shape id="Freeform 193"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gk8EA&#10;AADcAAAADwAAAGRycy9kb3ducmV2LnhtbERPTYvCMBC9L/gfwgje1lRBV6tRVFhQ2MNaBa9DMzbF&#10;ZlKbrNZ/vxEEb/N4nzNftrYSN2p86VjBoJ+AIM6dLrlQcDx8f05A+ICssXJMCh7kYbnofMwx1e7O&#10;e7ploRAxhH2KCkwIdSqlzw1Z9H1XE0fu7BqLIcKmkLrBewy3lRwmyVhaLDk2GKxpYyi/ZH9WwdWE&#10;Xbb9za8nO54OLvXXWo5+9kr1uu1qBiJQG97il3ur4/zpEJ7Px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34JPBAAAA3AAAAA8AAAAAAAAAAAAAAAAAmAIAAGRycy9kb3du&#10;cmV2LnhtbFBLBQYAAAAABAAEAPUAAACGAwAAAAA=&#10;" path="m,97r97,93l512,190,512,,97,r92,97l,97r,93l97,190,,97xe" stroked="f">
                    <v:path arrowok="t" o:connecttype="custom" o:connectlocs="0,97;97,190;512,190;512,0;97,0;189,97;0,97;0,190;97,190;0,97" o:connectangles="0,0,0,0,0,0,0,0,0,0"/>
                  </v:shape>
                  <v:shape id="Freeform 194"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5JOMEA&#10;AADcAAAADwAAAGRycy9kb3ducmV2LnhtbERPS4vCMBC+L/gfwgh7W1MVFq1GUUHpyV0fB49DM7bV&#10;ZlKaqPHfbwRhb/PxPWc6D6YWd2pdZVlBv5eAIM6trrhQcDysv0YgnEfWWFsmBU9yMJ91PqaYavvg&#10;Hd33vhAxhF2KCkrvm1RKl5dk0PVsQxy5s20N+gjbQuoWHzHc1HKQJN/SYMWxocSGViXl1/3NKPj1&#10;2RU3p9XyJzzt4BIy2o7cVqnPblhMQHgK/l/8dmc6zh8P4fVMvE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eSTjBAAAA3AAAAA8AAAAAAAAAAAAAAAAAmAIAAGRycy9kb3du&#10;cmV2LnhtbFBLBQYAAAAABAAEAPUAAACGAwAAAAA=&#10;" path="m97,189l4,92,,467r189,l193,92,97,r96,92l193,,97,r,189xe" stroked="f">
                    <v:path arrowok="t" o:connecttype="custom" o:connectlocs="97,189;4,92;0,467;189,467;193,92;97,0;193,92;193,0;97,0;97,189" o:connectangles="0,0,0,0,0,0,0,0,0,0"/>
                  </v:shape>
                  <v:shape id="Freeform 195"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sIA&#10;AADcAAAADwAAAGRycy9kb3ducmV2LnhtbERPTWvCQBC9C/6HZQRvuomUYlM3oQhpPVbtQW9Ddpos&#10;zc4m2a3Gf98tCN7m8T5nU4y2FRcavHGsIF0mIIgrpw3XCr6O5WINwgdkja1jUnAjD0U+nWww0+7K&#10;e7ocQi1iCPsMFTQhdJmUvmrIol+6jjhy326wGCIcaqkHvMZw28pVkjxLi4ZjQ4MdbRuqfg6/VkFv&#10;jntD1Wf6nva3j7I893Z96pWaz8a3VxCBxvAQ3907Hee/PMH/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b7+iwgAAANwAAAAPAAAAAAAAAAAAAAAAAJgCAABkcnMvZG93&#10;bnJldi54bWxQSwUGAAAAAAQABAD1AAAAhwMAAAAA&#10;" path="m189,92l97,189r508,l605,,97,,,92,97,,,,,92r189,xe" stroked="f">
                    <v:path arrowok="t" o:connecttype="custom" o:connectlocs="189,92;97,189;605,189;605,0;97,0;0,92;97,0;0,0;0,92;189,92" o:connectangles="0,0,0,0,0,0,0,0,0,0"/>
                  </v:shape>
                  <v:shape id="Freeform 196"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u9MMA&#10;AADcAAAADwAAAGRycy9kb3ducmV2LnhtbERPS4vCMBC+C/6HMIIX0XRlV7QaRRRBvPkA9TY0Y1ts&#10;Jt0mW7v76zeC4G0+vufMFo0pRE2Vyy0r+BhEIIgTq3NOFZyOm/4YhPPIGgvLpOCXHCzm7dYMY20f&#10;vKf64FMRQtjFqCDzvoyldElGBt3AlsSBu9nKoA+wSqWu8BHCTSGHUTSSBnMODRmWtMoouR9+jILd&#10;peTesLfO75vr3/5cF5/ffr1VqttpllMQnhr/Fr/cWx3mT77g+Uy4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Uu9MMAAADcAAAADwAAAAAAAAAAAAAAAACYAgAAZHJzL2Rv&#10;d25yZXYueG1sUEsFBgAAAAAEAAQA9QAAAIgDAAAAAA==&#10;" path="m4,2088r185,28l189,,,,,2116r185,28l,2116r,600l185,2144,4,2088xe" stroked="f">
                    <v:path arrowok="t" o:connecttype="custom" o:connectlocs="4,2088;189,2116;189,0;0,0;0,2116;185,2144;0,2116;0,2716;185,2144;4,2088" o:connectangles="0,0,0,0,0,0,0,0,0,0"/>
                  </v:shape>
                  <v:shape id="Freeform 197"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uvcEA&#10;AADcAAAADwAAAGRycy9kb3ducmV2LnhtbERPS4vCMBC+C/sfwix4kTX1gavdRhFR8Gp3wevQjH1s&#10;MylN1OqvN4LgbT6+5ySrztTiQq0rLSsYDSMQxJnVJecK/n53X3MQziNrrC2Tghs5WC0/egnG2l75&#10;QJfU5yKEsItRQeF9E0vpsoIMuqFtiAN3sq1BH2CbS93iNYSbWo6jaCYNlhwaCmxoU1D2n56Ngkl3&#10;+o6OzbFa02g6GN+3ukozrVT/s1v/gPDU+bf45d7rMH8xg+cz4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xbr3BAAAA3AAAAA8AAAAAAAAAAAAAAAAAmAIAAGRycy9kb3du&#10;cmV2LnhtbFBLBQYAAAAABAAEAPUAAACGAw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8"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o54MQA&#10;AADcAAAADwAAAGRycy9kb3ducmV2LnhtbERPTWvCQBC9F/wPywi9SN2YQk2jq0hRKLQXowWP0+yY&#10;DWZnQ3Y16b/vFoTe5vE+Z7kebCNu1PnasYLZNAFBXDpdc6XgeNg9ZSB8QNbYOCYFP+RhvRo9LDHX&#10;ruc93YpQiRjCPkcFJoQ2l9KXhiz6qWuJI3d2ncUQYVdJ3WEfw20j0yR5kRZrjg0GW3ozVF6Kq1Xw&#10;2U8+zDk1VdYeslP6XGy/Tt9bpR7Hw2YBItAQ/sV397uO81/n8PdMvE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6OeDEAAAA3AAAAA8AAAAAAAAAAAAAAAAAmAIAAGRycy9k&#10;b3ducmV2LnhtbFBLBQYAAAAABAAEAPUAAACJAwAAAAA=&#10;" path="m,2116l,,28,r,2031l24,2043r-4,8l16,2063r-4,12l8,2084r-4,12l,2108r,8xe" fillcolor="blue" stroked="f">
                    <v:path arrowok="t" o:connecttype="custom" o:connectlocs="0,2116;0,0;28,0;28,2031;24,2043;20,2051;16,2063;12,2075;8,2084;4,2096;0,2108;0,2116" o:connectangles="0,0,0,0,0,0,0,0,0,0,0,0"/>
                  </v:shape>
                  <v:shape id="Freeform 199"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VVscA&#10;AADcAAAADwAAAGRycy9kb3ducmV2LnhtbESPQU/CQBCF7yb+h82YeJOtmhisLIQgEA8YFQjCbdId&#10;uo3d2aa70PrvmYOJt5m8N+99M5r0vlZnamMV2MD9IANFXARbcWlgu1ncDUHFhGyxDkwGfinCZHx9&#10;NcLcho6/6LxOpZIQjjkacCk1udaxcOQxDkJDLNoxtB6TrG2pbYudhPtaP2TZk/ZYsTQ4bGjmqPhZ&#10;n7yB2eP+sJx/7rqhff/Y0i5sVu771Zjbm376AipRn/7Nf9dvVvCfhVaekQn0+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KlV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200"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92dsQA&#10;AADcAAAADwAAAGRycy9kb3ducmV2LnhtbERPTWsCMRC9F/ofwgi9FM1aQbpbo4jYIj0I2iJ4m27G&#10;3djNZEmirv/eFITe5vE+ZzLrbCPO5INxrGA4yEAQl04brhR8f733X0GEiKyxcUwKrhRgNn18mGCh&#10;3YU3dN7GSqQQDgUqqGNsCylDWZPFMHAtceIOzluMCfpKao+XFG4b+ZJlY2nRcGqosaVFTeXv9mQV&#10;/Dyvlug/Rru1yT5pvDfH3WlzVOqp183fQETq4r/47l7pND/P4e+Zd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PdnbEAAAA3AAAAA8AAAAAAAAAAAAAAAAAmAIAAGRycy9k&#10;b3ducmV2LnhtbFBLBQYAAAAABAAEAPUAAACJAwAAAAA=&#10;" path="m,1955l,,28,r,1886l24,1894r-4,12l16,1914r-4,8l8,1930r-4,8l4,1947r-4,8xe" fillcolor="#060aff" stroked="f">
                    <v:path arrowok="t" o:connecttype="custom" o:connectlocs="0,1955;0,0;28,0;28,1886;24,1894;20,1906;16,1914;12,1922;8,1930;4,1938;4,1947;0,1955" o:connectangles="0,0,0,0,0,0,0,0,0,0,0,0"/>
                  </v:shape>
                  <v:shape id="Freeform 201"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o8QA&#10;AADcAAAADwAAAGRycy9kb3ducmV2LnhtbESPQWvCQBSE7wX/w/KE3pqNUkTSrFKEgFAKGu3B22v2&#10;NQnNvg272yT9964geBxm5hsm306mEwM531pWsEhSEMSV1S3XCs6n4mUNwgdkjZ1lUvBPHrab2VOO&#10;mbYjH2koQy0ihH2GCpoQ+kxKXzVk0Ce2J47ej3UGQ5SultrhGOGmk8s0XUmDLceFBnvaNVT9ln9G&#10;wXTpL6fvrxF3H+51XAyH7tMOhVLP8+n9DUSgKTzC9/ZeK4hEuJ2JR0B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FPqP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2"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oscA&#10;AADcAAAADwAAAGRycy9kb3ducmV2LnhtbESPS2vDMBCE74X8B7GBXkoj24fQOlFCCBRa8CUPCLkt&#10;1sZ2Yq1cS340v74qBHocZuYbZrkeTS16al1lWUE8i0AQ51ZXXCg4Hj5e30A4j6yxtkwKfsjBejV5&#10;WmKq7cA76ve+EAHCLkUFpfdNKqXLSzLoZrYhDt7FtgZ9kG0hdYtDgJtaJlE0lwYrDgslNrQtKb/t&#10;O6PgOzu/dNn1etf+tHu/fWmZnKteqefpuFmA8DT6//Cj/akVJFEM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BSKL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203"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tucQA&#10;AADcAAAADwAAAGRycy9kb3ducmV2LnhtbESPwWrDMBBE74X8g9hAb7UcH0xxrIQQCAR6aG230NwW&#10;a2OZWCtjqbH791Wh0OMwM2+Ycr/YQdxp8r1jBZskBUHcOt1zp+C9OT09g/ABWePgmBR8k4f9bvVQ&#10;YqHdzBXd69CJCGFfoAITwlhI6VtDFn3iRuLoXd1kMUQ5dVJPOEe4HWSWprm02HNcMDjS0VB7q7+s&#10;gtfq7aOej818kUvI7YvpP7umVupxvRy2IAIt4T/81z5rBVma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7bbnEAAAA3AAAAA8AAAAAAAAAAAAAAAAAmAIAAGRycy9k&#10;b3ducmV2LnhtbFBLBQYAAAAABAAEAPUAAACJAwAAAAA=&#10;" path="m,1769l,,28,r,1717l24,1721r-4,8l16,1733r,8l12,1749r-4,4l4,1761r-4,8xe" fillcolor="#0f1aff" stroked="f">
                    <v:path arrowok="t" o:connecttype="custom" o:connectlocs="0,1769;0,0;28,0;28,1717;24,1721;20,1729;16,1733;16,1741;12,1749;8,1753;4,1761;0,1769" o:connectangles="0,0,0,0,0,0,0,0,0,0,0,0"/>
                  </v:shape>
                  <v:shape id="Freeform 204"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FwsUA&#10;AADcAAAADwAAAGRycy9kb3ducmV2LnhtbESPQWvCQBSE74L/YXlCb7qrhSKpmyCKVAul1Mb7a/aZ&#10;pM2+DdltjP++WxA8DjPzDbPKBtuInjpfO9YwnykQxIUzNZca8s/ddAnCB2SDjWPScCUPWToerTAx&#10;7sIf1B9DKSKEfYIaqhDaREpfVGTRz1xLHL2z6yyGKLtSmg4vEW4buVDqSVqsOS5U2NKmouLn+Gs1&#10;YL89fX3nL6/XXf4W7P50mKv3g9YPk2H9DCLQEO7hW3tvNCzUI/yfi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wXC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5"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bMMA&#10;AADcAAAADwAAAGRycy9kb3ducmV2LnhtbESPT2sCMRTE74LfITyhN01qRcpqFBGEXrr4p9Dr6+a5&#10;Wbp5WZKo67c3QqHHYWZ+wyzXvWvFlUJsPGt4nSgQxJU3Ddcavk678TuImJANtp5Jw50irFfDwRIL&#10;4298oOsx1SJDOBaowabUFVLGypLDOPEdcfbOPjhMWYZamoC3DHetnCo1lw4bzgsWO9paqn6PF6eB&#10;P/c9lsHb+fd900T1VpaHn4vWL6N+swCRqE//4b/2h9EwVTN4ns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bMMAAADcAAAADwAAAAAAAAAAAAAAAACYAgAAZHJzL2Rv&#10;d25yZXYueG1sUEsFBgAAAAAEAAQA9QAAAIgDAAAAAA==&#10;" path="m,1664l,,28,r,1616l24,1624r,4l20,1636r-4,4l12,1648r-4,4l4,1660r-4,4xe" fillcolor="#1524ff" stroked="f">
                    <v:path arrowok="t" o:connecttype="custom" o:connectlocs="0,1664;0,0;28,0;28,1616;24,1624;24,1628;20,1636;16,1640;12,1648;8,1652;4,1660;0,1664" o:connectangles="0,0,0,0,0,0,0,0,0,0,0,0"/>
                  </v:shape>
                  <v:shape id="Freeform 206"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VccA&#10;AADcAAAADwAAAGRycy9kb3ducmV2LnhtbESPQWvCQBSE74X+h+UVvNVNhNgQsxFpFbSHlmoOPT6y&#10;zySYfRuyq0Z/fbdQ6HGYmW+YfDmaTlxocK1lBfE0AkFcWd1yraA8bJ5TEM4ja+wsk4IbOVgWjw85&#10;Ztpe+Ysue1+LAGGXoYLG+z6T0lUNGXRT2xMH72gHgz7IoZZ6wGuAm07OomguDbYcFhrs6bWh6rQ/&#10;GwXvZ9a7l8/0O07K+1ty2K0/ynit1ORpXC1AeBr9f/ivvdUKZlECv2fCEZD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u1X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7"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FsMMA&#10;AADcAAAADwAAAGRycy9kb3ducmV2LnhtbESP0YrCMBRE3wX/IVxhX0RTFYtUo4iwsC/uYvUDrs21&#10;LTY3JcnW+vcbQdjHYWbOMJtdbxrRkfO1ZQWzaQKCuLC65lLB5fw5WYHwAVljY5kUPMnDbjscbDDT&#10;9sEn6vJQighhn6GCKoQ2k9IXFRn0U9sSR+9mncEQpSuldviIcNPIeZKk0mDNcaHClg4VFff81yiw&#10;176gi04Xqfm+d8dl2bnF+Eepj1G/X4MI1If/8Lv9pRXMkxRe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9FsM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208"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A8ccA&#10;AADcAAAADwAAAGRycy9kb3ducmV2LnhtbESPzW7CMBCE70i8g7VIvYHTtPwoYFDVqrS9gAhcuC3x&#10;NgnE6yg2JH37ulIljqOZ+UazWHWmEjdqXGlZweMoAkGcWV1yruCwfx/OQDiPrLGyTAp+yMFq2e8t&#10;MNG25R3dUp+LAGGXoILC+zqR0mUFGXQjWxMH79s2Bn2QTS51g22Am0rGUTSRBksOCwXW9FpQdkmv&#10;RsH2nG6e26+Pt9kxPq2vT0dcj81EqYdB9zIH4anz9/B/+1MriKMp/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ogPH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209"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uMsIA&#10;AADcAAAADwAAAGRycy9kb3ducmV2LnhtbERPz2vCMBS+C/4P4QneNNWD066pjLrBLoNpRTw+mrem&#10;rHmpTbTdf78cBjt+fL+z/Whb8aDeN44VrJYJCOLK6YZrBefybbEF4QOyxtYxKfghD/t8Oskw1W7g&#10;Iz1OoRYxhH2KCkwIXSqlrwxZ9EvXEUfuy/UWQ4R9LXWPQwy3rVwnyUZabDg2GOyoMFR9n+5WwWf9&#10;1ITiYO7F7XpwZTnsXq+XD6Xms/HlGUSgMfyL/9zvWsE6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y4ywgAAANwAAAAPAAAAAAAAAAAAAAAAAJgCAABkcnMvZG93&#10;bnJldi54bWxQSwUGAAAAAAQABAD1AAAAhwMAAAAA&#10;" path="m,1491l,,28,r,1455l24,1459r-4,4l16,1467r-4,4l8,1479r-4,4l,1487r,4xe" fillcolor="#2239ff" stroked="f">
                    <v:path arrowok="t" o:connecttype="custom" o:connectlocs="0,1491;0,0;28,0;28,1455;24,1459;20,1463;16,1467;12,1471;8,1479;4,1483;0,1487;0,1491" o:connectangles="0,0,0,0,0,0,0,0,0,0,0,0"/>
                  </v:shape>
                  <v:shape id="Freeform 210"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koe8cA&#10;AADcAAAADwAAAGRycy9kb3ducmV2LnhtbESPS2/CMBCE75X6H6yt1AsCBw4lpBjEQ62gEofyENdt&#10;vI2jxusQGwj/Hleq1ONoZr7RjKetrcSFGl86VtDvJSCIc6dLLhTsd2/dFIQPyBorx6TgRh6mk8eH&#10;MWbaXfmTLttQiAhhn6ECE0KdSelzQxZ9z9XE0ft2jcUQZVNI3eA1wm0lB0nyIi2WHBcM1rQwlP9s&#10;z1bBZv7ewfCRHpbHjTn1Kf2arYdDpZ6f2tkriEBt+A//tVdawSAZwe+Ze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pKHv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1"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PBb4A&#10;AADcAAAADwAAAGRycy9kb3ducmV2LnhtbERPTYvCMBC9L/gfwgheFk0rbNFqFFkUel1X70MztsVk&#10;UpJou//eHIQ9Pt73dj9aI57kQ+dYQb7IQBDXTnfcKLj8nuYrECEiazSOScEfBdjvJh9bLLUb+Iee&#10;59iIFMKhRAVtjH0pZahbshgWridO3M15izFB30jtcUjh1shllhXSYsepocWevluq7+eHVVDYIL/Y&#10;oL8e8nVlimP1eRwqpWbT8bABEWmM/+K3u9IKlnman86kIyB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CzwW+AAAA3AAAAA8AAAAAAAAAAAAAAAAAmAIAAGRycy9kb3ducmV2&#10;LnhtbFBLBQYAAAAABAAEAPUAAACDAwAAAAA=&#10;" path="m,1419l,,29,r,1382l25,1386r-4,4l17,1395r-4,4l9,1407r,4l5,1415r-5,4xe" fillcolor="#2843ff" stroked="f">
                    <v:path arrowok="t" o:connecttype="custom" o:connectlocs="0,1419;0,0;29,0;29,1382;25,1386;21,1390;17,1395;13,1399;9,1407;9,1411;5,1415;0,1419" o:connectangles="0,0,0,0,0,0,0,0,0,0,0,0"/>
                  </v:shape>
                  <v:shape id="Freeform 212"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3CUMYA&#10;AADcAAAADwAAAGRycy9kb3ducmV2LnhtbESPQWvCQBSE74L/YXmF3nQTDxKiqxSppRUEqxba2yP7&#10;mg3Nvg3ZNUZ/vSsUPA4z8w0zX/a2Fh21vnKsIB0nIIgLpysuFRwP61EGwgdkjbVjUnAhD8vFcDDH&#10;XLszf1K3D6WIEPY5KjAhNLmUvjBk0Y9dQxy9X9daDFG2pdQtniPc1nKSJFNpseK4YLChlaHib3+y&#10;Cq4/p+8VvVWb3Vf3atJses22Hwelnp/6lxmIQH14hP/b71rBJE3hfi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3CUM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213"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r/bsQA&#10;AADcAAAADwAAAGRycy9kb3ducmV2LnhtbESPQYvCMBSE74L/IbyFvciaWliRrlFEED0JWgWPj+aZ&#10;1m1eShNt999vBMHjMDPfMPNlb2vxoNZXjhVMxgkI4sLpio2CU775moHwAVlj7ZgU/JGH5WI4mGOm&#10;XccHehyDERHCPkMFZQhNJqUvSrLox64hjt7VtRZDlK2RusUuwm0t0ySZSosVx4USG1qXVPwe71aB&#10;+S7221sSRrk57C77Wb5ym3On1OdHv/oBEagP7/CrvdMK0kk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q/27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4"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v2sUA&#10;AADcAAAADwAAAGRycy9kb3ducmV2LnhtbESPQWsCMRSE74L/ITyhN82utlK2ZqUtCIVCoerF22Pz&#10;3MTdvCybVLf99Y0geBxm5htmtR5cK87UB+tZQT7LQBBXXluuFex3m+kziBCRNbaeScEvBViX49EK&#10;C+0v/E3nbaxFgnAoUIGJsSukDJUhh2HmO+LkHX3vMCbZ11L3eElw18p5li2lQ8tpwWBH74aqZvvj&#10;FISnzelzQfLLmqE55Na8Pco/o9TDZHh9ARFpiPfwrf2hFczzBVzPpCMg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a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5"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Pvi8MA&#10;AADcAAAADwAAAGRycy9kb3ducmV2LnhtbESPQWvCQBSE7wX/w/IK3urGICKpq5RixKvR0Osj+5oE&#10;d9+G7Bqjv94VCj0OM/MNs96O1oiBet86VjCfJSCIK6dbrhWcT/nHCoQPyBqNY1JwJw/bzeRtjZl2&#10;Nz7SUIRaRAj7DBU0IXSZlL5qyKKfuY44er+utxii7Gupe7xFuDUyTZKltNhyXGiwo++GqktxtQry&#10;n3JZmMewD+UqzYddV14OD6PU9H38+gQRaAz/4b/2QStI5wt4nY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Pvi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6"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EeKMMA&#10;AADcAAAADwAAAGRycy9kb3ducmV2LnhtbESP0YrCMBRE3xf8h3AF39a0xVWpRhFB8EFZVv2Aa3Nt&#10;i81NbWKtfv1mYcHHYWbOMPNlZyrRUuNKywriYQSCOLO65FzB6bj5nIJwHlljZZkUPMnBctH7mGOq&#10;7YN/qD34XAQIuxQVFN7XqZQuK8igG9qaOHgX2xj0QTa51A0+AtxUMomisTRYclgosKZ1Qdn1cDcK&#10;yH4n5jqhdvy63e57I0fxeWeVGvS71QyEp86/w//trVaQxF/wdyYc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EeKMMAAADcAAAADwAAAAAAAAAAAAAAAACYAgAAZHJzL2Rv&#10;d25yZXYueG1sUEsFBgAAAAAEAAQA9QAAAIgDAAAAAA==&#10;" fillcolor="#385dff" stroked="f"/>
                  <v:rect id="Rectangle 217"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BO+sMA&#10;AADcAAAADwAAAGRycy9kb3ducmV2LnhtbESPQWvCQBSE74L/YXlCb7pRQSS6igiKhV606vk1+5qk&#10;zb6N2dcY/323UPA4zMw3zHLduUq11ITSs4HxKAFFnHlbcm7g/L4bzkEFQbZYeSYDDwqwXvV7S0yt&#10;v/OR2pPkKkI4pGigEKlTrUNWkMMw8jVx9D5941CibHJtG7xHuKv0JElm2mHJcaHAmrYFZd+nH2fg&#10;6zgVme5vPm8v9rV+XN/sh8uMeRl0mwUooU6e4f/2wRqYjGfwdyYeAb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BO+sMAAADcAAAADwAAAAAAAAAAAAAAAACYAgAAZHJzL2Rv&#10;d25yZXYueG1sUEsFBgAAAAAEAAQA9QAAAIgDAAAAAA==&#10;" fillcolor="#3b62ff" stroked="f"/>
                  <v:rect id="Rectangle 218"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rQa8QA&#10;AADcAAAADwAAAGRycy9kb3ducmV2LnhtbESPS4vCMBSF98L8h3AH3I2pig+qUYZhFBFErC5cXptr&#10;W2xuOk3U+u+NMODycB4fZzpvTCluVLvCsoJuJwJBnFpdcKbgsF98jUE4j6yxtEwKHuRgPvtoTTHW&#10;9s47uiU+E2GEXYwKcu+rWEqX5mTQdWxFHLyzrQ36IOtM6hrvYdyUshdFQ2mw4EDIsaKfnNJLcjUB&#10;YtPT2v/1NyZzg0vizqvl9veoVPuz+Z6A8NT4d/i/vdIKet0R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60GvEAAAA3AAAAA8AAAAAAAAAAAAAAAAAmAIAAGRycy9k&#10;b3ducmV2LnhtbFBLBQYAAAAABAAEAPUAAACJAwAAAAA=&#10;" fillcolor="#3e68ff" stroked="f"/>
                  <v:rect id="Rectangle 219"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tucMA&#10;AADcAAAADwAAAGRycy9kb3ducmV2LnhtbERPPW/CMBDdK/EfrEPqVpxkKFWKExVU1C5QEVDma3xN&#10;AvE5il0I/Ho8VOr49L4X+Wg6cabBtZYVxLMIBHFldcu1gsN+/fQCwnlkjZ1lUnAlB3k2eVhgqu2F&#10;d3QufC1CCLsUFTTe96mUrmrIoJvZnjhwP3Yw6AMcaqkHvIRw08kkip6lwZZDQ4M9rRqqTsWvUbAr&#10;5bh9X5al+9hc11/F8dvcbnOlHqfj2ysIT6P/F/+5P7WCJA5rw5lwB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3tucMAAADcAAAADwAAAAAAAAAAAAAAAACYAgAAZHJzL2Rv&#10;d25yZXYueG1sUEsFBgAAAAAEAAQA9QAAAIgDAAAAAA==&#10;" fillcolor="#416dff" stroked="f"/>
                  <v:rect id="Rectangle 220"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vscUA&#10;AADcAAAADwAAAGRycy9kb3ducmV2LnhtbESPQWsCMRSE70L/Q3iFXqRm9SC6NUoRW3rxsOpBb4/N&#10;283SzcuSRN321xtB8DjMzDfMYtXbVlzIh8axgvEoA0FcOt1wreCw/3qfgQgRWWPrmBT8UYDV8mWw&#10;wFy7Kxd02cVaJAiHHBWYGLtcylAashhGriNOXuW8xZikr6X2eE1w28pJlk2lxYbTgsGO1obK393Z&#10;KvgvhsVp646lqbyv3HC+/j5sGqXeXvvPDxCR+vgMP9o/WsFkPIf7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u+xxQAAANwAAAAPAAAAAAAAAAAAAAAAAJgCAABkcnMv&#10;ZG93bnJldi54bWxQSwUGAAAAAAQABAD1AAAAigMAAAAA&#10;" fillcolor="#4472ff" stroked="f"/>
                  <v:rect id="Rectangle 221"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u8EA&#10;AADcAAAADwAAAGRycy9kb3ducmV2LnhtbERPPW/CMBDdkfofrKvEBk4yIJRiUFWpLQMDJND5ZF+T&#10;tPE5ik0I/Ho8IDE+ve/VZrStGKj3jWMF6TwBQaydabhScCw/Z0sQPiAbbB2Tgit52KxfJivMjbvw&#10;gYYiVCKGsM9RQR1Cl0vpdU0W/dx1xJH7db3FEGFfSdPjJYbbVmZJspAWG44NNXb0UZP+L85WQbn/&#10;OhVD+Pn7tre01IfUD6h3Sk1fx/c3EIHG8BQ/3FujIMvi/HgmHgG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r0bvBAAAA3AAAAA8AAAAAAAAAAAAAAAAAmAIAAGRycy9kb3du&#10;cmV2LnhtbFBLBQYAAAAABAAEAPUAAACGAwAAAAA=&#10;" fillcolor="#4777ff" stroked="f"/>
                  <v:rect id="Rectangle 222"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cMUA&#10;AADcAAAADwAAAGRycy9kb3ducmV2LnhtbESP3WrCQBSE7wXfYTlCb0Q35qJI6iqlYP+gYJM+wDF7&#10;TILZs2t2TeLbdwtCL4eZ+YbZ7EbTip4631hWsFomIIhLqxuuFPwU+8UahA/IGlvLpOBGHnbb6WSD&#10;mbYDf1Ofh0pECPsMFdQhuExKX9Zk0C+tI47eyXYGQ5RdJXWHQ4SbVqZJ8igNNhwXanT0UlN5zq9G&#10;QTEWb/3n7XXIP+YXZ7/s4eiuB6UeZuPzE4hAY/gP39vvWkGaruD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ZwxQAAANwAAAAPAAAAAAAAAAAAAAAAAJgCAABkcnMv&#10;ZG93bnJldi54bWxQSwUGAAAAAAQABAD1AAAAigMAAAAA&#10;" fillcolor="#4a7cff" stroked="f"/>
                  <v:rect id="Rectangle 223"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D6sYA&#10;AADcAAAADwAAAGRycy9kb3ducmV2LnhtbESPT0sDMRTE74LfITzBS7FZQym6bVoWRfCg9K/3181z&#10;d3XzsiRpd/vtTaHgcZiZ3zDz5WBbcSIfGscaHscZCOLSmYYrDfvd28MTiBCRDbaOScOZAiwXtzdz&#10;zI3reUOnbaxEgnDIUUMdY5dLGcqaLIax64iT9+28xZikr6Tx2Ce4baXKsqm02HBaqLGjl5rK3+3R&#10;aviYquJY/nw+79ariR19HfrXvS+0vr8bihmISEP8D1/b70aDUgou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BD6sYAAADcAAAADwAAAAAAAAAAAAAAAACYAgAAZHJz&#10;L2Rvd25yZXYueG1sUEsFBgAAAAAEAAQA9QAAAIsDAAAAAA==&#10;" fillcolor="#4e82ff" stroked="f"/>
                  <v:rect id="Rectangle 224"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0O2sQA&#10;AADcAAAADwAAAGRycy9kb3ducmV2LnhtbESPzWrDMBCE74W+g9hALiWR7BKTOlFCcQj0ZPL3AIu1&#10;tU2slbGUxHn7qlDocZiZb5j1drSduNPgW8cakrkCQVw503Kt4XLez5YgfEA22DkmDU/ysN28vqwx&#10;N+7BR7qfQi0ihH2OGpoQ+lxKXzVk0c9dTxy9bzdYDFEOtTQDPiLcdjJVKpMWW44LDfZUNFRdTzer&#10;4Vr0SVKOb6VSH1m12B2KMkufWk8n4+cKRKAx/If/2l9GQ5q+w++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dDtrEAAAA3AAAAA8AAAAAAAAAAAAAAAAAmAIAAGRycy9k&#10;b3ducmV2LnhtbFBLBQYAAAAABAAEAPUAAACJAwAAAAA=&#10;" fillcolor="#5187ff" stroked="f"/>
                  <v:rect id="Rectangle 225"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dc9MYA&#10;AADcAAAADwAAAGRycy9kb3ducmV2LnhtbESPW2vCQBSE3wv+h+UIvtWNaakSXUUEiVAoNC0U3w7Z&#10;kwtmz8bsNpd/3y0U+jjMzDfM7jCaRvTUudqygtUyAkGcW11zqeDz4/y4AeE8ssbGMimYyMFhP3vY&#10;YaLtwO/UZ74UAcIuQQWV920ipcsrMuiWtiUOXmE7gz7IrpS6wyHATSPjKHqRBmsOCxW2dKoov2Xf&#10;RkFx/jo+Xdfr1PbmTRb3tH4db5NSi/l43ILwNPr/8F/7ohXE8TP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dc9MYAAADcAAAADwAAAAAAAAAAAAAAAACYAgAAZHJz&#10;L2Rvd25yZXYueG1sUEsFBgAAAAAEAAQA9QAAAIsDAAAAAA==&#10;" fillcolor="#548cff" stroked="f"/>
                  <v:rect id="Rectangle 226"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iMYA&#10;AADcAAAADwAAAGRycy9kb3ducmV2LnhtbESPT2vCQBTE70K/w/KE3szGSItE19CWCl5KqTaH3h7Z&#10;ZxKafRuymz/203cFweMwM79httlkGjFQ52rLCpZRDIK4sLrmUsH3ab9Yg3AeWWNjmRRcyEG2e5ht&#10;MdV25C8ajr4UAcIuRQWV920qpSsqMugi2xIH72w7gz7IrpS6wzHATSOTOH6WBmsOCxW29FZR8Xvs&#10;jYLVD74nMh8+8kufv5b9n5Xu86DU43x62YDwNPl7+NY+aAVJ8gTXM+EIyN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EiMYAAADcAAAADwAAAAAAAAAAAAAAAACYAgAAZHJz&#10;L2Rvd25yZXYueG1sUEsFBgAAAAAEAAQA9QAAAIsDAAAAAA==&#10;" fillcolor="#5791ff" stroked="f"/>
                  <v:rect id="Rectangle 227"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rtcMA&#10;AADcAAAADwAAAGRycy9kb3ducmV2LnhtbESPX2vCMBTF34V9h3CFvchM7YNIZxQRhD7ppvb90ty1&#10;Zc1NlmTafvtlIPh4OH9+nPV2ML24kQ+dZQWLeQaCuLa640bB9XJ4W4EIEVljb5kUjBRgu3mZrLHQ&#10;9s6fdDvHRqQRDgUqaGN0hZShbslgmFtHnLwv6w3GJH0jtcd7Gje9zLNsKQ12nAgtOtq3VH+ff03i&#10;ulM17o8/H+OsrNz1mPXlyVdKvU6H3TuISEN8hh/tUivI8yX8n0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ortcMAAADcAAAADwAAAAAAAAAAAAAAAACYAgAAZHJzL2Rv&#10;d25yZXYueG1sUEsFBgAAAAAEAAQA9QAAAIgDAAAAAA==&#10;" fillcolor="#5a96ff" stroked="f"/>
                  <v:rect id="Rectangle 228"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1fhscA&#10;AADcAAAADwAAAGRycy9kb3ducmV2LnhtbESPQWvCQBSE74L/YXlCb7ppDkZTVylCoUWraAv2+Mi+&#10;ZkOzb0N2NbG/vlsQPA4z8w2zWPW2FhdqfeVYweMkAUFcOF1xqeDz42U8A+EDssbaMSm4kofVcjhY&#10;YK5dxwe6HEMpIoR9jgpMCE0upS8MWfQT1xBH79u1FkOUbSl1i12E21qmSTKVFiuOCwYbWhsqfo5n&#10;q2Cbdb/lbFdvkt3evM+n69PXW3ZS6mHUPz+BCNSHe/jWftUK0jSD/zPx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dX4bHAAAA3AAAAA8AAAAAAAAAAAAAAAAAmAIAAGRy&#10;cy9kb3ducmV2LnhtbFBLBQYAAAAABAAEAPUAAACMAwAAAAA=&#10;" fillcolor="#5d9cff" stroked="f"/>
                  <v:rect id="Rectangle 229"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OicIA&#10;AADcAAAADwAAAGRycy9kb3ducmV2LnhtbERPz2vCMBS+D/Y/hDfwMjRdDyLVKMUhCB50dbDrs3m2&#10;1ealJNHW/94chB0/vt+L1WBacSfnG8sKviYJCOLS6oYrBb/HzXgGwgdkja1lUvAgD6vl+9sCM217&#10;/qF7ESoRQ9hnqKAOocuk9GVNBv3EdsSRO1tnMEToKqkd9jHctDJNkqk02HBsqLGjdU3ltbgZBRfX&#10;fa83n383vc8febk79bqYHZQafQz5HESgIfyLX+6tVpCmcW0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U6JwgAAANwAAAAPAAAAAAAAAAAAAAAAAJgCAABkcnMvZG93&#10;bnJldi54bWxQSwUGAAAAAAQABAD1AAAAhwMAAAAA&#10;" fillcolor="#60a1ff" stroked="f"/>
                  <v:shape id="Freeform 230"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3msUA&#10;AADcAAAADwAAAGRycy9kb3ducmV2LnhtbESPQWvCQBSE74X+h+UJvTUbUxSbukrVFoo3NS309si+&#10;JovZtzG7avz3XUHwOMzMN8x03ttGnKjzxrGCYZKCIC6dNlwpKHafzxMQPiBrbByTggt5mM8eH6aY&#10;a3fmDZ22oRIRwj5HBXUIbS6lL2uy6BPXEkfvz3UWQ5RdJXWH5wi3jczSdCwtGo4LNba0rKncb49W&#10;wc/vqv0YFgcjR6vFCx+/D8YXa6WeBv37G4hAfbiHb+0vrSDLXuF6Jh4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bea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231"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s1cMA&#10;AADcAAAADwAAAGRycy9kb3ducmV2LnhtbERPTWvCQBC9F/oflil4q5tGEI2uUgul1kNB7aHHMTvN&#10;BrOzITtq6q93DwWPj/c9X/a+UWfqYh3YwMswA0VcBltzZeB7//48ARUF2WITmAz8UYTl4vFhjoUN&#10;F97SeSeVSiEcCzTgRNpC61g68hiHoSVO3G/oPEqCXaVth5cU7hudZ9lYe6w5NThs6c1RedydvAH7&#10;k39eN6uVO65PHw1NDlPZfokxg6f+dQZKqJe7+N+9tgbyUZqfzqQjo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6s1cMAAADcAAAADwAAAAAAAAAAAAAAAACYAgAAZHJzL2Rv&#10;d25yZXYueG1sUEsFBgAAAAAEAAQA9QAAAIgDAAAAAA==&#10;" fillcolor="#67abff" stroked="f"/>
                  <v:rect id="Rectangle 232"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HYR8MA&#10;AADcAAAADwAAAGRycy9kb3ducmV2LnhtbESPT4vCMBTE74LfITxhb5r6B1mqqYhLweuqWPb2aJ5t&#10;sXkpTVbTb79ZEDwOM/MbZrsLphUP6l1jWcF8loAgLq1uuFJwOefTTxDOI2tsLZOCgRzssvFoi6m2&#10;T/6mx8lXIkLYpaig9r5LpXRlTQbdzHbE0bvZ3qCPsq+k7vEZ4aaViyRZS4MNx4UaOzrUVN5Pv0bB&#10;ldyhC19FsMtiP+RDcUxuPyulPiZhvwHhKfh3+NU+agWL5Rz+z8Qj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HYR8MAAADcAAAADwAAAAAAAAAAAAAAAACYAgAAZHJzL2Rv&#10;d25yZXYueG1sUEsFBgAAAAAEAAQA9QAAAIgDAAAAAA==&#10;" fillcolor="#6ab0ff" stroked="f"/>
                  <v:rect id="Rectangle 233"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B5MQA&#10;AADcAAAADwAAAGRycy9kb3ducmV2LnhtbESPQWvCQBSE74L/YXmCt7ox1iLRVbQgFApKoyDeHtln&#10;Esy+TbNrjP++KxQ8DjPzDbNYdaYSLTWutKxgPIpAEGdWl5wrOB62bzMQziNrrCyTggc5WC37vQUm&#10;2t75h9rU5yJA2CWooPC+TqR0WUEG3cjWxMG72MagD7LJpW7wHuCmknEUfUiDJYeFAmv6LCi7pjej&#10;AMs03bSex9Hj97T/vqzPcvc+VWo46NZzEJ46/wr/t7+0gngSw/NMO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geTEAAAA3AAAAA8AAAAAAAAAAAAAAAAAmAIAAGRycy9k&#10;b3ducmV2LnhtbFBLBQYAAAAABAAEAPUAAACJAwAAAAA=&#10;" fillcolor="#6db6ff" stroked="f"/>
                  <v:rect id="Rectangle 234"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Im8IA&#10;AADcAAAADwAAAGRycy9kb3ducmV2LnhtbESPQYvCMBSE7wv+h/AEL4umq1ikGkUWCqInq3h+NM+2&#10;2LzUJmr990YQPA4z8w2zWHWmFndqXWVZwd8oAkGcW11xoeB4SIczEM4ja6wtk4InOVgtez8LTLR9&#10;8J7umS9EgLBLUEHpfZNI6fKSDLqRbYiDd7atQR9kW0jd4iPATS3HURRLgxWHhRIb+i8pv2Q3oyDe&#10;p3GW5jtzIr1p1tPuai6/W6UG/W49B+Gp89/wp73RCsaT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wibwgAAANwAAAAPAAAAAAAAAAAAAAAAAJgCAABkcnMvZG93&#10;bnJldi54bWxQSwUGAAAAAAQABAD1AAAAhwMAAAAA&#10;" fillcolor="#70bbff" stroked="f"/>
                  <v:rect id="Rectangle 235"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5iMYA&#10;AADcAAAADwAAAGRycy9kb3ducmV2LnhtbESPQWuDQBSE74X8h+UFcmtWTWiCdQ1pQcghF5P00NvD&#10;fVVb9624G7X/vlso9DjMzDdMdphNJ0YaXGtZQbyOQBBXVrdcK7hdi8c9COeRNXaWScE3OTjki4cM&#10;U20nLmm8+FoECLsUFTTe96mUrmrIoFvbnjh4H3Yw6IMcaqkHnALcdDKJoidpsOWw0GBPrw1VX5e7&#10;URDFeOy74uV9t3uby/h8rZJPu1dqtZyPzyA8zf4//Nc+aQXJZgu/Z8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5iMYAAADcAAAADwAAAAAAAAAAAAAAAACYAgAAZHJz&#10;L2Rvd25yZXYueG1sUEsFBgAAAAAEAAQA9QAAAIsDAAAAAA==&#10;" fillcolor="#73c0ff" stroked="f"/>
                  <v:rect id="Rectangle 236"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91D8YA&#10;AADcAAAADwAAAGRycy9kb3ducmV2LnhtbESPzWoCMRSF94LvEK7QXc04otipUdS2YBdia13U3WVy&#10;nQxObqaTVKdvb4SCy8P5+TjTeWsrcabGl44VDPoJCOLc6ZILBfuvt8cJCB+QNVaOScEfeZjPup0p&#10;Ztpd+JPOu1CIOMI+QwUmhDqT0ueGLPq+q4mjd3SNxRBlU0jd4CWO20qmSTKWFkuOBIM1rQzlp92v&#10;jdzvw/Yn3yyWT+8vr+7DpCHdDzdKPfTaxTOIQG24h//ba60gHY7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Z91D8YAAADcAAAADwAAAAAAAAAAAAAAAACYAgAAZHJz&#10;L2Rvd25yZXYueG1sUEsFBgAAAAAEAAQA9QAAAIsDAAAAAA==&#10;" fillcolor="#76c5ff" stroked="f"/>
                  <v:rect id="Rectangle 237"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ojEscA&#10;AADcAAAADwAAAGRycy9kb3ducmV2LnhtbESPW2vCQBSE3wv+h+UUfKubqohE11AvpaG0eKk/4JA9&#10;uWD2bMxuNfbXdwsFH4eZ+YaZJ52pxYVaV1lW8DyIQBBnVldcKDh+vT5NQTiPrLG2TApu5CBZ9B7m&#10;GGt75T1dDr4QAcIuRgWl900spctKMugGtiEOXm5bgz7ItpC6xWuAm1oOo2giDVYcFkpsaFVSdjp8&#10;GwVv+e5I6Tob0+dy26zT9P1n83FWqv/YvcxAeOr8PfzfTrWC4WgCf2fC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aIxLHAAAA3AAAAA8AAAAAAAAAAAAAAAAAmAIAAGRy&#10;cy9kb3ducmV2LnhtbFBLBQYAAAAABAAEAPUAAACMAwAAAAA=&#10;" fillcolor="#79caff" stroked="f"/>
                  <v:rect id="Rectangle 238"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9jsYA&#10;AADcAAAADwAAAGRycy9kb3ducmV2LnhtbESPzWrDMBCE74W+g9hCb7WcnzbBtRzSlEB6SKCxH2Br&#10;bWwTa2Us1XHePgoUehxm5hsmXY2mFQP1rrGsYBLFIIhLqxuuFBT59mUJwnlkja1lUnAlB6vs8SHF&#10;RNsLf9Nw9JUIEHYJKqi97xIpXVmTQRfZjjh4J9sb9EH2ldQ9XgLctHIax2/SYMNhocaONjWV5+Ov&#10;UbD/ydfzw+bzdel58VUUbjjNPqRSz0/j+h2Ep9H/h//aO61gOlvA/Uw4Aj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h9jsYAAADcAAAADwAAAAAAAAAAAAAAAACYAgAAZHJz&#10;L2Rvd25yZXYueG1sUEsFBgAAAAAEAAQA9QAAAIsDAAAAAA==&#10;" fillcolor="#7cd0ff" stroked="f"/>
                  <v:rect id="Rectangle 239"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Z0MIA&#10;AADcAAAADwAAAGRycy9kb3ducmV2LnhtbERPz2vCMBS+C/4P4Qm7zdQKY1SjiCII7rDpph4fzbOt&#10;Ni8lSbX+9+Yw8Pjx/Z7OO1OLGzlfWVYwGiYgiHOrKy4U/O7X758gfEDWWFsmBQ/yMJ/1e1PMtL3z&#10;D912oRAxhH2GCsoQmkxKn5dk0A9tQxy5s3UGQ4SukNrhPYabWqZJ8iENVhwbSmxoWVJ+3bVGweHy&#10;5dttaK3bnP7Gx8P3Km2XF6XeBt1iAiJQF17if/dGK0jH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VnQwgAAANwAAAAPAAAAAAAAAAAAAAAAAJgCAABkcnMvZG93&#10;bnJldi54bWxQSwUGAAAAAAQABAD1AAAAhwMAAAAA&#10;" fillcolor="#80d5ff" stroked="f"/>
                  <v:rect id="Rectangle 240"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cUA&#10;AADcAAAADwAAAGRycy9kb3ducmV2LnhtbESPS4vCQBCE78L+h6EXvOlEBXGjoyyCqBfxsYvsrcm0&#10;SdhMT8iMefx7RxA8FlX1FbVYtaYQNVUut6xgNIxAECdW55wq+LlsBjMQziNrLCyTgo4crJYfvQXG&#10;2jZ8ovrsUxEg7GJUkHlfxlK6JCODbmhL4uDdbGXQB1mlUlfYBLgp5DiKptJgzmEhw5LWGSX/57tR&#10;sI+uk+3xd1Y33eGgr3/HUX7qNkr1P9vvOQhPrX+HX+2dVjCefMHzTDg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otxQAAANwAAAAPAAAAAAAAAAAAAAAAAJgCAABkcnMv&#10;ZG93bnJldi54bWxQSwUGAAAAAAQABAD1AAAAigMAAAAA&#10;" fillcolor="#83daff" stroked="f"/>
                  <v:rect id="Rectangle 241"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0wccUA&#10;AADcAAAADwAAAGRycy9kb3ducmV2LnhtbERPy2rCQBTdF/oPwy24q5NqkZhmFAkIYjettaK728zN&#10;g2buhMwYU7++sxBcHs47XQ6mET11rras4GUcgSDOra65VLD/Wj/HIJxH1thYJgV/5GC5eHxIMdH2&#10;wp/U73wpQgi7BBVU3reJlC6vyKAb25Y4cIXtDPoAu1LqDi8h3DRyEkUzabDm0FBhS1lF+e/ubBRM&#10;59nhuu1/Pq6n7/dZVuzX8TFulBo9Das3EJ4Gfxff3ButYPIa5ocz4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TBxxQAAANwAAAAPAAAAAAAAAAAAAAAAAJgCAABkcnMv&#10;ZG93bnJldi54bWxQSwUGAAAAAAQABAD1AAAAigMAAAAA&#10;" fillcolor="#86dfff" stroked="f"/>
                  <v:rect id="Rectangle 242"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K3MIA&#10;AADcAAAADwAAAGRycy9kb3ducmV2LnhtbESPQWvCQBSE74X+h+UVvNWNEmqJriIlhV7V4Pk1+8yu&#10;Zt+G7DaJ/94tFHocZuYbZrObXCsG6oP1rGAxz0AQ115bbhRUp8/XdxAhImtsPZOCOwXYbZ+fNlho&#10;P/KBhmNsRIJwKFCBibErpAy1IYdh7jvi5F187zAm2TdS9zgmuGvlMsvepEPLacFgRx+G6tvxxykY&#10;c7PaV+Hbj77s8HpalXY4V0rNXqb9GkSkKf6H/9pfWsEyX8DvmXQE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1MrcwgAAANwAAAAPAAAAAAAAAAAAAAAAAJgCAABkcnMvZG93&#10;bnJldi54bWxQSwUGAAAAAAQABAD1AAAAhwMAAAAA&#10;" fillcolor="#89e4ff" stroked="f"/>
                  <v:rect id="Rectangle 243"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yhsMA&#10;AADcAAAADwAAAGRycy9kb3ducmV2LnhtbESP0WrCQBRE34X+w3ILvtVNgxYbXaW0VfRJGv2AS/aa&#10;RLN3w+7WxL93BcHHYWbOMPNlbxpxIedrywreRwkI4sLqmksFh/3qbQrCB2SNjWVScCUPy8XLYI6Z&#10;th3/0SUPpYgQ9hkqqEJoMyl9UZFBP7ItcfSO1hkMUbpSaoddhJtGpknyIQ3WHBcqbOm7ouKc/xsF&#10;J9zUk9/9sfuZunSXN+vW8edWqeFr/zUDEagPz/CjvdEK0nEK9zPx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lyhsMAAADcAAAADwAAAAAAAAAAAAAAAACYAgAAZHJzL2Rv&#10;d25yZXYueG1sUEsFBgAAAAAEAAQA9QAAAIgDAAAAAA==&#10;" fillcolor="#8ceaff" stroked="f"/>
                  <v:rect id="Rectangle 244"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Ch8MA&#10;AADcAAAADwAAAGRycy9kb3ducmV2LnhtbESP3WoCMRSE7wu+QzhC72pWa21ZjSJCqV4Vfx7gdHO6&#10;WdycLJsYd9/eCIKXw8x8wyxWna1FpNZXjhWMRxkI4sLpiksFp+P32xcIH5A11o5JQU8eVsvBywJz&#10;7a68p3gIpUgQ9jkqMCE0uZS+MGTRj1xDnLx/11oMSbal1C1eE9zWcpJlM2mx4rRgsKGNoeJ8uFgF&#10;hf6YNfHnT/5+dtOsjybu+loq9Trs1nMQgbrwDD/aW61gMn2H+5l0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1Ch8MAAADcAAAADwAAAAAAAAAAAAAAAACYAgAAZHJzL2Rv&#10;d25yZXYueG1sUEsFBgAAAAAEAAQA9QAAAIgDAAAAAA==&#10;" fillcolor="#8fefff" stroked="f"/>
                  <v:rect id="Rectangle 245"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odMYA&#10;AADcAAAADwAAAGRycy9kb3ducmV2LnhtbESPQWvCQBSE74L/YXlCL6VuDCJt6iqiFgriwbT0/Jp9&#10;zYZm34bsNon+elcoeBxm5htmuR5sLTpqfeVYwWyagCAunK64VPD58fb0DMIHZI21Y1JwJg/r1Xi0&#10;xEy7nk/U5aEUEcI+QwUmhCaT0heGLPqpa4ij9+NaiyHKtpS6xT7CbS3TJFlIixXHBYMNbQ0Vv/mf&#10;VfB9yQ/9fnfeX4ruhY+PqUm+Dkaph8mweQURaAj38H/7XStI53O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eodMYAAADcAAAADwAAAAAAAAAAAAAAAACYAgAAZHJz&#10;L2Rvd25yZXYueG1sUEsFBgAAAAAEAAQA9QAAAIsDAAAAAA==&#10;" fillcolor="#92f4ff" stroked="f"/>
                  <v:rect id="Rectangle 246"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C+MUA&#10;AADcAAAADwAAAGRycy9kb3ducmV2LnhtbESPQWvCQBSE7wX/w/KE3uqmYiVGVxFBsBQCsTno7ZF9&#10;JrHZtyG76vbfdwuFHoeZ+YZZbYLpxJ0G11pW8DpJQBBXVrdcKyg/9y8pCOeRNXaWScE3OdisR08r&#10;zLR9cEH3o69FhLDLUEHjfZ9J6aqGDLqJ7Ymjd7GDQR/lUEs94CPCTSenSTKXBluOCw32tGuo+jre&#10;jIJQlPlHSHt6D/mivObndF6cUqWex2G7BOEp+P/wX/ugFUxnb/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ML4xQAAANwAAAAPAAAAAAAAAAAAAAAAAJgCAABkcnMv&#10;ZG93bnJldi54bWxQSwUGAAAAAAQABAD1AAAAigMAAAAA&#10;" fillcolor="#95f9ff" stroked="f"/>
                  <v:rect id="Rectangle 247"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QcYA&#10;AADcAAAADwAAAGRycy9kb3ducmV2LnhtbESPT2vCQBTE70K/w/IK3uqmQWxJ3Yi0CB70YLTg8TX7&#10;zB+zb9PsGuO3dwsFj8PM/IaZLwbTiJ46V1lW8DqJQBDnVldcKDjsVy/vIJxH1thYJgU3crBIn0Zz&#10;TLS98o76zBciQNglqKD0vk2kdHlJBt3EtsTBO9nOoA+yK6Tu8BrgppFxFM2kwYrDQoktfZaUn7OL&#10;UWBMtvzO669jvf7d9jt/fKN486PU+HlYfoDwNPhH+L+91gri6Qz+zoQj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b/QcYAAADcAAAADwAAAAAAAAAAAAAAAACYAgAAZHJz&#10;L2Rvd25yZXYueG1sUEsFBgAAAAAEAAQA9QAAAIsDAAAAAA==&#10;" fillcolor="#9ff" stroked="f"/>
                </v:group>
                <v:rect id="Rectangle 248"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o:lock v:ext="edit" aspectratio="t"/>
                </v:rect>
              </v:group>
            </w:pict>
          </mc:Fallback>
        </mc:AlternateContent>
      </w:r>
    </w:p>
    <w:p w:rsidR="0030662C" w:rsidRPr="002B51BB"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r w:rsidRPr="002B51BB">
        <w:rPr>
          <w:bCs/>
          <w:smallCaps/>
          <w:sz w:val="28"/>
          <w:lang w:val="bg-BG"/>
          <w14:shadow w14:blurRad="50800" w14:dist="38100" w14:dir="2700000" w14:sx="100000" w14:sy="100000" w14:kx="0" w14:ky="0" w14:algn="tl">
            <w14:srgbClr w14:val="000000">
              <w14:alpha w14:val="60000"/>
            </w14:srgbClr>
          </w14:shadow>
        </w:rPr>
        <w:tab/>
      </w:r>
      <w:r w:rsidRPr="002B51BB">
        <w:rPr>
          <w:bCs/>
          <w:smallCaps/>
          <w:sz w:val="28"/>
          <w:lang w:val="bg-BG"/>
          <w14:shadow w14:blurRad="50800" w14:dist="38100" w14:dir="2700000" w14:sx="100000" w14:sy="100000" w14:kx="0" w14:ky="0" w14:algn="tl">
            <w14:srgbClr w14:val="000000">
              <w14:alpha w14:val="60000"/>
            </w14:srgbClr>
          </w14:shadow>
        </w:rPr>
        <w:tab/>
      </w:r>
    </w:p>
    <w:p w:rsidR="0030662C" w:rsidRPr="002B51BB"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p>
    <w:p w:rsidR="0030662C" w:rsidRPr="002B51BB" w:rsidRDefault="0030662C" w:rsidP="0030662C">
      <w:pPr>
        <w:pStyle w:val="Heading2"/>
        <w:pBdr>
          <w:bottom w:val="single" w:sz="6" w:space="4" w:color="auto"/>
        </w:pBdr>
        <w:tabs>
          <w:tab w:val="left" w:pos="735"/>
          <w:tab w:val="center" w:pos="4677"/>
        </w:tabs>
        <w:ind w:left="0" w:firstLine="0"/>
        <w:jc w:val="center"/>
        <w:rPr>
          <w:rFonts w:ascii="Times New Roman Bold" w:hAnsi="Times New Roman Bold" w:hint="eastAsia"/>
          <w:bCs/>
          <w:smallCaps/>
          <w:spacing w:val="60"/>
          <w:sz w:val="28"/>
          <w:lang w:val="bg-BG"/>
          <w14:shadow w14:blurRad="50800" w14:dist="38100" w14:dir="2700000" w14:sx="100000" w14:sy="100000" w14:kx="0" w14:ky="0" w14:algn="tl">
            <w14:srgbClr w14:val="000000">
              <w14:alpha w14:val="60000"/>
            </w14:srgbClr>
          </w14:shadow>
        </w:rPr>
      </w:pPr>
      <w:r w:rsidRPr="002B51BB">
        <w:rPr>
          <w:rFonts w:ascii="Times New Roman Bold" w:hAnsi="Times New Roman Bold"/>
          <w:bCs/>
          <w:smallCaps/>
          <w:spacing w:val="60"/>
          <w:sz w:val="28"/>
          <w:lang w:val="bg-BG"/>
          <w14:shadow w14:blurRad="50800" w14:dist="38100" w14:dir="2700000" w14:sx="100000" w14:sy="100000" w14:kx="0" w14:ky="0" w14:algn="tl">
            <w14:srgbClr w14:val="000000">
              <w14:alpha w14:val="60000"/>
            </w14:srgbClr>
          </w14:shadow>
        </w:rPr>
        <w:t>НАЦИОНАЛНА ЗДРАВНООСИГУРИТЕЛНА КАСА</w:t>
      </w:r>
    </w:p>
    <w:p w:rsidR="0030662C" w:rsidRPr="002B51BB" w:rsidRDefault="0030662C" w:rsidP="005101AA">
      <w:pPr>
        <w:pStyle w:val="Heading5"/>
        <w:pBdr>
          <w:top w:val="single" w:sz="4" w:space="1" w:color="auto"/>
        </w:pBdr>
        <w:tabs>
          <w:tab w:val="center" w:pos="4678"/>
          <w:tab w:val="right" w:pos="9356"/>
        </w:tabs>
        <w:spacing w:before="0" w:after="0"/>
        <w:rPr>
          <w:sz w:val="18"/>
        </w:rPr>
      </w:pPr>
      <w:r w:rsidRPr="002B51BB">
        <w:rPr>
          <w:sz w:val="18"/>
        </w:rPr>
        <w:t xml:space="preserve">София 1407, ул. “Кричим” </w:t>
      </w:r>
      <w:proofErr w:type="spellStart"/>
      <w:r w:rsidRPr="002B51BB">
        <w:rPr>
          <w:sz w:val="18"/>
        </w:rPr>
        <w:t>No</w:t>
      </w:r>
      <w:proofErr w:type="spellEnd"/>
      <w:r w:rsidRPr="002B51BB">
        <w:rPr>
          <w:sz w:val="18"/>
        </w:rPr>
        <w:t xml:space="preserve"> 1</w:t>
      </w:r>
      <w:r w:rsidRPr="002B51BB">
        <w:rPr>
          <w:sz w:val="18"/>
          <w:lang w:val="ru-RU"/>
        </w:rPr>
        <w:tab/>
      </w:r>
      <w:hyperlink r:id="rId9" w:history="1">
        <w:r w:rsidRPr="002B51BB">
          <w:rPr>
            <w:rStyle w:val="Hyperlink"/>
            <w:color w:val="auto"/>
            <w:sz w:val="18"/>
          </w:rPr>
          <w:t>www.nhif.bg</w:t>
        </w:r>
      </w:hyperlink>
      <w:r w:rsidRPr="002B51BB">
        <w:rPr>
          <w:sz w:val="18"/>
        </w:rPr>
        <w:t xml:space="preserve"> </w:t>
      </w:r>
      <w:r w:rsidRPr="002B51BB">
        <w:rPr>
          <w:sz w:val="18"/>
          <w:lang w:val="ru-RU"/>
        </w:rPr>
        <w:tab/>
      </w:r>
      <w:r w:rsidRPr="002B51BB">
        <w:rPr>
          <w:sz w:val="18"/>
        </w:rPr>
        <w:t xml:space="preserve"> тел: +359 2 96591</w:t>
      </w:r>
      <w:r w:rsidRPr="002B51BB">
        <w:rPr>
          <w:sz w:val="18"/>
          <w:lang w:val="ru-RU"/>
        </w:rPr>
        <w:t>21</w:t>
      </w:r>
      <w:r w:rsidRPr="002B51BB">
        <w:rPr>
          <w:sz w:val="18"/>
        </w:rPr>
        <w:t xml:space="preserve"> </w:t>
      </w:r>
    </w:p>
    <w:p w:rsidR="0030662C" w:rsidRPr="002B51BB" w:rsidRDefault="0030662C" w:rsidP="0030662C">
      <w:pPr>
        <w:pStyle w:val="Header"/>
      </w:pPr>
    </w:p>
    <w:p w:rsidR="00110616" w:rsidRPr="002B51BB" w:rsidRDefault="00110616" w:rsidP="00110616">
      <w:pPr>
        <w:tabs>
          <w:tab w:val="left" w:pos="4395"/>
        </w:tabs>
        <w:spacing w:line="360" w:lineRule="auto"/>
        <w:ind w:firstLine="1260"/>
        <w:rPr>
          <w:b/>
          <w:sz w:val="28"/>
          <w:szCs w:val="28"/>
        </w:rPr>
      </w:pPr>
    </w:p>
    <w:p w:rsidR="007F0C86" w:rsidRPr="002B51BB" w:rsidRDefault="007F0C86" w:rsidP="00110616">
      <w:pPr>
        <w:spacing w:line="360" w:lineRule="auto"/>
        <w:jc w:val="center"/>
        <w:rPr>
          <w:b/>
          <w:sz w:val="48"/>
          <w:szCs w:val="48"/>
        </w:rPr>
      </w:pPr>
    </w:p>
    <w:p w:rsidR="003D33A5" w:rsidRPr="002B51BB" w:rsidRDefault="003D33A5" w:rsidP="00110616">
      <w:pPr>
        <w:spacing w:line="360" w:lineRule="auto"/>
        <w:jc w:val="center"/>
        <w:rPr>
          <w:b/>
          <w:sz w:val="48"/>
          <w:szCs w:val="48"/>
        </w:rPr>
      </w:pPr>
    </w:p>
    <w:p w:rsidR="00110616" w:rsidRPr="002B51BB" w:rsidRDefault="00110616" w:rsidP="00110616">
      <w:pPr>
        <w:spacing w:line="360" w:lineRule="auto"/>
        <w:jc w:val="center"/>
        <w:rPr>
          <w:b/>
          <w:sz w:val="48"/>
          <w:szCs w:val="48"/>
        </w:rPr>
      </w:pPr>
      <w:r w:rsidRPr="002B51BB">
        <w:rPr>
          <w:b/>
          <w:sz w:val="48"/>
          <w:szCs w:val="48"/>
        </w:rPr>
        <w:t xml:space="preserve">ПРАВИЛА </w:t>
      </w:r>
    </w:p>
    <w:p w:rsidR="00110616" w:rsidRPr="002B51BB" w:rsidRDefault="000555D8" w:rsidP="000555D8">
      <w:pPr>
        <w:tabs>
          <w:tab w:val="center" w:pos="4677"/>
          <w:tab w:val="left" w:pos="7545"/>
        </w:tabs>
        <w:spacing w:line="360" w:lineRule="auto"/>
        <w:rPr>
          <w:b/>
          <w:sz w:val="36"/>
          <w:szCs w:val="36"/>
        </w:rPr>
      </w:pPr>
      <w:r w:rsidRPr="002B51BB">
        <w:rPr>
          <w:b/>
          <w:sz w:val="36"/>
          <w:szCs w:val="36"/>
        </w:rPr>
        <w:tab/>
      </w:r>
      <w:r w:rsidR="00110616" w:rsidRPr="002B51BB">
        <w:rPr>
          <w:b/>
          <w:sz w:val="36"/>
          <w:szCs w:val="36"/>
        </w:rPr>
        <w:t xml:space="preserve">ЗА </w:t>
      </w:r>
      <w:r w:rsidRPr="002B51BB">
        <w:rPr>
          <w:b/>
          <w:sz w:val="36"/>
          <w:szCs w:val="36"/>
        </w:rPr>
        <w:tab/>
      </w:r>
    </w:p>
    <w:p w:rsidR="00110616" w:rsidRPr="002B51BB" w:rsidRDefault="00110616" w:rsidP="00110616">
      <w:pPr>
        <w:spacing w:line="360" w:lineRule="auto"/>
        <w:jc w:val="center"/>
        <w:rPr>
          <w:b/>
          <w:sz w:val="36"/>
          <w:szCs w:val="36"/>
        </w:rPr>
      </w:pPr>
      <w:r w:rsidRPr="002B51BB">
        <w:rPr>
          <w:b/>
          <w:sz w:val="36"/>
          <w:szCs w:val="36"/>
        </w:rPr>
        <w:t xml:space="preserve">УСЛОВИЯТА И РЕДА </w:t>
      </w:r>
    </w:p>
    <w:p w:rsidR="00110616" w:rsidRPr="002B51BB" w:rsidRDefault="00110616" w:rsidP="00110616">
      <w:pPr>
        <w:spacing w:line="360" w:lineRule="auto"/>
        <w:jc w:val="center"/>
        <w:rPr>
          <w:b/>
          <w:sz w:val="36"/>
          <w:szCs w:val="36"/>
        </w:rPr>
      </w:pPr>
      <w:r w:rsidRPr="002B51BB">
        <w:rPr>
          <w:b/>
          <w:sz w:val="36"/>
          <w:szCs w:val="36"/>
        </w:rPr>
        <w:t xml:space="preserve">ЗА </w:t>
      </w:r>
    </w:p>
    <w:p w:rsidR="00110616" w:rsidRPr="002B51BB" w:rsidRDefault="00110616" w:rsidP="00110616">
      <w:pPr>
        <w:spacing w:line="360" w:lineRule="auto"/>
        <w:jc w:val="center"/>
        <w:rPr>
          <w:b/>
          <w:sz w:val="36"/>
          <w:szCs w:val="36"/>
        </w:rPr>
      </w:pPr>
      <w:r w:rsidRPr="002B51BB">
        <w:rPr>
          <w:b/>
          <w:sz w:val="36"/>
          <w:szCs w:val="36"/>
        </w:rPr>
        <w:t>ПРИЛАГАНЕ НА ЧЛ. 4, АЛ. 1</w:t>
      </w:r>
      <w:r w:rsidR="0030662C" w:rsidRPr="002B51BB">
        <w:rPr>
          <w:b/>
          <w:sz w:val="36"/>
          <w:szCs w:val="36"/>
        </w:rPr>
        <w:t>,</w:t>
      </w:r>
      <w:r w:rsidRPr="002B51BB">
        <w:rPr>
          <w:b/>
          <w:sz w:val="36"/>
          <w:szCs w:val="36"/>
        </w:rPr>
        <w:t xml:space="preserve"> </w:t>
      </w:r>
      <w:r w:rsidR="0030662C" w:rsidRPr="002B51BB">
        <w:rPr>
          <w:b/>
          <w:sz w:val="36"/>
          <w:szCs w:val="36"/>
        </w:rPr>
        <w:t xml:space="preserve">АЛ. 2 </w:t>
      </w:r>
      <w:r w:rsidRPr="002B51BB">
        <w:rPr>
          <w:b/>
          <w:sz w:val="36"/>
          <w:szCs w:val="36"/>
        </w:rPr>
        <w:t xml:space="preserve">и АЛ. </w:t>
      </w:r>
      <w:r w:rsidR="0030662C" w:rsidRPr="002B51BB">
        <w:rPr>
          <w:b/>
          <w:sz w:val="36"/>
          <w:szCs w:val="36"/>
        </w:rPr>
        <w:t>3</w:t>
      </w:r>
      <w:r w:rsidRPr="002B51BB">
        <w:rPr>
          <w:b/>
          <w:sz w:val="36"/>
          <w:szCs w:val="36"/>
        </w:rPr>
        <w:t xml:space="preserve"> </w:t>
      </w:r>
    </w:p>
    <w:p w:rsidR="00110616" w:rsidRPr="002B51BB" w:rsidRDefault="00110616" w:rsidP="00110616">
      <w:pPr>
        <w:spacing w:line="360" w:lineRule="auto"/>
        <w:jc w:val="center"/>
        <w:rPr>
          <w:b/>
          <w:sz w:val="36"/>
          <w:szCs w:val="36"/>
        </w:rPr>
      </w:pPr>
      <w:r w:rsidRPr="002B51BB">
        <w:rPr>
          <w:b/>
          <w:sz w:val="36"/>
          <w:szCs w:val="36"/>
        </w:rPr>
        <w:t xml:space="preserve">ОТ </w:t>
      </w:r>
    </w:p>
    <w:p w:rsidR="00110616" w:rsidRPr="002B51BB" w:rsidRDefault="00110616" w:rsidP="00110616">
      <w:pPr>
        <w:spacing w:line="360" w:lineRule="auto"/>
        <w:jc w:val="center"/>
        <w:rPr>
          <w:b/>
          <w:sz w:val="36"/>
          <w:szCs w:val="36"/>
        </w:rPr>
      </w:pPr>
      <w:r w:rsidRPr="002B51BB">
        <w:rPr>
          <w:b/>
          <w:sz w:val="36"/>
          <w:szCs w:val="36"/>
        </w:rPr>
        <w:t xml:space="preserve">ЗАКОНА ЗА БЮДЖЕТА </w:t>
      </w:r>
    </w:p>
    <w:p w:rsidR="00110616" w:rsidRPr="002B51BB" w:rsidRDefault="00110616" w:rsidP="00110616">
      <w:pPr>
        <w:spacing w:line="360" w:lineRule="auto"/>
        <w:jc w:val="center"/>
        <w:rPr>
          <w:b/>
          <w:sz w:val="36"/>
          <w:szCs w:val="36"/>
        </w:rPr>
      </w:pPr>
      <w:r w:rsidRPr="002B51BB">
        <w:rPr>
          <w:b/>
          <w:sz w:val="36"/>
          <w:szCs w:val="36"/>
        </w:rPr>
        <w:t xml:space="preserve">НА </w:t>
      </w:r>
    </w:p>
    <w:p w:rsidR="00110616" w:rsidRPr="002B51BB" w:rsidRDefault="00110616" w:rsidP="00110616">
      <w:pPr>
        <w:spacing w:line="360" w:lineRule="auto"/>
        <w:jc w:val="center"/>
        <w:rPr>
          <w:b/>
          <w:sz w:val="36"/>
          <w:szCs w:val="36"/>
        </w:rPr>
      </w:pPr>
      <w:r w:rsidRPr="002B51BB">
        <w:rPr>
          <w:b/>
          <w:sz w:val="36"/>
          <w:szCs w:val="36"/>
        </w:rPr>
        <w:t>НАЦИОНАЛНАТА ЗДРАВНООСИГУРИТЕЛНА КАСА</w:t>
      </w:r>
    </w:p>
    <w:p w:rsidR="00110616" w:rsidRPr="002B51BB" w:rsidRDefault="00110616" w:rsidP="00110616">
      <w:pPr>
        <w:spacing w:line="360" w:lineRule="auto"/>
        <w:jc w:val="center"/>
        <w:rPr>
          <w:b/>
          <w:sz w:val="36"/>
          <w:szCs w:val="36"/>
        </w:rPr>
      </w:pPr>
      <w:r w:rsidRPr="002B51BB">
        <w:rPr>
          <w:b/>
          <w:sz w:val="36"/>
          <w:szCs w:val="36"/>
        </w:rPr>
        <w:t xml:space="preserve">ЗА </w:t>
      </w:r>
    </w:p>
    <w:p w:rsidR="00110616" w:rsidRPr="002B51BB" w:rsidRDefault="00110616" w:rsidP="00110616">
      <w:pPr>
        <w:spacing w:line="360" w:lineRule="auto"/>
        <w:jc w:val="center"/>
        <w:rPr>
          <w:b/>
          <w:sz w:val="36"/>
          <w:szCs w:val="36"/>
        </w:rPr>
      </w:pPr>
      <w:r w:rsidRPr="002B51BB">
        <w:rPr>
          <w:b/>
          <w:sz w:val="36"/>
          <w:szCs w:val="36"/>
        </w:rPr>
        <w:t>201</w:t>
      </w:r>
      <w:r w:rsidR="008D7CD2" w:rsidRPr="002B51BB">
        <w:rPr>
          <w:b/>
          <w:sz w:val="36"/>
          <w:szCs w:val="36"/>
        </w:rPr>
        <w:t>9</w:t>
      </w:r>
      <w:r w:rsidRPr="002B51BB">
        <w:rPr>
          <w:b/>
          <w:sz w:val="36"/>
          <w:szCs w:val="36"/>
        </w:rPr>
        <w:t xml:space="preserve"> г. </w:t>
      </w:r>
    </w:p>
    <w:p w:rsidR="00110616" w:rsidRPr="002B51BB" w:rsidRDefault="00110616" w:rsidP="00110616">
      <w:pPr>
        <w:spacing w:line="360" w:lineRule="auto"/>
        <w:jc w:val="center"/>
        <w:rPr>
          <w:sz w:val="24"/>
          <w:szCs w:val="24"/>
        </w:rPr>
      </w:pPr>
    </w:p>
    <w:p w:rsidR="00110616" w:rsidRPr="002B51BB" w:rsidRDefault="00110616" w:rsidP="00110616">
      <w:pPr>
        <w:spacing w:line="360" w:lineRule="auto"/>
        <w:jc w:val="center"/>
        <w:rPr>
          <w:sz w:val="24"/>
          <w:szCs w:val="24"/>
        </w:rPr>
      </w:pPr>
    </w:p>
    <w:p w:rsidR="00110616" w:rsidRPr="002B51BB" w:rsidRDefault="002309E9" w:rsidP="007D3107">
      <w:pPr>
        <w:keepNext/>
        <w:spacing w:line="300" w:lineRule="atLeast"/>
        <w:jc w:val="center"/>
        <w:rPr>
          <w:b/>
          <w:sz w:val="24"/>
          <w:szCs w:val="24"/>
        </w:rPr>
      </w:pPr>
      <w:r w:rsidRPr="002B51BB">
        <w:rPr>
          <w:b/>
          <w:sz w:val="24"/>
          <w:szCs w:val="24"/>
        </w:rPr>
        <w:t xml:space="preserve"> </w:t>
      </w:r>
      <w:r w:rsidR="00DD4F51" w:rsidRPr="002B51BB">
        <w:rPr>
          <w:b/>
          <w:sz w:val="24"/>
          <w:szCs w:val="24"/>
        </w:rPr>
        <w:t xml:space="preserve"> </w:t>
      </w:r>
      <w:r w:rsidR="00110616" w:rsidRPr="002B51BB">
        <w:rPr>
          <w:sz w:val="24"/>
          <w:szCs w:val="24"/>
        </w:rPr>
        <w:br w:type="page"/>
      </w:r>
      <w:r w:rsidR="00110616" w:rsidRPr="002B51BB">
        <w:rPr>
          <w:b/>
          <w:sz w:val="24"/>
          <w:szCs w:val="24"/>
        </w:rPr>
        <w:lastRenderedPageBreak/>
        <w:t>ГЛАВА І</w:t>
      </w:r>
    </w:p>
    <w:p w:rsidR="00110616" w:rsidRPr="002B51BB" w:rsidRDefault="00110616" w:rsidP="007D3107">
      <w:pPr>
        <w:keepNext/>
        <w:spacing w:line="300" w:lineRule="atLeast"/>
        <w:jc w:val="center"/>
        <w:rPr>
          <w:b/>
          <w:sz w:val="24"/>
          <w:szCs w:val="24"/>
        </w:rPr>
      </w:pPr>
      <w:r w:rsidRPr="002B51BB">
        <w:rPr>
          <w:b/>
          <w:sz w:val="24"/>
          <w:szCs w:val="24"/>
        </w:rPr>
        <w:t>ОБЩИ ПОЛОЖЕНИЯ</w:t>
      </w:r>
    </w:p>
    <w:p w:rsidR="00462826" w:rsidRPr="002B51BB" w:rsidRDefault="00462826" w:rsidP="007D3107">
      <w:pPr>
        <w:spacing w:line="300" w:lineRule="atLeast"/>
        <w:ind w:firstLine="539"/>
        <w:jc w:val="both"/>
        <w:rPr>
          <w:b/>
          <w:sz w:val="24"/>
          <w:szCs w:val="24"/>
        </w:rPr>
      </w:pPr>
    </w:p>
    <w:p w:rsidR="00110616" w:rsidRPr="002B51BB" w:rsidRDefault="00110616" w:rsidP="007D3107">
      <w:pPr>
        <w:spacing w:line="300" w:lineRule="atLeast"/>
        <w:ind w:firstLine="539"/>
        <w:jc w:val="both"/>
        <w:rPr>
          <w:sz w:val="24"/>
          <w:szCs w:val="24"/>
        </w:rPr>
      </w:pPr>
      <w:r w:rsidRPr="002B51BB">
        <w:rPr>
          <w:b/>
          <w:sz w:val="24"/>
          <w:szCs w:val="24"/>
        </w:rPr>
        <w:t>Чл. 1.</w:t>
      </w:r>
      <w:r w:rsidRPr="002B51BB">
        <w:rPr>
          <w:sz w:val="24"/>
          <w:szCs w:val="24"/>
        </w:rPr>
        <w:t> (1)</w:t>
      </w:r>
      <w:r w:rsidR="00C57DAB" w:rsidRPr="002B51BB">
        <w:rPr>
          <w:sz w:val="24"/>
          <w:szCs w:val="24"/>
        </w:rPr>
        <w:t> </w:t>
      </w:r>
      <w:r w:rsidRPr="002B51BB">
        <w:rPr>
          <w:sz w:val="24"/>
          <w:szCs w:val="24"/>
        </w:rPr>
        <w:t>С настоящите правила се регламентира:</w:t>
      </w:r>
    </w:p>
    <w:p w:rsidR="00110616" w:rsidRPr="002B51BB" w:rsidRDefault="00110616" w:rsidP="007D3107">
      <w:pPr>
        <w:spacing w:line="300" w:lineRule="atLeast"/>
        <w:ind w:firstLine="540"/>
        <w:jc w:val="both"/>
        <w:rPr>
          <w:sz w:val="24"/>
          <w:szCs w:val="24"/>
        </w:rPr>
      </w:pPr>
      <w:r w:rsidRPr="002B51BB">
        <w:rPr>
          <w:sz w:val="24"/>
          <w:szCs w:val="24"/>
        </w:rPr>
        <w:t>1.</w:t>
      </w:r>
      <w:r w:rsidR="00C57DAB" w:rsidRPr="002B51BB">
        <w:rPr>
          <w:sz w:val="24"/>
          <w:szCs w:val="24"/>
        </w:rPr>
        <w:t> </w:t>
      </w:r>
      <w:r w:rsidRPr="002B51BB">
        <w:rPr>
          <w:sz w:val="24"/>
          <w:szCs w:val="24"/>
        </w:rPr>
        <w:t xml:space="preserve">условията и реда за </w:t>
      </w:r>
      <w:r w:rsidR="002445F4" w:rsidRPr="002B51BB">
        <w:rPr>
          <w:sz w:val="24"/>
          <w:szCs w:val="24"/>
        </w:rPr>
        <w:t>утвърждаване</w:t>
      </w:r>
      <w:r w:rsidRPr="002B51BB">
        <w:rPr>
          <w:sz w:val="24"/>
          <w:szCs w:val="24"/>
        </w:rPr>
        <w:t xml:space="preserve"> на:</w:t>
      </w:r>
    </w:p>
    <w:p w:rsidR="00110616" w:rsidRPr="0066063E" w:rsidRDefault="00110616" w:rsidP="007D3107">
      <w:pPr>
        <w:spacing w:line="300" w:lineRule="atLeast"/>
        <w:ind w:firstLine="540"/>
        <w:jc w:val="both"/>
        <w:rPr>
          <w:sz w:val="24"/>
          <w:szCs w:val="24"/>
        </w:rPr>
      </w:pPr>
      <w:r w:rsidRPr="002B51BB">
        <w:rPr>
          <w:sz w:val="24"/>
          <w:szCs w:val="24"/>
        </w:rPr>
        <w:t>а)</w:t>
      </w:r>
      <w:r w:rsidR="00C57DAB" w:rsidRPr="002B51BB">
        <w:rPr>
          <w:sz w:val="24"/>
          <w:szCs w:val="24"/>
        </w:rPr>
        <w:t> </w:t>
      </w:r>
      <w:r w:rsidR="00D24814" w:rsidRPr="002B51BB">
        <w:rPr>
          <w:sz w:val="24"/>
          <w:szCs w:val="24"/>
        </w:rPr>
        <w:t xml:space="preserve">годишна </w:t>
      </w:r>
      <w:r w:rsidRPr="002B51BB">
        <w:rPr>
          <w:sz w:val="24"/>
          <w:szCs w:val="24"/>
        </w:rPr>
        <w:t>обща стойност на разходите по чл.1, ал.2, ред</w:t>
      </w:r>
      <w:r w:rsidR="00C57DAB" w:rsidRPr="002B51BB">
        <w:rPr>
          <w:sz w:val="24"/>
          <w:szCs w:val="24"/>
        </w:rPr>
        <w:t> </w:t>
      </w:r>
      <w:r w:rsidRPr="002B51BB">
        <w:rPr>
          <w:sz w:val="24"/>
          <w:szCs w:val="24"/>
        </w:rPr>
        <w:t>1.</w:t>
      </w:r>
      <w:proofErr w:type="spellStart"/>
      <w:r w:rsidRPr="002B51BB">
        <w:rPr>
          <w:sz w:val="24"/>
          <w:szCs w:val="24"/>
        </w:rPr>
        <w:t>1</w:t>
      </w:r>
      <w:proofErr w:type="spellEnd"/>
      <w:r w:rsidRPr="002B51BB">
        <w:rPr>
          <w:sz w:val="24"/>
          <w:szCs w:val="24"/>
        </w:rPr>
        <w:t>.3.5.</w:t>
      </w:r>
      <w:r w:rsidR="00E31CA0" w:rsidRPr="002B51BB">
        <w:rPr>
          <w:sz w:val="24"/>
          <w:szCs w:val="24"/>
        </w:rPr>
        <w:t>2</w:t>
      </w:r>
      <w:r w:rsidRPr="002B51BB">
        <w:rPr>
          <w:sz w:val="24"/>
          <w:szCs w:val="24"/>
        </w:rPr>
        <w:t xml:space="preserve">. (здравноосигурителни плащания за </w:t>
      </w:r>
      <w:proofErr w:type="spellStart"/>
      <w:r w:rsidR="008D7CD2" w:rsidRPr="002B51BB">
        <w:rPr>
          <w:sz w:val="24"/>
          <w:szCs w:val="24"/>
        </w:rPr>
        <w:t>за</w:t>
      </w:r>
      <w:proofErr w:type="spellEnd"/>
      <w:r w:rsidR="008D7CD2" w:rsidRPr="002B51BB">
        <w:rPr>
          <w:sz w:val="24"/>
          <w:szCs w:val="24"/>
        </w:rPr>
        <w:t xml:space="preserve"> лекарствени продукти за лечение на злокачествени заболявания и лекарствени продукти при </w:t>
      </w:r>
      <w:proofErr w:type="spellStart"/>
      <w:r w:rsidR="008D7CD2" w:rsidRPr="002B51BB">
        <w:rPr>
          <w:sz w:val="24"/>
          <w:szCs w:val="24"/>
        </w:rPr>
        <w:t>животозастрашаващи</w:t>
      </w:r>
      <w:proofErr w:type="spellEnd"/>
      <w:r w:rsidR="008D7CD2" w:rsidRPr="002B51BB">
        <w:rPr>
          <w:sz w:val="24"/>
          <w:szCs w:val="24"/>
        </w:rPr>
        <w:t xml:space="preserve"> кръвоизливи и спешни оперативни и инвазивни интервенции при пациенти с вродени </w:t>
      </w:r>
      <w:proofErr w:type="spellStart"/>
      <w:r w:rsidR="008D7CD2" w:rsidRPr="002B51BB">
        <w:rPr>
          <w:sz w:val="24"/>
          <w:szCs w:val="24"/>
        </w:rPr>
        <w:t>коагулопатии</w:t>
      </w:r>
      <w:proofErr w:type="spellEnd"/>
      <w:r w:rsidR="008D7CD2" w:rsidRPr="002B51BB">
        <w:rPr>
          <w:sz w:val="24"/>
          <w:szCs w:val="24"/>
        </w:rPr>
        <w:t xml:space="preserve">, в условията </w:t>
      </w:r>
      <w:bookmarkStart w:id="0" w:name="_GoBack"/>
      <w:r w:rsidR="008D7CD2" w:rsidRPr="0066063E">
        <w:rPr>
          <w:sz w:val="24"/>
          <w:szCs w:val="24"/>
        </w:rPr>
        <w:t>на болнична медицинска помощ, които НЗОК заплаща извън стойността на оказваните медицински услуги</w:t>
      </w:r>
      <w:r w:rsidRPr="0066063E">
        <w:rPr>
          <w:sz w:val="24"/>
          <w:szCs w:val="24"/>
        </w:rPr>
        <w:t>), ред</w:t>
      </w:r>
      <w:r w:rsidR="00C57DAB" w:rsidRPr="0066063E">
        <w:rPr>
          <w:sz w:val="24"/>
          <w:szCs w:val="24"/>
        </w:rPr>
        <w:t> </w:t>
      </w:r>
      <w:r w:rsidRPr="0066063E">
        <w:rPr>
          <w:sz w:val="24"/>
          <w:szCs w:val="24"/>
        </w:rPr>
        <w:t>1.</w:t>
      </w:r>
      <w:proofErr w:type="spellStart"/>
      <w:r w:rsidRPr="0066063E">
        <w:rPr>
          <w:sz w:val="24"/>
          <w:szCs w:val="24"/>
        </w:rPr>
        <w:t>1</w:t>
      </w:r>
      <w:proofErr w:type="spellEnd"/>
      <w:r w:rsidRPr="0066063E">
        <w:rPr>
          <w:sz w:val="24"/>
          <w:szCs w:val="24"/>
        </w:rPr>
        <w:t>.3.6. (здравноосигурителни плащания за медицински изделия, прилагани в болничната медицинска помощ) и ред</w:t>
      </w:r>
      <w:r w:rsidR="00C57DAB" w:rsidRPr="0066063E">
        <w:rPr>
          <w:sz w:val="24"/>
          <w:szCs w:val="24"/>
        </w:rPr>
        <w:t> </w:t>
      </w:r>
      <w:r w:rsidRPr="0066063E">
        <w:rPr>
          <w:sz w:val="24"/>
          <w:szCs w:val="24"/>
        </w:rPr>
        <w:t>1.</w:t>
      </w:r>
      <w:proofErr w:type="spellStart"/>
      <w:r w:rsidRPr="0066063E">
        <w:rPr>
          <w:sz w:val="24"/>
          <w:szCs w:val="24"/>
        </w:rPr>
        <w:t>1</w:t>
      </w:r>
      <w:proofErr w:type="spellEnd"/>
      <w:r w:rsidRPr="0066063E">
        <w:rPr>
          <w:sz w:val="24"/>
          <w:szCs w:val="24"/>
        </w:rPr>
        <w:t>.3.7. (здравноосигурителни плащания за болнична медицинска помощ) от Закона за бюджета на Националната здравноосигурителна каса (ЗБНЗОК) за 201</w:t>
      </w:r>
      <w:r w:rsidR="008D7CD2" w:rsidRPr="0066063E">
        <w:rPr>
          <w:sz w:val="24"/>
          <w:szCs w:val="24"/>
        </w:rPr>
        <w:t>9</w:t>
      </w:r>
      <w:r w:rsidRPr="0066063E">
        <w:rPr>
          <w:sz w:val="24"/>
          <w:szCs w:val="24"/>
        </w:rPr>
        <w:t xml:space="preserve"> г. за всяка районна здравноосигурителна каса (РЗОК)</w:t>
      </w:r>
      <w:r w:rsidR="00C1626F" w:rsidRPr="0066063E">
        <w:rPr>
          <w:sz w:val="24"/>
          <w:szCs w:val="24"/>
        </w:rPr>
        <w:t>, разпределена по месеци</w:t>
      </w:r>
      <w:r w:rsidRPr="0066063E">
        <w:rPr>
          <w:sz w:val="24"/>
          <w:szCs w:val="24"/>
        </w:rPr>
        <w:t>;</w:t>
      </w:r>
    </w:p>
    <w:p w:rsidR="00110616" w:rsidRPr="0066063E" w:rsidRDefault="000C3C80" w:rsidP="007D3107">
      <w:pPr>
        <w:spacing w:line="300" w:lineRule="atLeast"/>
        <w:ind w:firstLine="540"/>
        <w:jc w:val="both"/>
        <w:rPr>
          <w:sz w:val="24"/>
          <w:szCs w:val="24"/>
        </w:rPr>
      </w:pPr>
      <w:r w:rsidRPr="0066063E">
        <w:rPr>
          <w:sz w:val="24"/>
          <w:szCs w:val="24"/>
        </w:rPr>
        <w:t>б</w:t>
      </w:r>
      <w:r w:rsidR="00110616" w:rsidRPr="0066063E">
        <w:rPr>
          <w:sz w:val="24"/>
          <w:szCs w:val="24"/>
        </w:rPr>
        <w:t>)</w:t>
      </w:r>
      <w:r w:rsidR="00C57DAB" w:rsidRPr="0066063E">
        <w:rPr>
          <w:sz w:val="24"/>
          <w:szCs w:val="24"/>
        </w:rPr>
        <w:t> </w:t>
      </w:r>
      <w:r w:rsidR="00110616" w:rsidRPr="0066063E">
        <w:rPr>
          <w:sz w:val="24"/>
          <w:szCs w:val="24"/>
        </w:rPr>
        <w:t>стойности</w:t>
      </w:r>
      <w:r w:rsidR="00C1626F" w:rsidRPr="0066063E">
        <w:rPr>
          <w:sz w:val="24"/>
          <w:szCs w:val="24"/>
        </w:rPr>
        <w:t>те</w:t>
      </w:r>
      <w:r w:rsidR="00110616" w:rsidRPr="0066063E">
        <w:rPr>
          <w:sz w:val="24"/>
          <w:szCs w:val="24"/>
        </w:rPr>
        <w:t xml:space="preserve"> </w:t>
      </w:r>
      <w:r w:rsidR="00D24814" w:rsidRPr="0066063E">
        <w:rPr>
          <w:sz w:val="24"/>
          <w:szCs w:val="24"/>
        </w:rPr>
        <w:t xml:space="preserve">на разходите </w:t>
      </w:r>
      <w:r w:rsidR="00110616" w:rsidRPr="0066063E">
        <w:rPr>
          <w:sz w:val="24"/>
          <w:szCs w:val="24"/>
        </w:rPr>
        <w:t>по буква "а"</w:t>
      </w:r>
      <w:r w:rsidR="00C1626F" w:rsidRPr="0066063E">
        <w:rPr>
          <w:sz w:val="24"/>
          <w:szCs w:val="24"/>
        </w:rPr>
        <w:t xml:space="preserve"> по изпълнители на болнична медицинска помощ (БМП), разпределена по месеци</w:t>
      </w:r>
      <w:r w:rsidR="00110616" w:rsidRPr="0066063E">
        <w:rPr>
          <w:sz w:val="24"/>
          <w:szCs w:val="24"/>
        </w:rPr>
        <w:t>;</w:t>
      </w:r>
    </w:p>
    <w:p w:rsidR="00110616" w:rsidRPr="0066063E" w:rsidRDefault="00110616" w:rsidP="007D3107">
      <w:pPr>
        <w:spacing w:line="300" w:lineRule="atLeast"/>
        <w:ind w:firstLine="540"/>
        <w:jc w:val="both"/>
        <w:rPr>
          <w:sz w:val="24"/>
          <w:szCs w:val="24"/>
        </w:rPr>
      </w:pPr>
      <w:r w:rsidRPr="0066063E">
        <w:rPr>
          <w:sz w:val="24"/>
          <w:szCs w:val="24"/>
        </w:rPr>
        <w:t>2.</w:t>
      </w:r>
      <w:r w:rsidR="00C57DAB" w:rsidRPr="0066063E">
        <w:rPr>
          <w:sz w:val="24"/>
          <w:szCs w:val="24"/>
        </w:rPr>
        <w:t> </w:t>
      </w:r>
      <w:r w:rsidRPr="0066063E">
        <w:rPr>
          <w:sz w:val="24"/>
          <w:szCs w:val="24"/>
        </w:rPr>
        <w:t xml:space="preserve">условията и реда за закупуване от изпълнителите на БМП </w:t>
      </w:r>
      <w:r w:rsidR="000C3C80" w:rsidRPr="0066063E">
        <w:rPr>
          <w:sz w:val="24"/>
          <w:szCs w:val="24"/>
        </w:rPr>
        <w:t xml:space="preserve">на обем </w:t>
      </w:r>
      <w:r w:rsidRPr="0066063E">
        <w:rPr>
          <w:sz w:val="24"/>
          <w:szCs w:val="24"/>
        </w:rPr>
        <w:t>здравни дейности от пакета по чл.2, ал.1 от ЗЗО в рамките на стойностите по т.1.</w:t>
      </w:r>
    </w:p>
    <w:p w:rsidR="00110616" w:rsidRPr="0066063E" w:rsidRDefault="00110616" w:rsidP="007D3107">
      <w:pPr>
        <w:spacing w:line="300" w:lineRule="atLeast"/>
        <w:ind w:firstLine="540"/>
        <w:jc w:val="both"/>
        <w:rPr>
          <w:sz w:val="24"/>
          <w:szCs w:val="24"/>
        </w:rPr>
      </w:pPr>
      <w:r w:rsidRPr="0066063E">
        <w:rPr>
          <w:sz w:val="24"/>
          <w:szCs w:val="24"/>
        </w:rPr>
        <w:t>3.</w:t>
      </w:r>
      <w:r w:rsidR="00C57DAB" w:rsidRPr="0066063E">
        <w:rPr>
          <w:sz w:val="24"/>
          <w:szCs w:val="24"/>
        </w:rPr>
        <w:t> </w:t>
      </w:r>
      <w:r w:rsidRPr="0066063E">
        <w:rPr>
          <w:sz w:val="24"/>
          <w:szCs w:val="24"/>
        </w:rPr>
        <w:t xml:space="preserve">условията и реда за осъществяване на </w:t>
      </w:r>
      <w:r w:rsidR="000C3C80" w:rsidRPr="0066063E">
        <w:rPr>
          <w:sz w:val="24"/>
          <w:szCs w:val="24"/>
        </w:rPr>
        <w:t xml:space="preserve">наблюдение, </w:t>
      </w:r>
      <w:r w:rsidRPr="0066063E">
        <w:rPr>
          <w:sz w:val="24"/>
          <w:szCs w:val="24"/>
        </w:rPr>
        <w:t>анализ</w:t>
      </w:r>
      <w:r w:rsidR="000C3C80" w:rsidRPr="0066063E">
        <w:rPr>
          <w:sz w:val="24"/>
          <w:szCs w:val="24"/>
        </w:rPr>
        <w:t>,</w:t>
      </w:r>
      <w:r w:rsidRPr="0066063E">
        <w:rPr>
          <w:sz w:val="24"/>
          <w:szCs w:val="24"/>
        </w:rPr>
        <w:t xml:space="preserve"> контрол </w:t>
      </w:r>
      <w:r w:rsidR="000C3C80" w:rsidRPr="0066063E">
        <w:rPr>
          <w:sz w:val="24"/>
          <w:szCs w:val="24"/>
        </w:rPr>
        <w:t xml:space="preserve">и коригиране </w:t>
      </w:r>
      <w:r w:rsidRPr="0066063E">
        <w:rPr>
          <w:sz w:val="24"/>
          <w:szCs w:val="24"/>
        </w:rPr>
        <w:t>на определените по т.1 годишни и месечни стойности, както и изпълнението на т.2.</w:t>
      </w:r>
    </w:p>
    <w:p w:rsidR="00110616" w:rsidRPr="0066063E" w:rsidRDefault="00110616" w:rsidP="007D3107">
      <w:pPr>
        <w:spacing w:line="300" w:lineRule="atLeast"/>
        <w:ind w:firstLine="540"/>
        <w:jc w:val="both"/>
        <w:rPr>
          <w:sz w:val="24"/>
          <w:szCs w:val="24"/>
        </w:rPr>
      </w:pPr>
      <w:r w:rsidRPr="0066063E">
        <w:rPr>
          <w:sz w:val="24"/>
          <w:szCs w:val="24"/>
        </w:rPr>
        <w:t>(2)</w:t>
      </w:r>
      <w:r w:rsidR="00C57DAB" w:rsidRPr="0066063E">
        <w:rPr>
          <w:sz w:val="24"/>
          <w:szCs w:val="24"/>
        </w:rPr>
        <w:t> </w:t>
      </w:r>
      <w:r w:rsidR="002445F4" w:rsidRPr="0066063E">
        <w:rPr>
          <w:sz w:val="24"/>
          <w:szCs w:val="24"/>
        </w:rPr>
        <w:t>Утвърждаването</w:t>
      </w:r>
      <w:r w:rsidRPr="0066063E">
        <w:rPr>
          <w:sz w:val="24"/>
          <w:szCs w:val="24"/>
        </w:rPr>
        <w:t xml:space="preserve"> на стойностите по ал. 1 се извършва в рамките на стойностите по ред</w:t>
      </w:r>
      <w:r w:rsidR="00C57DAB" w:rsidRPr="0066063E">
        <w:rPr>
          <w:sz w:val="24"/>
          <w:szCs w:val="24"/>
        </w:rPr>
        <w:t> </w:t>
      </w:r>
      <w:r w:rsidRPr="0066063E">
        <w:rPr>
          <w:sz w:val="24"/>
          <w:szCs w:val="24"/>
        </w:rPr>
        <w:t>1.</w:t>
      </w:r>
      <w:proofErr w:type="spellStart"/>
      <w:r w:rsidRPr="0066063E">
        <w:rPr>
          <w:sz w:val="24"/>
          <w:szCs w:val="24"/>
        </w:rPr>
        <w:t>1</w:t>
      </w:r>
      <w:proofErr w:type="spellEnd"/>
      <w:r w:rsidRPr="0066063E">
        <w:rPr>
          <w:sz w:val="24"/>
          <w:szCs w:val="24"/>
        </w:rPr>
        <w:t>.3.5.</w:t>
      </w:r>
      <w:r w:rsidR="00F70BA2" w:rsidRPr="0066063E">
        <w:rPr>
          <w:sz w:val="24"/>
          <w:szCs w:val="24"/>
        </w:rPr>
        <w:t>2</w:t>
      </w:r>
      <w:r w:rsidRPr="0066063E">
        <w:rPr>
          <w:sz w:val="24"/>
          <w:szCs w:val="24"/>
        </w:rPr>
        <w:t>, ред</w:t>
      </w:r>
      <w:r w:rsidR="00C57DAB" w:rsidRPr="0066063E">
        <w:rPr>
          <w:sz w:val="24"/>
          <w:szCs w:val="24"/>
        </w:rPr>
        <w:t> </w:t>
      </w:r>
      <w:r w:rsidRPr="0066063E">
        <w:rPr>
          <w:sz w:val="24"/>
          <w:szCs w:val="24"/>
        </w:rPr>
        <w:t>1.</w:t>
      </w:r>
      <w:proofErr w:type="spellStart"/>
      <w:r w:rsidRPr="0066063E">
        <w:rPr>
          <w:sz w:val="24"/>
          <w:szCs w:val="24"/>
        </w:rPr>
        <w:t>1</w:t>
      </w:r>
      <w:proofErr w:type="spellEnd"/>
      <w:r w:rsidRPr="0066063E">
        <w:rPr>
          <w:sz w:val="24"/>
          <w:szCs w:val="24"/>
        </w:rPr>
        <w:t>.3.6. и ред</w:t>
      </w:r>
      <w:r w:rsidR="00C57DAB" w:rsidRPr="0066063E">
        <w:rPr>
          <w:sz w:val="24"/>
          <w:szCs w:val="24"/>
        </w:rPr>
        <w:t> </w:t>
      </w:r>
      <w:r w:rsidRPr="0066063E">
        <w:rPr>
          <w:sz w:val="24"/>
          <w:szCs w:val="24"/>
        </w:rPr>
        <w:t>1.</w:t>
      </w:r>
      <w:proofErr w:type="spellStart"/>
      <w:r w:rsidRPr="0066063E">
        <w:rPr>
          <w:sz w:val="24"/>
          <w:szCs w:val="24"/>
        </w:rPr>
        <w:t>1</w:t>
      </w:r>
      <w:proofErr w:type="spellEnd"/>
      <w:r w:rsidRPr="0066063E">
        <w:rPr>
          <w:sz w:val="24"/>
          <w:szCs w:val="24"/>
        </w:rPr>
        <w:t>.3.7 от ЗБНЗОК за 201</w:t>
      </w:r>
      <w:r w:rsidR="00A96541" w:rsidRPr="0066063E">
        <w:rPr>
          <w:sz w:val="24"/>
          <w:szCs w:val="24"/>
        </w:rPr>
        <w:t>9</w:t>
      </w:r>
      <w:r w:rsidRPr="0066063E">
        <w:rPr>
          <w:sz w:val="24"/>
          <w:szCs w:val="24"/>
        </w:rPr>
        <w:t xml:space="preserve"> г.</w:t>
      </w:r>
      <w:r w:rsidR="00CF7ABE" w:rsidRPr="0066063E">
        <w:rPr>
          <w:sz w:val="24"/>
          <w:szCs w:val="24"/>
        </w:rPr>
        <w:t>,</w:t>
      </w:r>
      <w:r w:rsidRPr="0066063E">
        <w:rPr>
          <w:sz w:val="24"/>
          <w:szCs w:val="24"/>
        </w:rPr>
        <w:t xml:space="preserve"> съгласно стойностите на обемите и цените на дейностите от БМП по чл.55, ал.2, т.3а от ЗЗО, подлежащи на заплащане през 201</w:t>
      </w:r>
      <w:r w:rsidR="00A96541" w:rsidRPr="0066063E">
        <w:rPr>
          <w:sz w:val="24"/>
          <w:szCs w:val="24"/>
        </w:rPr>
        <w:t>9</w:t>
      </w:r>
      <w:r w:rsidRPr="0066063E">
        <w:rPr>
          <w:sz w:val="24"/>
          <w:szCs w:val="24"/>
        </w:rPr>
        <w:t xml:space="preserve"> г.</w:t>
      </w:r>
    </w:p>
    <w:p w:rsidR="00110616" w:rsidRPr="0066063E" w:rsidRDefault="00110616" w:rsidP="007D3107">
      <w:pPr>
        <w:spacing w:line="300" w:lineRule="atLeast"/>
        <w:ind w:firstLine="539"/>
        <w:jc w:val="both"/>
        <w:rPr>
          <w:sz w:val="24"/>
          <w:szCs w:val="24"/>
        </w:rPr>
      </w:pPr>
      <w:r w:rsidRPr="0066063E">
        <w:rPr>
          <w:b/>
          <w:sz w:val="24"/>
          <w:szCs w:val="24"/>
        </w:rPr>
        <w:t>Чл. 2.</w:t>
      </w:r>
      <w:r w:rsidRPr="0066063E">
        <w:rPr>
          <w:sz w:val="24"/>
          <w:szCs w:val="24"/>
        </w:rPr>
        <w:t> </w:t>
      </w:r>
      <w:r w:rsidR="002445F4" w:rsidRPr="0066063E">
        <w:rPr>
          <w:sz w:val="24"/>
          <w:szCs w:val="24"/>
        </w:rPr>
        <w:t>Утвърд</w:t>
      </w:r>
      <w:r w:rsidRPr="0066063E">
        <w:rPr>
          <w:sz w:val="24"/>
          <w:szCs w:val="24"/>
        </w:rPr>
        <w:t>ените по реда на тези правила стойности по чл.1, ал.1, т.1, буква „</w:t>
      </w:r>
      <w:r w:rsidR="0022133D" w:rsidRPr="0066063E">
        <w:rPr>
          <w:sz w:val="24"/>
          <w:szCs w:val="24"/>
        </w:rPr>
        <w:t>б</w:t>
      </w:r>
      <w:r w:rsidRPr="0066063E">
        <w:rPr>
          <w:sz w:val="24"/>
          <w:szCs w:val="24"/>
        </w:rPr>
        <w:t>“ стават неразделна част на договорите с изпълнителите на БМП (приложение №2 от индивидуалните договори на изпълнителя за дейност БМП).</w:t>
      </w:r>
    </w:p>
    <w:p w:rsidR="00110616" w:rsidRPr="0066063E" w:rsidRDefault="00110616" w:rsidP="007D3107">
      <w:pPr>
        <w:spacing w:line="300" w:lineRule="atLeast"/>
        <w:jc w:val="center"/>
        <w:rPr>
          <w:b/>
          <w:sz w:val="24"/>
          <w:szCs w:val="24"/>
        </w:rPr>
      </w:pPr>
    </w:p>
    <w:p w:rsidR="00110616" w:rsidRPr="0066063E" w:rsidRDefault="00110616" w:rsidP="007D3107">
      <w:pPr>
        <w:keepNext/>
        <w:keepLines/>
        <w:spacing w:line="300" w:lineRule="atLeast"/>
        <w:jc w:val="center"/>
        <w:rPr>
          <w:b/>
          <w:sz w:val="24"/>
          <w:szCs w:val="24"/>
        </w:rPr>
      </w:pPr>
      <w:r w:rsidRPr="0066063E">
        <w:rPr>
          <w:b/>
          <w:sz w:val="24"/>
          <w:szCs w:val="24"/>
        </w:rPr>
        <w:t>ГЛАВА ІІ</w:t>
      </w:r>
    </w:p>
    <w:p w:rsidR="00110616" w:rsidRPr="0066063E" w:rsidRDefault="00110616" w:rsidP="007D3107">
      <w:pPr>
        <w:keepNext/>
        <w:keepLines/>
        <w:spacing w:line="300" w:lineRule="atLeast"/>
        <w:jc w:val="center"/>
        <w:rPr>
          <w:b/>
          <w:sz w:val="24"/>
          <w:szCs w:val="24"/>
        </w:rPr>
      </w:pPr>
      <w:r w:rsidRPr="0066063E">
        <w:rPr>
          <w:b/>
          <w:sz w:val="24"/>
          <w:szCs w:val="24"/>
        </w:rPr>
        <w:t xml:space="preserve">УСЛОВИЯ И РЕД ЗА </w:t>
      </w:r>
      <w:r w:rsidR="002445F4" w:rsidRPr="0066063E">
        <w:rPr>
          <w:b/>
          <w:sz w:val="24"/>
          <w:szCs w:val="24"/>
        </w:rPr>
        <w:t>УТВЪРЖДАВАНЕ</w:t>
      </w:r>
      <w:r w:rsidRPr="0066063E">
        <w:rPr>
          <w:b/>
          <w:sz w:val="24"/>
          <w:szCs w:val="24"/>
        </w:rPr>
        <w:t xml:space="preserve"> НА</w:t>
      </w:r>
      <w:r w:rsidR="007F0C86" w:rsidRPr="0066063E">
        <w:rPr>
          <w:b/>
          <w:sz w:val="24"/>
          <w:szCs w:val="24"/>
        </w:rPr>
        <w:t xml:space="preserve"> ГОДИШНИ</w:t>
      </w:r>
      <w:r w:rsidRPr="0066063E">
        <w:rPr>
          <w:b/>
          <w:sz w:val="24"/>
          <w:szCs w:val="24"/>
        </w:rPr>
        <w:t xml:space="preserve"> ОБЩИ СТОЙНОСТИ НА РАЗХОДИТЕ НА РЗОК ЗА ЗДРАВНООСИГУРИТЕЛНИ ПЛАЩАНИЯ И РАЗПРЕДЕЛЕНИЕТО ИМ ПО МЕСЕЦИ</w:t>
      </w:r>
    </w:p>
    <w:p w:rsidR="00462826" w:rsidRPr="0066063E" w:rsidRDefault="00462826" w:rsidP="007D3107">
      <w:pPr>
        <w:spacing w:line="300" w:lineRule="atLeast"/>
        <w:ind w:firstLine="539"/>
        <w:jc w:val="both"/>
        <w:rPr>
          <w:b/>
          <w:sz w:val="24"/>
          <w:szCs w:val="24"/>
        </w:rPr>
      </w:pPr>
    </w:p>
    <w:p w:rsidR="00A41965" w:rsidRPr="0066063E" w:rsidRDefault="00110616" w:rsidP="00494271">
      <w:pPr>
        <w:spacing w:line="300" w:lineRule="atLeast"/>
        <w:ind w:firstLine="540"/>
        <w:jc w:val="both"/>
        <w:rPr>
          <w:sz w:val="24"/>
          <w:szCs w:val="24"/>
        </w:rPr>
      </w:pPr>
      <w:r w:rsidRPr="0066063E">
        <w:rPr>
          <w:b/>
          <w:sz w:val="24"/>
          <w:szCs w:val="24"/>
        </w:rPr>
        <w:t>Чл. </w:t>
      </w:r>
      <w:r w:rsidR="00CF7ABE" w:rsidRPr="0066063E">
        <w:rPr>
          <w:b/>
          <w:sz w:val="24"/>
          <w:szCs w:val="24"/>
        </w:rPr>
        <w:t>3</w:t>
      </w:r>
      <w:r w:rsidRPr="0066063E">
        <w:rPr>
          <w:b/>
          <w:sz w:val="24"/>
          <w:szCs w:val="24"/>
        </w:rPr>
        <w:t>.</w:t>
      </w:r>
      <w:r w:rsidRPr="0066063E">
        <w:rPr>
          <w:sz w:val="24"/>
          <w:szCs w:val="24"/>
        </w:rPr>
        <w:t> </w:t>
      </w:r>
      <w:r w:rsidR="00132EA5" w:rsidRPr="0066063E">
        <w:rPr>
          <w:sz w:val="24"/>
          <w:szCs w:val="24"/>
        </w:rPr>
        <w:t>(1)</w:t>
      </w:r>
      <w:r w:rsidR="000C26D1" w:rsidRPr="0066063E">
        <w:rPr>
          <w:sz w:val="24"/>
          <w:szCs w:val="24"/>
          <w:lang w:val="en-US"/>
        </w:rPr>
        <w:t> </w:t>
      </w:r>
      <w:r w:rsidR="00532269" w:rsidRPr="0066063E">
        <w:rPr>
          <w:sz w:val="24"/>
          <w:szCs w:val="24"/>
        </w:rPr>
        <w:t>Надзорният съвет на НЗОК утвърждава</w:t>
      </w:r>
      <w:r w:rsidR="00256695" w:rsidRPr="0066063E">
        <w:rPr>
          <w:sz w:val="24"/>
          <w:szCs w:val="24"/>
        </w:rPr>
        <w:t>,</w:t>
      </w:r>
      <w:r w:rsidR="00CF7ABE" w:rsidRPr="0066063E">
        <w:rPr>
          <w:sz w:val="24"/>
          <w:szCs w:val="24"/>
        </w:rPr>
        <w:t xml:space="preserve"> по реда на чл.4 от ЗБНЗОК за 2019</w:t>
      </w:r>
      <w:r w:rsidR="000C26D1" w:rsidRPr="0066063E">
        <w:rPr>
          <w:sz w:val="24"/>
          <w:szCs w:val="24"/>
          <w:lang w:val="en-US"/>
        </w:rPr>
        <w:t> </w:t>
      </w:r>
      <w:r w:rsidR="00CF7ABE" w:rsidRPr="0066063E">
        <w:rPr>
          <w:sz w:val="24"/>
          <w:szCs w:val="24"/>
        </w:rPr>
        <w:t>г.,</w:t>
      </w:r>
      <w:r w:rsidR="00532269" w:rsidRPr="0066063E">
        <w:rPr>
          <w:sz w:val="24"/>
          <w:szCs w:val="24"/>
        </w:rPr>
        <w:t xml:space="preserve"> </w:t>
      </w:r>
      <w:r w:rsidR="00A41965" w:rsidRPr="0066063E">
        <w:rPr>
          <w:sz w:val="24"/>
          <w:szCs w:val="24"/>
        </w:rPr>
        <w:t>м</w:t>
      </w:r>
      <w:r w:rsidR="00532269" w:rsidRPr="0066063E">
        <w:rPr>
          <w:sz w:val="24"/>
          <w:szCs w:val="24"/>
        </w:rPr>
        <w:t>есечни</w:t>
      </w:r>
      <w:r w:rsidR="003E74D3" w:rsidRPr="0066063E">
        <w:rPr>
          <w:sz w:val="24"/>
          <w:szCs w:val="24"/>
        </w:rPr>
        <w:t xml:space="preserve"> и годишни</w:t>
      </w:r>
      <w:r w:rsidR="00532269" w:rsidRPr="0066063E">
        <w:rPr>
          <w:sz w:val="24"/>
          <w:szCs w:val="24"/>
        </w:rPr>
        <w:t xml:space="preserve"> стойности на изпълнителите на БМП </w:t>
      </w:r>
      <w:r w:rsidR="003E74D3" w:rsidRPr="0066063E">
        <w:rPr>
          <w:sz w:val="24"/>
          <w:szCs w:val="24"/>
        </w:rPr>
        <w:t xml:space="preserve"> и РЗОК </w:t>
      </w:r>
      <w:r w:rsidR="00532269" w:rsidRPr="0066063E">
        <w:rPr>
          <w:sz w:val="24"/>
          <w:szCs w:val="24"/>
        </w:rPr>
        <w:t xml:space="preserve">за дейностите </w:t>
      </w:r>
      <w:r w:rsidR="00CF7ABE" w:rsidRPr="0066063E">
        <w:rPr>
          <w:sz w:val="24"/>
          <w:szCs w:val="24"/>
        </w:rPr>
        <w:t>по чл. 1, ал.2</w:t>
      </w:r>
      <w:r w:rsidR="00122163" w:rsidRPr="0066063E">
        <w:rPr>
          <w:sz w:val="24"/>
          <w:szCs w:val="24"/>
        </w:rPr>
        <w:t>.</w:t>
      </w:r>
    </w:p>
    <w:p w:rsidR="00494271" w:rsidRPr="0066063E" w:rsidRDefault="00132EA5" w:rsidP="00494271">
      <w:pPr>
        <w:spacing w:line="300" w:lineRule="atLeast"/>
        <w:ind w:firstLine="540"/>
        <w:jc w:val="both"/>
        <w:rPr>
          <w:sz w:val="24"/>
          <w:szCs w:val="24"/>
        </w:rPr>
      </w:pPr>
      <w:r w:rsidRPr="0066063E">
        <w:rPr>
          <w:sz w:val="24"/>
          <w:szCs w:val="24"/>
        </w:rPr>
        <w:t>(2)</w:t>
      </w:r>
      <w:r w:rsidR="000C26D1" w:rsidRPr="0066063E">
        <w:rPr>
          <w:sz w:val="24"/>
          <w:szCs w:val="24"/>
          <w:lang w:val="en-US"/>
        </w:rPr>
        <w:t> </w:t>
      </w:r>
      <w:r w:rsidRPr="0066063E">
        <w:rPr>
          <w:sz w:val="24"/>
          <w:szCs w:val="24"/>
        </w:rPr>
        <w:t>Надзорният съвет на НЗОК утвърждава, по реда на чл.4 от ЗБНЗОК за 2019 г., стойности на РЗОК като</w:t>
      </w:r>
      <w:r w:rsidR="0018190B" w:rsidRPr="0066063E">
        <w:rPr>
          <w:sz w:val="24"/>
          <w:szCs w:val="24"/>
        </w:rPr>
        <w:t xml:space="preserve"> заделен резерв </w:t>
      </w:r>
      <w:r w:rsidR="00F907EA" w:rsidRPr="0066063E">
        <w:rPr>
          <w:sz w:val="24"/>
          <w:szCs w:val="24"/>
        </w:rPr>
        <w:t>по ред 1.</w:t>
      </w:r>
      <w:proofErr w:type="spellStart"/>
      <w:r w:rsidR="00F907EA" w:rsidRPr="0066063E">
        <w:rPr>
          <w:sz w:val="24"/>
          <w:szCs w:val="24"/>
        </w:rPr>
        <w:t>1</w:t>
      </w:r>
      <w:proofErr w:type="spellEnd"/>
      <w:r w:rsidR="00F907EA" w:rsidRPr="0066063E">
        <w:rPr>
          <w:sz w:val="24"/>
          <w:szCs w:val="24"/>
        </w:rPr>
        <w:t>.3.7 от ЗБНЗОК за 2019 г.,</w:t>
      </w:r>
      <w:r w:rsidR="009D1006" w:rsidRPr="0066063E">
        <w:rPr>
          <w:sz w:val="24"/>
          <w:szCs w:val="24"/>
        </w:rPr>
        <w:t xml:space="preserve"> пропорционално разпределен по периоди</w:t>
      </w:r>
      <w:r w:rsidR="00736B87" w:rsidRPr="0066063E">
        <w:rPr>
          <w:sz w:val="24"/>
          <w:szCs w:val="24"/>
        </w:rPr>
        <w:t>,</w:t>
      </w:r>
      <w:r w:rsidR="00F907EA" w:rsidRPr="0066063E">
        <w:rPr>
          <w:sz w:val="24"/>
          <w:szCs w:val="24"/>
        </w:rPr>
        <w:t xml:space="preserve"> </w:t>
      </w:r>
      <w:r w:rsidR="00494271" w:rsidRPr="0066063E">
        <w:rPr>
          <w:sz w:val="24"/>
          <w:szCs w:val="24"/>
        </w:rPr>
        <w:t>за дейностите по чл.55, ал.2, т.3а от ЗЗО, подлежащи на заплащане през 2019 г.</w:t>
      </w:r>
    </w:p>
    <w:p w:rsidR="002A2417" w:rsidRPr="0066063E" w:rsidRDefault="00110616" w:rsidP="002A2417">
      <w:pPr>
        <w:spacing w:line="300" w:lineRule="atLeast"/>
        <w:ind w:firstLine="539"/>
        <w:jc w:val="both"/>
        <w:rPr>
          <w:sz w:val="24"/>
          <w:szCs w:val="24"/>
        </w:rPr>
      </w:pPr>
      <w:r w:rsidRPr="0066063E">
        <w:rPr>
          <w:b/>
          <w:sz w:val="24"/>
          <w:szCs w:val="24"/>
        </w:rPr>
        <w:t>Чл. </w:t>
      </w:r>
      <w:r w:rsidR="00CF7ABE" w:rsidRPr="0066063E">
        <w:rPr>
          <w:b/>
          <w:sz w:val="24"/>
          <w:szCs w:val="24"/>
        </w:rPr>
        <w:t>4</w:t>
      </w:r>
      <w:r w:rsidRPr="0066063E">
        <w:rPr>
          <w:b/>
          <w:sz w:val="24"/>
          <w:szCs w:val="24"/>
        </w:rPr>
        <w:t>.</w:t>
      </w:r>
      <w:r w:rsidRPr="0066063E">
        <w:rPr>
          <w:sz w:val="24"/>
          <w:szCs w:val="24"/>
        </w:rPr>
        <w:t> </w:t>
      </w:r>
      <w:r w:rsidR="00963370" w:rsidRPr="0066063E">
        <w:rPr>
          <w:sz w:val="24"/>
          <w:szCs w:val="24"/>
        </w:rPr>
        <w:t>(1) </w:t>
      </w:r>
      <w:r w:rsidR="002A2417" w:rsidRPr="0066063E">
        <w:rPr>
          <w:sz w:val="24"/>
          <w:szCs w:val="24"/>
        </w:rPr>
        <w:t>Стойностите на разходите на РЗОК по чл.1, ал.2, ред 1.</w:t>
      </w:r>
      <w:proofErr w:type="spellStart"/>
      <w:r w:rsidR="002A2417" w:rsidRPr="0066063E">
        <w:rPr>
          <w:sz w:val="24"/>
          <w:szCs w:val="24"/>
        </w:rPr>
        <w:t>1</w:t>
      </w:r>
      <w:proofErr w:type="spellEnd"/>
      <w:r w:rsidR="002A2417" w:rsidRPr="0066063E">
        <w:rPr>
          <w:sz w:val="24"/>
          <w:szCs w:val="24"/>
        </w:rPr>
        <w:t xml:space="preserve">.3.5.2. (здравноосигурителни плащания за лекарствени продукти за лечение на злокачествени заболявания и лекарствени продукти при </w:t>
      </w:r>
      <w:proofErr w:type="spellStart"/>
      <w:r w:rsidR="002A2417" w:rsidRPr="0066063E">
        <w:rPr>
          <w:sz w:val="24"/>
          <w:szCs w:val="24"/>
        </w:rPr>
        <w:t>животозастрашаващи</w:t>
      </w:r>
      <w:proofErr w:type="spellEnd"/>
      <w:r w:rsidR="002A2417" w:rsidRPr="0066063E">
        <w:rPr>
          <w:sz w:val="24"/>
          <w:szCs w:val="24"/>
        </w:rPr>
        <w:t xml:space="preserve"> кръвоизливи и спешни оперативни и инвазивни интервенции при пациенти с вродени </w:t>
      </w:r>
      <w:proofErr w:type="spellStart"/>
      <w:r w:rsidR="002A2417" w:rsidRPr="0066063E">
        <w:rPr>
          <w:sz w:val="24"/>
          <w:szCs w:val="24"/>
        </w:rPr>
        <w:t>коагулопатии</w:t>
      </w:r>
      <w:proofErr w:type="spellEnd"/>
      <w:r w:rsidR="002A2417" w:rsidRPr="0066063E">
        <w:rPr>
          <w:sz w:val="24"/>
          <w:szCs w:val="24"/>
        </w:rPr>
        <w:t>, в условията на болнична медицинска помощ, които НЗОК заплаща извън стойността на оказваните медицински услуги) и по ред 1.</w:t>
      </w:r>
      <w:proofErr w:type="spellStart"/>
      <w:r w:rsidR="002A2417" w:rsidRPr="0066063E">
        <w:rPr>
          <w:sz w:val="24"/>
          <w:szCs w:val="24"/>
        </w:rPr>
        <w:t>1</w:t>
      </w:r>
      <w:proofErr w:type="spellEnd"/>
      <w:r w:rsidR="002A2417" w:rsidRPr="0066063E">
        <w:rPr>
          <w:sz w:val="24"/>
          <w:szCs w:val="24"/>
        </w:rPr>
        <w:t xml:space="preserve">.3.6. (здравноосигурителни плащания за медицински </w:t>
      </w:r>
      <w:r w:rsidR="002A2417" w:rsidRPr="0066063E">
        <w:rPr>
          <w:sz w:val="24"/>
          <w:szCs w:val="24"/>
        </w:rPr>
        <w:lastRenderedPageBreak/>
        <w:t>изделия, прилагани в болничната медицинска помощ) по ЗБНЗОК за 2019 г. се определят, както следва:</w:t>
      </w:r>
    </w:p>
    <w:p w:rsidR="002A2417" w:rsidRPr="0066063E" w:rsidRDefault="002A2417" w:rsidP="002A2417">
      <w:pPr>
        <w:spacing w:line="300" w:lineRule="atLeast"/>
        <w:ind w:firstLine="539"/>
        <w:jc w:val="both"/>
        <w:rPr>
          <w:sz w:val="24"/>
          <w:szCs w:val="24"/>
        </w:rPr>
      </w:pPr>
      <w:r w:rsidRPr="0066063E">
        <w:rPr>
          <w:sz w:val="24"/>
          <w:szCs w:val="24"/>
        </w:rPr>
        <w:t>1. Средствата по ЗБНЗОК за 2019 г. за съответния вид здравноосигурителни плащания се заделят в ЦУ на НЗОК.</w:t>
      </w:r>
    </w:p>
    <w:p w:rsidR="002A2417" w:rsidRPr="0066063E" w:rsidRDefault="002A2417" w:rsidP="002A2417">
      <w:pPr>
        <w:spacing w:line="300" w:lineRule="atLeast"/>
        <w:ind w:firstLine="539"/>
        <w:jc w:val="both"/>
        <w:rPr>
          <w:sz w:val="24"/>
          <w:szCs w:val="24"/>
        </w:rPr>
      </w:pPr>
      <w:r w:rsidRPr="0066063E">
        <w:rPr>
          <w:sz w:val="24"/>
          <w:szCs w:val="24"/>
        </w:rPr>
        <w:t>2. Отчетените от изпълнителите на БМП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КП/</w:t>
      </w:r>
      <w:proofErr w:type="spellStart"/>
      <w:r w:rsidRPr="0066063E">
        <w:rPr>
          <w:sz w:val="24"/>
          <w:szCs w:val="24"/>
        </w:rPr>
        <w:t>АПр</w:t>
      </w:r>
      <w:proofErr w:type="spellEnd"/>
      <w:r w:rsidRPr="0066063E">
        <w:rPr>
          <w:sz w:val="24"/>
          <w:szCs w:val="24"/>
        </w:rPr>
        <w:t>, и/или медицински изделия, които НЗОК заплаща извън стойността на оказваните КП/</w:t>
      </w:r>
      <w:proofErr w:type="spellStart"/>
      <w:r w:rsidRPr="0066063E">
        <w:rPr>
          <w:sz w:val="24"/>
          <w:szCs w:val="24"/>
        </w:rPr>
        <w:t>АПр</w:t>
      </w:r>
      <w:proofErr w:type="spellEnd"/>
      <w:r w:rsidRPr="0066063E">
        <w:rPr>
          <w:sz w:val="24"/>
          <w:szCs w:val="24"/>
        </w:rPr>
        <w:t>, приложени при дейност по КП/</w:t>
      </w:r>
      <w:proofErr w:type="spellStart"/>
      <w:r w:rsidRPr="0066063E">
        <w:rPr>
          <w:sz w:val="24"/>
          <w:szCs w:val="24"/>
        </w:rPr>
        <w:t>АПр</w:t>
      </w:r>
      <w:proofErr w:type="spellEnd"/>
      <w:r w:rsidRPr="0066063E">
        <w:rPr>
          <w:sz w:val="24"/>
          <w:szCs w:val="24"/>
        </w:rPr>
        <w:t>, заплатена в рамките на стойностите по приложение №2 от индивидуалните договори на изпълнителя за дейност БМП,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средствата в ЦУ на НЗОК по т.1.</w:t>
      </w:r>
    </w:p>
    <w:p w:rsidR="009B521B" w:rsidRPr="0066063E" w:rsidRDefault="009B521B" w:rsidP="009B521B">
      <w:pPr>
        <w:spacing w:line="300" w:lineRule="atLeast"/>
        <w:ind w:firstLine="539"/>
        <w:jc w:val="both"/>
        <w:rPr>
          <w:sz w:val="24"/>
          <w:szCs w:val="24"/>
        </w:rPr>
      </w:pPr>
      <w:r w:rsidRPr="0066063E">
        <w:rPr>
          <w:sz w:val="24"/>
          <w:szCs w:val="24"/>
        </w:rPr>
        <w:t xml:space="preserve">3. Отчетените от изпълнителите на БМП лекарствени продукти при </w:t>
      </w:r>
      <w:proofErr w:type="spellStart"/>
      <w:r w:rsidRPr="0066063E">
        <w:rPr>
          <w:sz w:val="24"/>
          <w:szCs w:val="24"/>
        </w:rPr>
        <w:t>животозастрашаващи</w:t>
      </w:r>
      <w:proofErr w:type="spellEnd"/>
      <w:r w:rsidRPr="0066063E">
        <w:rPr>
          <w:sz w:val="24"/>
          <w:szCs w:val="24"/>
        </w:rPr>
        <w:t xml:space="preserve"> кръвоизливи и спешни оперативни и инвазивни интервенции при пациенти с вродени </w:t>
      </w:r>
      <w:proofErr w:type="spellStart"/>
      <w:r w:rsidRPr="0066063E">
        <w:rPr>
          <w:sz w:val="24"/>
          <w:szCs w:val="24"/>
        </w:rPr>
        <w:t>коагулопатии</w:t>
      </w:r>
      <w:proofErr w:type="spellEnd"/>
      <w:r w:rsidRPr="0066063E">
        <w:rPr>
          <w:sz w:val="24"/>
          <w:szCs w:val="24"/>
        </w:rPr>
        <w:t>, в условията на болнична медицинска помощ, които НЗОК заплаща извън стойността на оказваните КП/</w:t>
      </w:r>
      <w:proofErr w:type="spellStart"/>
      <w:r w:rsidRPr="0066063E">
        <w:rPr>
          <w:sz w:val="24"/>
          <w:szCs w:val="24"/>
        </w:rPr>
        <w:t>АПр</w:t>
      </w:r>
      <w:proofErr w:type="spellEnd"/>
      <w:r w:rsidRPr="0066063E">
        <w:rPr>
          <w:sz w:val="24"/>
          <w:szCs w:val="24"/>
        </w:rPr>
        <w:t xml:space="preserve">, и дейностите, при които са приложени, се </w:t>
      </w:r>
      <w:r w:rsidR="00C351EB" w:rsidRPr="0066063E">
        <w:rPr>
          <w:sz w:val="24"/>
          <w:szCs w:val="24"/>
        </w:rPr>
        <w:t xml:space="preserve">заявяват ежемесечно от РЗОК за заплащане на лечебните заведения от средствата в ЦУ на НЗОК по т.1 </w:t>
      </w:r>
      <w:r w:rsidRPr="0066063E">
        <w:rPr>
          <w:sz w:val="24"/>
          <w:szCs w:val="24"/>
        </w:rPr>
        <w:t xml:space="preserve">само след проверка </w:t>
      </w:r>
      <w:r w:rsidR="00CF7ABE" w:rsidRPr="0066063E">
        <w:rPr>
          <w:sz w:val="24"/>
          <w:szCs w:val="24"/>
        </w:rPr>
        <w:t xml:space="preserve"> от контролните органи на НЗОК/ РЗОК </w:t>
      </w:r>
      <w:r w:rsidRPr="0066063E">
        <w:rPr>
          <w:sz w:val="24"/>
          <w:szCs w:val="24"/>
        </w:rPr>
        <w:t>на извършената от изпълнителя на БМП дейност и приложените лекарствени продукти.</w:t>
      </w:r>
    </w:p>
    <w:p w:rsidR="002A2417" w:rsidRPr="0066063E" w:rsidRDefault="009B521B" w:rsidP="002A2417">
      <w:pPr>
        <w:spacing w:line="300" w:lineRule="atLeast"/>
        <w:ind w:firstLine="539"/>
        <w:jc w:val="both"/>
        <w:rPr>
          <w:sz w:val="24"/>
          <w:szCs w:val="24"/>
        </w:rPr>
      </w:pPr>
      <w:r w:rsidRPr="0066063E">
        <w:rPr>
          <w:sz w:val="24"/>
          <w:szCs w:val="24"/>
        </w:rPr>
        <w:t>4</w:t>
      </w:r>
      <w:r w:rsidR="002A2417" w:rsidRPr="0066063E">
        <w:rPr>
          <w:sz w:val="24"/>
          <w:szCs w:val="24"/>
        </w:rPr>
        <w:t xml:space="preserve">. Медицински изделия, които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 са следните: </w:t>
      </w:r>
    </w:p>
    <w:p w:rsidR="002A2417" w:rsidRPr="0066063E" w:rsidRDefault="002A2417" w:rsidP="002A2417">
      <w:pPr>
        <w:spacing w:line="300" w:lineRule="atLeast"/>
        <w:ind w:firstLine="539"/>
        <w:jc w:val="both"/>
        <w:rPr>
          <w:sz w:val="24"/>
          <w:szCs w:val="24"/>
        </w:rPr>
      </w:pPr>
      <w:r w:rsidRPr="0066063E">
        <w:rPr>
          <w:sz w:val="24"/>
          <w:szCs w:val="24"/>
        </w:rPr>
        <w:t>а) група „Съдова протеза за гръдна аорта“, група по технически изисквания „</w:t>
      </w:r>
      <w:proofErr w:type="spellStart"/>
      <w:r w:rsidRPr="0066063E">
        <w:rPr>
          <w:sz w:val="24"/>
          <w:szCs w:val="24"/>
        </w:rPr>
        <w:t>Торакален</w:t>
      </w:r>
      <w:proofErr w:type="spellEnd"/>
      <w:r w:rsidRPr="0066063E">
        <w:rPr>
          <w:sz w:val="24"/>
          <w:szCs w:val="24"/>
        </w:rPr>
        <w:t xml:space="preserve"> </w:t>
      </w:r>
      <w:proofErr w:type="spellStart"/>
      <w:r w:rsidRPr="0066063E">
        <w:rPr>
          <w:sz w:val="24"/>
          <w:szCs w:val="24"/>
        </w:rPr>
        <w:t>стент</w:t>
      </w:r>
      <w:proofErr w:type="spellEnd"/>
      <w:r w:rsidRPr="0066063E">
        <w:rPr>
          <w:sz w:val="24"/>
          <w:szCs w:val="24"/>
        </w:rPr>
        <w:t xml:space="preserve"> </w:t>
      </w:r>
      <w:proofErr w:type="spellStart"/>
      <w:r w:rsidRPr="0066063E">
        <w:rPr>
          <w:sz w:val="24"/>
          <w:szCs w:val="24"/>
        </w:rPr>
        <w:t>графт</w:t>
      </w:r>
      <w:proofErr w:type="spellEnd"/>
      <w:r w:rsidRPr="0066063E">
        <w:rPr>
          <w:sz w:val="24"/>
          <w:szCs w:val="24"/>
        </w:rPr>
        <w:t>“;</w:t>
      </w:r>
    </w:p>
    <w:p w:rsidR="002A2417" w:rsidRPr="0066063E" w:rsidRDefault="002A2417" w:rsidP="002A2417">
      <w:pPr>
        <w:spacing w:line="300" w:lineRule="atLeast"/>
        <w:ind w:firstLine="539"/>
        <w:jc w:val="both"/>
        <w:rPr>
          <w:sz w:val="24"/>
          <w:szCs w:val="24"/>
        </w:rPr>
      </w:pPr>
      <w:r w:rsidRPr="0066063E">
        <w:rPr>
          <w:sz w:val="24"/>
          <w:szCs w:val="24"/>
        </w:rPr>
        <w:t>б) група „</w:t>
      </w:r>
      <w:proofErr w:type="spellStart"/>
      <w:r w:rsidRPr="0066063E">
        <w:rPr>
          <w:sz w:val="24"/>
          <w:szCs w:val="24"/>
        </w:rPr>
        <w:t>Стент</w:t>
      </w:r>
      <w:proofErr w:type="spellEnd"/>
      <w:r w:rsidRPr="0066063E">
        <w:rPr>
          <w:sz w:val="24"/>
          <w:szCs w:val="24"/>
        </w:rPr>
        <w:t>“, тип „</w:t>
      </w:r>
      <w:proofErr w:type="spellStart"/>
      <w:r w:rsidRPr="0066063E">
        <w:rPr>
          <w:sz w:val="24"/>
          <w:szCs w:val="24"/>
        </w:rPr>
        <w:t>Стент</w:t>
      </w:r>
      <w:proofErr w:type="spellEnd"/>
      <w:r w:rsidRPr="0066063E">
        <w:rPr>
          <w:sz w:val="24"/>
          <w:szCs w:val="24"/>
        </w:rPr>
        <w:t xml:space="preserve"> </w:t>
      </w:r>
      <w:proofErr w:type="spellStart"/>
      <w:r w:rsidRPr="0066063E">
        <w:rPr>
          <w:sz w:val="24"/>
          <w:szCs w:val="24"/>
        </w:rPr>
        <w:t>графт</w:t>
      </w:r>
      <w:proofErr w:type="spellEnd"/>
      <w:r w:rsidRPr="0066063E">
        <w:rPr>
          <w:sz w:val="24"/>
          <w:szCs w:val="24"/>
        </w:rPr>
        <w:t xml:space="preserve"> за коремна аорта“, група по технически изисквания „</w:t>
      </w:r>
      <w:proofErr w:type="spellStart"/>
      <w:r w:rsidRPr="0066063E">
        <w:rPr>
          <w:sz w:val="24"/>
          <w:szCs w:val="24"/>
        </w:rPr>
        <w:t>Бифуркационен</w:t>
      </w:r>
      <w:proofErr w:type="spellEnd"/>
      <w:r w:rsidRPr="0066063E">
        <w:rPr>
          <w:sz w:val="24"/>
          <w:szCs w:val="24"/>
        </w:rPr>
        <w:t>“;</w:t>
      </w:r>
    </w:p>
    <w:p w:rsidR="002A2417" w:rsidRPr="0066063E" w:rsidRDefault="002A2417" w:rsidP="002A2417">
      <w:pPr>
        <w:spacing w:line="300" w:lineRule="atLeast"/>
        <w:ind w:firstLine="539"/>
        <w:jc w:val="both"/>
        <w:rPr>
          <w:sz w:val="24"/>
          <w:szCs w:val="24"/>
        </w:rPr>
      </w:pPr>
      <w:r w:rsidRPr="0066063E">
        <w:rPr>
          <w:sz w:val="24"/>
          <w:szCs w:val="24"/>
        </w:rPr>
        <w:t>в) група „Устройство за механично подпомагане на циркулацията (изкуствено сърце)“;</w:t>
      </w:r>
    </w:p>
    <w:p w:rsidR="002A2417" w:rsidRPr="0066063E" w:rsidRDefault="002A2417" w:rsidP="002A2417">
      <w:pPr>
        <w:spacing w:line="300" w:lineRule="atLeast"/>
        <w:ind w:firstLine="539"/>
        <w:jc w:val="both"/>
        <w:rPr>
          <w:sz w:val="24"/>
          <w:szCs w:val="24"/>
        </w:rPr>
      </w:pPr>
      <w:r w:rsidRPr="0066063E">
        <w:rPr>
          <w:sz w:val="24"/>
          <w:szCs w:val="24"/>
        </w:rPr>
        <w:t>г) група „</w:t>
      </w:r>
      <w:proofErr w:type="spellStart"/>
      <w:r w:rsidRPr="0066063E">
        <w:rPr>
          <w:sz w:val="24"/>
          <w:szCs w:val="24"/>
        </w:rPr>
        <w:t>Транскатетърни</w:t>
      </w:r>
      <w:proofErr w:type="spellEnd"/>
      <w:r w:rsidRPr="0066063E">
        <w:rPr>
          <w:sz w:val="24"/>
          <w:szCs w:val="24"/>
        </w:rPr>
        <w:t xml:space="preserve"> </w:t>
      </w:r>
      <w:proofErr w:type="spellStart"/>
      <w:r w:rsidRPr="0066063E">
        <w:rPr>
          <w:sz w:val="24"/>
          <w:szCs w:val="24"/>
        </w:rPr>
        <w:t>клапни</w:t>
      </w:r>
      <w:proofErr w:type="spellEnd"/>
      <w:r w:rsidRPr="0066063E">
        <w:rPr>
          <w:sz w:val="24"/>
          <w:szCs w:val="24"/>
        </w:rPr>
        <w:t xml:space="preserve"> протези“;</w:t>
      </w:r>
    </w:p>
    <w:p w:rsidR="002A2417" w:rsidRPr="0066063E" w:rsidRDefault="002A2417" w:rsidP="002A2417">
      <w:pPr>
        <w:spacing w:line="300" w:lineRule="atLeast"/>
        <w:ind w:firstLine="539"/>
        <w:jc w:val="both"/>
        <w:rPr>
          <w:sz w:val="24"/>
          <w:szCs w:val="24"/>
        </w:rPr>
      </w:pPr>
      <w:r w:rsidRPr="0066063E">
        <w:rPr>
          <w:sz w:val="24"/>
          <w:szCs w:val="24"/>
        </w:rPr>
        <w:t xml:space="preserve">д) група „Медицински изделия за </w:t>
      </w:r>
      <w:proofErr w:type="spellStart"/>
      <w:r w:rsidRPr="0066063E">
        <w:rPr>
          <w:sz w:val="24"/>
          <w:szCs w:val="24"/>
        </w:rPr>
        <w:t>ендоваскуларна</w:t>
      </w:r>
      <w:proofErr w:type="spellEnd"/>
      <w:r w:rsidRPr="0066063E">
        <w:rPr>
          <w:sz w:val="24"/>
          <w:szCs w:val="24"/>
        </w:rPr>
        <w:t xml:space="preserve"> терапия при заболявания на мозъчни съдове“, с изключение на група по технически изисквания „</w:t>
      </w:r>
      <w:proofErr w:type="spellStart"/>
      <w:r w:rsidRPr="0066063E">
        <w:rPr>
          <w:sz w:val="24"/>
          <w:szCs w:val="24"/>
        </w:rPr>
        <w:t>Титаниеви</w:t>
      </w:r>
      <w:proofErr w:type="spellEnd"/>
      <w:r w:rsidRPr="0066063E">
        <w:rPr>
          <w:sz w:val="24"/>
          <w:szCs w:val="24"/>
        </w:rPr>
        <w:t xml:space="preserve"> </w:t>
      </w:r>
      <w:proofErr w:type="spellStart"/>
      <w:r w:rsidRPr="0066063E">
        <w:rPr>
          <w:sz w:val="24"/>
          <w:szCs w:val="24"/>
        </w:rPr>
        <w:t>анивризмални</w:t>
      </w:r>
      <w:proofErr w:type="spellEnd"/>
      <w:r w:rsidRPr="0066063E">
        <w:rPr>
          <w:sz w:val="24"/>
          <w:szCs w:val="24"/>
        </w:rPr>
        <w:t xml:space="preserve"> </w:t>
      </w:r>
      <w:proofErr w:type="spellStart"/>
      <w:r w:rsidRPr="0066063E">
        <w:rPr>
          <w:sz w:val="24"/>
          <w:szCs w:val="24"/>
        </w:rPr>
        <w:t>клипси</w:t>
      </w:r>
      <w:proofErr w:type="spellEnd"/>
      <w:r w:rsidRPr="0066063E">
        <w:rPr>
          <w:sz w:val="24"/>
          <w:szCs w:val="24"/>
        </w:rPr>
        <w:t xml:space="preserve"> на </w:t>
      </w:r>
      <w:proofErr w:type="spellStart"/>
      <w:r w:rsidRPr="0066063E">
        <w:rPr>
          <w:sz w:val="24"/>
          <w:szCs w:val="24"/>
        </w:rPr>
        <w:t>Яшъргил</w:t>
      </w:r>
      <w:proofErr w:type="spellEnd"/>
      <w:r w:rsidRPr="0066063E">
        <w:rPr>
          <w:sz w:val="24"/>
          <w:szCs w:val="24"/>
        </w:rPr>
        <w:t>“ от тип „</w:t>
      </w:r>
      <w:proofErr w:type="spellStart"/>
      <w:r w:rsidRPr="0066063E">
        <w:rPr>
          <w:sz w:val="24"/>
          <w:szCs w:val="24"/>
        </w:rPr>
        <w:t>Клипси</w:t>
      </w:r>
      <w:proofErr w:type="spellEnd"/>
      <w:r w:rsidRPr="0066063E">
        <w:rPr>
          <w:sz w:val="24"/>
          <w:szCs w:val="24"/>
        </w:rPr>
        <w:t xml:space="preserve"> </w:t>
      </w:r>
      <w:proofErr w:type="spellStart"/>
      <w:r w:rsidRPr="0066063E">
        <w:rPr>
          <w:sz w:val="24"/>
          <w:szCs w:val="24"/>
        </w:rPr>
        <w:t>анивризмални</w:t>
      </w:r>
      <w:proofErr w:type="spellEnd"/>
      <w:r w:rsidRPr="0066063E">
        <w:rPr>
          <w:sz w:val="24"/>
          <w:szCs w:val="24"/>
        </w:rPr>
        <w:t>“;</w:t>
      </w:r>
    </w:p>
    <w:p w:rsidR="002A2417" w:rsidRPr="0066063E" w:rsidRDefault="002A2417" w:rsidP="002A2417">
      <w:pPr>
        <w:spacing w:line="300" w:lineRule="atLeast"/>
        <w:ind w:firstLine="539"/>
        <w:jc w:val="both"/>
        <w:rPr>
          <w:sz w:val="24"/>
          <w:szCs w:val="24"/>
        </w:rPr>
      </w:pPr>
      <w:r w:rsidRPr="0066063E">
        <w:rPr>
          <w:sz w:val="24"/>
          <w:szCs w:val="24"/>
        </w:rPr>
        <w:t>е) група „</w:t>
      </w:r>
      <w:proofErr w:type="spellStart"/>
      <w:r w:rsidRPr="0066063E">
        <w:rPr>
          <w:sz w:val="24"/>
          <w:szCs w:val="24"/>
        </w:rPr>
        <w:t>Импланти</w:t>
      </w:r>
      <w:proofErr w:type="spellEnd"/>
      <w:r w:rsidRPr="0066063E">
        <w:rPr>
          <w:sz w:val="24"/>
          <w:szCs w:val="24"/>
        </w:rPr>
        <w:t xml:space="preserve"> за </w:t>
      </w:r>
      <w:proofErr w:type="spellStart"/>
      <w:r w:rsidRPr="0066063E">
        <w:rPr>
          <w:sz w:val="24"/>
          <w:szCs w:val="24"/>
        </w:rPr>
        <w:t>невростимулация</w:t>
      </w:r>
      <w:proofErr w:type="spellEnd"/>
      <w:r w:rsidRPr="0066063E">
        <w:rPr>
          <w:sz w:val="24"/>
          <w:szCs w:val="24"/>
        </w:rPr>
        <w:t>“.</w:t>
      </w:r>
    </w:p>
    <w:p w:rsidR="002A2417" w:rsidRPr="0066063E" w:rsidRDefault="009B521B" w:rsidP="002A2417">
      <w:pPr>
        <w:spacing w:line="300" w:lineRule="atLeast"/>
        <w:ind w:firstLine="539"/>
        <w:jc w:val="both"/>
        <w:rPr>
          <w:sz w:val="24"/>
          <w:szCs w:val="24"/>
        </w:rPr>
      </w:pPr>
      <w:r w:rsidRPr="0066063E">
        <w:rPr>
          <w:sz w:val="24"/>
          <w:szCs w:val="24"/>
        </w:rPr>
        <w:t>5</w:t>
      </w:r>
      <w:r w:rsidR="002A2417" w:rsidRPr="0066063E">
        <w:rPr>
          <w:sz w:val="24"/>
          <w:szCs w:val="24"/>
        </w:rPr>
        <w:t>. В случай на недостиг на средства в ЦУ на НЗОК по чл.1, ал.2, ред 1.</w:t>
      </w:r>
      <w:proofErr w:type="spellStart"/>
      <w:r w:rsidR="002A2417" w:rsidRPr="0066063E">
        <w:rPr>
          <w:sz w:val="24"/>
          <w:szCs w:val="24"/>
        </w:rPr>
        <w:t>1</w:t>
      </w:r>
      <w:proofErr w:type="spellEnd"/>
      <w:r w:rsidR="002A2417" w:rsidRPr="0066063E">
        <w:rPr>
          <w:sz w:val="24"/>
          <w:szCs w:val="24"/>
        </w:rPr>
        <w:t>.3.5.2. или по чл.1, ал.2, ред 1.</w:t>
      </w:r>
      <w:proofErr w:type="spellStart"/>
      <w:r w:rsidR="002A2417" w:rsidRPr="0066063E">
        <w:rPr>
          <w:sz w:val="24"/>
          <w:szCs w:val="24"/>
        </w:rPr>
        <w:t>1</w:t>
      </w:r>
      <w:proofErr w:type="spellEnd"/>
      <w:r w:rsidR="002A2417" w:rsidRPr="0066063E">
        <w:rPr>
          <w:sz w:val="24"/>
          <w:szCs w:val="24"/>
        </w:rPr>
        <w:t>.3.6. от ЗБНЗОК за 2019 г., управителят на НЗОК внася предложение в Надзорния съвет на НЗОК за увеличаване са средствата по реда на ЗБНЗОК за 2019 г., извършване на частично плащане в рамките на наличните средства и/или за отлагане на плащанията.</w:t>
      </w:r>
    </w:p>
    <w:p w:rsidR="002A2417" w:rsidRPr="0066063E" w:rsidRDefault="00C351EB" w:rsidP="002A2417">
      <w:pPr>
        <w:spacing w:line="300" w:lineRule="atLeast"/>
        <w:ind w:firstLine="539"/>
        <w:jc w:val="both"/>
        <w:rPr>
          <w:sz w:val="24"/>
          <w:szCs w:val="24"/>
        </w:rPr>
      </w:pPr>
      <w:r w:rsidRPr="0066063E">
        <w:rPr>
          <w:sz w:val="24"/>
          <w:szCs w:val="24"/>
        </w:rPr>
        <w:t>6</w:t>
      </w:r>
      <w:r w:rsidR="002A2417" w:rsidRPr="0066063E">
        <w:rPr>
          <w:sz w:val="24"/>
          <w:szCs w:val="24"/>
        </w:rPr>
        <w:t>. Управителят на НЗОК одобрява извършването на плащанията, заявени по т.2</w:t>
      </w:r>
      <w:r w:rsidRPr="0066063E">
        <w:rPr>
          <w:sz w:val="24"/>
          <w:szCs w:val="24"/>
        </w:rPr>
        <w:t>,</w:t>
      </w:r>
      <w:r w:rsidR="002A2417" w:rsidRPr="0066063E">
        <w:t xml:space="preserve"> </w:t>
      </w:r>
      <w:r w:rsidRPr="0066063E">
        <w:rPr>
          <w:sz w:val="24"/>
          <w:szCs w:val="24"/>
        </w:rPr>
        <w:t xml:space="preserve">т.3 </w:t>
      </w:r>
      <w:r w:rsidR="002A2417" w:rsidRPr="0066063E">
        <w:rPr>
          <w:sz w:val="24"/>
          <w:szCs w:val="24"/>
        </w:rPr>
        <w:t>и</w:t>
      </w:r>
      <w:r w:rsidRPr="0066063E">
        <w:rPr>
          <w:sz w:val="24"/>
          <w:szCs w:val="24"/>
        </w:rPr>
        <w:t xml:space="preserve"> т.4.</w:t>
      </w:r>
      <w:r w:rsidR="002A2417" w:rsidRPr="0066063E">
        <w:rPr>
          <w:sz w:val="24"/>
          <w:szCs w:val="24"/>
        </w:rPr>
        <w:t>, в рамките на разполагаемите средства в ЦУ на НЗОК по чл.1, ал.2, ред 1.</w:t>
      </w:r>
      <w:proofErr w:type="spellStart"/>
      <w:r w:rsidR="002A2417" w:rsidRPr="0066063E">
        <w:rPr>
          <w:sz w:val="24"/>
          <w:szCs w:val="24"/>
        </w:rPr>
        <w:t>1</w:t>
      </w:r>
      <w:proofErr w:type="spellEnd"/>
      <w:r w:rsidR="002A2417" w:rsidRPr="0066063E">
        <w:rPr>
          <w:sz w:val="24"/>
          <w:szCs w:val="24"/>
        </w:rPr>
        <w:t>.3.5.2. и съответно по чл.1, ал.2, ред 1.</w:t>
      </w:r>
      <w:proofErr w:type="spellStart"/>
      <w:r w:rsidR="002A2417" w:rsidRPr="0066063E">
        <w:rPr>
          <w:sz w:val="24"/>
          <w:szCs w:val="24"/>
        </w:rPr>
        <w:t>1</w:t>
      </w:r>
      <w:proofErr w:type="spellEnd"/>
      <w:r w:rsidR="002A2417" w:rsidRPr="0066063E">
        <w:rPr>
          <w:sz w:val="24"/>
          <w:szCs w:val="24"/>
        </w:rPr>
        <w:t>.3.6. от ЗБНЗОК за 2019 г. и съгласно решението на Надзорния съвет на НЗОК по т.</w:t>
      </w:r>
      <w:r w:rsidRPr="0066063E">
        <w:rPr>
          <w:sz w:val="24"/>
          <w:szCs w:val="24"/>
        </w:rPr>
        <w:t>5</w:t>
      </w:r>
      <w:r w:rsidR="002A2417" w:rsidRPr="0066063E">
        <w:rPr>
          <w:sz w:val="24"/>
          <w:szCs w:val="24"/>
        </w:rPr>
        <w:t>.</w:t>
      </w:r>
    </w:p>
    <w:p w:rsidR="002A2417" w:rsidRPr="0066063E" w:rsidRDefault="00C351EB" w:rsidP="002A2417">
      <w:pPr>
        <w:spacing w:line="300" w:lineRule="atLeast"/>
        <w:ind w:firstLine="539"/>
        <w:jc w:val="both"/>
        <w:rPr>
          <w:sz w:val="24"/>
          <w:szCs w:val="24"/>
        </w:rPr>
      </w:pPr>
      <w:r w:rsidRPr="0066063E">
        <w:rPr>
          <w:sz w:val="24"/>
          <w:szCs w:val="24"/>
        </w:rPr>
        <w:t>7</w:t>
      </w:r>
      <w:r w:rsidR="002A2417" w:rsidRPr="0066063E">
        <w:rPr>
          <w:sz w:val="24"/>
          <w:szCs w:val="24"/>
        </w:rPr>
        <w:t>. Одобрените по т.</w:t>
      </w:r>
      <w:r w:rsidRPr="0066063E">
        <w:rPr>
          <w:sz w:val="24"/>
          <w:szCs w:val="24"/>
        </w:rPr>
        <w:t>6</w:t>
      </w:r>
      <w:r w:rsidR="002A2417" w:rsidRPr="0066063E">
        <w:rPr>
          <w:sz w:val="24"/>
          <w:szCs w:val="24"/>
        </w:rPr>
        <w:t xml:space="preserve"> от управителя на НЗОК стойности за извършване на плащания от РЗОК, формират стойностите на разходите на РЗОК по чл.1, ал.2, ред 1.</w:t>
      </w:r>
      <w:proofErr w:type="spellStart"/>
      <w:r w:rsidR="002A2417" w:rsidRPr="0066063E">
        <w:rPr>
          <w:sz w:val="24"/>
          <w:szCs w:val="24"/>
        </w:rPr>
        <w:t>1</w:t>
      </w:r>
      <w:proofErr w:type="spellEnd"/>
      <w:r w:rsidR="002A2417" w:rsidRPr="0066063E">
        <w:rPr>
          <w:sz w:val="24"/>
          <w:szCs w:val="24"/>
        </w:rPr>
        <w:t>.3.5.2. и съответно по чл.1, ал.2, ред 1.</w:t>
      </w:r>
      <w:proofErr w:type="spellStart"/>
      <w:r w:rsidR="002A2417" w:rsidRPr="0066063E">
        <w:rPr>
          <w:sz w:val="24"/>
          <w:szCs w:val="24"/>
        </w:rPr>
        <w:t>1</w:t>
      </w:r>
      <w:proofErr w:type="spellEnd"/>
      <w:r w:rsidR="002A2417" w:rsidRPr="0066063E">
        <w:rPr>
          <w:sz w:val="24"/>
          <w:szCs w:val="24"/>
        </w:rPr>
        <w:t>.3.6. от ЗБНЗОК за 2019 г.</w:t>
      </w:r>
    </w:p>
    <w:p w:rsidR="002A2417" w:rsidRPr="0066063E" w:rsidRDefault="002A2417" w:rsidP="002A2417">
      <w:pPr>
        <w:spacing w:line="300" w:lineRule="atLeast"/>
        <w:ind w:firstLine="539"/>
        <w:jc w:val="both"/>
        <w:rPr>
          <w:sz w:val="24"/>
          <w:szCs w:val="24"/>
        </w:rPr>
      </w:pPr>
      <w:r w:rsidRPr="0066063E">
        <w:rPr>
          <w:sz w:val="24"/>
          <w:szCs w:val="24"/>
        </w:rPr>
        <w:lastRenderedPageBreak/>
        <w:t xml:space="preserve">(2) Надзорният съвет на НЗОК утвърждава </w:t>
      </w:r>
      <w:r w:rsidR="00CF7ABE" w:rsidRPr="0066063E">
        <w:rPr>
          <w:sz w:val="24"/>
          <w:szCs w:val="24"/>
        </w:rPr>
        <w:t>за всяко</w:t>
      </w:r>
      <w:r w:rsidRPr="0066063E">
        <w:rPr>
          <w:sz w:val="24"/>
          <w:szCs w:val="24"/>
        </w:rPr>
        <w:t xml:space="preserve"> РЗОК индикативни стойности на изпълнителите на БМП на разходите по чл.1, ал.2, ред 1.</w:t>
      </w:r>
      <w:proofErr w:type="spellStart"/>
      <w:r w:rsidRPr="0066063E">
        <w:rPr>
          <w:sz w:val="24"/>
          <w:szCs w:val="24"/>
        </w:rPr>
        <w:t>1</w:t>
      </w:r>
      <w:proofErr w:type="spellEnd"/>
      <w:r w:rsidRPr="0066063E">
        <w:rPr>
          <w:sz w:val="24"/>
          <w:szCs w:val="24"/>
        </w:rPr>
        <w:t>.3.5.2. и съответно по чл.1, ал.2, ред 1.</w:t>
      </w:r>
      <w:proofErr w:type="spellStart"/>
      <w:r w:rsidRPr="0066063E">
        <w:rPr>
          <w:sz w:val="24"/>
          <w:szCs w:val="24"/>
        </w:rPr>
        <w:t>1</w:t>
      </w:r>
      <w:proofErr w:type="spellEnd"/>
      <w:r w:rsidRPr="0066063E">
        <w:rPr>
          <w:sz w:val="24"/>
          <w:szCs w:val="24"/>
        </w:rPr>
        <w:t xml:space="preserve">.3.6. от ЗБНЗОК за 2019 г., </w:t>
      </w:r>
      <w:r w:rsidR="002E6F3D" w:rsidRPr="0066063E">
        <w:rPr>
          <w:sz w:val="24"/>
          <w:szCs w:val="24"/>
        </w:rPr>
        <w:t>разпределени по месеци</w:t>
      </w:r>
      <w:r w:rsidRPr="0066063E">
        <w:rPr>
          <w:sz w:val="24"/>
          <w:szCs w:val="24"/>
        </w:rPr>
        <w:t>, в рамките на предвидения бюджетен ресурс.</w:t>
      </w:r>
    </w:p>
    <w:p w:rsidR="002544F0" w:rsidRPr="0066063E" w:rsidRDefault="002544F0" w:rsidP="002544F0">
      <w:pPr>
        <w:spacing w:line="300" w:lineRule="atLeast"/>
        <w:ind w:firstLine="539"/>
        <w:jc w:val="both"/>
        <w:rPr>
          <w:sz w:val="24"/>
          <w:szCs w:val="24"/>
        </w:rPr>
      </w:pPr>
      <w:r w:rsidRPr="0066063E">
        <w:rPr>
          <w:b/>
          <w:sz w:val="24"/>
          <w:szCs w:val="24"/>
        </w:rPr>
        <w:t>Чл. 4а.</w:t>
      </w:r>
      <w:r w:rsidRPr="0066063E">
        <w:rPr>
          <w:sz w:val="24"/>
          <w:szCs w:val="24"/>
        </w:rPr>
        <w:t> (1) Стойностите на разходите на РЗОК по чл.1, ал.2, ред 1.</w:t>
      </w:r>
      <w:proofErr w:type="spellStart"/>
      <w:r w:rsidRPr="0066063E">
        <w:rPr>
          <w:sz w:val="24"/>
          <w:szCs w:val="24"/>
        </w:rPr>
        <w:t>1</w:t>
      </w:r>
      <w:proofErr w:type="spellEnd"/>
      <w:r w:rsidRPr="0066063E">
        <w:rPr>
          <w:sz w:val="24"/>
          <w:szCs w:val="24"/>
        </w:rPr>
        <w:t xml:space="preserve">.3.7. (здравноосигурителни плащания за болнична медицинска помощ) от ЗБНЗОК за 2019 г. за закупуване на обемите дейности в БМП, </w:t>
      </w:r>
      <w:r w:rsidR="00DC7D04" w:rsidRPr="0066063E">
        <w:rPr>
          <w:sz w:val="24"/>
          <w:szCs w:val="24"/>
        </w:rPr>
        <w:t xml:space="preserve">се определят по различен ред и </w:t>
      </w:r>
      <w:r w:rsidRPr="0066063E">
        <w:rPr>
          <w:sz w:val="24"/>
          <w:szCs w:val="24"/>
        </w:rPr>
        <w:t>по видове както следва:</w:t>
      </w:r>
    </w:p>
    <w:p w:rsidR="002544F0" w:rsidRPr="0066063E" w:rsidRDefault="002544F0" w:rsidP="002544F0">
      <w:pPr>
        <w:spacing w:line="300" w:lineRule="atLeast"/>
        <w:ind w:firstLine="539"/>
        <w:jc w:val="both"/>
        <w:rPr>
          <w:sz w:val="24"/>
          <w:szCs w:val="24"/>
        </w:rPr>
      </w:pPr>
      <w:r w:rsidRPr="0066063E">
        <w:rPr>
          <w:sz w:val="24"/>
          <w:szCs w:val="24"/>
        </w:rPr>
        <w:t>1. дейности в БМП - клинични пътеки (КП)</w:t>
      </w:r>
      <w:r w:rsidR="009E799D" w:rsidRPr="0066063E">
        <w:rPr>
          <w:sz w:val="24"/>
          <w:szCs w:val="24"/>
        </w:rPr>
        <w:t xml:space="preserve"> и</w:t>
      </w:r>
      <w:r w:rsidRPr="0066063E">
        <w:rPr>
          <w:sz w:val="24"/>
          <w:szCs w:val="24"/>
        </w:rPr>
        <w:t xml:space="preserve"> амбулаторни процедури (</w:t>
      </w:r>
      <w:proofErr w:type="spellStart"/>
      <w:r w:rsidRPr="0066063E">
        <w:rPr>
          <w:sz w:val="24"/>
          <w:szCs w:val="24"/>
        </w:rPr>
        <w:t>АПр</w:t>
      </w:r>
      <w:proofErr w:type="spellEnd"/>
      <w:r w:rsidRPr="0066063E">
        <w:rPr>
          <w:sz w:val="24"/>
          <w:szCs w:val="24"/>
        </w:rPr>
        <w:t xml:space="preserve">): за </w:t>
      </w:r>
      <w:proofErr w:type="spellStart"/>
      <w:r w:rsidRPr="0066063E">
        <w:rPr>
          <w:sz w:val="24"/>
          <w:szCs w:val="24"/>
        </w:rPr>
        <w:t>хемодиализа</w:t>
      </w:r>
      <w:proofErr w:type="spellEnd"/>
      <w:r w:rsidRPr="0066063E">
        <w:rPr>
          <w:sz w:val="24"/>
          <w:szCs w:val="24"/>
        </w:rPr>
        <w:t>, за раждане и грижи за здрави новородени. (определени в Приложение 1 към настоящите правила).</w:t>
      </w:r>
    </w:p>
    <w:p w:rsidR="002544F0" w:rsidRPr="0066063E" w:rsidRDefault="002544F0" w:rsidP="002544F0">
      <w:pPr>
        <w:spacing w:line="300" w:lineRule="atLeast"/>
        <w:ind w:firstLine="539"/>
        <w:jc w:val="both"/>
        <w:rPr>
          <w:sz w:val="24"/>
          <w:szCs w:val="24"/>
        </w:rPr>
      </w:pPr>
      <w:r w:rsidRPr="0066063E">
        <w:rPr>
          <w:sz w:val="24"/>
          <w:szCs w:val="24"/>
        </w:rPr>
        <w:t xml:space="preserve">2. дейности в БМП - КП, </w:t>
      </w:r>
      <w:r w:rsidR="009E799D" w:rsidRPr="0066063E">
        <w:rPr>
          <w:sz w:val="24"/>
          <w:szCs w:val="24"/>
        </w:rPr>
        <w:t>клинични процедури (</w:t>
      </w:r>
      <w:proofErr w:type="spellStart"/>
      <w:r w:rsidR="009E799D" w:rsidRPr="0066063E">
        <w:rPr>
          <w:sz w:val="24"/>
          <w:szCs w:val="24"/>
        </w:rPr>
        <w:t>КПр</w:t>
      </w:r>
      <w:proofErr w:type="spellEnd"/>
      <w:r w:rsidR="009E799D" w:rsidRPr="0066063E">
        <w:rPr>
          <w:sz w:val="24"/>
          <w:szCs w:val="24"/>
        </w:rPr>
        <w:t xml:space="preserve">), </w:t>
      </w:r>
      <w:proofErr w:type="spellStart"/>
      <w:r w:rsidRPr="0066063E">
        <w:rPr>
          <w:sz w:val="24"/>
          <w:szCs w:val="24"/>
        </w:rPr>
        <w:t>АПр</w:t>
      </w:r>
      <w:proofErr w:type="spellEnd"/>
      <w:r w:rsidRPr="0066063E">
        <w:rPr>
          <w:sz w:val="24"/>
          <w:szCs w:val="24"/>
        </w:rPr>
        <w:t>, с изключение на дейности по т.1 и т. 3 (показани в Приложение 2 към настоящите правила);</w:t>
      </w:r>
    </w:p>
    <w:p w:rsidR="002544F0" w:rsidRPr="0066063E" w:rsidRDefault="002544F0" w:rsidP="002544F0">
      <w:pPr>
        <w:spacing w:line="300" w:lineRule="atLeast"/>
        <w:ind w:firstLine="539"/>
        <w:jc w:val="both"/>
        <w:rPr>
          <w:sz w:val="24"/>
          <w:szCs w:val="24"/>
        </w:rPr>
      </w:pPr>
      <w:r w:rsidRPr="0066063E">
        <w:rPr>
          <w:sz w:val="24"/>
          <w:szCs w:val="24"/>
        </w:rPr>
        <w:t xml:space="preserve">3. дейности в БМП – </w:t>
      </w:r>
      <w:proofErr w:type="spellStart"/>
      <w:r w:rsidRPr="0066063E">
        <w:rPr>
          <w:sz w:val="24"/>
          <w:szCs w:val="24"/>
        </w:rPr>
        <w:t>АПр</w:t>
      </w:r>
      <w:proofErr w:type="spellEnd"/>
      <w:r w:rsidRPr="0066063E">
        <w:rPr>
          <w:sz w:val="24"/>
          <w:szCs w:val="24"/>
        </w:rPr>
        <w:t xml:space="preserve"> за </w:t>
      </w:r>
      <w:proofErr w:type="spellStart"/>
      <w:r w:rsidRPr="0066063E">
        <w:rPr>
          <w:sz w:val="24"/>
          <w:szCs w:val="24"/>
        </w:rPr>
        <w:t>позитронно-емисионна</w:t>
      </w:r>
      <w:proofErr w:type="spellEnd"/>
      <w:r w:rsidRPr="0066063E">
        <w:rPr>
          <w:sz w:val="24"/>
          <w:szCs w:val="24"/>
        </w:rPr>
        <w:t xml:space="preserve"> компютърна томография (РЕТ/СТ) (определени в Приложение 3 към настоящите правила); </w:t>
      </w:r>
    </w:p>
    <w:p w:rsidR="002544F0" w:rsidRPr="0066063E" w:rsidRDefault="002544F0" w:rsidP="002544F0">
      <w:pPr>
        <w:spacing w:line="300" w:lineRule="atLeast"/>
        <w:ind w:firstLine="539"/>
        <w:jc w:val="both"/>
        <w:rPr>
          <w:sz w:val="24"/>
          <w:szCs w:val="24"/>
        </w:rPr>
      </w:pPr>
      <w:r w:rsidRPr="0066063E">
        <w:rPr>
          <w:sz w:val="24"/>
          <w:szCs w:val="24"/>
        </w:rPr>
        <w:t>(2) Общите годишни и месечни стойности на разходите на РЗОК се формират като суми от определените стойности за видовете дейности по ал.1.</w:t>
      </w:r>
    </w:p>
    <w:p w:rsidR="002544F0" w:rsidRPr="0066063E" w:rsidRDefault="002544F0" w:rsidP="002544F0">
      <w:pPr>
        <w:spacing w:line="300" w:lineRule="atLeast"/>
        <w:ind w:firstLine="539"/>
        <w:jc w:val="both"/>
        <w:rPr>
          <w:sz w:val="24"/>
          <w:szCs w:val="24"/>
        </w:rPr>
      </w:pPr>
      <w:r w:rsidRPr="0066063E">
        <w:rPr>
          <w:sz w:val="24"/>
          <w:szCs w:val="24"/>
        </w:rPr>
        <w:t xml:space="preserve">(3) Стойностите и обемите за </w:t>
      </w:r>
      <w:proofErr w:type="spellStart"/>
      <w:r w:rsidRPr="0066063E">
        <w:rPr>
          <w:sz w:val="24"/>
          <w:szCs w:val="24"/>
        </w:rPr>
        <w:t>АПр</w:t>
      </w:r>
      <w:proofErr w:type="spellEnd"/>
      <w:r w:rsidRPr="0066063E">
        <w:rPr>
          <w:sz w:val="24"/>
          <w:szCs w:val="24"/>
        </w:rPr>
        <w:t xml:space="preserve"> „Предсрочно изпълнение на дейностите КП …“ се определят и отчитат по реда за определяне и отчитане на стойностите и обемите на съответната КП.</w:t>
      </w:r>
    </w:p>
    <w:p w:rsidR="002544F0" w:rsidRPr="0066063E" w:rsidRDefault="002544F0" w:rsidP="002544F0">
      <w:pPr>
        <w:spacing w:line="300" w:lineRule="atLeast"/>
        <w:ind w:firstLine="539"/>
        <w:jc w:val="both"/>
        <w:rPr>
          <w:sz w:val="24"/>
          <w:szCs w:val="24"/>
        </w:rPr>
      </w:pPr>
      <w:r w:rsidRPr="0066063E">
        <w:rPr>
          <w:b/>
          <w:sz w:val="24"/>
          <w:szCs w:val="24"/>
        </w:rPr>
        <w:t>Чл. 4б.</w:t>
      </w:r>
      <w:r w:rsidRPr="0066063E">
        <w:rPr>
          <w:sz w:val="24"/>
          <w:szCs w:val="24"/>
        </w:rPr>
        <w:t xml:space="preserve"> (1) Надзорният съвет на НЗОК утвърждава индикативни стойности на изпълнителите на БМП за дейностите по чл.4а, ал.1, т.1, </w:t>
      </w:r>
      <w:r w:rsidR="00DC7D04" w:rsidRPr="0066063E">
        <w:rPr>
          <w:sz w:val="24"/>
          <w:szCs w:val="24"/>
        </w:rPr>
        <w:t>за периода м.април - м.декември 2019г. на база изчислена средна стойност за месец за всеки изпълнител, получена от касовото изпълнение за същите дейности през 2018г.</w:t>
      </w:r>
      <w:r w:rsidRPr="0066063E">
        <w:rPr>
          <w:sz w:val="24"/>
          <w:szCs w:val="24"/>
        </w:rPr>
        <w:t>, в рамките на предвидения бюджетен ресурс за тези дейности по чл.55, ал.2, т.3а от ЗЗО.</w:t>
      </w:r>
    </w:p>
    <w:p w:rsidR="002544F0" w:rsidRPr="0066063E" w:rsidRDefault="002544F0" w:rsidP="002544F0">
      <w:pPr>
        <w:spacing w:line="300" w:lineRule="atLeast"/>
        <w:ind w:firstLine="539"/>
        <w:jc w:val="both"/>
        <w:rPr>
          <w:sz w:val="24"/>
          <w:szCs w:val="24"/>
        </w:rPr>
      </w:pPr>
      <w:r w:rsidRPr="0066063E">
        <w:rPr>
          <w:sz w:val="24"/>
          <w:szCs w:val="24"/>
        </w:rPr>
        <w:t>(2) Стойностите по ал.1 се заделят в ЦУ на НЗОК.</w:t>
      </w:r>
    </w:p>
    <w:p w:rsidR="002544F0" w:rsidRPr="0066063E" w:rsidRDefault="002544F0" w:rsidP="002544F0">
      <w:pPr>
        <w:spacing w:line="300" w:lineRule="atLeast"/>
        <w:ind w:firstLine="539"/>
        <w:jc w:val="both"/>
        <w:rPr>
          <w:sz w:val="24"/>
          <w:szCs w:val="24"/>
        </w:rPr>
      </w:pPr>
      <w:r w:rsidRPr="0066063E">
        <w:rPr>
          <w:sz w:val="24"/>
          <w:szCs w:val="24"/>
        </w:rPr>
        <w:t>(3) Стойностите за дейности по чл.4а, ал.1, т.1 се определят, както следва:</w:t>
      </w:r>
    </w:p>
    <w:p w:rsidR="002544F0" w:rsidRPr="0066063E" w:rsidRDefault="002544F0" w:rsidP="002544F0">
      <w:pPr>
        <w:spacing w:line="300" w:lineRule="atLeast"/>
        <w:ind w:firstLine="539"/>
        <w:jc w:val="both"/>
        <w:rPr>
          <w:sz w:val="24"/>
          <w:szCs w:val="24"/>
        </w:rPr>
      </w:pPr>
      <w:r w:rsidRPr="0066063E">
        <w:rPr>
          <w:sz w:val="24"/>
          <w:szCs w:val="24"/>
        </w:rPr>
        <w:t>1. Отчетените от изпълнителите на БМП дейности от чл.4а, ал.1, т.1,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заделените средства в ЦУ на НЗОК по ал.2.</w:t>
      </w:r>
    </w:p>
    <w:p w:rsidR="002544F0" w:rsidRPr="0066063E" w:rsidRDefault="002544F0" w:rsidP="002544F0">
      <w:pPr>
        <w:spacing w:line="300" w:lineRule="atLeast"/>
        <w:ind w:firstLine="539"/>
        <w:jc w:val="both"/>
        <w:rPr>
          <w:sz w:val="24"/>
          <w:szCs w:val="24"/>
        </w:rPr>
      </w:pPr>
      <w:r w:rsidRPr="0066063E">
        <w:rPr>
          <w:sz w:val="24"/>
          <w:szCs w:val="24"/>
        </w:rPr>
        <w:t>2. В случай на недостиг на средства в ЦУ на НЗОК по чл.1, ал.2, ред 1.</w:t>
      </w:r>
      <w:proofErr w:type="spellStart"/>
      <w:r w:rsidRPr="0066063E">
        <w:rPr>
          <w:sz w:val="24"/>
          <w:szCs w:val="24"/>
        </w:rPr>
        <w:t>1</w:t>
      </w:r>
      <w:proofErr w:type="spellEnd"/>
      <w:r w:rsidRPr="0066063E">
        <w:rPr>
          <w:sz w:val="24"/>
          <w:szCs w:val="24"/>
        </w:rPr>
        <w:t>.3.7. от ЗБНЗОК за 2019 г. управителят на НЗОК внася предложение в Надзорния съвет на НЗОК за увеличаване на средствата по реда на ЗБНЗОК за 2019 г., извършване на частично плащане в рамките на наличните средства и/или за отлагане на плащанията.</w:t>
      </w:r>
    </w:p>
    <w:p w:rsidR="002544F0" w:rsidRPr="0066063E" w:rsidRDefault="002544F0" w:rsidP="002544F0">
      <w:pPr>
        <w:spacing w:line="300" w:lineRule="atLeast"/>
        <w:ind w:firstLine="539"/>
        <w:jc w:val="both"/>
        <w:rPr>
          <w:sz w:val="24"/>
          <w:szCs w:val="24"/>
        </w:rPr>
      </w:pPr>
      <w:r w:rsidRPr="0066063E">
        <w:rPr>
          <w:sz w:val="24"/>
          <w:szCs w:val="24"/>
        </w:rPr>
        <w:t>3. Управителят на НЗОК одобрява извършването на плащанията, заявени по т.1, в рамките на разполагаемите средства в ЦУ на НЗОК по чл.1, ал.2, ред 1.</w:t>
      </w:r>
      <w:proofErr w:type="spellStart"/>
      <w:r w:rsidRPr="0066063E">
        <w:rPr>
          <w:sz w:val="24"/>
          <w:szCs w:val="24"/>
        </w:rPr>
        <w:t>1</w:t>
      </w:r>
      <w:proofErr w:type="spellEnd"/>
      <w:r w:rsidRPr="0066063E">
        <w:rPr>
          <w:sz w:val="24"/>
          <w:szCs w:val="24"/>
        </w:rPr>
        <w:t>.3.7. от ЗБНЗОК за 2019 г. и съгласно решението на Надзорния съвет на НЗОК по т.2.</w:t>
      </w:r>
    </w:p>
    <w:p w:rsidR="002544F0" w:rsidRPr="0066063E" w:rsidRDefault="002544F0" w:rsidP="002544F0">
      <w:pPr>
        <w:spacing w:line="300" w:lineRule="atLeast"/>
        <w:ind w:firstLine="539"/>
        <w:jc w:val="both"/>
        <w:rPr>
          <w:sz w:val="24"/>
          <w:szCs w:val="24"/>
        </w:rPr>
      </w:pPr>
      <w:r w:rsidRPr="0066063E">
        <w:rPr>
          <w:sz w:val="24"/>
          <w:szCs w:val="24"/>
        </w:rPr>
        <w:t>4. Одобрените по т.3 от управителя на НЗОК стойности за извършване на плащания от РЗОК на дейностите по т.1, формират стойностите на разходите на РЗОК.</w:t>
      </w:r>
    </w:p>
    <w:p w:rsidR="002544F0" w:rsidRPr="0066063E" w:rsidRDefault="002544F0" w:rsidP="002544F0">
      <w:pPr>
        <w:spacing w:line="300" w:lineRule="atLeast"/>
        <w:ind w:firstLine="539"/>
        <w:jc w:val="both"/>
        <w:rPr>
          <w:sz w:val="24"/>
          <w:szCs w:val="24"/>
        </w:rPr>
      </w:pPr>
      <w:r w:rsidRPr="0066063E">
        <w:rPr>
          <w:b/>
          <w:sz w:val="24"/>
          <w:szCs w:val="24"/>
        </w:rPr>
        <w:t>Чл. 4в.</w:t>
      </w:r>
      <w:r w:rsidRPr="0066063E">
        <w:rPr>
          <w:sz w:val="24"/>
          <w:szCs w:val="24"/>
        </w:rPr>
        <w:t> Надзорният съвет на НЗОК утвърждава месечни стойности на изпълнителите на БМП за дейностите по чл.4а, ал.1, т.2, на база на внесените от управителят на НЗОК, предложения на директорите на РЗОК в рамките на предвидения бюджетен ресурс за тези дейности по чл.55, ал.2, т.3а от ЗЗО.</w:t>
      </w:r>
    </w:p>
    <w:p w:rsidR="002544F0" w:rsidRPr="0066063E" w:rsidRDefault="002544F0" w:rsidP="002544F0">
      <w:pPr>
        <w:spacing w:line="300" w:lineRule="atLeast"/>
        <w:ind w:firstLine="539"/>
        <w:jc w:val="both"/>
        <w:rPr>
          <w:sz w:val="24"/>
          <w:szCs w:val="24"/>
        </w:rPr>
      </w:pPr>
      <w:r w:rsidRPr="0066063E">
        <w:rPr>
          <w:b/>
          <w:sz w:val="24"/>
          <w:szCs w:val="24"/>
        </w:rPr>
        <w:t>Чл. 4г.</w:t>
      </w:r>
      <w:r w:rsidRPr="0066063E">
        <w:rPr>
          <w:sz w:val="24"/>
          <w:szCs w:val="24"/>
        </w:rPr>
        <w:t> (1) Стойностите за дейности по чл.4а, ал.1, т.3 се определят, както следва:</w:t>
      </w:r>
    </w:p>
    <w:p w:rsidR="002544F0" w:rsidRPr="0066063E" w:rsidRDefault="002544F0" w:rsidP="002544F0">
      <w:pPr>
        <w:spacing w:line="300" w:lineRule="atLeast"/>
        <w:ind w:firstLine="539"/>
        <w:jc w:val="both"/>
        <w:rPr>
          <w:sz w:val="24"/>
          <w:szCs w:val="24"/>
        </w:rPr>
      </w:pPr>
      <w:r w:rsidRPr="0066063E">
        <w:rPr>
          <w:sz w:val="24"/>
          <w:szCs w:val="24"/>
        </w:rPr>
        <w:t>1. Стойностите на определените по чл.55, ал.2, т.3а от ЗЗО обеми и цени на дейностите по чл.4а, ал.1, т.3 се заделят в ЦУ на НЗОК.</w:t>
      </w:r>
    </w:p>
    <w:p w:rsidR="002544F0" w:rsidRPr="0066063E" w:rsidRDefault="002544F0" w:rsidP="002544F0">
      <w:pPr>
        <w:spacing w:line="300" w:lineRule="atLeast"/>
        <w:ind w:firstLine="539"/>
        <w:jc w:val="both"/>
        <w:rPr>
          <w:sz w:val="24"/>
          <w:szCs w:val="24"/>
        </w:rPr>
      </w:pPr>
      <w:r w:rsidRPr="0066063E">
        <w:rPr>
          <w:sz w:val="24"/>
          <w:szCs w:val="24"/>
        </w:rPr>
        <w:lastRenderedPageBreak/>
        <w:t>2. Дейностите по чл.4а, ал.1, т.3, се заплащат след разрешение от директора на РЗОК, по предложение на комисията в РЗОК за разглеждане на мотивираните заявления на лечебните заведения за необходимост от извършване на конкретните дейности.</w:t>
      </w:r>
    </w:p>
    <w:p w:rsidR="002544F0" w:rsidRPr="0066063E" w:rsidRDefault="002544F0" w:rsidP="002544F0">
      <w:pPr>
        <w:spacing w:line="300" w:lineRule="atLeast"/>
        <w:ind w:firstLine="539"/>
        <w:jc w:val="both"/>
        <w:rPr>
          <w:sz w:val="24"/>
          <w:szCs w:val="24"/>
        </w:rPr>
      </w:pPr>
      <w:r w:rsidRPr="0066063E">
        <w:rPr>
          <w:sz w:val="24"/>
          <w:szCs w:val="24"/>
        </w:rPr>
        <w:t>(2) Отчетените от изпълнителите на БМП дейности от чл.4а, ал.1, т.3, след разрешенията по ал.1,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заделените средства в ЦУ на НЗОК по ал.1, т.1.</w:t>
      </w:r>
    </w:p>
    <w:p w:rsidR="002544F0" w:rsidRPr="0066063E" w:rsidRDefault="002544F0" w:rsidP="002544F0">
      <w:pPr>
        <w:spacing w:line="300" w:lineRule="atLeast"/>
        <w:ind w:firstLine="539"/>
        <w:jc w:val="both"/>
        <w:rPr>
          <w:sz w:val="24"/>
          <w:szCs w:val="24"/>
        </w:rPr>
      </w:pPr>
      <w:r w:rsidRPr="0066063E">
        <w:rPr>
          <w:sz w:val="24"/>
          <w:szCs w:val="24"/>
        </w:rPr>
        <w:t>(3) Одобрените по ал.1 стойности за извършване на плащания от РЗОК на дейностите по чл.4а, ал.1, т.3, формират стойностите на разходите на РЗОК.</w:t>
      </w:r>
    </w:p>
    <w:p w:rsidR="00DC1501" w:rsidRPr="0066063E" w:rsidRDefault="00963370" w:rsidP="00DC1501">
      <w:pPr>
        <w:spacing w:line="300" w:lineRule="atLeast"/>
        <w:ind w:firstLine="539"/>
        <w:jc w:val="both"/>
        <w:rPr>
          <w:sz w:val="24"/>
          <w:szCs w:val="24"/>
        </w:rPr>
      </w:pPr>
      <w:r w:rsidRPr="0066063E">
        <w:rPr>
          <w:b/>
          <w:sz w:val="24"/>
          <w:szCs w:val="24"/>
        </w:rPr>
        <w:t>Чл. </w:t>
      </w:r>
      <w:r w:rsidR="00CF7ABE" w:rsidRPr="0066063E">
        <w:rPr>
          <w:b/>
          <w:sz w:val="24"/>
          <w:szCs w:val="24"/>
        </w:rPr>
        <w:t>5</w:t>
      </w:r>
      <w:r w:rsidRPr="0066063E">
        <w:rPr>
          <w:b/>
          <w:sz w:val="24"/>
          <w:szCs w:val="24"/>
        </w:rPr>
        <w:t>.</w:t>
      </w:r>
      <w:r w:rsidRPr="0066063E">
        <w:rPr>
          <w:sz w:val="24"/>
          <w:szCs w:val="24"/>
        </w:rPr>
        <w:t> (1) </w:t>
      </w:r>
      <w:r w:rsidR="00DC1501" w:rsidRPr="0066063E">
        <w:rPr>
          <w:sz w:val="24"/>
          <w:szCs w:val="24"/>
        </w:rPr>
        <w:t xml:space="preserve">Директорите на РЗОК </w:t>
      </w:r>
      <w:r w:rsidR="00984C07" w:rsidRPr="0066063E">
        <w:rPr>
          <w:sz w:val="24"/>
          <w:szCs w:val="24"/>
        </w:rPr>
        <w:t>закупуват от изпълнителите на БМП здравни дейности от пакета по чл.2, ал.1 от ЗЗО</w:t>
      </w:r>
      <w:r w:rsidR="00DC1501" w:rsidRPr="0066063E">
        <w:rPr>
          <w:sz w:val="24"/>
          <w:szCs w:val="24"/>
        </w:rPr>
        <w:t xml:space="preserve">, следвайки реда </w:t>
      </w:r>
      <w:r w:rsidR="00984C07" w:rsidRPr="0066063E">
        <w:rPr>
          <w:sz w:val="24"/>
          <w:szCs w:val="24"/>
        </w:rPr>
        <w:t>и условията по</w:t>
      </w:r>
      <w:r w:rsidR="00DC1501" w:rsidRPr="0066063E">
        <w:rPr>
          <w:sz w:val="24"/>
          <w:szCs w:val="24"/>
        </w:rPr>
        <w:t xml:space="preserve"> глава ІІІ от настоящите правила. </w:t>
      </w:r>
    </w:p>
    <w:p w:rsidR="005C3788" w:rsidRPr="0066063E" w:rsidRDefault="00DC1501" w:rsidP="005C3788">
      <w:pPr>
        <w:spacing w:line="300" w:lineRule="atLeast"/>
        <w:ind w:firstLine="539"/>
        <w:jc w:val="both"/>
        <w:rPr>
          <w:sz w:val="24"/>
          <w:szCs w:val="24"/>
        </w:rPr>
      </w:pPr>
      <w:r w:rsidRPr="0066063E">
        <w:rPr>
          <w:sz w:val="24"/>
          <w:szCs w:val="24"/>
        </w:rPr>
        <w:t>(</w:t>
      </w:r>
      <w:r w:rsidR="002E6F3D" w:rsidRPr="0066063E">
        <w:rPr>
          <w:sz w:val="24"/>
          <w:szCs w:val="24"/>
        </w:rPr>
        <w:t>2</w:t>
      </w:r>
      <w:r w:rsidRPr="0066063E">
        <w:rPr>
          <w:sz w:val="24"/>
          <w:szCs w:val="24"/>
        </w:rPr>
        <w:t>) Надзорният съвет на НЗОК кор</w:t>
      </w:r>
      <w:r w:rsidR="00BF3E2C" w:rsidRPr="0066063E">
        <w:rPr>
          <w:sz w:val="24"/>
          <w:szCs w:val="24"/>
        </w:rPr>
        <w:t xml:space="preserve">игира стойностите на РЗОК и изпълнителите на БМП по реда на глава </w:t>
      </w:r>
      <w:r w:rsidR="00AB7E27" w:rsidRPr="0066063E">
        <w:rPr>
          <w:sz w:val="24"/>
          <w:szCs w:val="24"/>
        </w:rPr>
        <w:t>І</w:t>
      </w:r>
      <w:r w:rsidR="00BF3E2C" w:rsidRPr="0066063E">
        <w:rPr>
          <w:sz w:val="24"/>
          <w:szCs w:val="24"/>
        </w:rPr>
        <w:t>V от настоящите правила</w:t>
      </w:r>
      <w:r w:rsidR="009303C3" w:rsidRPr="0066063E">
        <w:rPr>
          <w:sz w:val="24"/>
          <w:szCs w:val="24"/>
        </w:rPr>
        <w:t>.</w:t>
      </w:r>
    </w:p>
    <w:p w:rsidR="005C3788" w:rsidRPr="0066063E" w:rsidRDefault="005C3788" w:rsidP="005C3788">
      <w:pPr>
        <w:spacing w:line="300" w:lineRule="atLeast"/>
        <w:ind w:firstLine="539"/>
        <w:jc w:val="both"/>
        <w:rPr>
          <w:sz w:val="24"/>
          <w:szCs w:val="24"/>
        </w:rPr>
      </w:pPr>
      <w:r w:rsidRPr="0066063E">
        <w:rPr>
          <w:sz w:val="24"/>
          <w:szCs w:val="24"/>
        </w:rPr>
        <w:t>(3) </w:t>
      </w:r>
      <w:r w:rsidRPr="0066063E">
        <w:rPr>
          <w:sz w:val="24"/>
          <w:szCs w:val="24"/>
          <w:lang w:eastAsia="ja-JP"/>
        </w:rPr>
        <w:t>З</w:t>
      </w:r>
      <w:r w:rsidRPr="0066063E">
        <w:rPr>
          <w:sz w:val="24"/>
          <w:szCs w:val="24"/>
        </w:rPr>
        <w:t xml:space="preserve">а прилагане на чл. 344 ал. 9 от Националния рамков договор за медицинските дейности за 2018 г., средствата за </w:t>
      </w:r>
      <w:proofErr w:type="spellStart"/>
      <w:r w:rsidRPr="0066063E">
        <w:rPr>
          <w:sz w:val="24"/>
          <w:szCs w:val="24"/>
        </w:rPr>
        <w:t>АПр</w:t>
      </w:r>
      <w:proofErr w:type="spellEnd"/>
      <w:r w:rsidRPr="0066063E">
        <w:rPr>
          <w:sz w:val="24"/>
          <w:szCs w:val="24"/>
        </w:rPr>
        <w:t xml:space="preserve"> №36 РЕТ/СТ се заделят в ЦУ на НЗОК.</w:t>
      </w:r>
    </w:p>
    <w:p w:rsidR="008871C2" w:rsidRPr="0066063E" w:rsidRDefault="008871C2" w:rsidP="008871C2">
      <w:pPr>
        <w:spacing w:line="300" w:lineRule="atLeast"/>
        <w:ind w:firstLine="539"/>
        <w:jc w:val="both"/>
        <w:rPr>
          <w:sz w:val="24"/>
          <w:szCs w:val="24"/>
        </w:rPr>
      </w:pPr>
      <w:r w:rsidRPr="0066063E">
        <w:rPr>
          <w:sz w:val="24"/>
          <w:szCs w:val="24"/>
        </w:rPr>
        <w:t>(4) По договорите с изпълнителите</w:t>
      </w:r>
      <w:r w:rsidR="00736B87" w:rsidRPr="0066063E">
        <w:rPr>
          <w:sz w:val="24"/>
          <w:szCs w:val="24"/>
        </w:rPr>
        <w:t xml:space="preserve"> </w:t>
      </w:r>
      <w:r w:rsidRPr="0066063E">
        <w:rPr>
          <w:sz w:val="24"/>
          <w:szCs w:val="24"/>
        </w:rPr>
        <w:t xml:space="preserve">на БМП на всяко тримесечие се определят обеми за </w:t>
      </w:r>
      <w:proofErr w:type="spellStart"/>
      <w:r w:rsidRPr="0066063E">
        <w:rPr>
          <w:sz w:val="24"/>
          <w:szCs w:val="24"/>
        </w:rPr>
        <w:t>АПр</w:t>
      </w:r>
      <w:proofErr w:type="spellEnd"/>
      <w:r w:rsidRPr="0066063E">
        <w:rPr>
          <w:sz w:val="24"/>
          <w:szCs w:val="24"/>
        </w:rPr>
        <w:t xml:space="preserve"> №36 РЕТ/СТ от заделените в ЦУ на НЗОК средства.</w:t>
      </w:r>
    </w:p>
    <w:p w:rsidR="008871C2" w:rsidRPr="0066063E" w:rsidRDefault="00BB4C69" w:rsidP="008871C2">
      <w:pPr>
        <w:spacing w:line="300" w:lineRule="atLeast"/>
        <w:ind w:firstLine="539"/>
        <w:jc w:val="both"/>
        <w:rPr>
          <w:sz w:val="24"/>
          <w:szCs w:val="24"/>
        </w:rPr>
      </w:pPr>
      <w:r w:rsidRPr="0066063E">
        <w:rPr>
          <w:sz w:val="24"/>
          <w:szCs w:val="24"/>
        </w:rPr>
        <w:t xml:space="preserve">(5) В случаите на </w:t>
      </w:r>
      <w:proofErr w:type="spellStart"/>
      <w:r w:rsidRPr="0066063E">
        <w:rPr>
          <w:sz w:val="24"/>
          <w:szCs w:val="24"/>
        </w:rPr>
        <w:t>надвишение</w:t>
      </w:r>
      <w:proofErr w:type="spellEnd"/>
      <w:r w:rsidRPr="0066063E">
        <w:rPr>
          <w:sz w:val="24"/>
          <w:szCs w:val="24"/>
        </w:rPr>
        <w:t xml:space="preserve"> с до 10 % на определените за конкретен изпълнител обеми за </w:t>
      </w:r>
      <w:proofErr w:type="spellStart"/>
      <w:r w:rsidRPr="0066063E">
        <w:rPr>
          <w:sz w:val="24"/>
          <w:szCs w:val="24"/>
        </w:rPr>
        <w:t>АПр</w:t>
      </w:r>
      <w:proofErr w:type="spellEnd"/>
      <w:r w:rsidRPr="0066063E">
        <w:rPr>
          <w:sz w:val="24"/>
          <w:szCs w:val="24"/>
        </w:rPr>
        <w:t>№36 РЕТ/СТ</w:t>
      </w:r>
      <w:r w:rsidR="00824C10" w:rsidRPr="0066063E">
        <w:rPr>
          <w:sz w:val="24"/>
          <w:szCs w:val="24"/>
        </w:rPr>
        <w:t>, съгласно</w:t>
      </w:r>
      <w:r w:rsidRPr="0066063E">
        <w:rPr>
          <w:sz w:val="24"/>
          <w:szCs w:val="24"/>
        </w:rPr>
        <w:t xml:space="preserve"> ал.4</w:t>
      </w:r>
      <w:r w:rsidR="00824C10" w:rsidRPr="0066063E">
        <w:rPr>
          <w:sz w:val="24"/>
          <w:szCs w:val="24"/>
        </w:rPr>
        <w:t>,</w:t>
      </w:r>
      <w:r w:rsidR="00736B87" w:rsidRPr="0066063E">
        <w:rPr>
          <w:sz w:val="24"/>
          <w:szCs w:val="24"/>
        </w:rPr>
        <w:t xml:space="preserve"> </w:t>
      </w:r>
      <w:r w:rsidR="00824C10" w:rsidRPr="0066063E">
        <w:rPr>
          <w:sz w:val="24"/>
          <w:szCs w:val="24"/>
        </w:rPr>
        <w:t>средствата за тяхното изпълнение са за сметка на утвърдените стойности</w:t>
      </w:r>
      <w:r w:rsidR="002A66F1" w:rsidRPr="0066063E">
        <w:rPr>
          <w:sz w:val="24"/>
          <w:szCs w:val="24"/>
        </w:rPr>
        <w:t xml:space="preserve"> по чл.2.</w:t>
      </w:r>
    </w:p>
    <w:p w:rsidR="00110616" w:rsidRPr="0066063E" w:rsidRDefault="00110616" w:rsidP="007D3107">
      <w:pPr>
        <w:keepNext/>
        <w:spacing w:line="300" w:lineRule="atLeast"/>
        <w:jc w:val="center"/>
        <w:rPr>
          <w:b/>
          <w:sz w:val="24"/>
          <w:szCs w:val="24"/>
        </w:rPr>
      </w:pPr>
      <w:r w:rsidRPr="0066063E">
        <w:rPr>
          <w:b/>
          <w:sz w:val="24"/>
          <w:szCs w:val="24"/>
        </w:rPr>
        <w:t>ГЛАВА ІІ</w:t>
      </w:r>
      <w:r w:rsidRPr="0066063E">
        <w:rPr>
          <w:b/>
          <w:sz w:val="24"/>
          <w:szCs w:val="24"/>
          <w:lang w:val="en-US"/>
        </w:rPr>
        <w:t>I</w:t>
      </w:r>
    </w:p>
    <w:p w:rsidR="00110616" w:rsidRPr="0066063E" w:rsidRDefault="00110616" w:rsidP="007D3107">
      <w:pPr>
        <w:keepNext/>
        <w:spacing w:line="300" w:lineRule="atLeast"/>
        <w:jc w:val="center"/>
        <w:rPr>
          <w:b/>
          <w:sz w:val="24"/>
          <w:szCs w:val="24"/>
        </w:rPr>
      </w:pPr>
      <w:r w:rsidRPr="0066063E">
        <w:rPr>
          <w:b/>
          <w:sz w:val="24"/>
          <w:szCs w:val="24"/>
        </w:rPr>
        <w:t xml:space="preserve">УСЛОВИЯ И РЕД ЗА </w:t>
      </w:r>
      <w:r w:rsidR="00984C07" w:rsidRPr="0066063E">
        <w:rPr>
          <w:b/>
          <w:sz w:val="24"/>
          <w:szCs w:val="24"/>
        </w:rPr>
        <w:t xml:space="preserve">ЗАКУПУВАНЕ ОТ ИЗПЪЛНИТЕЛИТЕ НА БОЛНИЧНА МЕДИЦИНСКА ПОМОЩ НА ЗДРАВНИ ДЕЙНОСТИ ОТ ПАКЕТА ПО ЧЛ.2, АЛ.1  ОТ ЗАКОНА ЗА ЗДРАВНОТО ОСИГУРЯВАНЕ </w:t>
      </w:r>
    </w:p>
    <w:p w:rsidR="00FA6617" w:rsidRPr="0066063E" w:rsidRDefault="00FA6617" w:rsidP="00FA6617">
      <w:pPr>
        <w:spacing w:line="300" w:lineRule="atLeast"/>
        <w:ind w:firstLine="539"/>
        <w:jc w:val="both"/>
        <w:rPr>
          <w:b/>
          <w:sz w:val="24"/>
          <w:szCs w:val="24"/>
        </w:rPr>
      </w:pPr>
    </w:p>
    <w:p w:rsidR="008B6850" w:rsidRPr="0066063E" w:rsidRDefault="00FA6617" w:rsidP="00984C07">
      <w:pPr>
        <w:spacing w:line="300" w:lineRule="atLeast"/>
        <w:ind w:firstLine="539"/>
        <w:jc w:val="both"/>
        <w:rPr>
          <w:sz w:val="24"/>
          <w:szCs w:val="24"/>
        </w:rPr>
      </w:pPr>
      <w:r w:rsidRPr="0066063E">
        <w:rPr>
          <w:b/>
          <w:sz w:val="24"/>
          <w:szCs w:val="24"/>
        </w:rPr>
        <w:t>Чл. </w:t>
      </w:r>
      <w:r w:rsidR="00CF7ABE" w:rsidRPr="0066063E">
        <w:rPr>
          <w:b/>
          <w:sz w:val="24"/>
          <w:szCs w:val="24"/>
        </w:rPr>
        <w:t>6</w:t>
      </w:r>
      <w:r w:rsidR="006756A0" w:rsidRPr="0066063E">
        <w:rPr>
          <w:b/>
          <w:sz w:val="24"/>
          <w:szCs w:val="24"/>
        </w:rPr>
        <w:t>.</w:t>
      </w:r>
      <w:r w:rsidRPr="0066063E">
        <w:rPr>
          <w:b/>
          <w:sz w:val="24"/>
          <w:szCs w:val="24"/>
        </w:rPr>
        <w:t> </w:t>
      </w:r>
      <w:r w:rsidRPr="0066063E">
        <w:rPr>
          <w:sz w:val="24"/>
          <w:szCs w:val="24"/>
        </w:rPr>
        <w:t>(1) </w:t>
      </w:r>
      <w:r w:rsidR="008B6850" w:rsidRPr="0066063E">
        <w:rPr>
          <w:sz w:val="24"/>
          <w:szCs w:val="24"/>
        </w:rPr>
        <w:t xml:space="preserve">Директорът на РЗОК уведомява изпълнителите на БМП, за утвърдените им от Надзорния съвет на НЗОК индикативни стойности </w:t>
      </w:r>
      <w:r w:rsidR="002544F0" w:rsidRPr="0066063E">
        <w:rPr>
          <w:sz w:val="24"/>
          <w:szCs w:val="24"/>
        </w:rPr>
        <w:t xml:space="preserve">за дейности по чл.4а, ал.1, т.1, </w:t>
      </w:r>
      <w:r w:rsidR="006E3499" w:rsidRPr="0066063E">
        <w:rPr>
          <w:sz w:val="24"/>
          <w:szCs w:val="24"/>
        </w:rPr>
        <w:t>за медицински изделия, прилагани в болничната медицинска помощ</w:t>
      </w:r>
      <w:r w:rsidR="005C3788" w:rsidRPr="0066063E">
        <w:rPr>
          <w:sz w:val="24"/>
          <w:szCs w:val="24"/>
        </w:rPr>
        <w:t xml:space="preserve"> и лекарствени продукти за лечение на злокачествени заболявания, </w:t>
      </w:r>
      <w:r w:rsidR="006756A0" w:rsidRPr="0066063E">
        <w:rPr>
          <w:sz w:val="24"/>
          <w:szCs w:val="24"/>
        </w:rPr>
        <w:t>в условията на болнична медицинска помощ, които НЗОК заплаща извън стойността на оказваните медицински услуги</w:t>
      </w:r>
      <w:r w:rsidR="008B6850" w:rsidRPr="0066063E">
        <w:rPr>
          <w:sz w:val="24"/>
          <w:szCs w:val="24"/>
        </w:rPr>
        <w:t>, които ще се съблюдават при прилагане на ежеседмичния и месечен анализ и контрол по реда на чл.</w:t>
      </w:r>
      <w:r w:rsidR="00D5255B" w:rsidRPr="0066063E">
        <w:rPr>
          <w:sz w:val="24"/>
          <w:szCs w:val="24"/>
        </w:rPr>
        <w:t>9</w:t>
      </w:r>
      <w:r w:rsidR="008B6850" w:rsidRPr="0066063E">
        <w:rPr>
          <w:sz w:val="24"/>
          <w:szCs w:val="24"/>
        </w:rPr>
        <w:t xml:space="preserve">. </w:t>
      </w:r>
    </w:p>
    <w:p w:rsidR="00BC3A3E" w:rsidRPr="0066063E" w:rsidRDefault="00114439" w:rsidP="0089222E">
      <w:pPr>
        <w:spacing w:line="300" w:lineRule="atLeast"/>
        <w:ind w:firstLine="540"/>
        <w:jc w:val="both"/>
        <w:rPr>
          <w:sz w:val="24"/>
          <w:szCs w:val="24"/>
        </w:rPr>
      </w:pPr>
      <w:r w:rsidRPr="0066063E">
        <w:rPr>
          <w:sz w:val="24"/>
          <w:szCs w:val="24"/>
        </w:rPr>
        <w:t xml:space="preserve">(2) </w:t>
      </w:r>
      <w:r w:rsidR="00BC3A3E" w:rsidRPr="0066063E">
        <w:rPr>
          <w:sz w:val="24"/>
          <w:szCs w:val="24"/>
        </w:rPr>
        <w:t>Комиси</w:t>
      </w:r>
      <w:r w:rsidR="006756A0" w:rsidRPr="0066063E">
        <w:rPr>
          <w:sz w:val="24"/>
          <w:szCs w:val="24"/>
        </w:rPr>
        <w:t>я</w:t>
      </w:r>
      <w:r w:rsidR="00BC3A3E" w:rsidRPr="0066063E">
        <w:rPr>
          <w:sz w:val="24"/>
          <w:szCs w:val="24"/>
        </w:rPr>
        <w:t>т</w:t>
      </w:r>
      <w:r w:rsidR="006756A0" w:rsidRPr="0066063E">
        <w:rPr>
          <w:sz w:val="24"/>
          <w:szCs w:val="24"/>
        </w:rPr>
        <w:t>а</w:t>
      </w:r>
      <w:r w:rsidR="00BC3A3E" w:rsidRPr="0066063E">
        <w:rPr>
          <w:sz w:val="24"/>
          <w:szCs w:val="24"/>
        </w:rPr>
        <w:t xml:space="preserve"> по чл.</w:t>
      </w:r>
      <w:r w:rsidR="00CF7ABE" w:rsidRPr="0066063E">
        <w:rPr>
          <w:sz w:val="24"/>
          <w:szCs w:val="24"/>
        </w:rPr>
        <w:t>4</w:t>
      </w:r>
      <w:r w:rsidR="00E00C1F" w:rsidRPr="0066063E">
        <w:rPr>
          <w:sz w:val="24"/>
          <w:szCs w:val="24"/>
        </w:rPr>
        <w:t>,</w:t>
      </w:r>
      <w:r w:rsidR="00BC3A3E" w:rsidRPr="0066063E">
        <w:rPr>
          <w:sz w:val="24"/>
          <w:szCs w:val="24"/>
        </w:rPr>
        <w:t xml:space="preserve"> ал.1</w:t>
      </w:r>
      <w:r w:rsidR="006756A0" w:rsidRPr="0066063E">
        <w:rPr>
          <w:sz w:val="24"/>
          <w:szCs w:val="24"/>
        </w:rPr>
        <w:t>, т.</w:t>
      </w:r>
      <w:r w:rsidR="00CF7ABE" w:rsidRPr="0066063E">
        <w:rPr>
          <w:sz w:val="24"/>
          <w:szCs w:val="24"/>
        </w:rPr>
        <w:t>4</w:t>
      </w:r>
      <w:r w:rsidR="00BC3A3E" w:rsidRPr="0066063E">
        <w:rPr>
          <w:sz w:val="24"/>
          <w:szCs w:val="24"/>
        </w:rPr>
        <w:t xml:space="preserve"> уведомява изпълнителите на БМП за утвърдените за закупуване медицински изделия.</w:t>
      </w:r>
    </w:p>
    <w:p w:rsidR="00035455" w:rsidRPr="0066063E" w:rsidRDefault="00035455" w:rsidP="001F56C1">
      <w:pPr>
        <w:spacing w:line="300" w:lineRule="atLeast"/>
        <w:ind w:firstLine="540"/>
        <w:jc w:val="both"/>
        <w:rPr>
          <w:sz w:val="24"/>
          <w:szCs w:val="24"/>
        </w:rPr>
      </w:pPr>
      <w:r w:rsidRPr="0066063E">
        <w:rPr>
          <w:sz w:val="24"/>
          <w:szCs w:val="24"/>
        </w:rPr>
        <w:t>(</w:t>
      </w:r>
      <w:r w:rsidR="00114439" w:rsidRPr="0066063E">
        <w:rPr>
          <w:sz w:val="24"/>
          <w:szCs w:val="24"/>
        </w:rPr>
        <w:t>3</w:t>
      </w:r>
      <w:r w:rsidRPr="0066063E">
        <w:rPr>
          <w:sz w:val="24"/>
          <w:szCs w:val="24"/>
        </w:rPr>
        <w:t xml:space="preserve">) За всеки изпълнител в част Б на приложение № 2 към договора с НЗОК се </w:t>
      </w:r>
      <w:r w:rsidR="006E3499" w:rsidRPr="0066063E">
        <w:rPr>
          <w:sz w:val="24"/>
          <w:szCs w:val="24"/>
        </w:rPr>
        <w:t xml:space="preserve">вписват утвърдените му от Надзорния съвет на НЗОК месечни стойности </w:t>
      </w:r>
      <w:r w:rsidR="00CF7ABE" w:rsidRPr="0066063E">
        <w:rPr>
          <w:sz w:val="24"/>
          <w:szCs w:val="24"/>
        </w:rPr>
        <w:t xml:space="preserve">за </w:t>
      </w:r>
      <w:r w:rsidR="006E3499" w:rsidRPr="0066063E">
        <w:rPr>
          <w:sz w:val="24"/>
          <w:szCs w:val="24"/>
        </w:rPr>
        <w:t>дейности</w:t>
      </w:r>
      <w:r w:rsidR="00CF7ABE" w:rsidRPr="0066063E">
        <w:rPr>
          <w:sz w:val="24"/>
          <w:szCs w:val="24"/>
        </w:rPr>
        <w:t>те</w:t>
      </w:r>
      <w:r w:rsidR="006E3499" w:rsidRPr="0066063E">
        <w:rPr>
          <w:sz w:val="24"/>
          <w:szCs w:val="24"/>
        </w:rPr>
        <w:t xml:space="preserve"> по чл.</w:t>
      </w:r>
      <w:r w:rsidR="00CF7ABE" w:rsidRPr="0066063E">
        <w:rPr>
          <w:sz w:val="24"/>
          <w:szCs w:val="24"/>
        </w:rPr>
        <w:t>3</w:t>
      </w:r>
      <w:r w:rsidR="006E3499" w:rsidRPr="0066063E">
        <w:rPr>
          <w:sz w:val="24"/>
          <w:szCs w:val="24"/>
        </w:rPr>
        <w:t xml:space="preserve">, </w:t>
      </w:r>
      <w:r w:rsidRPr="0066063E">
        <w:rPr>
          <w:sz w:val="24"/>
          <w:szCs w:val="24"/>
        </w:rPr>
        <w:t>за периода на договора, заплащан през 201</w:t>
      </w:r>
      <w:r w:rsidR="00DB1B6F" w:rsidRPr="0066063E">
        <w:rPr>
          <w:sz w:val="24"/>
          <w:szCs w:val="24"/>
        </w:rPr>
        <w:t>9</w:t>
      </w:r>
      <w:r w:rsidR="006E3499" w:rsidRPr="0066063E">
        <w:rPr>
          <w:sz w:val="24"/>
          <w:szCs w:val="24"/>
        </w:rPr>
        <w:t xml:space="preserve"> г</w:t>
      </w:r>
      <w:r w:rsidR="005D6B78" w:rsidRPr="0066063E">
        <w:rPr>
          <w:sz w:val="24"/>
          <w:szCs w:val="24"/>
        </w:rPr>
        <w:t>.</w:t>
      </w:r>
    </w:p>
    <w:p w:rsidR="000807BD" w:rsidRPr="0066063E" w:rsidRDefault="00060737" w:rsidP="000807BD">
      <w:pPr>
        <w:spacing w:line="300" w:lineRule="atLeast"/>
        <w:ind w:firstLine="540"/>
        <w:jc w:val="both"/>
        <w:rPr>
          <w:sz w:val="24"/>
          <w:szCs w:val="24"/>
        </w:rPr>
      </w:pPr>
      <w:r w:rsidRPr="0066063E">
        <w:rPr>
          <w:sz w:val="24"/>
          <w:szCs w:val="24"/>
        </w:rPr>
        <w:t>(</w:t>
      </w:r>
      <w:r w:rsidR="00114439" w:rsidRPr="0066063E">
        <w:rPr>
          <w:sz w:val="24"/>
          <w:szCs w:val="24"/>
        </w:rPr>
        <w:t>4</w:t>
      </w:r>
      <w:r w:rsidRPr="0066063E">
        <w:rPr>
          <w:sz w:val="24"/>
          <w:szCs w:val="24"/>
        </w:rPr>
        <w:t>) Месечните стойности по ал.</w:t>
      </w:r>
      <w:r w:rsidR="007F75BB" w:rsidRPr="0066063E">
        <w:rPr>
          <w:sz w:val="24"/>
          <w:szCs w:val="24"/>
        </w:rPr>
        <w:t>3</w:t>
      </w:r>
      <w:r w:rsidRPr="0066063E">
        <w:rPr>
          <w:sz w:val="24"/>
          <w:szCs w:val="24"/>
        </w:rPr>
        <w:t xml:space="preserve"> за дейностите за БМП (КП, </w:t>
      </w:r>
      <w:proofErr w:type="spellStart"/>
      <w:r w:rsidRPr="0066063E">
        <w:rPr>
          <w:sz w:val="24"/>
          <w:szCs w:val="24"/>
        </w:rPr>
        <w:t>КПр</w:t>
      </w:r>
      <w:proofErr w:type="spellEnd"/>
      <w:r w:rsidRPr="0066063E">
        <w:rPr>
          <w:sz w:val="24"/>
          <w:szCs w:val="24"/>
        </w:rPr>
        <w:t xml:space="preserve">, </w:t>
      </w:r>
      <w:proofErr w:type="spellStart"/>
      <w:r w:rsidRPr="0066063E">
        <w:rPr>
          <w:sz w:val="24"/>
          <w:szCs w:val="24"/>
        </w:rPr>
        <w:t>АПр</w:t>
      </w:r>
      <w:proofErr w:type="spellEnd"/>
      <w:r w:rsidRPr="0066063E">
        <w:rPr>
          <w:sz w:val="24"/>
          <w:szCs w:val="24"/>
        </w:rPr>
        <w:t>) се определят като обща месечна стойност по всички сключени от изпълнител на БМП договори.</w:t>
      </w:r>
      <w:r w:rsidR="000807BD" w:rsidRPr="0066063E">
        <w:rPr>
          <w:sz w:val="24"/>
          <w:szCs w:val="24"/>
        </w:rPr>
        <w:t xml:space="preserve"> </w:t>
      </w:r>
    </w:p>
    <w:p w:rsidR="00060737" w:rsidRPr="0066063E" w:rsidRDefault="000807BD" w:rsidP="00060737">
      <w:pPr>
        <w:spacing w:line="300" w:lineRule="atLeast"/>
        <w:ind w:firstLine="540"/>
        <w:jc w:val="both"/>
        <w:rPr>
          <w:sz w:val="24"/>
          <w:szCs w:val="24"/>
        </w:rPr>
      </w:pPr>
      <w:r w:rsidRPr="0066063E">
        <w:rPr>
          <w:sz w:val="24"/>
          <w:szCs w:val="24"/>
        </w:rPr>
        <w:t>(</w:t>
      </w:r>
      <w:r w:rsidR="00114439" w:rsidRPr="0066063E">
        <w:rPr>
          <w:sz w:val="24"/>
          <w:szCs w:val="24"/>
        </w:rPr>
        <w:t>5</w:t>
      </w:r>
      <w:r w:rsidRPr="0066063E">
        <w:rPr>
          <w:sz w:val="24"/>
          <w:szCs w:val="24"/>
        </w:rPr>
        <w:t>) В част А за 201</w:t>
      </w:r>
      <w:r w:rsidR="00DB1B6F" w:rsidRPr="0066063E">
        <w:rPr>
          <w:sz w:val="24"/>
          <w:szCs w:val="24"/>
        </w:rPr>
        <w:t>9</w:t>
      </w:r>
      <w:r w:rsidRPr="0066063E">
        <w:rPr>
          <w:sz w:val="24"/>
          <w:szCs w:val="24"/>
        </w:rPr>
        <w:t xml:space="preserve"> г. на приложение № 2 към договора с НЗОК се вписват броя на леглата по специалност, съгласно </w:t>
      </w:r>
      <w:r w:rsidR="00DB1B6F" w:rsidRPr="0066063E">
        <w:rPr>
          <w:sz w:val="24"/>
          <w:szCs w:val="24"/>
        </w:rPr>
        <w:t xml:space="preserve">чл.1 по договора </w:t>
      </w:r>
      <w:r w:rsidRPr="0066063E">
        <w:rPr>
          <w:sz w:val="24"/>
          <w:szCs w:val="24"/>
        </w:rPr>
        <w:t>с изпълнителя на Б</w:t>
      </w:r>
      <w:r w:rsidR="0063208C" w:rsidRPr="0066063E">
        <w:rPr>
          <w:sz w:val="24"/>
          <w:szCs w:val="24"/>
        </w:rPr>
        <w:t>МП</w:t>
      </w:r>
      <w:r w:rsidR="0036566C" w:rsidRPr="0066063E">
        <w:rPr>
          <w:sz w:val="24"/>
          <w:szCs w:val="24"/>
        </w:rPr>
        <w:t>, след представяне на Декларация по образец на НЗОК.</w:t>
      </w:r>
    </w:p>
    <w:p w:rsidR="005C3788" w:rsidRPr="0066063E" w:rsidRDefault="005C3788" w:rsidP="005C3788">
      <w:pPr>
        <w:spacing w:line="300" w:lineRule="atLeast"/>
        <w:ind w:firstLine="540"/>
        <w:jc w:val="both"/>
        <w:rPr>
          <w:sz w:val="24"/>
          <w:szCs w:val="24"/>
        </w:rPr>
      </w:pPr>
      <w:r w:rsidRPr="0066063E">
        <w:rPr>
          <w:sz w:val="24"/>
          <w:szCs w:val="24"/>
        </w:rPr>
        <w:t>(6) Директорът на РЗОК уведомява</w:t>
      </w:r>
      <w:r w:rsidRPr="0066063E">
        <w:t xml:space="preserve"> </w:t>
      </w:r>
      <w:r w:rsidRPr="0066063E">
        <w:rPr>
          <w:sz w:val="24"/>
          <w:szCs w:val="24"/>
        </w:rPr>
        <w:t>изпълнителите на БМП за разрешените по реда на чл. 344 ал. 9 от Националния рамков договор за медицинските дейности за 2018 г.</w:t>
      </w:r>
      <w:r w:rsidRPr="0066063E">
        <w:t xml:space="preserve"> </w:t>
      </w:r>
      <w:proofErr w:type="spellStart"/>
      <w:r w:rsidRPr="0066063E">
        <w:rPr>
          <w:sz w:val="24"/>
          <w:szCs w:val="24"/>
        </w:rPr>
        <w:t>АПр</w:t>
      </w:r>
      <w:proofErr w:type="spellEnd"/>
      <w:r w:rsidRPr="0066063E">
        <w:rPr>
          <w:sz w:val="24"/>
          <w:szCs w:val="24"/>
        </w:rPr>
        <w:t xml:space="preserve"> №36 РЕТ/СТ.</w:t>
      </w:r>
    </w:p>
    <w:p w:rsidR="007901C9" w:rsidRPr="0066063E" w:rsidRDefault="00110616" w:rsidP="007D3107">
      <w:pPr>
        <w:spacing w:line="300" w:lineRule="atLeast"/>
        <w:ind w:firstLine="539"/>
        <w:jc w:val="both"/>
        <w:rPr>
          <w:sz w:val="24"/>
          <w:szCs w:val="24"/>
        </w:rPr>
      </w:pPr>
      <w:r w:rsidRPr="0066063E">
        <w:rPr>
          <w:b/>
          <w:sz w:val="24"/>
          <w:szCs w:val="24"/>
        </w:rPr>
        <w:t>Чл. </w:t>
      </w:r>
      <w:r w:rsidR="00CF7ABE" w:rsidRPr="0066063E">
        <w:rPr>
          <w:b/>
          <w:sz w:val="24"/>
          <w:szCs w:val="24"/>
        </w:rPr>
        <w:t>7</w:t>
      </w:r>
      <w:r w:rsidRPr="0066063E">
        <w:rPr>
          <w:b/>
          <w:sz w:val="24"/>
          <w:szCs w:val="24"/>
        </w:rPr>
        <w:t>. </w:t>
      </w:r>
      <w:r w:rsidRPr="0066063E">
        <w:rPr>
          <w:sz w:val="24"/>
          <w:szCs w:val="24"/>
        </w:rPr>
        <w:t>(1) Директорът на РЗОК закупува от изпълнителите на БМП дейности,</w:t>
      </w:r>
      <w:r w:rsidR="00BC3A3E" w:rsidRPr="0066063E">
        <w:rPr>
          <w:sz w:val="24"/>
          <w:szCs w:val="24"/>
        </w:rPr>
        <w:t xml:space="preserve"> медицински изделия и лекарствени продукти,</w:t>
      </w:r>
      <w:r w:rsidRPr="0066063E">
        <w:rPr>
          <w:sz w:val="24"/>
          <w:szCs w:val="24"/>
        </w:rPr>
        <w:t xml:space="preserve"> съгласно сключените с тях индивидуални договори за изпълнение на БМП, </w:t>
      </w:r>
      <w:r w:rsidR="007901C9" w:rsidRPr="0066063E">
        <w:rPr>
          <w:sz w:val="24"/>
          <w:szCs w:val="24"/>
        </w:rPr>
        <w:t xml:space="preserve">след </w:t>
      </w:r>
      <w:r w:rsidR="00033946" w:rsidRPr="0066063E">
        <w:rPr>
          <w:sz w:val="24"/>
          <w:szCs w:val="24"/>
        </w:rPr>
        <w:t>прилагане на реда</w:t>
      </w:r>
      <w:r w:rsidR="007901C9" w:rsidRPr="0066063E">
        <w:rPr>
          <w:sz w:val="24"/>
          <w:szCs w:val="24"/>
        </w:rPr>
        <w:t xml:space="preserve"> </w:t>
      </w:r>
      <w:r w:rsidR="00033946" w:rsidRPr="0066063E">
        <w:rPr>
          <w:sz w:val="24"/>
          <w:szCs w:val="24"/>
        </w:rPr>
        <w:t>на</w:t>
      </w:r>
      <w:r w:rsidR="007901C9" w:rsidRPr="0066063E">
        <w:rPr>
          <w:sz w:val="24"/>
          <w:szCs w:val="24"/>
        </w:rPr>
        <w:t xml:space="preserve"> чл.</w:t>
      </w:r>
      <w:r w:rsidR="00236BEA" w:rsidRPr="0066063E">
        <w:rPr>
          <w:sz w:val="24"/>
          <w:szCs w:val="24"/>
        </w:rPr>
        <w:t>9</w:t>
      </w:r>
      <w:r w:rsidR="007901C9" w:rsidRPr="0066063E">
        <w:rPr>
          <w:sz w:val="24"/>
          <w:szCs w:val="24"/>
        </w:rPr>
        <w:t xml:space="preserve">. </w:t>
      </w:r>
    </w:p>
    <w:p w:rsidR="00110616" w:rsidRPr="0066063E" w:rsidRDefault="007901C9" w:rsidP="007D3107">
      <w:pPr>
        <w:spacing w:line="300" w:lineRule="atLeast"/>
        <w:ind w:firstLine="539"/>
        <w:jc w:val="both"/>
        <w:rPr>
          <w:sz w:val="24"/>
          <w:szCs w:val="24"/>
        </w:rPr>
      </w:pPr>
      <w:r w:rsidRPr="0066063E">
        <w:rPr>
          <w:sz w:val="24"/>
          <w:szCs w:val="24"/>
        </w:rPr>
        <w:lastRenderedPageBreak/>
        <w:t>(2)</w:t>
      </w:r>
      <w:r w:rsidR="002E3EF3" w:rsidRPr="0066063E">
        <w:rPr>
          <w:sz w:val="24"/>
          <w:szCs w:val="24"/>
        </w:rPr>
        <w:t> </w:t>
      </w:r>
      <w:r w:rsidRPr="0066063E">
        <w:rPr>
          <w:sz w:val="24"/>
          <w:szCs w:val="24"/>
        </w:rPr>
        <w:t xml:space="preserve">Закупените обеми по ал.1 </w:t>
      </w:r>
      <w:r w:rsidR="00110616" w:rsidRPr="0066063E">
        <w:rPr>
          <w:sz w:val="24"/>
          <w:szCs w:val="24"/>
        </w:rPr>
        <w:t xml:space="preserve">се </w:t>
      </w:r>
      <w:r w:rsidRPr="0066063E">
        <w:rPr>
          <w:sz w:val="24"/>
          <w:szCs w:val="24"/>
        </w:rPr>
        <w:t xml:space="preserve">вписват </w:t>
      </w:r>
      <w:r w:rsidR="00E832CD" w:rsidRPr="0066063E">
        <w:rPr>
          <w:sz w:val="24"/>
          <w:szCs w:val="24"/>
        </w:rPr>
        <w:t xml:space="preserve">ежемесечно </w:t>
      </w:r>
      <w:r w:rsidRPr="0066063E">
        <w:rPr>
          <w:sz w:val="24"/>
          <w:szCs w:val="24"/>
        </w:rPr>
        <w:t>в част А на приложение № 2 към договора с НЗОК</w:t>
      </w:r>
      <w:r w:rsidR="00110616" w:rsidRPr="0066063E">
        <w:rPr>
          <w:sz w:val="24"/>
          <w:szCs w:val="24"/>
        </w:rPr>
        <w:t xml:space="preserve"> по специалност </w:t>
      </w:r>
      <w:r w:rsidRPr="0066063E">
        <w:rPr>
          <w:sz w:val="24"/>
          <w:szCs w:val="24"/>
        </w:rPr>
        <w:t>на звената в структурата на лечебното заведение – изпълнител на БМП, от които са отчетени.</w:t>
      </w:r>
    </w:p>
    <w:p w:rsidR="00110616" w:rsidRPr="0066063E" w:rsidRDefault="00110616" w:rsidP="007D3107">
      <w:pPr>
        <w:spacing w:line="300" w:lineRule="atLeast"/>
        <w:ind w:firstLine="539"/>
        <w:jc w:val="both"/>
        <w:rPr>
          <w:sz w:val="24"/>
          <w:szCs w:val="24"/>
        </w:rPr>
      </w:pPr>
      <w:r w:rsidRPr="0066063E">
        <w:rPr>
          <w:sz w:val="24"/>
          <w:szCs w:val="24"/>
        </w:rPr>
        <w:t>(</w:t>
      </w:r>
      <w:r w:rsidR="005D6B78" w:rsidRPr="0066063E">
        <w:rPr>
          <w:sz w:val="24"/>
          <w:szCs w:val="24"/>
        </w:rPr>
        <w:t>3</w:t>
      </w:r>
      <w:r w:rsidRPr="0066063E">
        <w:rPr>
          <w:sz w:val="24"/>
          <w:szCs w:val="24"/>
        </w:rPr>
        <w:t>) </w:t>
      </w:r>
      <w:r w:rsidR="00825BA0" w:rsidRPr="0066063E">
        <w:rPr>
          <w:sz w:val="24"/>
          <w:szCs w:val="24"/>
        </w:rPr>
        <w:t xml:space="preserve">Ежемесечно за всеки изпълнител в част Б на приложение № 2 към договора с НЗОК се вписват стойностите на </w:t>
      </w:r>
      <w:r w:rsidR="00060737" w:rsidRPr="0066063E">
        <w:rPr>
          <w:sz w:val="24"/>
          <w:szCs w:val="24"/>
        </w:rPr>
        <w:t xml:space="preserve">закупените </w:t>
      </w:r>
      <w:r w:rsidR="00825BA0" w:rsidRPr="0066063E">
        <w:rPr>
          <w:sz w:val="24"/>
          <w:szCs w:val="24"/>
        </w:rPr>
        <w:t>по сключените с тях индивидуални договори:</w:t>
      </w:r>
    </w:p>
    <w:p w:rsidR="00E832CD" w:rsidRPr="0066063E" w:rsidRDefault="00DB1B6F" w:rsidP="007D3107">
      <w:pPr>
        <w:spacing w:line="300" w:lineRule="atLeast"/>
        <w:ind w:firstLine="540"/>
        <w:jc w:val="both"/>
        <w:rPr>
          <w:sz w:val="24"/>
          <w:szCs w:val="24"/>
        </w:rPr>
      </w:pPr>
      <w:r w:rsidRPr="0066063E">
        <w:rPr>
          <w:sz w:val="24"/>
          <w:szCs w:val="24"/>
        </w:rPr>
        <w:t>1</w:t>
      </w:r>
      <w:r w:rsidR="00E832CD" w:rsidRPr="0066063E">
        <w:rPr>
          <w:sz w:val="24"/>
          <w:szCs w:val="24"/>
        </w:rPr>
        <w:t>.</w:t>
      </w:r>
      <w:r w:rsidR="002E3EF3" w:rsidRPr="0066063E">
        <w:rPr>
          <w:sz w:val="24"/>
          <w:szCs w:val="24"/>
        </w:rPr>
        <w:t> </w:t>
      </w:r>
      <w:r w:rsidR="002544F0" w:rsidRPr="0066063E">
        <w:rPr>
          <w:sz w:val="24"/>
          <w:szCs w:val="24"/>
        </w:rPr>
        <w:t>дейности, заплатени по реда на чл.4б, ал.3, т.4, чл.4г, ал.3 и чл.8.</w:t>
      </w:r>
      <w:r w:rsidR="00060737" w:rsidRPr="0066063E">
        <w:rPr>
          <w:sz w:val="24"/>
          <w:szCs w:val="24"/>
        </w:rPr>
        <w:t xml:space="preserve"> </w:t>
      </w:r>
      <w:r w:rsidR="00E832CD" w:rsidRPr="0066063E">
        <w:rPr>
          <w:sz w:val="24"/>
          <w:szCs w:val="24"/>
        </w:rPr>
        <w:t xml:space="preserve"> </w:t>
      </w:r>
    </w:p>
    <w:p w:rsidR="00060737" w:rsidRPr="0066063E" w:rsidRDefault="00DB1B6F" w:rsidP="00060737">
      <w:pPr>
        <w:spacing w:line="300" w:lineRule="atLeast"/>
        <w:ind w:firstLine="540"/>
        <w:jc w:val="both"/>
        <w:rPr>
          <w:sz w:val="24"/>
          <w:szCs w:val="24"/>
        </w:rPr>
      </w:pPr>
      <w:r w:rsidRPr="0066063E">
        <w:rPr>
          <w:sz w:val="24"/>
          <w:szCs w:val="24"/>
        </w:rPr>
        <w:t>2</w:t>
      </w:r>
      <w:r w:rsidR="00060737" w:rsidRPr="0066063E">
        <w:rPr>
          <w:sz w:val="24"/>
          <w:szCs w:val="24"/>
        </w:rPr>
        <w:t>. медицински изделия, прилагани в болничната медицинска помощ, заплатени по реда на чл.</w:t>
      </w:r>
      <w:r w:rsidR="00901B8A" w:rsidRPr="0066063E">
        <w:rPr>
          <w:sz w:val="24"/>
          <w:szCs w:val="24"/>
        </w:rPr>
        <w:t>4</w:t>
      </w:r>
      <w:r w:rsidR="00060737" w:rsidRPr="0066063E">
        <w:rPr>
          <w:sz w:val="24"/>
          <w:szCs w:val="24"/>
        </w:rPr>
        <w:t>, ал.1, т.</w:t>
      </w:r>
      <w:r w:rsidR="008324FC" w:rsidRPr="0066063E">
        <w:rPr>
          <w:sz w:val="24"/>
          <w:szCs w:val="24"/>
        </w:rPr>
        <w:t>7</w:t>
      </w:r>
      <w:r w:rsidR="005D6B78" w:rsidRPr="0066063E">
        <w:rPr>
          <w:sz w:val="24"/>
          <w:szCs w:val="24"/>
        </w:rPr>
        <w:t>.</w:t>
      </w:r>
    </w:p>
    <w:p w:rsidR="00DB1B6F" w:rsidRPr="0066063E" w:rsidRDefault="00DB1B6F" w:rsidP="00DB1B6F">
      <w:pPr>
        <w:spacing w:line="300" w:lineRule="atLeast"/>
        <w:ind w:firstLine="540"/>
        <w:jc w:val="both"/>
        <w:rPr>
          <w:sz w:val="24"/>
          <w:szCs w:val="24"/>
        </w:rPr>
      </w:pPr>
      <w:r w:rsidRPr="0066063E">
        <w:rPr>
          <w:sz w:val="24"/>
          <w:szCs w:val="24"/>
        </w:rPr>
        <w:t xml:space="preserve">3. лекарствени продукти за лечение на злокачествени заболявания и лекарствени продукти при </w:t>
      </w:r>
      <w:proofErr w:type="spellStart"/>
      <w:r w:rsidRPr="0066063E">
        <w:rPr>
          <w:sz w:val="24"/>
          <w:szCs w:val="24"/>
        </w:rPr>
        <w:t>животозастрашаващи</w:t>
      </w:r>
      <w:proofErr w:type="spellEnd"/>
      <w:r w:rsidRPr="0066063E">
        <w:rPr>
          <w:sz w:val="24"/>
          <w:szCs w:val="24"/>
        </w:rPr>
        <w:t xml:space="preserve"> кръвоизливи и спешни оперативни и инвазивни интервенции при пациенти с вродени </w:t>
      </w:r>
      <w:proofErr w:type="spellStart"/>
      <w:r w:rsidRPr="0066063E">
        <w:rPr>
          <w:sz w:val="24"/>
          <w:szCs w:val="24"/>
        </w:rPr>
        <w:t>коагулопатии</w:t>
      </w:r>
      <w:proofErr w:type="spellEnd"/>
      <w:r w:rsidRPr="0066063E">
        <w:rPr>
          <w:sz w:val="24"/>
          <w:szCs w:val="24"/>
        </w:rPr>
        <w:t>, в условията на болнична медицинска помощ, които НЗОК заплаща извън стойността на оказваните медицински услуги, заплатени по реда на чл.</w:t>
      </w:r>
      <w:r w:rsidR="00901B8A" w:rsidRPr="0066063E">
        <w:rPr>
          <w:sz w:val="24"/>
          <w:szCs w:val="24"/>
        </w:rPr>
        <w:t>4</w:t>
      </w:r>
      <w:r w:rsidRPr="0066063E">
        <w:rPr>
          <w:sz w:val="24"/>
          <w:szCs w:val="24"/>
        </w:rPr>
        <w:t>, ал.1, т.</w:t>
      </w:r>
      <w:r w:rsidR="008324FC" w:rsidRPr="0066063E">
        <w:rPr>
          <w:sz w:val="24"/>
          <w:szCs w:val="24"/>
        </w:rPr>
        <w:t>7</w:t>
      </w:r>
      <w:r w:rsidRPr="0066063E">
        <w:rPr>
          <w:sz w:val="24"/>
          <w:szCs w:val="24"/>
        </w:rPr>
        <w:t>.</w:t>
      </w:r>
    </w:p>
    <w:p w:rsidR="00DB1B6F" w:rsidRPr="0066063E" w:rsidRDefault="00DB1B6F" w:rsidP="00060737">
      <w:pPr>
        <w:spacing w:line="300" w:lineRule="atLeast"/>
        <w:ind w:firstLine="540"/>
        <w:jc w:val="both"/>
        <w:rPr>
          <w:sz w:val="24"/>
          <w:szCs w:val="24"/>
        </w:rPr>
      </w:pPr>
      <w:r w:rsidRPr="0066063E">
        <w:rPr>
          <w:sz w:val="24"/>
          <w:szCs w:val="24"/>
        </w:rPr>
        <w:t>4</w:t>
      </w:r>
      <w:r w:rsidR="00060737" w:rsidRPr="0066063E">
        <w:rPr>
          <w:sz w:val="24"/>
          <w:szCs w:val="24"/>
        </w:rPr>
        <w:t>. болнична медицинска помощ на лица с право на здравно осигуряване, удостоверено от друга държава – членка на ЕС/ЕИП, или съгласно двустранни спогодби;</w:t>
      </w:r>
    </w:p>
    <w:p w:rsidR="00DB1B6F" w:rsidRPr="0066063E" w:rsidRDefault="00DB1B6F" w:rsidP="00060737">
      <w:pPr>
        <w:spacing w:line="300" w:lineRule="atLeast"/>
        <w:ind w:firstLine="540"/>
        <w:jc w:val="both"/>
        <w:rPr>
          <w:sz w:val="24"/>
          <w:szCs w:val="24"/>
        </w:rPr>
      </w:pPr>
      <w:r w:rsidRPr="0066063E">
        <w:rPr>
          <w:sz w:val="24"/>
          <w:szCs w:val="24"/>
        </w:rPr>
        <w:t>5. </w:t>
      </w:r>
      <w:r w:rsidR="00060737" w:rsidRPr="0066063E">
        <w:rPr>
          <w:sz w:val="24"/>
          <w:szCs w:val="24"/>
        </w:rPr>
        <w:t xml:space="preserve">дейности, финансирани с трансфери към НЗОК от Министерство на здравеопазването; </w:t>
      </w:r>
    </w:p>
    <w:p w:rsidR="00060737" w:rsidRPr="0066063E" w:rsidRDefault="00DB1B6F" w:rsidP="00060737">
      <w:pPr>
        <w:spacing w:line="300" w:lineRule="atLeast"/>
        <w:ind w:firstLine="540"/>
        <w:jc w:val="both"/>
        <w:rPr>
          <w:sz w:val="24"/>
          <w:szCs w:val="24"/>
        </w:rPr>
      </w:pPr>
      <w:r w:rsidRPr="0066063E">
        <w:rPr>
          <w:sz w:val="24"/>
          <w:szCs w:val="24"/>
        </w:rPr>
        <w:t>6. </w:t>
      </w:r>
      <w:r w:rsidR="00060737" w:rsidRPr="0066063E">
        <w:rPr>
          <w:sz w:val="24"/>
          <w:szCs w:val="24"/>
        </w:rPr>
        <w:t xml:space="preserve">болнична медицинска помощ по реда на ПМС № 17 от 2007 г. </w:t>
      </w:r>
    </w:p>
    <w:p w:rsidR="00A955E1" w:rsidRPr="0066063E" w:rsidRDefault="00110616" w:rsidP="007D3107">
      <w:pPr>
        <w:spacing w:line="300" w:lineRule="atLeast"/>
        <w:ind w:firstLine="539"/>
        <w:jc w:val="both"/>
        <w:rPr>
          <w:sz w:val="24"/>
          <w:szCs w:val="24"/>
        </w:rPr>
      </w:pPr>
      <w:r w:rsidRPr="0066063E">
        <w:rPr>
          <w:b/>
          <w:sz w:val="24"/>
          <w:szCs w:val="24"/>
        </w:rPr>
        <w:t>Чл. </w:t>
      </w:r>
      <w:r w:rsidR="00901B8A" w:rsidRPr="0066063E">
        <w:rPr>
          <w:b/>
          <w:sz w:val="24"/>
          <w:szCs w:val="24"/>
        </w:rPr>
        <w:t>8</w:t>
      </w:r>
      <w:r w:rsidR="00B34261" w:rsidRPr="0066063E">
        <w:rPr>
          <w:b/>
          <w:sz w:val="24"/>
          <w:szCs w:val="24"/>
        </w:rPr>
        <w:t>.</w:t>
      </w:r>
      <w:r w:rsidRPr="0066063E">
        <w:rPr>
          <w:b/>
          <w:sz w:val="24"/>
          <w:szCs w:val="24"/>
        </w:rPr>
        <w:t> </w:t>
      </w:r>
      <w:r w:rsidRPr="0066063E">
        <w:rPr>
          <w:sz w:val="24"/>
          <w:szCs w:val="24"/>
        </w:rPr>
        <w:t>(1) </w:t>
      </w:r>
      <w:r w:rsidR="00A955E1" w:rsidRPr="0066063E">
        <w:rPr>
          <w:sz w:val="24"/>
          <w:szCs w:val="24"/>
        </w:rPr>
        <w:t xml:space="preserve">Всеки изпълнител на БМП отчита с финансово-отчетни документи </w:t>
      </w:r>
      <w:r w:rsidR="002544F0" w:rsidRPr="0066063E">
        <w:rPr>
          <w:sz w:val="24"/>
          <w:szCs w:val="24"/>
        </w:rPr>
        <w:t xml:space="preserve">дейности по чл.4а, ал.1, т.2 </w:t>
      </w:r>
      <w:r w:rsidR="00A955E1" w:rsidRPr="0066063E">
        <w:rPr>
          <w:sz w:val="24"/>
          <w:szCs w:val="24"/>
        </w:rPr>
        <w:t xml:space="preserve">на стойност, </w:t>
      </w:r>
      <w:r w:rsidR="00901B8A" w:rsidRPr="0066063E">
        <w:rPr>
          <w:sz w:val="24"/>
          <w:szCs w:val="24"/>
        </w:rPr>
        <w:t>до размера на</w:t>
      </w:r>
      <w:r w:rsidR="0006364E" w:rsidRPr="0066063E">
        <w:rPr>
          <w:sz w:val="24"/>
          <w:szCs w:val="24"/>
        </w:rPr>
        <w:t xml:space="preserve"> </w:t>
      </w:r>
      <w:r w:rsidR="00A955E1" w:rsidRPr="0066063E">
        <w:rPr>
          <w:sz w:val="24"/>
          <w:szCs w:val="24"/>
        </w:rPr>
        <w:t>месечна</w:t>
      </w:r>
      <w:r w:rsidR="00BE734E" w:rsidRPr="0066063E">
        <w:rPr>
          <w:sz w:val="24"/>
          <w:szCs w:val="24"/>
        </w:rPr>
        <w:t>та</w:t>
      </w:r>
      <w:r w:rsidR="00A955E1" w:rsidRPr="0066063E">
        <w:rPr>
          <w:sz w:val="24"/>
          <w:szCs w:val="24"/>
        </w:rPr>
        <w:t xml:space="preserve"> стойност</w:t>
      </w:r>
      <w:r w:rsidR="000316A1" w:rsidRPr="0066063E">
        <w:rPr>
          <w:sz w:val="24"/>
          <w:szCs w:val="24"/>
        </w:rPr>
        <w:t xml:space="preserve">, </w:t>
      </w:r>
      <w:r w:rsidR="00A22890" w:rsidRPr="0066063E">
        <w:rPr>
          <w:sz w:val="24"/>
          <w:szCs w:val="24"/>
        </w:rPr>
        <w:t xml:space="preserve">в част Б на приложение № 2 </w:t>
      </w:r>
      <w:r w:rsidR="00A955E1" w:rsidRPr="0066063E">
        <w:rPr>
          <w:sz w:val="24"/>
          <w:szCs w:val="24"/>
        </w:rPr>
        <w:t>към сключените от него договори.</w:t>
      </w:r>
    </w:p>
    <w:p w:rsidR="003A6D8C" w:rsidRPr="0066063E" w:rsidRDefault="003A6D8C" w:rsidP="003A6D8C">
      <w:pPr>
        <w:spacing w:line="300" w:lineRule="atLeast"/>
        <w:ind w:firstLine="540"/>
        <w:jc w:val="both"/>
        <w:rPr>
          <w:sz w:val="24"/>
          <w:szCs w:val="24"/>
        </w:rPr>
      </w:pPr>
      <w:r w:rsidRPr="0066063E">
        <w:rPr>
          <w:sz w:val="24"/>
          <w:szCs w:val="24"/>
        </w:rPr>
        <w:t>(2)</w:t>
      </w:r>
      <w:r w:rsidR="00053835" w:rsidRPr="0066063E">
        <w:rPr>
          <w:sz w:val="24"/>
          <w:szCs w:val="24"/>
        </w:rPr>
        <w:t> </w:t>
      </w:r>
      <w:r w:rsidR="00823516" w:rsidRPr="0066063E">
        <w:rPr>
          <w:sz w:val="24"/>
          <w:szCs w:val="24"/>
        </w:rPr>
        <w:t xml:space="preserve">Изпълнител на БМП, може да подаде в РЗОК писмено заявление за увеличение на размера на месечната стойност за случаите на спешна диагностика и лечение по КП, </w:t>
      </w:r>
      <w:proofErr w:type="spellStart"/>
      <w:r w:rsidR="00823516" w:rsidRPr="0066063E">
        <w:rPr>
          <w:sz w:val="24"/>
          <w:szCs w:val="24"/>
        </w:rPr>
        <w:t>КПр</w:t>
      </w:r>
      <w:proofErr w:type="spellEnd"/>
      <w:r w:rsidR="00823516" w:rsidRPr="0066063E">
        <w:rPr>
          <w:sz w:val="24"/>
          <w:szCs w:val="24"/>
        </w:rPr>
        <w:t xml:space="preserve"> или </w:t>
      </w:r>
      <w:proofErr w:type="spellStart"/>
      <w:r w:rsidR="00823516" w:rsidRPr="0066063E">
        <w:rPr>
          <w:sz w:val="24"/>
          <w:szCs w:val="24"/>
        </w:rPr>
        <w:t>АПр</w:t>
      </w:r>
      <w:proofErr w:type="spellEnd"/>
      <w:r w:rsidR="00823516" w:rsidRPr="0066063E">
        <w:rPr>
          <w:sz w:val="24"/>
          <w:szCs w:val="24"/>
        </w:rPr>
        <w:t xml:space="preserve"> по ал. 1, за сметка на до 5% от утвърдената стойност за следващия месец в приложение № 2 от индивидуалния договор за периода м.февруари – м.декември 2019 г. (период на извършване на дейността: м.януари – м.ноември 2019 г.)</w:t>
      </w:r>
    </w:p>
    <w:p w:rsidR="003A6D8C" w:rsidRPr="0066063E" w:rsidRDefault="003A6D8C" w:rsidP="003A6D8C">
      <w:pPr>
        <w:spacing w:line="300" w:lineRule="atLeast"/>
        <w:ind w:firstLine="540"/>
        <w:jc w:val="both"/>
        <w:rPr>
          <w:sz w:val="24"/>
          <w:szCs w:val="24"/>
        </w:rPr>
      </w:pPr>
      <w:r w:rsidRPr="0066063E">
        <w:rPr>
          <w:sz w:val="24"/>
          <w:szCs w:val="24"/>
        </w:rPr>
        <w:t>(3)</w:t>
      </w:r>
      <w:r w:rsidR="00053835" w:rsidRPr="0066063E">
        <w:rPr>
          <w:sz w:val="24"/>
          <w:szCs w:val="24"/>
        </w:rPr>
        <w:t> </w:t>
      </w:r>
      <w:r w:rsidRPr="0066063E">
        <w:rPr>
          <w:sz w:val="24"/>
          <w:szCs w:val="24"/>
        </w:rPr>
        <w:t xml:space="preserve">Промените в приложение № 2 към индивидуалния договор, при прилагане на ал.2, се договарят между изпълнителя на БМП и директора на РЗОК в срока за представяне в РЗОК на отчетите за заплащане на дейността за съответния месец. </w:t>
      </w:r>
    </w:p>
    <w:p w:rsidR="00A955E1" w:rsidRPr="0066063E" w:rsidRDefault="00A955E1" w:rsidP="003A6D8C">
      <w:pPr>
        <w:spacing w:line="300" w:lineRule="atLeast"/>
        <w:ind w:firstLine="540"/>
        <w:jc w:val="both"/>
        <w:rPr>
          <w:sz w:val="24"/>
          <w:szCs w:val="24"/>
        </w:rPr>
      </w:pPr>
      <w:r w:rsidRPr="0066063E">
        <w:rPr>
          <w:sz w:val="24"/>
          <w:szCs w:val="24"/>
        </w:rPr>
        <w:t>(</w:t>
      </w:r>
      <w:r w:rsidR="0093642E" w:rsidRPr="0066063E">
        <w:rPr>
          <w:sz w:val="24"/>
          <w:szCs w:val="24"/>
        </w:rPr>
        <w:t>4</w:t>
      </w:r>
      <w:r w:rsidRPr="0066063E">
        <w:rPr>
          <w:sz w:val="24"/>
          <w:szCs w:val="24"/>
        </w:rPr>
        <w:t>)</w:t>
      </w:r>
      <w:r w:rsidR="002E3EF3" w:rsidRPr="0066063E">
        <w:rPr>
          <w:sz w:val="24"/>
          <w:szCs w:val="24"/>
        </w:rPr>
        <w:t> </w:t>
      </w:r>
      <w:r w:rsidR="00A22890" w:rsidRPr="0066063E">
        <w:rPr>
          <w:sz w:val="24"/>
          <w:szCs w:val="24"/>
        </w:rPr>
        <w:t xml:space="preserve">В случай, че след заплащане на отчетената месечна дейност се установи недостигане от конкретен изпълнител на месечната стойност по ал.1, в част Б на приложение № 2 към договора се отразяват стойностите на заплатената за месеца дейност. </w:t>
      </w:r>
      <w:r w:rsidR="00823516" w:rsidRPr="0066063E">
        <w:rPr>
          <w:sz w:val="24"/>
          <w:szCs w:val="24"/>
        </w:rPr>
        <w:t xml:space="preserve">Изпълнителят на БМП може да прехвърля икономията на средства </w:t>
      </w:r>
      <w:r w:rsidR="00724F99" w:rsidRPr="0066063E">
        <w:rPr>
          <w:sz w:val="24"/>
          <w:szCs w:val="24"/>
        </w:rPr>
        <w:t>в рамките на общия размер на определените стойности по приложение № 2 към договорите си за периодите по чл. 356а, ал. 1</w:t>
      </w:r>
      <w:r w:rsidR="008616A7" w:rsidRPr="0066063E">
        <w:rPr>
          <w:sz w:val="24"/>
          <w:szCs w:val="24"/>
        </w:rPr>
        <w:t xml:space="preserve"> от НРД за 2018 г</w:t>
      </w:r>
      <w:r w:rsidR="00724F99" w:rsidRPr="0066063E">
        <w:rPr>
          <w:sz w:val="24"/>
          <w:szCs w:val="24"/>
        </w:rPr>
        <w:t>.</w:t>
      </w:r>
      <w:r w:rsidR="008616A7" w:rsidRPr="0066063E">
        <w:rPr>
          <w:sz w:val="24"/>
          <w:szCs w:val="24"/>
        </w:rPr>
        <w:t xml:space="preserve"> (периодите на извършване на дейността: м. декември 2018 г. – м. август 2019 г. и м. септември – м. ноември 2019 г.)</w:t>
      </w:r>
      <w:r w:rsidR="00724F99" w:rsidRPr="0066063E">
        <w:rPr>
          <w:sz w:val="24"/>
          <w:szCs w:val="24"/>
        </w:rPr>
        <w:t xml:space="preserve"> Икономията на средства в края на период на извършване на дейност по предходното изречение не се прехвърля за следващ период</w:t>
      </w:r>
      <w:r w:rsidR="008616A7" w:rsidRPr="0066063E">
        <w:rPr>
          <w:sz w:val="24"/>
          <w:szCs w:val="24"/>
        </w:rPr>
        <w:t>.</w:t>
      </w:r>
    </w:p>
    <w:p w:rsidR="00883A98" w:rsidRPr="0066063E" w:rsidRDefault="00901B8A" w:rsidP="000771FA">
      <w:pPr>
        <w:spacing w:line="300" w:lineRule="atLeast"/>
        <w:ind w:firstLine="540"/>
        <w:jc w:val="both"/>
        <w:rPr>
          <w:sz w:val="24"/>
          <w:szCs w:val="24"/>
        </w:rPr>
      </w:pPr>
      <w:r w:rsidRPr="0066063E">
        <w:rPr>
          <w:sz w:val="24"/>
          <w:szCs w:val="24"/>
        </w:rPr>
        <w:t>(5) Директорите на РЗОК могат в рамките на определените стойности по чл. 3</w:t>
      </w:r>
      <w:r w:rsidR="00883A98" w:rsidRPr="0066063E">
        <w:rPr>
          <w:sz w:val="24"/>
          <w:szCs w:val="24"/>
        </w:rPr>
        <w:t xml:space="preserve"> ал.1</w:t>
      </w:r>
      <w:r w:rsidRPr="0066063E">
        <w:rPr>
          <w:sz w:val="24"/>
          <w:szCs w:val="24"/>
        </w:rPr>
        <w:t xml:space="preserve"> за съответната РЗОК да предлагат компенсирани промени между </w:t>
      </w:r>
      <w:r w:rsidR="009703EF" w:rsidRPr="0066063E">
        <w:rPr>
          <w:sz w:val="24"/>
          <w:szCs w:val="24"/>
        </w:rPr>
        <w:t>утвърдените стойности</w:t>
      </w:r>
      <w:r w:rsidRPr="0066063E">
        <w:rPr>
          <w:sz w:val="24"/>
          <w:szCs w:val="24"/>
        </w:rPr>
        <w:t xml:space="preserve"> по изпълнители на БМП при наличие на структурни и организационни промени в дейността им, на територията на съответната РЗОК. </w:t>
      </w:r>
      <w:r w:rsidR="00894974" w:rsidRPr="0066063E">
        <w:rPr>
          <w:sz w:val="24"/>
          <w:szCs w:val="24"/>
        </w:rPr>
        <w:t>Към м</w:t>
      </w:r>
      <w:r w:rsidRPr="0066063E">
        <w:rPr>
          <w:sz w:val="24"/>
          <w:szCs w:val="24"/>
        </w:rPr>
        <w:t>отивираните предложения</w:t>
      </w:r>
      <w:r w:rsidR="00894974" w:rsidRPr="0066063E">
        <w:rPr>
          <w:sz w:val="24"/>
          <w:szCs w:val="24"/>
        </w:rPr>
        <w:t xml:space="preserve"> се представят</w:t>
      </w:r>
      <w:r w:rsidRPr="0066063E">
        <w:rPr>
          <w:sz w:val="24"/>
          <w:szCs w:val="24"/>
        </w:rPr>
        <w:t xml:space="preserve"> </w:t>
      </w:r>
      <w:r w:rsidR="00894974" w:rsidRPr="0066063E">
        <w:rPr>
          <w:sz w:val="24"/>
          <w:szCs w:val="24"/>
        </w:rPr>
        <w:t>писмените съгласия на</w:t>
      </w:r>
      <w:r w:rsidR="00AD52F4" w:rsidRPr="0066063E">
        <w:rPr>
          <w:sz w:val="24"/>
          <w:szCs w:val="24"/>
        </w:rPr>
        <w:t xml:space="preserve"> съответните изпълнители на БМП, за които са предложени компенсираните промени. </w:t>
      </w:r>
    </w:p>
    <w:p w:rsidR="003A3DAA" w:rsidRPr="0066063E" w:rsidRDefault="00883A98" w:rsidP="00436B57">
      <w:pPr>
        <w:spacing w:line="300" w:lineRule="atLeast"/>
        <w:ind w:firstLine="540"/>
        <w:jc w:val="both"/>
        <w:rPr>
          <w:sz w:val="24"/>
          <w:szCs w:val="24"/>
        </w:rPr>
      </w:pPr>
      <w:r w:rsidRPr="0066063E">
        <w:rPr>
          <w:sz w:val="24"/>
          <w:szCs w:val="24"/>
        </w:rPr>
        <w:t>(6)</w:t>
      </w:r>
      <w:r w:rsidR="00736B87" w:rsidRPr="0066063E">
        <w:rPr>
          <w:sz w:val="24"/>
          <w:szCs w:val="24"/>
        </w:rPr>
        <w:t xml:space="preserve"> </w:t>
      </w:r>
      <w:r w:rsidR="000771FA" w:rsidRPr="0066063E">
        <w:rPr>
          <w:sz w:val="24"/>
          <w:szCs w:val="24"/>
        </w:rPr>
        <w:t>Директорите на РЗОК могат в рамките на определените стойности по чл. 3</w:t>
      </w:r>
      <w:r w:rsidRPr="0066063E">
        <w:rPr>
          <w:sz w:val="24"/>
          <w:szCs w:val="24"/>
        </w:rPr>
        <w:t xml:space="preserve"> ал.2</w:t>
      </w:r>
      <w:r w:rsidR="000771FA" w:rsidRPr="0066063E">
        <w:rPr>
          <w:sz w:val="24"/>
          <w:szCs w:val="24"/>
        </w:rPr>
        <w:t xml:space="preserve"> за съответната РЗОК </w:t>
      </w:r>
      <w:r w:rsidRPr="0066063E">
        <w:rPr>
          <w:sz w:val="24"/>
          <w:szCs w:val="24"/>
        </w:rPr>
        <w:t xml:space="preserve">да разпределят допълнителни </w:t>
      </w:r>
      <w:r w:rsidR="00EC59CC" w:rsidRPr="0066063E">
        <w:rPr>
          <w:sz w:val="24"/>
          <w:szCs w:val="24"/>
        </w:rPr>
        <w:t>стойности</w:t>
      </w:r>
      <w:r w:rsidR="000771FA" w:rsidRPr="0066063E">
        <w:rPr>
          <w:sz w:val="24"/>
          <w:szCs w:val="24"/>
        </w:rPr>
        <w:t xml:space="preserve"> по </w:t>
      </w:r>
      <w:r w:rsidRPr="0066063E">
        <w:rPr>
          <w:sz w:val="24"/>
          <w:szCs w:val="24"/>
        </w:rPr>
        <w:t xml:space="preserve">договорите с </w:t>
      </w:r>
      <w:r w:rsidR="000771FA" w:rsidRPr="0066063E">
        <w:rPr>
          <w:sz w:val="24"/>
          <w:szCs w:val="24"/>
        </w:rPr>
        <w:t>изпълнители</w:t>
      </w:r>
      <w:r w:rsidRPr="0066063E">
        <w:rPr>
          <w:sz w:val="24"/>
          <w:szCs w:val="24"/>
        </w:rPr>
        <w:t>те на БМП за заявените</w:t>
      </w:r>
      <w:r w:rsidR="00A40E0B" w:rsidRPr="0066063E">
        <w:rPr>
          <w:sz w:val="24"/>
          <w:szCs w:val="24"/>
        </w:rPr>
        <w:t xml:space="preserve"> за заплащане </w:t>
      </w:r>
      <w:r w:rsidRPr="0066063E">
        <w:rPr>
          <w:sz w:val="24"/>
          <w:szCs w:val="24"/>
        </w:rPr>
        <w:t>случаи</w:t>
      </w:r>
      <w:r w:rsidR="002634DC" w:rsidRPr="0066063E">
        <w:rPr>
          <w:sz w:val="24"/>
          <w:szCs w:val="24"/>
        </w:rPr>
        <w:t>,</w:t>
      </w:r>
      <w:r w:rsidRPr="0066063E">
        <w:rPr>
          <w:sz w:val="24"/>
          <w:szCs w:val="24"/>
        </w:rPr>
        <w:t xml:space="preserve"> </w:t>
      </w:r>
      <w:r w:rsidR="00A40E0B" w:rsidRPr="0066063E">
        <w:rPr>
          <w:sz w:val="24"/>
          <w:szCs w:val="24"/>
        </w:rPr>
        <w:t>които</w:t>
      </w:r>
      <w:r w:rsidR="00EB364D" w:rsidRPr="0066063E">
        <w:rPr>
          <w:sz w:val="24"/>
          <w:szCs w:val="24"/>
        </w:rPr>
        <w:t xml:space="preserve"> са над определените им </w:t>
      </w:r>
      <w:r w:rsidR="00EB364D" w:rsidRPr="0066063E">
        <w:rPr>
          <w:sz w:val="24"/>
          <w:szCs w:val="24"/>
        </w:rPr>
        <w:lastRenderedPageBreak/>
        <w:t>стойности</w:t>
      </w:r>
      <w:r w:rsidR="00A40E0B" w:rsidRPr="0066063E">
        <w:rPr>
          <w:sz w:val="24"/>
          <w:szCs w:val="24"/>
        </w:rPr>
        <w:t xml:space="preserve"> по чл.3, ал.1</w:t>
      </w:r>
      <w:r w:rsidR="00736B87" w:rsidRPr="0066063E">
        <w:rPr>
          <w:sz w:val="24"/>
          <w:szCs w:val="24"/>
        </w:rPr>
        <w:t>,</w:t>
      </w:r>
      <w:r w:rsidR="0076575E" w:rsidRPr="0066063E">
        <w:rPr>
          <w:sz w:val="24"/>
          <w:szCs w:val="24"/>
        </w:rPr>
        <w:t xml:space="preserve"> </w:t>
      </w:r>
      <w:r w:rsidR="00736B87" w:rsidRPr="0066063E">
        <w:rPr>
          <w:sz w:val="24"/>
          <w:szCs w:val="24"/>
        </w:rPr>
        <w:t>с</w:t>
      </w:r>
      <w:r w:rsidR="00ED0BBD" w:rsidRPr="0066063E">
        <w:rPr>
          <w:sz w:val="24"/>
          <w:szCs w:val="24"/>
        </w:rPr>
        <w:t>амо</w:t>
      </w:r>
      <w:r w:rsidR="0076575E" w:rsidRPr="0066063E">
        <w:rPr>
          <w:sz w:val="24"/>
          <w:szCs w:val="24"/>
        </w:rPr>
        <w:t xml:space="preserve"> по ред 1.</w:t>
      </w:r>
      <w:proofErr w:type="spellStart"/>
      <w:r w:rsidR="0076575E" w:rsidRPr="0066063E">
        <w:rPr>
          <w:sz w:val="24"/>
          <w:szCs w:val="24"/>
        </w:rPr>
        <w:t>1</w:t>
      </w:r>
      <w:proofErr w:type="spellEnd"/>
      <w:r w:rsidR="0076575E" w:rsidRPr="0066063E">
        <w:rPr>
          <w:sz w:val="24"/>
          <w:szCs w:val="24"/>
        </w:rPr>
        <w:t>.3.7 от ЗБНЗОК за 2019 г</w:t>
      </w:r>
      <w:r w:rsidR="0070374E" w:rsidRPr="0066063E">
        <w:rPr>
          <w:sz w:val="24"/>
          <w:szCs w:val="24"/>
        </w:rPr>
        <w:t>.,</w:t>
      </w:r>
      <w:r w:rsidR="00A40E0B" w:rsidRPr="0066063E">
        <w:rPr>
          <w:sz w:val="24"/>
          <w:szCs w:val="24"/>
        </w:rPr>
        <w:t xml:space="preserve"> </w:t>
      </w:r>
      <w:r w:rsidR="002B487B" w:rsidRPr="0066063E">
        <w:rPr>
          <w:sz w:val="24"/>
          <w:szCs w:val="24"/>
        </w:rPr>
        <w:t>чрез представяне на мотивирано становище за внасяне  за разглеждане в НС на НЗОК.</w:t>
      </w:r>
    </w:p>
    <w:p w:rsidR="003A3DAA" w:rsidRPr="0066063E" w:rsidRDefault="003A3DAA" w:rsidP="00436B57">
      <w:pPr>
        <w:spacing w:line="300" w:lineRule="atLeast"/>
        <w:ind w:firstLine="540"/>
        <w:jc w:val="both"/>
        <w:rPr>
          <w:sz w:val="24"/>
          <w:szCs w:val="24"/>
        </w:rPr>
      </w:pPr>
      <w:r w:rsidRPr="0066063E">
        <w:rPr>
          <w:sz w:val="24"/>
          <w:szCs w:val="24"/>
        </w:rPr>
        <w:t>(7) Допълнителни стойности към договорите на изпълнителите на БМП по ал</w:t>
      </w:r>
      <w:r w:rsidR="0036566C" w:rsidRPr="0066063E">
        <w:rPr>
          <w:sz w:val="24"/>
          <w:szCs w:val="24"/>
        </w:rPr>
        <w:t>.6</w:t>
      </w:r>
      <w:r w:rsidRPr="0066063E">
        <w:rPr>
          <w:sz w:val="24"/>
          <w:szCs w:val="24"/>
        </w:rPr>
        <w:t xml:space="preserve"> се разпределят в следната последователност:</w:t>
      </w:r>
    </w:p>
    <w:p w:rsidR="003A3DAA" w:rsidRPr="0066063E" w:rsidRDefault="003A3DAA" w:rsidP="00436B57">
      <w:pPr>
        <w:spacing w:line="300" w:lineRule="atLeast"/>
        <w:ind w:firstLine="540"/>
        <w:jc w:val="both"/>
        <w:rPr>
          <w:sz w:val="24"/>
          <w:szCs w:val="24"/>
        </w:rPr>
      </w:pPr>
      <w:r w:rsidRPr="0066063E">
        <w:rPr>
          <w:sz w:val="24"/>
          <w:szCs w:val="24"/>
        </w:rPr>
        <w:t xml:space="preserve">1. За лечебни заведения, разполагащи с разкрита клиника/отделение по „Спешна медицина“, осигуряващи непрекъснат прием на пациенти и на територията </w:t>
      </w:r>
      <w:r w:rsidR="00F16C34" w:rsidRPr="0066063E">
        <w:rPr>
          <w:sz w:val="24"/>
          <w:szCs w:val="24"/>
        </w:rPr>
        <w:t>им е разкрита структура на ЦСМП и</w:t>
      </w:r>
      <w:r w:rsidR="006016AB" w:rsidRPr="0066063E">
        <w:rPr>
          <w:sz w:val="24"/>
          <w:szCs w:val="24"/>
        </w:rPr>
        <w:t xml:space="preserve"> </w:t>
      </w:r>
      <w:r w:rsidR="00D474B5" w:rsidRPr="0066063E">
        <w:rPr>
          <w:sz w:val="24"/>
          <w:szCs w:val="24"/>
        </w:rPr>
        <w:t xml:space="preserve">за </w:t>
      </w:r>
      <w:r w:rsidR="006016AB" w:rsidRPr="0066063E">
        <w:rPr>
          <w:sz w:val="24"/>
          <w:szCs w:val="24"/>
        </w:rPr>
        <w:t>лечебни заведения по чл.10</w:t>
      </w:r>
      <w:r w:rsidR="00F16C34" w:rsidRPr="0066063E">
        <w:rPr>
          <w:sz w:val="24"/>
          <w:szCs w:val="24"/>
        </w:rPr>
        <w:t xml:space="preserve"> т.6 от ЗЛЗ (</w:t>
      </w:r>
      <w:proofErr w:type="spellStart"/>
      <w:r w:rsidR="00F16C34" w:rsidRPr="0066063E">
        <w:rPr>
          <w:sz w:val="24"/>
          <w:szCs w:val="24"/>
        </w:rPr>
        <w:t>диализен</w:t>
      </w:r>
      <w:proofErr w:type="spellEnd"/>
      <w:r w:rsidR="00F16C34" w:rsidRPr="0066063E">
        <w:rPr>
          <w:sz w:val="24"/>
          <w:szCs w:val="24"/>
        </w:rPr>
        <w:t xml:space="preserve"> център)</w:t>
      </w:r>
      <w:r w:rsidR="00D474B5" w:rsidRPr="0066063E">
        <w:rPr>
          <w:sz w:val="24"/>
          <w:szCs w:val="24"/>
        </w:rPr>
        <w:t>.</w:t>
      </w:r>
    </w:p>
    <w:p w:rsidR="003A3DAA" w:rsidRPr="0066063E" w:rsidRDefault="003A3DAA" w:rsidP="00436B57">
      <w:pPr>
        <w:spacing w:line="300" w:lineRule="atLeast"/>
        <w:ind w:firstLine="540"/>
        <w:jc w:val="both"/>
        <w:rPr>
          <w:sz w:val="24"/>
          <w:szCs w:val="24"/>
        </w:rPr>
      </w:pPr>
      <w:r w:rsidRPr="0066063E">
        <w:rPr>
          <w:sz w:val="24"/>
          <w:szCs w:val="24"/>
        </w:rPr>
        <w:t>2. За лечебни заведения, разполагащи с разк</w:t>
      </w:r>
      <w:r w:rsidR="000D32C2" w:rsidRPr="0066063E">
        <w:rPr>
          <w:sz w:val="24"/>
          <w:szCs w:val="24"/>
        </w:rPr>
        <w:t>рита</w:t>
      </w:r>
      <w:r w:rsidRPr="0066063E">
        <w:rPr>
          <w:sz w:val="24"/>
          <w:szCs w:val="24"/>
        </w:rPr>
        <w:t xml:space="preserve"> клиника/отделение по „Спешна медицина“ и осигуряващи непрекъснат прием.</w:t>
      </w:r>
    </w:p>
    <w:p w:rsidR="003A3DAA" w:rsidRPr="0066063E" w:rsidRDefault="003A3DAA" w:rsidP="00436B57">
      <w:pPr>
        <w:spacing w:line="300" w:lineRule="atLeast"/>
        <w:ind w:firstLine="540"/>
        <w:jc w:val="both"/>
        <w:rPr>
          <w:sz w:val="24"/>
          <w:szCs w:val="24"/>
        </w:rPr>
      </w:pPr>
      <w:r w:rsidRPr="0066063E">
        <w:rPr>
          <w:sz w:val="24"/>
          <w:szCs w:val="24"/>
        </w:rPr>
        <w:t>3. За лечебни заведения, осъществили прием на пациенти по спешност, извън случаите по т.1 и т.2.</w:t>
      </w:r>
    </w:p>
    <w:p w:rsidR="003A3DAA" w:rsidRPr="0066063E" w:rsidRDefault="003A3DAA" w:rsidP="00436B57">
      <w:pPr>
        <w:spacing w:line="300" w:lineRule="atLeast"/>
        <w:ind w:firstLine="540"/>
        <w:jc w:val="both"/>
        <w:rPr>
          <w:sz w:val="24"/>
          <w:szCs w:val="24"/>
        </w:rPr>
      </w:pPr>
      <w:r w:rsidRPr="0066063E">
        <w:rPr>
          <w:sz w:val="24"/>
          <w:szCs w:val="24"/>
        </w:rPr>
        <w:t>4. Други случаи, необхванати в т.1, т.2 и т.3</w:t>
      </w:r>
      <w:r w:rsidR="00736B87" w:rsidRPr="0066063E">
        <w:rPr>
          <w:sz w:val="24"/>
          <w:szCs w:val="24"/>
        </w:rPr>
        <w:t>.</w:t>
      </w:r>
    </w:p>
    <w:p w:rsidR="003A3DAA" w:rsidRPr="0066063E" w:rsidRDefault="00883A98" w:rsidP="00436B57">
      <w:pPr>
        <w:spacing w:line="300" w:lineRule="atLeast"/>
        <w:ind w:firstLine="540"/>
        <w:jc w:val="both"/>
        <w:rPr>
          <w:sz w:val="24"/>
          <w:szCs w:val="24"/>
        </w:rPr>
      </w:pPr>
      <w:r w:rsidRPr="0066063E">
        <w:rPr>
          <w:sz w:val="24"/>
          <w:szCs w:val="24"/>
        </w:rPr>
        <w:t>(</w:t>
      </w:r>
      <w:r w:rsidR="0070374E" w:rsidRPr="0066063E">
        <w:rPr>
          <w:sz w:val="24"/>
          <w:szCs w:val="24"/>
        </w:rPr>
        <w:t>8</w:t>
      </w:r>
      <w:r w:rsidRPr="0066063E">
        <w:rPr>
          <w:sz w:val="24"/>
          <w:szCs w:val="24"/>
        </w:rPr>
        <w:t>)</w:t>
      </w:r>
      <w:r w:rsidR="008D1453" w:rsidRPr="0066063E">
        <w:rPr>
          <w:sz w:val="24"/>
          <w:szCs w:val="24"/>
        </w:rPr>
        <w:t xml:space="preserve"> </w:t>
      </w:r>
      <w:r w:rsidR="000771FA" w:rsidRPr="0066063E">
        <w:rPr>
          <w:sz w:val="24"/>
          <w:szCs w:val="24"/>
        </w:rPr>
        <w:t xml:space="preserve">Съгласуваните предложения </w:t>
      </w:r>
      <w:r w:rsidR="002B487B" w:rsidRPr="0066063E">
        <w:rPr>
          <w:sz w:val="24"/>
          <w:szCs w:val="24"/>
        </w:rPr>
        <w:t xml:space="preserve"> и мотивираните становища от д</w:t>
      </w:r>
      <w:r w:rsidR="00B754DD" w:rsidRPr="0066063E">
        <w:rPr>
          <w:sz w:val="24"/>
          <w:szCs w:val="24"/>
        </w:rPr>
        <w:t>иректорите на РЗОК съгласно ал.5 и ал.6</w:t>
      </w:r>
      <w:r w:rsidR="00570650" w:rsidRPr="0066063E">
        <w:rPr>
          <w:sz w:val="24"/>
          <w:szCs w:val="24"/>
        </w:rPr>
        <w:t xml:space="preserve"> се</w:t>
      </w:r>
      <w:r w:rsidR="000771FA" w:rsidRPr="0066063E">
        <w:rPr>
          <w:sz w:val="24"/>
          <w:szCs w:val="24"/>
        </w:rPr>
        <w:t xml:space="preserve"> разглеждат на тримесечие от НС на НЗОК, след представяне</w:t>
      </w:r>
      <w:r w:rsidR="002B487B" w:rsidRPr="0066063E">
        <w:rPr>
          <w:sz w:val="24"/>
          <w:szCs w:val="24"/>
        </w:rPr>
        <w:t>то им</w:t>
      </w:r>
      <w:r w:rsidR="000771FA" w:rsidRPr="0066063E">
        <w:rPr>
          <w:sz w:val="24"/>
          <w:szCs w:val="24"/>
        </w:rPr>
        <w:t xml:space="preserve"> в ЦУ на НЗОК в сроковете: от 01.04.2019 г. до 15.04.2019 г.</w:t>
      </w:r>
      <w:r w:rsidR="008D1453" w:rsidRPr="0066063E">
        <w:rPr>
          <w:sz w:val="24"/>
          <w:szCs w:val="24"/>
        </w:rPr>
        <w:t>; от 01.07.2019 г. до 1</w:t>
      </w:r>
      <w:r w:rsidR="000771FA" w:rsidRPr="0066063E">
        <w:rPr>
          <w:sz w:val="24"/>
          <w:szCs w:val="24"/>
        </w:rPr>
        <w:t xml:space="preserve">5.07.2019 г. и от 01.09.2019 г. до 15.09.2019 г.  </w:t>
      </w:r>
    </w:p>
    <w:p w:rsidR="00D05E38" w:rsidRPr="0066063E" w:rsidRDefault="00D05E38" w:rsidP="00D05E38">
      <w:pPr>
        <w:spacing w:line="300" w:lineRule="atLeast"/>
        <w:ind w:firstLine="540"/>
        <w:jc w:val="both"/>
        <w:rPr>
          <w:sz w:val="24"/>
          <w:szCs w:val="24"/>
        </w:rPr>
      </w:pPr>
      <w:r w:rsidRPr="0066063E">
        <w:rPr>
          <w:sz w:val="24"/>
          <w:szCs w:val="24"/>
        </w:rPr>
        <w:t>(</w:t>
      </w:r>
      <w:r w:rsidR="008D1453" w:rsidRPr="0066063E">
        <w:rPr>
          <w:sz w:val="24"/>
          <w:szCs w:val="24"/>
        </w:rPr>
        <w:t>9</w:t>
      </w:r>
      <w:r w:rsidR="00883A98" w:rsidRPr="0066063E">
        <w:rPr>
          <w:sz w:val="24"/>
          <w:szCs w:val="24"/>
        </w:rPr>
        <w:t>)</w:t>
      </w:r>
      <w:r w:rsidR="008D1453" w:rsidRPr="0066063E">
        <w:rPr>
          <w:sz w:val="24"/>
          <w:szCs w:val="24"/>
        </w:rPr>
        <w:t xml:space="preserve"> </w:t>
      </w:r>
      <w:r w:rsidRPr="0066063E">
        <w:rPr>
          <w:sz w:val="24"/>
          <w:szCs w:val="24"/>
        </w:rPr>
        <w:t xml:space="preserve">Потвърдените за заплащане </w:t>
      </w:r>
      <w:r w:rsidR="002544F0" w:rsidRPr="0066063E">
        <w:rPr>
          <w:sz w:val="24"/>
          <w:szCs w:val="24"/>
        </w:rPr>
        <w:t xml:space="preserve">дейности по чл.4а, ал.1, т.2 </w:t>
      </w:r>
      <w:r w:rsidRPr="0066063E">
        <w:rPr>
          <w:sz w:val="24"/>
          <w:szCs w:val="24"/>
        </w:rPr>
        <w:t>в месечните известия по чл.352, ал.10 от НРД за 2018 г., са в рамките на стойностите за съответния месец от приложения № 2 към сключените от изпълнителите на БМП договори.</w:t>
      </w:r>
    </w:p>
    <w:p w:rsidR="00D05E38" w:rsidRPr="0066063E" w:rsidRDefault="00D05E38" w:rsidP="00D05E38">
      <w:pPr>
        <w:spacing w:line="300" w:lineRule="atLeast"/>
        <w:ind w:firstLine="540"/>
        <w:jc w:val="both"/>
        <w:rPr>
          <w:sz w:val="24"/>
          <w:szCs w:val="24"/>
        </w:rPr>
      </w:pPr>
      <w:r w:rsidRPr="0066063E">
        <w:rPr>
          <w:sz w:val="24"/>
          <w:szCs w:val="24"/>
        </w:rPr>
        <w:t>(</w:t>
      </w:r>
      <w:r w:rsidR="008D1453" w:rsidRPr="0066063E">
        <w:rPr>
          <w:sz w:val="24"/>
          <w:szCs w:val="24"/>
        </w:rPr>
        <w:t>10</w:t>
      </w:r>
      <w:r w:rsidRPr="0066063E">
        <w:rPr>
          <w:sz w:val="24"/>
          <w:szCs w:val="24"/>
        </w:rPr>
        <w:t>) За прилагане на ал.</w:t>
      </w:r>
      <w:r w:rsidR="008D1453" w:rsidRPr="0066063E">
        <w:rPr>
          <w:sz w:val="24"/>
          <w:szCs w:val="24"/>
        </w:rPr>
        <w:t>9</w:t>
      </w:r>
      <w:r w:rsidRPr="0066063E">
        <w:rPr>
          <w:sz w:val="24"/>
          <w:szCs w:val="24"/>
        </w:rPr>
        <w:t xml:space="preserve"> в месечните известия по чл.352, ал.10 от НРД за 2018 г., се посочват дейностите, отхвърлени поради надвишаване на стойностите за съответния месец в приложения № 2 към сключените от изпълнителите на БМП договори.</w:t>
      </w:r>
    </w:p>
    <w:p w:rsidR="00292B26" w:rsidRPr="0066063E" w:rsidRDefault="00D05E38" w:rsidP="00D05E38">
      <w:pPr>
        <w:spacing w:line="300" w:lineRule="atLeast"/>
        <w:ind w:firstLine="540"/>
        <w:jc w:val="both"/>
        <w:rPr>
          <w:sz w:val="24"/>
          <w:szCs w:val="24"/>
        </w:rPr>
      </w:pPr>
      <w:r w:rsidRPr="0066063E">
        <w:rPr>
          <w:sz w:val="24"/>
          <w:szCs w:val="24"/>
        </w:rPr>
        <w:t>(</w:t>
      </w:r>
      <w:r w:rsidR="00197556" w:rsidRPr="0066063E">
        <w:rPr>
          <w:sz w:val="24"/>
          <w:szCs w:val="24"/>
        </w:rPr>
        <w:t>1</w:t>
      </w:r>
      <w:r w:rsidR="008D1453" w:rsidRPr="0066063E">
        <w:rPr>
          <w:sz w:val="24"/>
          <w:szCs w:val="24"/>
        </w:rPr>
        <w:t>1</w:t>
      </w:r>
      <w:r w:rsidRPr="0066063E">
        <w:rPr>
          <w:sz w:val="24"/>
          <w:szCs w:val="24"/>
        </w:rPr>
        <w:t>) Дейностите по ал.</w:t>
      </w:r>
      <w:r w:rsidR="008D1453" w:rsidRPr="0066063E">
        <w:rPr>
          <w:sz w:val="24"/>
          <w:szCs w:val="24"/>
        </w:rPr>
        <w:t>10</w:t>
      </w:r>
      <w:r w:rsidRPr="0066063E">
        <w:rPr>
          <w:sz w:val="24"/>
          <w:szCs w:val="24"/>
        </w:rPr>
        <w:t xml:space="preserve"> се определят по реда на последно извършена по време дейност. </w:t>
      </w:r>
      <w:r w:rsidR="00292B26" w:rsidRPr="0066063E">
        <w:rPr>
          <w:sz w:val="24"/>
          <w:szCs w:val="24"/>
        </w:rPr>
        <w:t xml:space="preserve">Изключения се допускат само за дейности, извършени по </w:t>
      </w:r>
      <w:r w:rsidR="005B120F" w:rsidRPr="0066063E">
        <w:rPr>
          <w:sz w:val="24"/>
          <w:szCs w:val="24"/>
        </w:rPr>
        <w:t>реда на чл.344, ал.9 от НРД за 2018 г.</w:t>
      </w:r>
      <w:r w:rsidR="00053835" w:rsidRPr="0066063E">
        <w:rPr>
          <w:sz w:val="24"/>
          <w:szCs w:val="24"/>
        </w:rPr>
        <w:t xml:space="preserve">, </w:t>
      </w:r>
      <w:r w:rsidR="005E6C6B" w:rsidRPr="0066063E">
        <w:rPr>
          <w:sz w:val="24"/>
          <w:szCs w:val="24"/>
        </w:rPr>
        <w:t>дейности за прилагане на лекарствени продукти по чл.</w:t>
      </w:r>
      <w:r w:rsidR="00DC4349" w:rsidRPr="0066063E">
        <w:rPr>
          <w:sz w:val="24"/>
          <w:szCs w:val="24"/>
        </w:rPr>
        <w:t>4</w:t>
      </w:r>
      <w:r w:rsidR="005E6C6B" w:rsidRPr="0066063E">
        <w:rPr>
          <w:sz w:val="24"/>
          <w:szCs w:val="24"/>
        </w:rPr>
        <w:t xml:space="preserve">, ал.1, т.3, </w:t>
      </w:r>
      <w:r w:rsidR="00053835" w:rsidRPr="0066063E">
        <w:rPr>
          <w:sz w:val="24"/>
          <w:szCs w:val="24"/>
        </w:rPr>
        <w:t>дейности за прилагане на медицински изделия по чл.</w:t>
      </w:r>
      <w:r w:rsidR="00DC4349" w:rsidRPr="0066063E">
        <w:rPr>
          <w:sz w:val="24"/>
          <w:szCs w:val="24"/>
        </w:rPr>
        <w:t>4</w:t>
      </w:r>
      <w:r w:rsidR="00053835" w:rsidRPr="0066063E">
        <w:rPr>
          <w:sz w:val="24"/>
          <w:szCs w:val="24"/>
        </w:rPr>
        <w:t>, ал.1, т.</w:t>
      </w:r>
      <w:r w:rsidR="005E6C6B" w:rsidRPr="0066063E">
        <w:rPr>
          <w:sz w:val="24"/>
          <w:szCs w:val="24"/>
        </w:rPr>
        <w:t>4</w:t>
      </w:r>
      <w:r w:rsidR="00053835" w:rsidRPr="0066063E">
        <w:rPr>
          <w:sz w:val="24"/>
          <w:szCs w:val="24"/>
        </w:rPr>
        <w:t xml:space="preserve"> и за случаите на спешна диагностика и лечение по КП, </w:t>
      </w:r>
      <w:proofErr w:type="spellStart"/>
      <w:r w:rsidR="00053835" w:rsidRPr="0066063E">
        <w:rPr>
          <w:sz w:val="24"/>
          <w:szCs w:val="24"/>
        </w:rPr>
        <w:t>КПр</w:t>
      </w:r>
      <w:proofErr w:type="spellEnd"/>
      <w:r w:rsidR="00053835" w:rsidRPr="0066063E">
        <w:rPr>
          <w:sz w:val="24"/>
          <w:szCs w:val="24"/>
        </w:rPr>
        <w:t xml:space="preserve"> или </w:t>
      </w:r>
      <w:proofErr w:type="spellStart"/>
      <w:r w:rsidR="00053835" w:rsidRPr="0066063E">
        <w:rPr>
          <w:sz w:val="24"/>
          <w:szCs w:val="24"/>
        </w:rPr>
        <w:t>АПр</w:t>
      </w:r>
      <w:proofErr w:type="spellEnd"/>
      <w:r w:rsidR="00053835" w:rsidRPr="0066063E">
        <w:rPr>
          <w:sz w:val="24"/>
          <w:szCs w:val="24"/>
        </w:rPr>
        <w:t>, при прилагане на ал.2.</w:t>
      </w:r>
    </w:p>
    <w:p w:rsidR="00D05E38" w:rsidRPr="0066063E" w:rsidRDefault="00053835" w:rsidP="00D05E38">
      <w:pPr>
        <w:spacing w:line="300" w:lineRule="atLeast"/>
        <w:ind w:firstLine="540"/>
        <w:jc w:val="both"/>
        <w:rPr>
          <w:sz w:val="24"/>
          <w:szCs w:val="24"/>
        </w:rPr>
      </w:pPr>
      <w:r w:rsidRPr="0066063E">
        <w:rPr>
          <w:sz w:val="24"/>
          <w:szCs w:val="24"/>
        </w:rPr>
        <w:t>(</w:t>
      </w:r>
      <w:r w:rsidR="00CC22BD" w:rsidRPr="0066063E">
        <w:rPr>
          <w:sz w:val="24"/>
          <w:szCs w:val="24"/>
        </w:rPr>
        <w:t>1</w:t>
      </w:r>
      <w:r w:rsidR="008D1453" w:rsidRPr="0066063E">
        <w:rPr>
          <w:sz w:val="24"/>
          <w:szCs w:val="24"/>
        </w:rPr>
        <w:t>2</w:t>
      </w:r>
      <w:r w:rsidRPr="0066063E">
        <w:rPr>
          <w:sz w:val="24"/>
          <w:szCs w:val="24"/>
        </w:rPr>
        <w:t>) </w:t>
      </w:r>
      <w:r w:rsidR="00D05E38" w:rsidRPr="0066063E">
        <w:rPr>
          <w:sz w:val="24"/>
          <w:szCs w:val="24"/>
        </w:rPr>
        <w:t xml:space="preserve">Клинични процедури и </w:t>
      </w:r>
      <w:proofErr w:type="spellStart"/>
      <w:r w:rsidR="00D05E38" w:rsidRPr="0066063E">
        <w:rPr>
          <w:sz w:val="24"/>
          <w:szCs w:val="24"/>
        </w:rPr>
        <w:t>АПр</w:t>
      </w:r>
      <w:proofErr w:type="spellEnd"/>
      <w:r w:rsidR="00D05E38" w:rsidRPr="0066063E">
        <w:rPr>
          <w:sz w:val="24"/>
          <w:szCs w:val="24"/>
        </w:rPr>
        <w:t xml:space="preserve"> се определят по ал.</w:t>
      </w:r>
      <w:r w:rsidR="008D1453" w:rsidRPr="0066063E">
        <w:rPr>
          <w:sz w:val="24"/>
          <w:szCs w:val="24"/>
        </w:rPr>
        <w:t>10</w:t>
      </w:r>
      <w:r w:rsidR="00D05E38" w:rsidRPr="0066063E">
        <w:rPr>
          <w:sz w:val="24"/>
          <w:szCs w:val="24"/>
        </w:rPr>
        <w:t xml:space="preserve"> за целия случай на лечение на пациента.</w:t>
      </w:r>
    </w:p>
    <w:p w:rsidR="00D05E38" w:rsidRPr="0066063E" w:rsidRDefault="00D05E38" w:rsidP="00D05E38">
      <w:pPr>
        <w:spacing w:line="300" w:lineRule="atLeast"/>
        <w:ind w:firstLine="540"/>
        <w:jc w:val="both"/>
        <w:rPr>
          <w:sz w:val="24"/>
          <w:szCs w:val="24"/>
        </w:rPr>
      </w:pPr>
      <w:r w:rsidRPr="0066063E">
        <w:rPr>
          <w:sz w:val="24"/>
          <w:szCs w:val="24"/>
        </w:rPr>
        <w:t>(</w:t>
      </w:r>
      <w:r w:rsidR="004E6542" w:rsidRPr="0066063E">
        <w:rPr>
          <w:sz w:val="24"/>
          <w:szCs w:val="24"/>
        </w:rPr>
        <w:t>1</w:t>
      </w:r>
      <w:r w:rsidR="00436B57" w:rsidRPr="0066063E">
        <w:rPr>
          <w:sz w:val="24"/>
          <w:szCs w:val="24"/>
        </w:rPr>
        <w:t>3</w:t>
      </w:r>
      <w:r w:rsidRPr="0066063E">
        <w:rPr>
          <w:sz w:val="24"/>
          <w:szCs w:val="24"/>
        </w:rPr>
        <w:t xml:space="preserve">) Когато дейността по КП и/или </w:t>
      </w:r>
      <w:proofErr w:type="spellStart"/>
      <w:r w:rsidRPr="0066063E">
        <w:rPr>
          <w:sz w:val="24"/>
          <w:szCs w:val="24"/>
        </w:rPr>
        <w:t>АПр</w:t>
      </w:r>
      <w:proofErr w:type="spellEnd"/>
      <w:r w:rsidRPr="0066063E">
        <w:rPr>
          <w:sz w:val="24"/>
          <w:szCs w:val="24"/>
        </w:rPr>
        <w:t xml:space="preserve"> е определена по ал.</w:t>
      </w:r>
      <w:r w:rsidR="00436B57" w:rsidRPr="0066063E">
        <w:rPr>
          <w:sz w:val="24"/>
          <w:szCs w:val="24"/>
        </w:rPr>
        <w:t>10</w:t>
      </w:r>
      <w:r w:rsidRPr="0066063E">
        <w:rPr>
          <w:sz w:val="24"/>
          <w:szCs w:val="24"/>
        </w:rPr>
        <w:t xml:space="preserve"> приложените по нея медицински изделия, също се определят в месечните известия по чл.352, ал.10 от НРД за 2018 г., като отхвърлени поради надвишаване на </w:t>
      </w:r>
      <w:r w:rsidR="00D2471E" w:rsidRPr="0066063E">
        <w:rPr>
          <w:sz w:val="24"/>
          <w:szCs w:val="24"/>
        </w:rPr>
        <w:t>стойностите за съответния месец</w:t>
      </w:r>
      <w:r w:rsidRPr="0066063E">
        <w:rPr>
          <w:sz w:val="24"/>
          <w:szCs w:val="24"/>
        </w:rPr>
        <w:t xml:space="preserve">. </w:t>
      </w:r>
    </w:p>
    <w:p w:rsidR="00D05E38" w:rsidRPr="0066063E" w:rsidRDefault="00D05E38" w:rsidP="00FE3877">
      <w:pPr>
        <w:spacing w:line="300" w:lineRule="atLeast"/>
        <w:ind w:firstLine="540"/>
        <w:jc w:val="both"/>
        <w:rPr>
          <w:sz w:val="24"/>
          <w:szCs w:val="24"/>
        </w:rPr>
      </w:pPr>
      <w:r w:rsidRPr="0066063E">
        <w:rPr>
          <w:sz w:val="24"/>
          <w:szCs w:val="24"/>
        </w:rPr>
        <w:t>(</w:t>
      </w:r>
      <w:r w:rsidR="00053835" w:rsidRPr="0066063E">
        <w:rPr>
          <w:sz w:val="24"/>
          <w:szCs w:val="24"/>
        </w:rPr>
        <w:t>1</w:t>
      </w:r>
      <w:r w:rsidR="00AF2CE9" w:rsidRPr="0066063E">
        <w:rPr>
          <w:sz w:val="24"/>
          <w:szCs w:val="24"/>
        </w:rPr>
        <w:t>4</w:t>
      </w:r>
      <w:r w:rsidRPr="0066063E">
        <w:rPr>
          <w:sz w:val="24"/>
          <w:szCs w:val="24"/>
        </w:rPr>
        <w:t xml:space="preserve">) Стойностите на отхвърлените от заплащане случаи при извършения контрол преди плащане, не могат да се прехвърлят по реда на ал.4 за следващ </w:t>
      </w:r>
      <w:r w:rsidR="00BA7869" w:rsidRPr="0066063E">
        <w:rPr>
          <w:sz w:val="24"/>
          <w:szCs w:val="24"/>
        </w:rPr>
        <w:t>месец</w:t>
      </w:r>
      <w:r w:rsidRPr="0066063E">
        <w:rPr>
          <w:sz w:val="24"/>
          <w:szCs w:val="24"/>
        </w:rPr>
        <w:t xml:space="preserve"> на дейност.</w:t>
      </w:r>
    </w:p>
    <w:p w:rsidR="00D05E38" w:rsidRPr="0066063E" w:rsidRDefault="00D05E38" w:rsidP="00D05E38">
      <w:pPr>
        <w:spacing w:line="300" w:lineRule="atLeast"/>
        <w:ind w:firstLine="540"/>
        <w:jc w:val="both"/>
        <w:rPr>
          <w:sz w:val="24"/>
          <w:szCs w:val="24"/>
        </w:rPr>
      </w:pPr>
      <w:r w:rsidRPr="0066063E">
        <w:rPr>
          <w:sz w:val="24"/>
          <w:szCs w:val="24"/>
        </w:rPr>
        <w:t>(1</w:t>
      </w:r>
      <w:r w:rsidR="00AF2CE9" w:rsidRPr="0066063E">
        <w:rPr>
          <w:sz w:val="24"/>
          <w:szCs w:val="24"/>
        </w:rPr>
        <w:t>5</w:t>
      </w:r>
      <w:r w:rsidRPr="0066063E">
        <w:rPr>
          <w:sz w:val="24"/>
          <w:szCs w:val="24"/>
        </w:rPr>
        <w:t>) Директорът на РЗОК не закупува дейности, отхвърлени поради надвишаване на стойностите за съответния месец.</w:t>
      </w:r>
    </w:p>
    <w:p w:rsidR="00810BD1" w:rsidRPr="0066063E" w:rsidRDefault="00110616" w:rsidP="004A62BD">
      <w:pPr>
        <w:spacing w:line="300" w:lineRule="atLeast"/>
        <w:ind w:firstLine="539"/>
        <w:jc w:val="both"/>
        <w:rPr>
          <w:sz w:val="24"/>
          <w:szCs w:val="24"/>
        </w:rPr>
      </w:pPr>
      <w:r w:rsidRPr="0066063E">
        <w:rPr>
          <w:b/>
          <w:sz w:val="24"/>
          <w:szCs w:val="24"/>
        </w:rPr>
        <w:t>Чл. </w:t>
      </w:r>
      <w:r w:rsidR="00236BEA" w:rsidRPr="0066063E">
        <w:rPr>
          <w:b/>
          <w:sz w:val="24"/>
          <w:szCs w:val="24"/>
        </w:rPr>
        <w:t>9</w:t>
      </w:r>
      <w:r w:rsidR="00B34261" w:rsidRPr="0066063E">
        <w:rPr>
          <w:b/>
          <w:sz w:val="24"/>
          <w:szCs w:val="24"/>
        </w:rPr>
        <w:t>.</w:t>
      </w:r>
      <w:r w:rsidRPr="0066063E">
        <w:rPr>
          <w:b/>
          <w:sz w:val="24"/>
          <w:szCs w:val="24"/>
        </w:rPr>
        <w:t> </w:t>
      </w:r>
      <w:r w:rsidRPr="0066063E">
        <w:rPr>
          <w:sz w:val="24"/>
          <w:szCs w:val="24"/>
        </w:rPr>
        <w:t>(1) </w:t>
      </w:r>
      <w:r w:rsidR="002C1D73" w:rsidRPr="0066063E">
        <w:rPr>
          <w:sz w:val="24"/>
          <w:szCs w:val="24"/>
        </w:rPr>
        <w:t>Районната здравноосигурителна каса</w:t>
      </w:r>
      <w:r w:rsidR="005448B3" w:rsidRPr="0066063E">
        <w:rPr>
          <w:sz w:val="24"/>
          <w:szCs w:val="24"/>
        </w:rPr>
        <w:t xml:space="preserve"> </w:t>
      </w:r>
      <w:r w:rsidR="00A61481" w:rsidRPr="0066063E">
        <w:rPr>
          <w:sz w:val="24"/>
          <w:szCs w:val="24"/>
        </w:rPr>
        <w:t>ежеднев</w:t>
      </w:r>
      <w:r w:rsidR="005A3C5E" w:rsidRPr="0066063E">
        <w:rPr>
          <w:sz w:val="24"/>
          <w:szCs w:val="24"/>
        </w:rPr>
        <w:t>но</w:t>
      </w:r>
      <w:r w:rsidR="00810BD1" w:rsidRPr="0066063E">
        <w:rPr>
          <w:sz w:val="24"/>
          <w:szCs w:val="24"/>
        </w:rPr>
        <w:t xml:space="preserve"> анализира постъпващата информация </w:t>
      </w:r>
      <w:r w:rsidR="00726980" w:rsidRPr="0066063E">
        <w:rPr>
          <w:sz w:val="24"/>
          <w:szCs w:val="24"/>
        </w:rPr>
        <w:t xml:space="preserve">по чл.352 от НРД за 2018 г. </w:t>
      </w:r>
      <w:r w:rsidR="00810BD1" w:rsidRPr="0066063E">
        <w:rPr>
          <w:sz w:val="24"/>
          <w:szCs w:val="24"/>
        </w:rPr>
        <w:t xml:space="preserve">за достигнатото изпълнение на месечните </w:t>
      </w:r>
      <w:r w:rsidR="00AB7E27" w:rsidRPr="0066063E">
        <w:rPr>
          <w:sz w:val="24"/>
          <w:szCs w:val="24"/>
        </w:rPr>
        <w:t>и индикативните стойности по изпълнители на БМП</w:t>
      </w:r>
      <w:r w:rsidR="00DA7EE1" w:rsidRPr="0066063E">
        <w:rPr>
          <w:sz w:val="24"/>
          <w:szCs w:val="24"/>
        </w:rPr>
        <w:t>.</w:t>
      </w:r>
      <w:r w:rsidR="00BC3A3E" w:rsidRPr="0066063E">
        <w:rPr>
          <w:rFonts w:asciiTheme="majorBidi" w:eastAsiaTheme="minorEastAsia" w:hAnsiTheme="majorBidi" w:cstheme="majorBidi"/>
          <w:sz w:val="24"/>
          <w:szCs w:val="24"/>
          <w:lang w:eastAsia="zh-CN"/>
        </w:rPr>
        <w:t xml:space="preserve"> В случай на констатирана от РЗОК при анализа тенденция за изпреварващо достигане от конкретен изпълнител на определените стойности</w:t>
      </w:r>
      <w:r w:rsidR="00DA7EE1" w:rsidRPr="0066063E">
        <w:rPr>
          <w:rFonts w:asciiTheme="majorBidi" w:eastAsiaTheme="minorEastAsia" w:hAnsiTheme="majorBidi" w:cstheme="majorBidi"/>
          <w:sz w:val="24"/>
          <w:szCs w:val="24"/>
          <w:lang w:eastAsia="zh-CN"/>
        </w:rPr>
        <w:t>,</w:t>
      </w:r>
      <w:r w:rsidR="00BC3A3E" w:rsidRPr="0066063E">
        <w:rPr>
          <w:rFonts w:asciiTheme="majorBidi" w:eastAsiaTheme="minorEastAsia" w:hAnsiTheme="majorBidi" w:cstheme="majorBidi"/>
          <w:sz w:val="24"/>
          <w:szCs w:val="24"/>
          <w:lang w:eastAsia="zh-CN"/>
        </w:rPr>
        <w:t xml:space="preserve"> РЗОК извършва внезапен контрол</w:t>
      </w:r>
      <w:r w:rsidR="009B1C79" w:rsidRPr="0066063E">
        <w:rPr>
          <w:rFonts w:asciiTheme="majorBidi" w:eastAsiaTheme="minorEastAsia" w:hAnsiTheme="majorBidi" w:cstheme="majorBidi"/>
          <w:sz w:val="24"/>
          <w:szCs w:val="24"/>
          <w:lang w:eastAsia="zh-CN"/>
        </w:rPr>
        <w:t>, както и контрол преди заплащане на оказаната медицинска помощ при превишаване на определените месечни и индикативни стойности</w:t>
      </w:r>
      <w:r w:rsidR="00BC3A3E" w:rsidRPr="0066063E">
        <w:rPr>
          <w:rFonts w:asciiTheme="majorBidi" w:eastAsiaTheme="minorEastAsia" w:hAnsiTheme="majorBidi" w:cstheme="majorBidi"/>
          <w:sz w:val="24"/>
          <w:szCs w:val="24"/>
          <w:lang w:eastAsia="zh-CN"/>
        </w:rPr>
        <w:t>.</w:t>
      </w:r>
    </w:p>
    <w:p w:rsidR="00110616" w:rsidRPr="0066063E" w:rsidRDefault="00810BD1" w:rsidP="006F39F9">
      <w:pPr>
        <w:spacing w:line="300" w:lineRule="atLeast"/>
        <w:ind w:firstLine="539"/>
        <w:jc w:val="both"/>
        <w:rPr>
          <w:sz w:val="24"/>
          <w:szCs w:val="24"/>
        </w:rPr>
      </w:pPr>
      <w:r w:rsidRPr="0066063E">
        <w:rPr>
          <w:sz w:val="24"/>
          <w:szCs w:val="24"/>
        </w:rPr>
        <w:t>(2) Районната здравноосигурителна каса извършва</w:t>
      </w:r>
      <w:r w:rsidR="005448B3" w:rsidRPr="0066063E">
        <w:rPr>
          <w:sz w:val="24"/>
          <w:szCs w:val="24"/>
        </w:rPr>
        <w:t xml:space="preserve"> </w:t>
      </w:r>
      <w:r w:rsidR="00110616" w:rsidRPr="0066063E">
        <w:rPr>
          <w:sz w:val="24"/>
          <w:szCs w:val="24"/>
        </w:rPr>
        <w:t>еже</w:t>
      </w:r>
      <w:r w:rsidR="005A3C5E" w:rsidRPr="0066063E">
        <w:rPr>
          <w:sz w:val="24"/>
          <w:szCs w:val="24"/>
        </w:rPr>
        <w:t>дневен</w:t>
      </w:r>
      <w:r w:rsidR="00110616" w:rsidRPr="0066063E">
        <w:rPr>
          <w:sz w:val="24"/>
          <w:szCs w:val="24"/>
        </w:rPr>
        <w:t xml:space="preserve"> анализ на използваемостта на леглата. Анализът се извършва на данните за всички отчетени в ежедневните отчети хоспитализации </w:t>
      </w:r>
      <w:r w:rsidR="00BC3A3E" w:rsidRPr="0066063E">
        <w:rPr>
          <w:sz w:val="24"/>
          <w:szCs w:val="24"/>
        </w:rPr>
        <w:t>спрямо брой и вид болнични легла, посочени в договора на лечебното заведение, с които ще се осигури изпълнението му</w:t>
      </w:r>
      <w:r w:rsidR="00110616" w:rsidRPr="0066063E">
        <w:rPr>
          <w:sz w:val="24"/>
          <w:szCs w:val="24"/>
        </w:rPr>
        <w:t xml:space="preserve">. </w:t>
      </w:r>
    </w:p>
    <w:p w:rsidR="00110616" w:rsidRPr="0066063E" w:rsidRDefault="00110616" w:rsidP="007D3107">
      <w:pPr>
        <w:spacing w:line="300" w:lineRule="atLeast"/>
        <w:ind w:firstLine="540"/>
        <w:jc w:val="both"/>
        <w:rPr>
          <w:sz w:val="24"/>
          <w:szCs w:val="24"/>
        </w:rPr>
      </w:pPr>
      <w:r w:rsidRPr="0066063E">
        <w:rPr>
          <w:sz w:val="24"/>
          <w:szCs w:val="24"/>
        </w:rPr>
        <w:lastRenderedPageBreak/>
        <w:t>(</w:t>
      </w:r>
      <w:r w:rsidR="00810BD1" w:rsidRPr="0066063E">
        <w:rPr>
          <w:sz w:val="24"/>
          <w:szCs w:val="24"/>
        </w:rPr>
        <w:t>3</w:t>
      </w:r>
      <w:r w:rsidRPr="0066063E">
        <w:rPr>
          <w:sz w:val="24"/>
          <w:szCs w:val="24"/>
        </w:rPr>
        <w:t>)</w:t>
      </w:r>
      <w:r w:rsidR="002E3EF3" w:rsidRPr="0066063E">
        <w:rPr>
          <w:sz w:val="24"/>
          <w:szCs w:val="24"/>
        </w:rPr>
        <w:t> </w:t>
      </w:r>
      <w:r w:rsidR="00503887" w:rsidRPr="0066063E">
        <w:rPr>
          <w:sz w:val="24"/>
          <w:szCs w:val="24"/>
        </w:rPr>
        <w:t xml:space="preserve">При наличие на отклонение </w:t>
      </w:r>
      <w:r w:rsidR="00A61481" w:rsidRPr="0066063E">
        <w:rPr>
          <w:sz w:val="24"/>
          <w:szCs w:val="24"/>
        </w:rPr>
        <w:t xml:space="preserve">в ежедневно подаваната информация за дейността </w:t>
      </w:r>
      <w:r w:rsidR="00503887" w:rsidRPr="0066063E">
        <w:rPr>
          <w:sz w:val="24"/>
          <w:szCs w:val="24"/>
        </w:rPr>
        <w:t xml:space="preserve">спрямо определените в договора с изпълнителя на БМП в част А на Приложение № 2 - брой легла по клиники и отделения, НЗОК не заплаща </w:t>
      </w:r>
      <w:proofErr w:type="spellStart"/>
      <w:r w:rsidR="00503887" w:rsidRPr="0066063E">
        <w:rPr>
          <w:sz w:val="24"/>
          <w:szCs w:val="24"/>
        </w:rPr>
        <w:t>превишението</w:t>
      </w:r>
      <w:proofErr w:type="spellEnd"/>
      <w:r w:rsidR="00503887" w:rsidRPr="0066063E">
        <w:rPr>
          <w:sz w:val="24"/>
          <w:szCs w:val="24"/>
        </w:rPr>
        <w:t>, при условията и по реда на настоящите Правила</w:t>
      </w:r>
      <w:r w:rsidR="00BC3A3E" w:rsidRPr="0066063E">
        <w:rPr>
          <w:bCs/>
          <w:sz w:val="24"/>
          <w:szCs w:val="24"/>
        </w:rPr>
        <w:t>.</w:t>
      </w:r>
    </w:p>
    <w:p w:rsidR="00A034E8" w:rsidRPr="0066063E" w:rsidRDefault="002A432E" w:rsidP="00362E78">
      <w:pPr>
        <w:spacing w:line="300" w:lineRule="atLeast"/>
        <w:ind w:firstLine="540"/>
        <w:jc w:val="both"/>
        <w:rPr>
          <w:sz w:val="24"/>
          <w:szCs w:val="24"/>
        </w:rPr>
      </w:pPr>
      <w:r w:rsidRPr="0066063E">
        <w:rPr>
          <w:sz w:val="24"/>
          <w:szCs w:val="24"/>
        </w:rPr>
        <w:t>(</w:t>
      </w:r>
      <w:r w:rsidR="002B51BB" w:rsidRPr="0066063E">
        <w:rPr>
          <w:sz w:val="24"/>
          <w:szCs w:val="24"/>
        </w:rPr>
        <w:t>4</w:t>
      </w:r>
      <w:r w:rsidRPr="0066063E">
        <w:rPr>
          <w:sz w:val="24"/>
          <w:szCs w:val="24"/>
        </w:rPr>
        <w:t>) </w:t>
      </w:r>
      <w:r w:rsidR="003F01A8" w:rsidRPr="0066063E">
        <w:rPr>
          <w:sz w:val="24"/>
          <w:szCs w:val="24"/>
        </w:rPr>
        <w:t xml:space="preserve">Директорът на РЗОК </w:t>
      </w:r>
      <w:r w:rsidR="002B0461" w:rsidRPr="0066063E">
        <w:rPr>
          <w:sz w:val="24"/>
          <w:szCs w:val="24"/>
        </w:rPr>
        <w:t>организира ежемесечен контрол върху дейността на изпълнителите на БМП в РЗОК</w:t>
      </w:r>
      <w:r w:rsidR="003F01A8" w:rsidRPr="0066063E">
        <w:rPr>
          <w:sz w:val="24"/>
          <w:szCs w:val="24"/>
        </w:rPr>
        <w:t>.</w:t>
      </w:r>
      <w:r w:rsidR="002B0461" w:rsidRPr="0066063E">
        <w:rPr>
          <w:sz w:val="24"/>
          <w:szCs w:val="24"/>
        </w:rPr>
        <w:t xml:space="preserve"> За констатираните нарушения се подготвят тримесечни доклади до НС на НЗОК. Същите се внасят за разглеждане от НС на НЗОК в сроковете по чл.8, ал.</w:t>
      </w:r>
      <w:r w:rsidR="00436B57" w:rsidRPr="0066063E">
        <w:rPr>
          <w:sz w:val="24"/>
          <w:szCs w:val="24"/>
        </w:rPr>
        <w:t>8</w:t>
      </w:r>
      <w:r w:rsidR="002B0461" w:rsidRPr="0066063E">
        <w:rPr>
          <w:sz w:val="24"/>
          <w:szCs w:val="24"/>
        </w:rPr>
        <w:t>.</w:t>
      </w:r>
    </w:p>
    <w:p w:rsidR="00114216" w:rsidRPr="0066063E" w:rsidRDefault="00114216" w:rsidP="007D3107">
      <w:pPr>
        <w:spacing w:line="300" w:lineRule="atLeast"/>
        <w:ind w:firstLine="539"/>
        <w:jc w:val="both"/>
        <w:rPr>
          <w:sz w:val="24"/>
          <w:szCs w:val="24"/>
        </w:rPr>
      </w:pPr>
    </w:p>
    <w:p w:rsidR="00114216" w:rsidRPr="0066063E" w:rsidRDefault="00114216" w:rsidP="00114216">
      <w:pPr>
        <w:keepNext/>
        <w:spacing w:line="300" w:lineRule="atLeast"/>
        <w:jc w:val="center"/>
        <w:rPr>
          <w:b/>
          <w:sz w:val="24"/>
          <w:szCs w:val="24"/>
        </w:rPr>
      </w:pPr>
      <w:r w:rsidRPr="0066063E">
        <w:rPr>
          <w:b/>
          <w:sz w:val="24"/>
          <w:szCs w:val="24"/>
        </w:rPr>
        <w:t xml:space="preserve">ГЛАВА </w:t>
      </w:r>
      <w:r w:rsidR="00127F1D" w:rsidRPr="0066063E">
        <w:rPr>
          <w:b/>
          <w:sz w:val="24"/>
          <w:szCs w:val="24"/>
        </w:rPr>
        <w:t>І</w:t>
      </w:r>
      <w:r w:rsidRPr="0066063E">
        <w:rPr>
          <w:b/>
          <w:sz w:val="24"/>
          <w:szCs w:val="24"/>
        </w:rPr>
        <w:t>V</w:t>
      </w:r>
    </w:p>
    <w:p w:rsidR="00114216" w:rsidRPr="0066063E" w:rsidRDefault="00114216" w:rsidP="00114216">
      <w:pPr>
        <w:keepNext/>
        <w:spacing w:line="300" w:lineRule="atLeast"/>
        <w:jc w:val="center"/>
        <w:rPr>
          <w:b/>
          <w:sz w:val="24"/>
          <w:szCs w:val="24"/>
        </w:rPr>
      </w:pPr>
      <w:r w:rsidRPr="0066063E">
        <w:rPr>
          <w:b/>
          <w:sz w:val="24"/>
          <w:szCs w:val="24"/>
        </w:rPr>
        <w:t xml:space="preserve">УСЛОВИЯ И РЕД ЗА ОСЪЩЕСТВЯВАНЕ ОТ НАДЗОРНИЯ СЪВЕТ НА НЗОК НА НАБЛЮДЕНИЕ, АНАЛИЗ, КОНТРОЛ И КОРИГИРАНЕ НА СТОЙНОСТИТЕ </w:t>
      </w:r>
    </w:p>
    <w:p w:rsidR="00114216" w:rsidRPr="0066063E" w:rsidRDefault="00114216" w:rsidP="00053835">
      <w:pPr>
        <w:keepNext/>
        <w:spacing w:line="300" w:lineRule="atLeast"/>
        <w:ind w:firstLine="539"/>
        <w:jc w:val="both"/>
        <w:rPr>
          <w:b/>
          <w:sz w:val="24"/>
          <w:szCs w:val="24"/>
        </w:rPr>
      </w:pPr>
    </w:p>
    <w:p w:rsidR="00114216" w:rsidRPr="0066063E" w:rsidRDefault="00B05BCB" w:rsidP="00B05BCB">
      <w:pPr>
        <w:spacing w:line="300" w:lineRule="atLeast"/>
        <w:ind w:firstLine="539"/>
        <w:jc w:val="both"/>
        <w:rPr>
          <w:sz w:val="24"/>
          <w:szCs w:val="24"/>
        </w:rPr>
      </w:pPr>
      <w:r w:rsidRPr="0066063E">
        <w:rPr>
          <w:b/>
          <w:sz w:val="24"/>
          <w:szCs w:val="24"/>
        </w:rPr>
        <w:t>Чл. 1</w:t>
      </w:r>
      <w:r w:rsidR="00A57F82" w:rsidRPr="0066063E">
        <w:rPr>
          <w:b/>
          <w:sz w:val="24"/>
          <w:szCs w:val="24"/>
        </w:rPr>
        <w:t>0</w:t>
      </w:r>
      <w:r w:rsidRPr="0066063E">
        <w:rPr>
          <w:b/>
          <w:sz w:val="24"/>
          <w:szCs w:val="24"/>
        </w:rPr>
        <w:t>. </w:t>
      </w:r>
      <w:r w:rsidR="00114216" w:rsidRPr="0066063E">
        <w:rPr>
          <w:sz w:val="24"/>
          <w:szCs w:val="24"/>
        </w:rPr>
        <w:t>Ежемесечн</w:t>
      </w:r>
      <w:r w:rsidR="00090B4B" w:rsidRPr="0066063E">
        <w:rPr>
          <w:sz w:val="24"/>
          <w:szCs w:val="24"/>
        </w:rPr>
        <w:t>о</w:t>
      </w:r>
      <w:r w:rsidR="00114216" w:rsidRPr="0066063E">
        <w:rPr>
          <w:sz w:val="24"/>
          <w:szCs w:val="24"/>
        </w:rPr>
        <w:t xml:space="preserve"> и на тримесечие</w:t>
      </w:r>
      <w:r w:rsidR="00114216" w:rsidRPr="0066063E">
        <w:rPr>
          <w:b/>
          <w:sz w:val="24"/>
          <w:szCs w:val="24"/>
        </w:rPr>
        <w:t xml:space="preserve"> </w:t>
      </w:r>
      <w:r w:rsidRPr="0066063E">
        <w:rPr>
          <w:sz w:val="24"/>
          <w:szCs w:val="24"/>
        </w:rPr>
        <w:t xml:space="preserve">Надзорният съвет на НЗОК </w:t>
      </w:r>
      <w:r w:rsidR="00114216" w:rsidRPr="0066063E">
        <w:rPr>
          <w:sz w:val="24"/>
          <w:szCs w:val="24"/>
        </w:rPr>
        <w:t xml:space="preserve">наблюдава, анализира и контролира изпълнението на здравноосигурителните плащания по чл.4, ал.1 </w:t>
      </w:r>
      <w:r w:rsidR="00090B4B" w:rsidRPr="0066063E">
        <w:rPr>
          <w:sz w:val="24"/>
          <w:szCs w:val="24"/>
        </w:rPr>
        <w:t>от ЗБНЗОК за 201</w:t>
      </w:r>
      <w:r w:rsidR="00122163" w:rsidRPr="0066063E">
        <w:rPr>
          <w:sz w:val="24"/>
          <w:szCs w:val="24"/>
        </w:rPr>
        <w:t>9</w:t>
      </w:r>
      <w:r w:rsidR="00090B4B" w:rsidRPr="0066063E">
        <w:rPr>
          <w:sz w:val="24"/>
          <w:szCs w:val="24"/>
        </w:rPr>
        <w:t xml:space="preserve"> г. </w:t>
      </w:r>
      <w:r w:rsidR="00A57F82" w:rsidRPr="0066063E">
        <w:rPr>
          <w:sz w:val="24"/>
          <w:szCs w:val="24"/>
        </w:rPr>
        <w:t>на ниво ЦУ на НЗОК и РЗОК</w:t>
      </w:r>
      <w:r w:rsidR="00090B4B" w:rsidRPr="0066063E">
        <w:rPr>
          <w:sz w:val="24"/>
          <w:szCs w:val="24"/>
        </w:rPr>
        <w:t>.</w:t>
      </w:r>
    </w:p>
    <w:p w:rsidR="00CE078A" w:rsidRPr="0066063E" w:rsidRDefault="00CE078A" w:rsidP="00B05BCB">
      <w:pPr>
        <w:spacing w:line="300" w:lineRule="atLeast"/>
        <w:ind w:firstLine="539"/>
        <w:jc w:val="both"/>
        <w:rPr>
          <w:sz w:val="24"/>
          <w:szCs w:val="24"/>
        </w:rPr>
      </w:pPr>
    </w:p>
    <w:p w:rsidR="00CE078A" w:rsidRPr="0066063E" w:rsidRDefault="00CE078A" w:rsidP="00CE078A">
      <w:pPr>
        <w:spacing w:line="300" w:lineRule="atLeast"/>
        <w:ind w:firstLine="539"/>
        <w:jc w:val="both"/>
        <w:rPr>
          <w:sz w:val="24"/>
          <w:szCs w:val="24"/>
        </w:rPr>
      </w:pPr>
      <w:r w:rsidRPr="0066063E">
        <w:rPr>
          <w:b/>
          <w:sz w:val="24"/>
          <w:szCs w:val="24"/>
        </w:rPr>
        <w:t>Чл. 11. </w:t>
      </w:r>
      <w:r w:rsidRPr="0066063E">
        <w:rPr>
          <w:sz w:val="24"/>
          <w:szCs w:val="24"/>
        </w:rPr>
        <w:t xml:space="preserve">Надзорният съвет на НЗОК утвърждава корекции по стойностите на разходите на РЗОК и на изпълнители на БМП в съответствие </w:t>
      </w:r>
      <w:r w:rsidR="00E32B1A" w:rsidRPr="0066063E">
        <w:rPr>
          <w:sz w:val="24"/>
          <w:szCs w:val="24"/>
        </w:rPr>
        <w:t>с</w:t>
      </w:r>
      <w:r w:rsidRPr="0066063E">
        <w:rPr>
          <w:sz w:val="24"/>
          <w:szCs w:val="24"/>
        </w:rPr>
        <w:t xml:space="preserve"> параметрите на национално ниво на изпълнението на здравноосигурителните плащания за БМП при прилагане на чл.358 от НРД </w:t>
      </w:r>
      <w:r w:rsidR="00CC44FA" w:rsidRPr="0066063E">
        <w:rPr>
          <w:sz w:val="24"/>
          <w:szCs w:val="24"/>
        </w:rPr>
        <w:t>за</w:t>
      </w:r>
      <w:r w:rsidRPr="0066063E">
        <w:rPr>
          <w:sz w:val="24"/>
          <w:szCs w:val="24"/>
        </w:rPr>
        <w:t xml:space="preserve"> 2018 г. </w:t>
      </w:r>
    </w:p>
    <w:p w:rsidR="00CC44FA" w:rsidRPr="0066063E" w:rsidRDefault="00CC44FA" w:rsidP="00CE078A">
      <w:pPr>
        <w:spacing w:line="300" w:lineRule="atLeast"/>
        <w:ind w:firstLine="539"/>
        <w:jc w:val="both"/>
        <w:rPr>
          <w:sz w:val="24"/>
          <w:szCs w:val="24"/>
        </w:rPr>
      </w:pPr>
    </w:p>
    <w:p w:rsidR="00CC44FA" w:rsidRPr="0066063E" w:rsidRDefault="00687E61" w:rsidP="00CE078A">
      <w:pPr>
        <w:spacing w:line="300" w:lineRule="atLeast"/>
        <w:ind w:firstLine="539"/>
        <w:jc w:val="both"/>
        <w:rPr>
          <w:sz w:val="24"/>
          <w:szCs w:val="24"/>
          <w:lang w:val="en-US"/>
        </w:rPr>
      </w:pPr>
      <w:r w:rsidRPr="0066063E">
        <w:rPr>
          <w:b/>
          <w:sz w:val="24"/>
          <w:szCs w:val="24"/>
        </w:rPr>
        <w:t>Чл. 12. </w:t>
      </w:r>
      <w:r w:rsidRPr="0066063E">
        <w:rPr>
          <w:sz w:val="24"/>
          <w:szCs w:val="24"/>
        </w:rPr>
        <w:t>(1) </w:t>
      </w:r>
      <w:r w:rsidR="00CC44FA" w:rsidRPr="0066063E">
        <w:rPr>
          <w:sz w:val="24"/>
          <w:szCs w:val="24"/>
        </w:rPr>
        <w:t>При наличие на неусвоени средства по бюджета на НЗОК за болнична медицинска помощ към 31</w:t>
      </w:r>
      <w:r w:rsidR="00590A72" w:rsidRPr="0066063E">
        <w:rPr>
          <w:sz w:val="24"/>
          <w:szCs w:val="24"/>
        </w:rPr>
        <w:t>.12.</w:t>
      </w:r>
      <w:r w:rsidR="00CC44FA" w:rsidRPr="0066063E">
        <w:rPr>
          <w:sz w:val="24"/>
          <w:szCs w:val="24"/>
        </w:rPr>
        <w:t xml:space="preserve">2019 г. същите могат да бъдат използвани за </w:t>
      </w:r>
      <w:r w:rsidR="00590A72" w:rsidRPr="0066063E">
        <w:rPr>
          <w:sz w:val="24"/>
          <w:szCs w:val="24"/>
        </w:rPr>
        <w:t xml:space="preserve">заплащане на </w:t>
      </w:r>
      <w:r w:rsidR="00F269D6" w:rsidRPr="0066063E">
        <w:rPr>
          <w:sz w:val="24"/>
          <w:szCs w:val="24"/>
        </w:rPr>
        <w:t>изпълнители на БМП</w:t>
      </w:r>
      <w:r w:rsidR="00E3644E" w:rsidRPr="0066063E">
        <w:rPr>
          <w:sz w:val="24"/>
          <w:szCs w:val="24"/>
        </w:rPr>
        <w:t>,</w:t>
      </w:r>
      <w:r w:rsidR="00CC44FA" w:rsidRPr="0066063E">
        <w:rPr>
          <w:sz w:val="24"/>
          <w:szCs w:val="24"/>
        </w:rPr>
        <w:t xml:space="preserve"> </w:t>
      </w:r>
      <w:r w:rsidR="00F269D6" w:rsidRPr="0066063E">
        <w:rPr>
          <w:sz w:val="24"/>
          <w:szCs w:val="24"/>
        </w:rPr>
        <w:t>по сключените договори</w:t>
      </w:r>
      <w:r w:rsidR="00590A72" w:rsidRPr="0066063E">
        <w:rPr>
          <w:sz w:val="24"/>
          <w:szCs w:val="24"/>
        </w:rPr>
        <w:t>, за извършена дейност през м. декември 2019 г</w:t>
      </w:r>
      <w:r w:rsidR="00F22723" w:rsidRPr="0066063E">
        <w:rPr>
          <w:sz w:val="24"/>
          <w:szCs w:val="24"/>
        </w:rPr>
        <w:t>.</w:t>
      </w:r>
    </w:p>
    <w:p w:rsidR="00687E61" w:rsidRPr="0066063E" w:rsidRDefault="00687E61" w:rsidP="00687E61">
      <w:pPr>
        <w:spacing w:line="300" w:lineRule="atLeast"/>
        <w:ind w:firstLine="539"/>
        <w:jc w:val="both"/>
        <w:rPr>
          <w:sz w:val="24"/>
          <w:szCs w:val="24"/>
        </w:rPr>
      </w:pPr>
      <w:r w:rsidRPr="0066063E">
        <w:rPr>
          <w:sz w:val="24"/>
          <w:szCs w:val="24"/>
        </w:rPr>
        <w:t xml:space="preserve">(2) За прилагане на ал.1 Надзорният съвет на НЗОК утвърждава корекции по стойностите на разходите на РЗОК и на изпълнители на БМП. </w:t>
      </w:r>
    </w:p>
    <w:p w:rsidR="00CE078A" w:rsidRPr="0066063E" w:rsidRDefault="00CE078A" w:rsidP="00B05BCB">
      <w:pPr>
        <w:spacing w:line="300" w:lineRule="atLeast"/>
        <w:ind w:firstLine="539"/>
        <w:jc w:val="both"/>
        <w:rPr>
          <w:sz w:val="24"/>
          <w:szCs w:val="24"/>
        </w:rPr>
      </w:pPr>
    </w:p>
    <w:bookmarkEnd w:id="0"/>
    <w:p w:rsidR="007315C5" w:rsidRPr="002408BE" w:rsidRDefault="007315C5" w:rsidP="00B05BCB">
      <w:pPr>
        <w:spacing w:line="300" w:lineRule="atLeast"/>
        <w:ind w:firstLine="539"/>
        <w:jc w:val="both"/>
        <w:rPr>
          <w:sz w:val="24"/>
          <w:szCs w:val="24"/>
        </w:rPr>
      </w:pPr>
    </w:p>
    <w:p w:rsidR="00110616" w:rsidRPr="002B51BB" w:rsidRDefault="00A14C05" w:rsidP="007D3107">
      <w:pPr>
        <w:keepNext/>
        <w:spacing w:line="300" w:lineRule="atLeast"/>
        <w:ind w:firstLine="539"/>
        <w:jc w:val="center"/>
        <w:rPr>
          <w:b/>
          <w:sz w:val="24"/>
          <w:szCs w:val="24"/>
        </w:rPr>
      </w:pPr>
      <w:r w:rsidRPr="002B51BB">
        <w:rPr>
          <w:b/>
          <w:sz w:val="24"/>
          <w:szCs w:val="24"/>
        </w:rPr>
        <w:t xml:space="preserve">ДОПЪЛНИТЕЛНА </w:t>
      </w:r>
      <w:r w:rsidR="00110616" w:rsidRPr="002B51BB">
        <w:rPr>
          <w:b/>
          <w:sz w:val="24"/>
          <w:szCs w:val="24"/>
        </w:rPr>
        <w:t>РАЗПОРЕДБА</w:t>
      </w:r>
    </w:p>
    <w:p w:rsidR="00236989" w:rsidRPr="002B51BB" w:rsidRDefault="00236989" w:rsidP="007D3107">
      <w:pPr>
        <w:spacing w:line="300" w:lineRule="atLeast"/>
        <w:ind w:firstLine="539"/>
        <w:jc w:val="both"/>
        <w:rPr>
          <w:b/>
          <w:sz w:val="24"/>
          <w:szCs w:val="24"/>
        </w:rPr>
      </w:pPr>
    </w:p>
    <w:p w:rsidR="00110616" w:rsidRPr="002B51BB" w:rsidRDefault="00110616" w:rsidP="007D3107">
      <w:pPr>
        <w:spacing w:line="300" w:lineRule="atLeast"/>
        <w:ind w:firstLine="539"/>
        <w:jc w:val="both"/>
        <w:rPr>
          <w:sz w:val="24"/>
          <w:szCs w:val="24"/>
        </w:rPr>
      </w:pPr>
      <w:r w:rsidRPr="002B51BB">
        <w:rPr>
          <w:b/>
          <w:sz w:val="24"/>
          <w:szCs w:val="24"/>
        </w:rPr>
        <w:t>§ 1.</w:t>
      </w:r>
      <w:r w:rsidRPr="002B51BB">
        <w:rPr>
          <w:sz w:val="24"/>
          <w:szCs w:val="24"/>
        </w:rPr>
        <w:t> По смисъла на настоящите правила „болнична медицинска помощ“ включва:</w:t>
      </w:r>
    </w:p>
    <w:p w:rsidR="00110616" w:rsidRPr="002B51BB" w:rsidRDefault="00110616" w:rsidP="007D3107">
      <w:pPr>
        <w:spacing w:line="300" w:lineRule="atLeast"/>
        <w:ind w:firstLine="539"/>
        <w:jc w:val="both"/>
        <w:rPr>
          <w:rFonts w:asciiTheme="majorBidi" w:hAnsiTheme="majorBidi" w:cstheme="majorBidi"/>
          <w:sz w:val="24"/>
          <w:szCs w:val="24"/>
        </w:rPr>
      </w:pPr>
      <w:r w:rsidRPr="002B51BB">
        <w:rPr>
          <w:sz w:val="24"/>
          <w:szCs w:val="24"/>
        </w:rPr>
        <w:t>1.</w:t>
      </w:r>
      <w:r w:rsidR="002E3EF3" w:rsidRPr="002B51BB">
        <w:rPr>
          <w:sz w:val="24"/>
          <w:szCs w:val="24"/>
        </w:rPr>
        <w:t> </w:t>
      </w:r>
      <w:r w:rsidRPr="002B51BB">
        <w:rPr>
          <w:sz w:val="24"/>
          <w:szCs w:val="24"/>
        </w:rPr>
        <w:t>дейности по клинични пътеки (КП), клинични процедури (</w:t>
      </w:r>
      <w:proofErr w:type="spellStart"/>
      <w:r w:rsidRPr="002B51BB">
        <w:rPr>
          <w:sz w:val="24"/>
          <w:szCs w:val="24"/>
        </w:rPr>
        <w:t>КПр</w:t>
      </w:r>
      <w:proofErr w:type="spellEnd"/>
      <w:r w:rsidRPr="002B51BB">
        <w:rPr>
          <w:sz w:val="24"/>
          <w:szCs w:val="24"/>
        </w:rPr>
        <w:t>), амбулаторни процедури (</w:t>
      </w:r>
      <w:proofErr w:type="spellStart"/>
      <w:r w:rsidRPr="002B51BB">
        <w:rPr>
          <w:sz w:val="24"/>
          <w:szCs w:val="24"/>
        </w:rPr>
        <w:t>АПр</w:t>
      </w:r>
      <w:proofErr w:type="spellEnd"/>
      <w:r w:rsidRPr="002B51BB">
        <w:rPr>
          <w:sz w:val="24"/>
          <w:szCs w:val="24"/>
        </w:rPr>
        <w:t xml:space="preserve">), </w:t>
      </w:r>
      <w:r w:rsidRPr="002B51BB">
        <w:rPr>
          <w:rFonts w:asciiTheme="majorBidi" w:hAnsiTheme="majorBidi" w:cstheme="majorBidi"/>
          <w:sz w:val="24"/>
          <w:szCs w:val="24"/>
        </w:rPr>
        <w:t>посочени в приложения №№ 7, 8, 9, 10, 11 и 12 към чл.1, ал.1 и ал.2, чл.2 и чл.3 и чл.4 от</w:t>
      </w:r>
      <w:r w:rsidR="00F81282" w:rsidRPr="002B51BB">
        <w:rPr>
          <w:rFonts w:asciiTheme="majorBidi" w:hAnsiTheme="majorBidi" w:cstheme="majorBidi"/>
          <w:sz w:val="24"/>
          <w:szCs w:val="24"/>
        </w:rPr>
        <w:t xml:space="preserve"> </w:t>
      </w:r>
      <w:r w:rsidRPr="002B51BB">
        <w:rPr>
          <w:rFonts w:asciiTheme="majorBidi" w:hAnsiTheme="majorBidi" w:cstheme="majorBidi"/>
          <w:sz w:val="24"/>
          <w:szCs w:val="24"/>
        </w:rPr>
        <w:t xml:space="preserve">Наредба № </w:t>
      </w:r>
      <w:r w:rsidR="00107323" w:rsidRPr="002B51BB">
        <w:rPr>
          <w:rFonts w:asciiTheme="majorBidi" w:hAnsiTheme="majorBidi" w:cstheme="majorBidi"/>
          <w:sz w:val="24"/>
          <w:szCs w:val="24"/>
        </w:rPr>
        <w:t>3</w:t>
      </w:r>
      <w:r w:rsidRPr="002B51BB">
        <w:rPr>
          <w:rFonts w:asciiTheme="majorBidi" w:hAnsiTheme="majorBidi" w:cstheme="majorBidi"/>
          <w:sz w:val="24"/>
          <w:szCs w:val="24"/>
        </w:rPr>
        <w:t xml:space="preserve"> от 201</w:t>
      </w:r>
      <w:r w:rsidR="00107323" w:rsidRPr="002B51BB">
        <w:rPr>
          <w:rFonts w:asciiTheme="majorBidi" w:hAnsiTheme="majorBidi" w:cstheme="majorBidi"/>
          <w:sz w:val="24"/>
          <w:szCs w:val="24"/>
        </w:rPr>
        <w:t>8</w:t>
      </w:r>
      <w:r w:rsidRPr="002B51BB">
        <w:rPr>
          <w:rFonts w:asciiTheme="majorBidi" w:hAnsiTheme="majorBidi" w:cstheme="majorBidi"/>
          <w:sz w:val="24"/>
          <w:szCs w:val="24"/>
        </w:rPr>
        <w:t xml:space="preserve"> г. за определяне </w:t>
      </w:r>
      <w:r w:rsidR="00107323" w:rsidRPr="002B51BB">
        <w:rPr>
          <w:rFonts w:asciiTheme="majorBidi" w:hAnsiTheme="majorBidi" w:cstheme="majorBidi"/>
          <w:sz w:val="24"/>
          <w:szCs w:val="24"/>
        </w:rPr>
        <w:t xml:space="preserve">на пакета от здравни дейности, гарантиран от бюджета на </w:t>
      </w:r>
      <w:r w:rsidR="00F81282" w:rsidRPr="002B51BB">
        <w:rPr>
          <w:rFonts w:asciiTheme="majorBidi" w:hAnsiTheme="majorBidi" w:cstheme="majorBidi"/>
          <w:sz w:val="24"/>
          <w:szCs w:val="24"/>
        </w:rPr>
        <w:t>НЗОК</w:t>
      </w:r>
      <w:r w:rsidRPr="002B51BB">
        <w:rPr>
          <w:rFonts w:asciiTheme="majorBidi" w:hAnsiTheme="majorBidi" w:cstheme="majorBidi"/>
          <w:sz w:val="24"/>
          <w:szCs w:val="24"/>
        </w:rPr>
        <w:t>;</w:t>
      </w:r>
    </w:p>
    <w:p w:rsidR="00110616" w:rsidRPr="002B51BB" w:rsidRDefault="00110616" w:rsidP="007D3107">
      <w:pPr>
        <w:spacing w:line="300" w:lineRule="atLeast"/>
        <w:ind w:firstLine="539"/>
        <w:jc w:val="both"/>
        <w:rPr>
          <w:sz w:val="24"/>
          <w:szCs w:val="24"/>
        </w:rPr>
      </w:pPr>
      <w:r w:rsidRPr="002B51BB">
        <w:rPr>
          <w:sz w:val="24"/>
          <w:szCs w:val="24"/>
        </w:rPr>
        <w:t>2.</w:t>
      </w:r>
      <w:r w:rsidR="002E3EF3" w:rsidRPr="002B51BB">
        <w:rPr>
          <w:sz w:val="24"/>
          <w:szCs w:val="24"/>
        </w:rPr>
        <w:t> </w:t>
      </w:r>
      <w:r w:rsidRPr="002B51BB">
        <w:rPr>
          <w:sz w:val="24"/>
          <w:szCs w:val="24"/>
        </w:rPr>
        <w:t>медицински изделия по „Списък с медицински изделия, които НЗОК заплаща в условията на болничната медицинска помощ“, съгласно чл.13, ал.2, т.2 от Наредба 10 от 2009 г.;</w:t>
      </w:r>
    </w:p>
    <w:p w:rsidR="00110616" w:rsidRPr="002B51BB" w:rsidRDefault="00110616" w:rsidP="007D3107">
      <w:pPr>
        <w:spacing w:line="300" w:lineRule="atLeast"/>
        <w:ind w:firstLine="539"/>
        <w:jc w:val="both"/>
        <w:rPr>
          <w:sz w:val="24"/>
          <w:szCs w:val="24"/>
        </w:rPr>
      </w:pPr>
      <w:r w:rsidRPr="002B51BB">
        <w:rPr>
          <w:sz w:val="24"/>
          <w:szCs w:val="24"/>
        </w:rPr>
        <w:t>3.</w:t>
      </w:r>
      <w:r w:rsidR="002E3EF3" w:rsidRPr="002B51BB">
        <w:rPr>
          <w:sz w:val="24"/>
          <w:szCs w:val="24"/>
        </w:rPr>
        <w:t> </w:t>
      </w:r>
      <w:r w:rsidR="00122163" w:rsidRPr="002B51BB">
        <w:rPr>
          <w:sz w:val="24"/>
          <w:szCs w:val="24"/>
        </w:rPr>
        <w:t xml:space="preserve">лекарствени продукти за лечение на злокачествени заболявания и лекарствени продукти при </w:t>
      </w:r>
      <w:proofErr w:type="spellStart"/>
      <w:r w:rsidR="00122163" w:rsidRPr="002B51BB">
        <w:rPr>
          <w:sz w:val="24"/>
          <w:szCs w:val="24"/>
        </w:rPr>
        <w:t>животозастрашаващи</w:t>
      </w:r>
      <w:proofErr w:type="spellEnd"/>
      <w:r w:rsidR="00122163" w:rsidRPr="002B51BB">
        <w:rPr>
          <w:sz w:val="24"/>
          <w:szCs w:val="24"/>
        </w:rPr>
        <w:t xml:space="preserve"> кръвоизливи и спешни оперативни и инвазивни интервенции при пациенти с вродени </w:t>
      </w:r>
      <w:proofErr w:type="spellStart"/>
      <w:r w:rsidR="00122163" w:rsidRPr="002B51BB">
        <w:rPr>
          <w:sz w:val="24"/>
          <w:szCs w:val="24"/>
        </w:rPr>
        <w:t>коагулопатии</w:t>
      </w:r>
      <w:proofErr w:type="spellEnd"/>
      <w:r w:rsidR="00122163" w:rsidRPr="002B51BB">
        <w:rPr>
          <w:sz w:val="24"/>
          <w:szCs w:val="24"/>
        </w:rPr>
        <w:t xml:space="preserve"> в условията на БМП, които се заплащат извън цената на определените КП или </w:t>
      </w:r>
      <w:proofErr w:type="spellStart"/>
      <w:r w:rsidR="00122163" w:rsidRPr="002B51BB">
        <w:rPr>
          <w:sz w:val="24"/>
          <w:szCs w:val="24"/>
        </w:rPr>
        <w:t>АПр</w:t>
      </w:r>
      <w:proofErr w:type="spellEnd"/>
      <w:r w:rsidR="00122163" w:rsidRPr="002B51BB">
        <w:rPr>
          <w:sz w:val="24"/>
          <w:szCs w:val="24"/>
        </w:rPr>
        <w:t xml:space="preserve"> и са включени в лечебно-диагностичния алгоритъм на същите</w:t>
      </w:r>
      <w:r w:rsidRPr="002B51BB">
        <w:rPr>
          <w:sz w:val="24"/>
          <w:szCs w:val="24"/>
        </w:rPr>
        <w:t>.</w:t>
      </w:r>
    </w:p>
    <w:p w:rsidR="00110616" w:rsidRPr="002B51BB" w:rsidRDefault="00110616" w:rsidP="007D3107">
      <w:pPr>
        <w:spacing w:line="300" w:lineRule="atLeast"/>
        <w:jc w:val="center"/>
        <w:rPr>
          <w:b/>
          <w:sz w:val="24"/>
          <w:szCs w:val="24"/>
        </w:rPr>
      </w:pPr>
    </w:p>
    <w:p w:rsidR="00971395" w:rsidRPr="002B51BB" w:rsidRDefault="00971395" w:rsidP="007D3107">
      <w:pPr>
        <w:spacing w:line="300" w:lineRule="atLeast"/>
        <w:jc w:val="center"/>
        <w:rPr>
          <w:b/>
          <w:sz w:val="24"/>
          <w:szCs w:val="24"/>
        </w:rPr>
      </w:pPr>
    </w:p>
    <w:p w:rsidR="00110616" w:rsidRPr="002B51BB" w:rsidRDefault="00A14C05" w:rsidP="007D3107">
      <w:pPr>
        <w:keepNext/>
        <w:spacing w:line="300" w:lineRule="atLeast"/>
        <w:ind w:firstLine="539"/>
        <w:jc w:val="center"/>
        <w:rPr>
          <w:b/>
          <w:sz w:val="24"/>
          <w:szCs w:val="24"/>
        </w:rPr>
      </w:pPr>
      <w:r w:rsidRPr="002B51BB">
        <w:rPr>
          <w:b/>
          <w:sz w:val="24"/>
          <w:szCs w:val="24"/>
        </w:rPr>
        <w:lastRenderedPageBreak/>
        <w:t xml:space="preserve">ПРЕХОДНИ И </w:t>
      </w:r>
      <w:r w:rsidR="00110616" w:rsidRPr="002B51BB">
        <w:rPr>
          <w:b/>
          <w:sz w:val="24"/>
          <w:szCs w:val="24"/>
        </w:rPr>
        <w:t>ЗАКЛЮЧИТЕЛНИ РАЗПОРЕДБИ</w:t>
      </w:r>
    </w:p>
    <w:p w:rsidR="00236989" w:rsidRPr="002B51BB" w:rsidRDefault="00236989" w:rsidP="007D3107">
      <w:pPr>
        <w:keepNext/>
        <w:spacing w:line="300" w:lineRule="atLeast"/>
        <w:ind w:firstLine="539"/>
        <w:jc w:val="center"/>
        <w:rPr>
          <w:b/>
          <w:sz w:val="24"/>
          <w:szCs w:val="24"/>
        </w:rPr>
      </w:pPr>
    </w:p>
    <w:p w:rsidR="00110616" w:rsidRPr="00325992" w:rsidRDefault="00110616" w:rsidP="007D3107">
      <w:pPr>
        <w:spacing w:line="300" w:lineRule="atLeast"/>
        <w:ind w:firstLine="539"/>
        <w:jc w:val="both"/>
        <w:rPr>
          <w:sz w:val="24"/>
          <w:szCs w:val="24"/>
        </w:rPr>
      </w:pPr>
      <w:r w:rsidRPr="002B51BB">
        <w:rPr>
          <w:b/>
          <w:sz w:val="24"/>
          <w:szCs w:val="24"/>
        </w:rPr>
        <w:t>§ 2.</w:t>
      </w:r>
      <w:r w:rsidRPr="002B51BB">
        <w:rPr>
          <w:sz w:val="24"/>
          <w:szCs w:val="24"/>
        </w:rPr>
        <w:t> Настоящите правила са приети от Надзорния съвет на НЗОК</w:t>
      </w:r>
      <w:r w:rsidR="0059525D" w:rsidRPr="002B51BB">
        <w:rPr>
          <w:sz w:val="24"/>
          <w:szCs w:val="24"/>
        </w:rPr>
        <w:t xml:space="preserve"> с решение № РД-НС-04-</w:t>
      </w:r>
      <w:r w:rsidR="00B5173B">
        <w:rPr>
          <w:sz w:val="24"/>
          <w:szCs w:val="24"/>
        </w:rPr>
        <w:t>7</w:t>
      </w:r>
      <w:r w:rsidR="0059525D" w:rsidRPr="002B51BB">
        <w:rPr>
          <w:sz w:val="24"/>
          <w:szCs w:val="24"/>
        </w:rPr>
        <w:t xml:space="preserve"> от </w:t>
      </w:r>
      <w:r w:rsidR="00B5173B">
        <w:rPr>
          <w:sz w:val="24"/>
          <w:szCs w:val="24"/>
        </w:rPr>
        <w:t>04.</w:t>
      </w:r>
      <w:r w:rsidR="0059525D" w:rsidRPr="002B51BB">
        <w:rPr>
          <w:sz w:val="24"/>
          <w:szCs w:val="24"/>
        </w:rPr>
        <w:t>0</w:t>
      </w:r>
      <w:r w:rsidR="00B5173B">
        <w:rPr>
          <w:sz w:val="24"/>
          <w:szCs w:val="24"/>
        </w:rPr>
        <w:t>2</w:t>
      </w:r>
      <w:r w:rsidR="0059525D" w:rsidRPr="002B51BB">
        <w:rPr>
          <w:sz w:val="24"/>
          <w:szCs w:val="24"/>
        </w:rPr>
        <w:t>.2019 г.,</w:t>
      </w:r>
      <w:r w:rsidRPr="002B51BB">
        <w:rPr>
          <w:sz w:val="24"/>
          <w:szCs w:val="24"/>
        </w:rPr>
        <w:t xml:space="preserve"> </w:t>
      </w:r>
      <w:r w:rsidR="0019135D" w:rsidRPr="002B51BB">
        <w:rPr>
          <w:sz w:val="24"/>
          <w:szCs w:val="24"/>
        </w:rPr>
        <w:t xml:space="preserve">на основание чл.4, ал.4 </w:t>
      </w:r>
      <w:r w:rsidRPr="002B51BB">
        <w:rPr>
          <w:sz w:val="24"/>
          <w:szCs w:val="24"/>
        </w:rPr>
        <w:t>от ЗБНЗОК за 201</w:t>
      </w:r>
      <w:r w:rsidR="00122163" w:rsidRPr="002B51BB">
        <w:rPr>
          <w:sz w:val="24"/>
          <w:szCs w:val="24"/>
        </w:rPr>
        <w:t>9</w:t>
      </w:r>
      <w:r w:rsidR="002C0C0C" w:rsidRPr="002B51BB">
        <w:rPr>
          <w:sz w:val="24"/>
          <w:szCs w:val="24"/>
        </w:rPr>
        <w:t xml:space="preserve"> г.</w:t>
      </w:r>
      <w:r w:rsidR="00B86C29" w:rsidRPr="002B51BB">
        <w:rPr>
          <w:sz w:val="24"/>
          <w:szCs w:val="24"/>
        </w:rPr>
        <w:t xml:space="preserve"> и</w:t>
      </w:r>
      <w:r w:rsidRPr="002B51BB">
        <w:rPr>
          <w:sz w:val="24"/>
          <w:szCs w:val="24"/>
        </w:rPr>
        <w:t xml:space="preserve"> влизат в сила от </w:t>
      </w:r>
      <w:r w:rsidR="002C0C0C" w:rsidRPr="002B51BB">
        <w:rPr>
          <w:sz w:val="24"/>
          <w:szCs w:val="24"/>
        </w:rPr>
        <w:t>01.</w:t>
      </w:r>
      <w:proofErr w:type="spellStart"/>
      <w:r w:rsidR="007C2CF2" w:rsidRPr="002B51BB">
        <w:rPr>
          <w:sz w:val="24"/>
          <w:szCs w:val="24"/>
        </w:rPr>
        <w:t>0</w:t>
      </w:r>
      <w:r w:rsidR="00B86C29" w:rsidRPr="002B51BB">
        <w:rPr>
          <w:sz w:val="24"/>
          <w:szCs w:val="24"/>
        </w:rPr>
        <w:t>1</w:t>
      </w:r>
      <w:proofErr w:type="spellEnd"/>
      <w:r w:rsidR="002C0C0C" w:rsidRPr="002B51BB">
        <w:rPr>
          <w:sz w:val="24"/>
          <w:szCs w:val="24"/>
        </w:rPr>
        <w:t>.</w:t>
      </w:r>
      <w:r w:rsidR="002C0C0C" w:rsidRPr="00325992">
        <w:rPr>
          <w:sz w:val="24"/>
          <w:szCs w:val="24"/>
        </w:rPr>
        <w:t>201</w:t>
      </w:r>
      <w:r w:rsidR="00122163" w:rsidRPr="00325992">
        <w:rPr>
          <w:sz w:val="24"/>
          <w:szCs w:val="24"/>
        </w:rPr>
        <w:t>9</w:t>
      </w:r>
      <w:r w:rsidR="002C0C0C" w:rsidRPr="00325992">
        <w:rPr>
          <w:sz w:val="24"/>
          <w:szCs w:val="24"/>
        </w:rPr>
        <w:t xml:space="preserve"> г</w:t>
      </w:r>
      <w:r w:rsidRPr="00325992">
        <w:rPr>
          <w:sz w:val="24"/>
          <w:szCs w:val="24"/>
        </w:rPr>
        <w:t>.</w:t>
      </w:r>
      <w:r w:rsidR="00E45240" w:rsidRPr="00325992">
        <w:rPr>
          <w:sz w:val="24"/>
          <w:szCs w:val="24"/>
        </w:rPr>
        <w:t>, изменени с решение № РД-НС-04-</w:t>
      </w:r>
      <w:r w:rsidR="00AD5766" w:rsidRPr="00325992">
        <w:rPr>
          <w:sz w:val="24"/>
          <w:szCs w:val="24"/>
        </w:rPr>
        <w:t>12</w:t>
      </w:r>
      <w:r w:rsidR="00E45240" w:rsidRPr="00325992">
        <w:rPr>
          <w:sz w:val="24"/>
          <w:szCs w:val="24"/>
        </w:rPr>
        <w:t xml:space="preserve"> от 15.02.2019 г., в сила от 01.</w:t>
      </w:r>
      <w:proofErr w:type="spellStart"/>
      <w:r w:rsidR="00E45240" w:rsidRPr="00325992">
        <w:rPr>
          <w:sz w:val="24"/>
          <w:szCs w:val="24"/>
        </w:rPr>
        <w:t>01</w:t>
      </w:r>
      <w:proofErr w:type="spellEnd"/>
      <w:r w:rsidR="00E45240" w:rsidRPr="00325992">
        <w:rPr>
          <w:sz w:val="24"/>
          <w:szCs w:val="24"/>
        </w:rPr>
        <w:t>.2019 г.</w:t>
      </w:r>
      <w:r w:rsidR="00255E2B" w:rsidRPr="00325992">
        <w:rPr>
          <w:sz w:val="24"/>
          <w:szCs w:val="24"/>
        </w:rPr>
        <w:t>, изменени и допълнени с решение № РД-НС-04-</w:t>
      </w:r>
      <w:r w:rsidR="00325992" w:rsidRPr="00325992">
        <w:rPr>
          <w:sz w:val="24"/>
          <w:szCs w:val="24"/>
        </w:rPr>
        <w:t>17</w:t>
      </w:r>
      <w:r w:rsidR="00255E2B" w:rsidRPr="00325992">
        <w:rPr>
          <w:sz w:val="24"/>
          <w:szCs w:val="24"/>
        </w:rPr>
        <w:t xml:space="preserve"> от 11.03.2019 г., в сила за дейност от 01.03.2019 г.</w:t>
      </w:r>
      <w:r w:rsidR="007315C5" w:rsidRPr="00325992">
        <w:rPr>
          <w:sz w:val="24"/>
          <w:szCs w:val="24"/>
        </w:rPr>
        <w:t xml:space="preserve">, </w:t>
      </w:r>
      <w:r w:rsidR="007315C5" w:rsidRPr="007315C5">
        <w:rPr>
          <w:color w:val="943634" w:themeColor="accent2" w:themeShade="BF"/>
          <w:sz w:val="24"/>
          <w:szCs w:val="24"/>
        </w:rPr>
        <w:t>изменени и допълнени с решение № РД-НС-04- от 23.10.2019 г., в сила от 01.10.2019 г.</w:t>
      </w:r>
    </w:p>
    <w:p w:rsidR="00A218C6" w:rsidRPr="00325992" w:rsidRDefault="00A218C6" w:rsidP="007D3107">
      <w:pPr>
        <w:spacing w:line="300" w:lineRule="atLeast"/>
        <w:ind w:firstLine="539"/>
        <w:jc w:val="both"/>
        <w:rPr>
          <w:sz w:val="24"/>
          <w:szCs w:val="24"/>
        </w:rPr>
      </w:pPr>
    </w:p>
    <w:p w:rsidR="00A218C6" w:rsidRPr="007F401F" w:rsidRDefault="00A218C6" w:rsidP="00A218C6">
      <w:pPr>
        <w:ind w:firstLine="539"/>
        <w:jc w:val="both"/>
        <w:rPr>
          <w:sz w:val="24"/>
          <w:szCs w:val="24"/>
        </w:rPr>
      </w:pPr>
      <w:r w:rsidRPr="007F401F">
        <w:rPr>
          <w:b/>
          <w:sz w:val="24"/>
          <w:szCs w:val="24"/>
        </w:rPr>
        <w:t>§ 3</w:t>
      </w:r>
      <w:r w:rsidRPr="007F401F">
        <w:rPr>
          <w:sz w:val="24"/>
          <w:szCs w:val="24"/>
        </w:rPr>
        <w:t>. До подписване на допълнителни споразумения по реда на Договор № РД-НС-01-1-2/27.12.2018 г. за изменение и допълнение на Национален рамков договор за медицинските дейности между НЗОК и БЛС за 2018 г. към действащите индивидуални договори за 2018 г. с изпълнителите на болнична медицинска помощ се сключват допълнителни споразумения за определяне стойностите за закупуване на дейностите в болничната медицинска помощ през 2019 г. съгласно Закона за бюджета на НЗОК за 2019</w:t>
      </w:r>
      <w:r w:rsidR="00B5173B">
        <w:rPr>
          <w:sz w:val="24"/>
          <w:szCs w:val="24"/>
        </w:rPr>
        <w:t> </w:t>
      </w:r>
      <w:r w:rsidRPr="007F401F">
        <w:rPr>
          <w:sz w:val="24"/>
          <w:szCs w:val="24"/>
        </w:rPr>
        <w:t>г. и тези Правила.</w:t>
      </w:r>
    </w:p>
    <w:p w:rsidR="00A218C6" w:rsidRPr="002B51BB" w:rsidRDefault="00A218C6" w:rsidP="007D3107">
      <w:pPr>
        <w:spacing w:line="300" w:lineRule="atLeast"/>
        <w:ind w:firstLine="539"/>
        <w:jc w:val="both"/>
        <w:rPr>
          <w:sz w:val="24"/>
          <w:szCs w:val="24"/>
        </w:rPr>
      </w:pPr>
    </w:p>
    <w:p w:rsidR="008C276C" w:rsidRPr="00325992" w:rsidRDefault="001778B6" w:rsidP="007D3107">
      <w:pPr>
        <w:keepNext/>
        <w:spacing w:line="300" w:lineRule="atLeast"/>
        <w:ind w:firstLine="539"/>
        <w:jc w:val="both"/>
        <w:rPr>
          <w:sz w:val="24"/>
          <w:szCs w:val="24"/>
        </w:rPr>
      </w:pPr>
      <w:r w:rsidRPr="00325992">
        <w:rPr>
          <w:b/>
          <w:sz w:val="24"/>
          <w:szCs w:val="24"/>
        </w:rPr>
        <w:t>§ </w:t>
      </w:r>
      <w:r w:rsidR="00A218C6" w:rsidRPr="00325992">
        <w:rPr>
          <w:b/>
          <w:sz w:val="24"/>
          <w:szCs w:val="24"/>
        </w:rPr>
        <w:t>4</w:t>
      </w:r>
      <w:r w:rsidRPr="00325992">
        <w:rPr>
          <w:b/>
          <w:sz w:val="24"/>
          <w:szCs w:val="24"/>
        </w:rPr>
        <w:t xml:space="preserve">. </w:t>
      </w:r>
      <w:r w:rsidR="00110616" w:rsidRPr="00325992">
        <w:rPr>
          <w:sz w:val="24"/>
          <w:szCs w:val="24"/>
        </w:rPr>
        <w:t>Неразделна част от Правилата са:</w:t>
      </w:r>
    </w:p>
    <w:p w:rsidR="002544F0" w:rsidRPr="00325992" w:rsidRDefault="002544F0" w:rsidP="002544F0">
      <w:pPr>
        <w:spacing w:line="300" w:lineRule="atLeast"/>
        <w:ind w:firstLine="539"/>
        <w:jc w:val="both"/>
        <w:rPr>
          <w:rFonts w:eastAsia="Times New Roman"/>
          <w:sz w:val="24"/>
          <w:szCs w:val="24"/>
        </w:rPr>
      </w:pPr>
      <w:r w:rsidRPr="00325992">
        <w:rPr>
          <w:rFonts w:eastAsia="Times New Roman"/>
          <w:sz w:val="24"/>
          <w:szCs w:val="24"/>
        </w:rPr>
        <w:t xml:space="preserve">1. Приложение № 1 – „Дейности в БМП </w:t>
      </w:r>
      <w:r w:rsidR="006B7B5B" w:rsidRPr="00325992">
        <w:rPr>
          <w:rFonts w:eastAsia="Times New Roman"/>
          <w:sz w:val="24"/>
          <w:szCs w:val="24"/>
        </w:rPr>
        <w:t>–</w:t>
      </w:r>
      <w:r w:rsidRPr="00325992">
        <w:rPr>
          <w:rFonts w:eastAsia="Times New Roman"/>
          <w:sz w:val="24"/>
          <w:szCs w:val="24"/>
        </w:rPr>
        <w:t xml:space="preserve"> КП</w:t>
      </w:r>
      <w:r w:rsidR="006B7B5B" w:rsidRPr="00325992">
        <w:rPr>
          <w:rFonts w:eastAsia="Times New Roman"/>
          <w:sz w:val="24"/>
          <w:szCs w:val="24"/>
        </w:rPr>
        <w:t xml:space="preserve"> и</w:t>
      </w:r>
      <w:r w:rsidRPr="00325992">
        <w:rPr>
          <w:rFonts w:eastAsia="Times New Roman"/>
          <w:sz w:val="24"/>
          <w:szCs w:val="24"/>
        </w:rPr>
        <w:t xml:space="preserve"> </w:t>
      </w:r>
      <w:proofErr w:type="spellStart"/>
      <w:r w:rsidRPr="00325992">
        <w:rPr>
          <w:rFonts w:eastAsia="Times New Roman"/>
          <w:sz w:val="24"/>
          <w:szCs w:val="24"/>
        </w:rPr>
        <w:t>АПр</w:t>
      </w:r>
      <w:proofErr w:type="spellEnd"/>
      <w:r w:rsidRPr="00325992">
        <w:rPr>
          <w:rFonts w:eastAsia="Times New Roman"/>
          <w:sz w:val="24"/>
          <w:szCs w:val="24"/>
        </w:rPr>
        <w:t xml:space="preserve">, посочени в приложения №№ 7, 9 и 11 към чл.1 и чл.3 от Наредба № 3 от 2018 г., за </w:t>
      </w:r>
      <w:proofErr w:type="spellStart"/>
      <w:r w:rsidRPr="00325992">
        <w:rPr>
          <w:rFonts w:eastAsia="Times New Roman"/>
          <w:sz w:val="24"/>
          <w:szCs w:val="24"/>
        </w:rPr>
        <w:t>хемодиализа</w:t>
      </w:r>
      <w:proofErr w:type="spellEnd"/>
      <w:r w:rsidRPr="00325992">
        <w:rPr>
          <w:rFonts w:eastAsia="Times New Roman"/>
          <w:sz w:val="24"/>
          <w:szCs w:val="24"/>
        </w:rPr>
        <w:t>, за раждане и грижи за здрави новородени“;</w:t>
      </w:r>
    </w:p>
    <w:p w:rsidR="002544F0" w:rsidRPr="00325992" w:rsidRDefault="002544F0" w:rsidP="002544F0">
      <w:pPr>
        <w:spacing w:line="300" w:lineRule="atLeast"/>
        <w:ind w:firstLine="539"/>
        <w:jc w:val="both"/>
        <w:rPr>
          <w:rFonts w:eastAsia="Times New Roman"/>
          <w:sz w:val="24"/>
          <w:szCs w:val="24"/>
        </w:rPr>
      </w:pPr>
      <w:r w:rsidRPr="00325992">
        <w:rPr>
          <w:rFonts w:eastAsia="Times New Roman"/>
          <w:sz w:val="24"/>
          <w:szCs w:val="24"/>
        </w:rPr>
        <w:t xml:space="preserve">2. Приложение № 2 – „Дейности в БМП - КП, </w:t>
      </w:r>
      <w:proofErr w:type="spellStart"/>
      <w:r w:rsidRPr="00325992">
        <w:rPr>
          <w:rFonts w:eastAsia="Times New Roman"/>
          <w:sz w:val="24"/>
          <w:szCs w:val="24"/>
        </w:rPr>
        <w:t>КПр</w:t>
      </w:r>
      <w:proofErr w:type="spellEnd"/>
      <w:r w:rsidRPr="00325992">
        <w:rPr>
          <w:rFonts w:eastAsia="Times New Roman"/>
          <w:sz w:val="24"/>
          <w:szCs w:val="24"/>
        </w:rPr>
        <w:t xml:space="preserve">, </w:t>
      </w:r>
      <w:proofErr w:type="spellStart"/>
      <w:r w:rsidRPr="00325992">
        <w:rPr>
          <w:rFonts w:eastAsia="Times New Roman"/>
          <w:sz w:val="24"/>
          <w:szCs w:val="24"/>
        </w:rPr>
        <w:t>АПр</w:t>
      </w:r>
      <w:proofErr w:type="spellEnd"/>
      <w:r w:rsidRPr="00325992">
        <w:rPr>
          <w:rFonts w:eastAsia="Times New Roman"/>
          <w:sz w:val="24"/>
          <w:szCs w:val="24"/>
        </w:rPr>
        <w:t>, посочени в приложения №№ 7, 8, 9, 10, 11 и 12 към чл.1, чл.2, чл.3 и чл.4 от  Наредба № 3 от 2018 г., (с изключение на дейности по приложение 1 и 3)“;</w:t>
      </w:r>
    </w:p>
    <w:p w:rsidR="002544F0" w:rsidRPr="00325992" w:rsidRDefault="002544F0" w:rsidP="002544F0">
      <w:pPr>
        <w:spacing w:line="300" w:lineRule="atLeast"/>
        <w:ind w:firstLine="539"/>
        <w:jc w:val="both"/>
        <w:rPr>
          <w:rFonts w:eastAsia="Times New Roman"/>
          <w:sz w:val="24"/>
          <w:szCs w:val="24"/>
        </w:rPr>
      </w:pPr>
      <w:r w:rsidRPr="00325992">
        <w:rPr>
          <w:rFonts w:eastAsia="Times New Roman"/>
          <w:sz w:val="24"/>
          <w:szCs w:val="24"/>
        </w:rPr>
        <w:t xml:space="preserve">3. Приложение № 3 – „Дейности в БМП - </w:t>
      </w:r>
      <w:proofErr w:type="spellStart"/>
      <w:r w:rsidRPr="00325992">
        <w:rPr>
          <w:rFonts w:eastAsia="Times New Roman"/>
          <w:sz w:val="24"/>
          <w:szCs w:val="24"/>
        </w:rPr>
        <w:t>АПр</w:t>
      </w:r>
      <w:proofErr w:type="spellEnd"/>
      <w:r w:rsidRPr="00325992">
        <w:rPr>
          <w:rFonts w:eastAsia="Times New Roman"/>
          <w:sz w:val="24"/>
          <w:szCs w:val="24"/>
        </w:rPr>
        <w:t xml:space="preserve">, посочени в приложение № 7 към чл.1 от Наредба № 3 от 2018 г., за </w:t>
      </w:r>
      <w:proofErr w:type="spellStart"/>
      <w:r w:rsidRPr="00325992">
        <w:rPr>
          <w:rFonts w:eastAsia="Times New Roman"/>
          <w:sz w:val="24"/>
          <w:szCs w:val="24"/>
        </w:rPr>
        <w:t>позитронно-емисионна</w:t>
      </w:r>
      <w:proofErr w:type="spellEnd"/>
      <w:r w:rsidRPr="00325992">
        <w:rPr>
          <w:rFonts w:eastAsia="Times New Roman"/>
          <w:sz w:val="24"/>
          <w:szCs w:val="24"/>
        </w:rPr>
        <w:t xml:space="preserve"> компютърна томография (РЕТ/СТ)“;</w:t>
      </w:r>
    </w:p>
    <w:p w:rsidR="002544F0" w:rsidRPr="00325992" w:rsidRDefault="002544F0" w:rsidP="002544F0">
      <w:pPr>
        <w:spacing w:line="300" w:lineRule="atLeast"/>
        <w:ind w:firstLine="539"/>
        <w:jc w:val="both"/>
        <w:rPr>
          <w:sz w:val="24"/>
          <w:szCs w:val="24"/>
        </w:rPr>
      </w:pPr>
      <w:r w:rsidRPr="00325992">
        <w:rPr>
          <w:sz w:val="24"/>
          <w:szCs w:val="24"/>
        </w:rPr>
        <w:t>4. Приложение 4 – „Предложение от РЗОК за корекции на месечни стойности в Приложение № 2 по договора с изпълнител на БМП“;</w:t>
      </w:r>
    </w:p>
    <w:p w:rsidR="002544F0" w:rsidRPr="00325992" w:rsidRDefault="002544F0" w:rsidP="002544F0">
      <w:pPr>
        <w:spacing w:line="360" w:lineRule="atLeast"/>
        <w:ind w:firstLine="567"/>
        <w:jc w:val="both"/>
        <w:rPr>
          <w:rFonts w:eastAsia="Times New Roman"/>
          <w:sz w:val="24"/>
          <w:szCs w:val="24"/>
        </w:rPr>
      </w:pPr>
      <w:r w:rsidRPr="00325992">
        <w:rPr>
          <w:sz w:val="24"/>
          <w:szCs w:val="24"/>
        </w:rPr>
        <w:t>5. Видът и формата на Приложение № 2 „Стойности за заплащане през 2019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на оказваните медицински услуги“ към индивидуалните договори с изпълнителите за извършване на БМП, по реда на НРД за 2018 г.</w:t>
      </w:r>
    </w:p>
    <w:p w:rsidR="00A218C6" w:rsidRPr="00325992" w:rsidRDefault="00A218C6" w:rsidP="002544F0">
      <w:pPr>
        <w:spacing w:line="300" w:lineRule="atLeast"/>
        <w:ind w:firstLine="539"/>
        <w:jc w:val="both"/>
        <w:rPr>
          <w:sz w:val="24"/>
          <w:szCs w:val="24"/>
        </w:rPr>
      </w:pPr>
    </w:p>
    <w:sectPr w:rsidR="00A218C6" w:rsidRPr="00325992" w:rsidSect="009B71F0">
      <w:footerReference w:type="even" r:id="rId10"/>
      <w:footerReference w:type="default" r:id="rId11"/>
      <w:headerReference w:type="first" r:id="rId12"/>
      <w:pgSz w:w="11906" w:h="16838" w:code="9"/>
      <w:pgMar w:top="1077"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E9C" w:rsidRDefault="00E61E9C">
      <w:r>
        <w:separator/>
      </w:r>
    </w:p>
  </w:endnote>
  <w:endnote w:type="continuationSeparator" w:id="0">
    <w:p w:rsidR="00E61E9C" w:rsidRDefault="00E6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rsidP="006378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83E" w:rsidRDefault="0086183E" w:rsidP="004726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720773"/>
      <w:docPartObj>
        <w:docPartGallery w:val="Page Numbers (Bottom of Page)"/>
        <w:docPartUnique/>
      </w:docPartObj>
    </w:sdtPr>
    <w:sdtEndPr>
      <w:rPr>
        <w:noProof/>
      </w:rPr>
    </w:sdtEndPr>
    <w:sdtContent>
      <w:p w:rsidR="000555D8" w:rsidRDefault="000555D8">
        <w:pPr>
          <w:pStyle w:val="Footer"/>
          <w:jc w:val="right"/>
        </w:pPr>
        <w:r>
          <w:fldChar w:fldCharType="begin"/>
        </w:r>
        <w:r>
          <w:instrText xml:space="preserve"> PAGE   \* MERGEFORMAT </w:instrText>
        </w:r>
        <w:r>
          <w:fldChar w:fldCharType="separate"/>
        </w:r>
        <w:r w:rsidR="0066063E">
          <w:rPr>
            <w:noProof/>
          </w:rPr>
          <w:t>2</w:t>
        </w:r>
        <w:r>
          <w:rPr>
            <w:noProof/>
          </w:rPr>
          <w:fldChar w:fldCharType="end"/>
        </w:r>
      </w:p>
    </w:sdtContent>
  </w:sdt>
  <w:p w:rsidR="0086183E" w:rsidRDefault="0086183E" w:rsidP="004726E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E9C" w:rsidRDefault="00E61E9C">
      <w:r>
        <w:separator/>
      </w:r>
    </w:p>
  </w:footnote>
  <w:footnote w:type="continuationSeparator" w:id="0">
    <w:p w:rsidR="00E61E9C" w:rsidRDefault="00E61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pPr>
      <w:pStyle w:val="Header"/>
    </w:pPr>
  </w:p>
  <w:p w:rsidR="0086183E" w:rsidRPr="00326E97" w:rsidRDefault="0086183E" w:rsidP="008F78E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7320"/>
    <w:multiLevelType w:val="hybridMultilevel"/>
    <w:tmpl w:val="EA66D1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AB15E07"/>
    <w:multiLevelType w:val="hybridMultilevel"/>
    <w:tmpl w:val="942CECD6"/>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F73B92"/>
    <w:multiLevelType w:val="multilevel"/>
    <w:tmpl w:val="A29478BA"/>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
    <w:nsid w:val="16015626"/>
    <w:multiLevelType w:val="hybridMultilevel"/>
    <w:tmpl w:val="8CCE52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207B3752"/>
    <w:multiLevelType w:val="hybridMultilevel"/>
    <w:tmpl w:val="1BF4BA74"/>
    <w:lvl w:ilvl="0" w:tplc="BBB81468">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5">
    <w:nsid w:val="2DCB064B"/>
    <w:multiLevelType w:val="hybridMultilevel"/>
    <w:tmpl w:val="185A9694"/>
    <w:lvl w:ilvl="0" w:tplc="0E6CC702">
      <w:start w:val="4"/>
      <w:numFmt w:val="decimal"/>
      <w:lvlText w:val="%1."/>
      <w:lvlJc w:val="left"/>
      <w:pPr>
        <w:tabs>
          <w:tab w:val="num" w:pos="405"/>
        </w:tabs>
        <w:ind w:left="405" w:hanging="360"/>
      </w:pPr>
      <w:rPr>
        <w:rFonts w:hint="default"/>
      </w:rPr>
    </w:lvl>
    <w:lvl w:ilvl="1" w:tplc="04020019" w:tentative="1">
      <w:start w:val="1"/>
      <w:numFmt w:val="lowerLetter"/>
      <w:lvlText w:val="%2."/>
      <w:lvlJc w:val="left"/>
      <w:pPr>
        <w:tabs>
          <w:tab w:val="num" w:pos="1125"/>
        </w:tabs>
        <w:ind w:left="1125" w:hanging="360"/>
      </w:pPr>
    </w:lvl>
    <w:lvl w:ilvl="2" w:tplc="0402001B" w:tentative="1">
      <w:start w:val="1"/>
      <w:numFmt w:val="lowerRoman"/>
      <w:lvlText w:val="%3."/>
      <w:lvlJc w:val="right"/>
      <w:pPr>
        <w:tabs>
          <w:tab w:val="num" w:pos="1845"/>
        </w:tabs>
        <w:ind w:left="1845" w:hanging="180"/>
      </w:pPr>
    </w:lvl>
    <w:lvl w:ilvl="3" w:tplc="0402000F" w:tentative="1">
      <w:start w:val="1"/>
      <w:numFmt w:val="decimal"/>
      <w:lvlText w:val="%4."/>
      <w:lvlJc w:val="left"/>
      <w:pPr>
        <w:tabs>
          <w:tab w:val="num" w:pos="2565"/>
        </w:tabs>
        <w:ind w:left="2565" w:hanging="360"/>
      </w:pPr>
    </w:lvl>
    <w:lvl w:ilvl="4" w:tplc="04020019" w:tentative="1">
      <w:start w:val="1"/>
      <w:numFmt w:val="lowerLetter"/>
      <w:lvlText w:val="%5."/>
      <w:lvlJc w:val="left"/>
      <w:pPr>
        <w:tabs>
          <w:tab w:val="num" w:pos="3285"/>
        </w:tabs>
        <w:ind w:left="3285" w:hanging="360"/>
      </w:pPr>
    </w:lvl>
    <w:lvl w:ilvl="5" w:tplc="0402001B" w:tentative="1">
      <w:start w:val="1"/>
      <w:numFmt w:val="lowerRoman"/>
      <w:lvlText w:val="%6."/>
      <w:lvlJc w:val="right"/>
      <w:pPr>
        <w:tabs>
          <w:tab w:val="num" w:pos="4005"/>
        </w:tabs>
        <w:ind w:left="4005" w:hanging="180"/>
      </w:pPr>
    </w:lvl>
    <w:lvl w:ilvl="6" w:tplc="0402000F" w:tentative="1">
      <w:start w:val="1"/>
      <w:numFmt w:val="decimal"/>
      <w:lvlText w:val="%7."/>
      <w:lvlJc w:val="left"/>
      <w:pPr>
        <w:tabs>
          <w:tab w:val="num" w:pos="4725"/>
        </w:tabs>
        <w:ind w:left="4725" w:hanging="360"/>
      </w:pPr>
    </w:lvl>
    <w:lvl w:ilvl="7" w:tplc="04020019" w:tentative="1">
      <w:start w:val="1"/>
      <w:numFmt w:val="lowerLetter"/>
      <w:lvlText w:val="%8."/>
      <w:lvlJc w:val="left"/>
      <w:pPr>
        <w:tabs>
          <w:tab w:val="num" w:pos="5445"/>
        </w:tabs>
        <w:ind w:left="5445" w:hanging="360"/>
      </w:pPr>
    </w:lvl>
    <w:lvl w:ilvl="8" w:tplc="0402001B" w:tentative="1">
      <w:start w:val="1"/>
      <w:numFmt w:val="lowerRoman"/>
      <w:lvlText w:val="%9."/>
      <w:lvlJc w:val="right"/>
      <w:pPr>
        <w:tabs>
          <w:tab w:val="num" w:pos="6165"/>
        </w:tabs>
        <w:ind w:left="6165" w:hanging="180"/>
      </w:pPr>
    </w:lvl>
  </w:abstractNum>
  <w:abstractNum w:abstractNumId="6">
    <w:nsid w:val="36495A53"/>
    <w:multiLevelType w:val="hybridMultilevel"/>
    <w:tmpl w:val="F326A346"/>
    <w:lvl w:ilvl="0" w:tplc="70641BE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6CB36FD"/>
    <w:multiLevelType w:val="hybridMultilevel"/>
    <w:tmpl w:val="47223736"/>
    <w:lvl w:ilvl="0" w:tplc="62F01140">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3B0977BA"/>
    <w:multiLevelType w:val="hybridMultilevel"/>
    <w:tmpl w:val="775EB996"/>
    <w:lvl w:ilvl="0" w:tplc="3AC2B2DE">
      <w:start w:val="1"/>
      <w:numFmt w:val="decimal"/>
      <w:lvlText w:val="%1."/>
      <w:lvlJc w:val="left"/>
      <w:pPr>
        <w:ind w:left="1788" w:hanging="360"/>
      </w:pPr>
      <w:rPr>
        <w:rFonts w:hint="default"/>
        <w:b/>
      </w:rPr>
    </w:lvl>
    <w:lvl w:ilvl="1" w:tplc="04020019" w:tentative="1">
      <w:start w:val="1"/>
      <w:numFmt w:val="lowerLetter"/>
      <w:lvlText w:val="%2."/>
      <w:lvlJc w:val="left"/>
      <w:pPr>
        <w:ind w:left="2508" w:hanging="360"/>
      </w:pPr>
    </w:lvl>
    <w:lvl w:ilvl="2" w:tplc="0402001B" w:tentative="1">
      <w:start w:val="1"/>
      <w:numFmt w:val="lowerRoman"/>
      <w:lvlText w:val="%3."/>
      <w:lvlJc w:val="right"/>
      <w:pPr>
        <w:ind w:left="3228" w:hanging="180"/>
      </w:pPr>
    </w:lvl>
    <w:lvl w:ilvl="3" w:tplc="0402000F" w:tentative="1">
      <w:start w:val="1"/>
      <w:numFmt w:val="decimal"/>
      <w:lvlText w:val="%4."/>
      <w:lvlJc w:val="left"/>
      <w:pPr>
        <w:ind w:left="3948" w:hanging="360"/>
      </w:pPr>
    </w:lvl>
    <w:lvl w:ilvl="4" w:tplc="04020019" w:tentative="1">
      <w:start w:val="1"/>
      <w:numFmt w:val="lowerLetter"/>
      <w:lvlText w:val="%5."/>
      <w:lvlJc w:val="left"/>
      <w:pPr>
        <w:ind w:left="4668" w:hanging="360"/>
      </w:pPr>
    </w:lvl>
    <w:lvl w:ilvl="5" w:tplc="0402001B" w:tentative="1">
      <w:start w:val="1"/>
      <w:numFmt w:val="lowerRoman"/>
      <w:lvlText w:val="%6."/>
      <w:lvlJc w:val="right"/>
      <w:pPr>
        <w:ind w:left="5388" w:hanging="180"/>
      </w:pPr>
    </w:lvl>
    <w:lvl w:ilvl="6" w:tplc="0402000F" w:tentative="1">
      <w:start w:val="1"/>
      <w:numFmt w:val="decimal"/>
      <w:lvlText w:val="%7."/>
      <w:lvlJc w:val="left"/>
      <w:pPr>
        <w:ind w:left="6108" w:hanging="360"/>
      </w:pPr>
    </w:lvl>
    <w:lvl w:ilvl="7" w:tplc="04020019" w:tentative="1">
      <w:start w:val="1"/>
      <w:numFmt w:val="lowerLetter"/>
      <w:lvlText w:val="%8."/>
      <w:lvlJc w:val="left"/>
      <w:pPr>
        <w:ind w:left="6828" w:hanging="360"/>
      </w:pPr>
    </w:lvl>
    <w:lvl w:ilvl="8" w:tplc="0402001B" w:tentative="1">
      <w:start w:val="1"/>
      <w:numFmt w:val="lowerRoman"/>
      <w:lvlText w:val="%9."/>
      <w:lvlJc w:val="right"/>
      <w:pPr>
        <w:ind w:left="7548" w:hanging="180"/>
      </w:pPr>
    </w:lvl>
  </w:abstractNum>
  <w:abstractNum w:abstractNumId="9">
    <w:nsid w:val="430B3189"/>
    <w:multiLevelType w:val="hybridMultilevel"/>
    <w:tmpl w:val="72CC7E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4AB245B5"/>
    <w:multiLevelType w:val="hybridMultilevel"/>
    <w:tmpl w:val="045A6E76"/>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523157A3"/>
    <w:multiLevelType w:val="hybridMultilevel"/>
    <w:tmpl w:val="A29478BA"/>
    <w:lvl w:ilvl="0" w:tplc="0402000D">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53C57F8D"/>
    <w:multiLevelType w:val="hybridMultilevel"/>
    <w:tmpl w:val="6C16E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1938B2"/>
    <w:multiLevelType w:val="hybridMultilevel"/>
    <w:tmpl w:val="69DE0B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7A7F1E0E"/>
    <w:multiLevelType w:val="hybridMultilevel"/>
    <w:tmpl w:val="E85E253C"/>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nsid w:val="7AFE43FC"/>
    <w:multiLevelType w:val="hybridMultilevel"/>
    <w:tmpl w:val="ACDCF39E"/>
    <w:lvl w:ilvl="0" w:tplc="1272088E">
      <w:start w:val="1"/>
      <w:numFmt w:val="decimal"/>
      <w:lvlText w:val="%1."/>
      <w:lvlJc w:val="left"/>
      <w:pPr>
        <w:ind w:left="1379" w:hanging="84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6">
    <w:nsid w:val="7CB908B4"/>
    <w:multiLevelType w:val="hybridMultilevel"/>
    <w:tmpl w:val="B302D4EA"/>
    <w:lvl w:ilvl="0" w:tplc="1E667C7A">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7">
    <w:nsid w:val="7FDC026D"/>
    <w:multiLevelType w:val="hybridMultilevel"/>
    <w:tmpl w:val="CC92832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11"/>
  </w:num>
  <w:num w:numId="2">
    <w:abstractNumId w:val="2"/>
  </w:num>
  <w:num w:numId="3">
    <w:abstractNumId w:val="13"/>
  </w:num>
  <w:num w:numId="4">
    <w:abstractNumId w:val="0"/>
  </w:num>
  <w:num w:numId="5">
    <w:abstractNumId w:val="3"/>
  </w:num>
  <w:num w:numId="6">
    <w:abstractNumId w:val="5"/>
  </w:num>
  <w:num w:numId="7">
    <w:abstractNumId w:val="9"/>
  </w:num>
  <w:num w:numId="8">
    <w:abstractNumId w:val="1"/>
  </w:num>
  <w:num w:numId="9">
    <w:abstractNumId w:val="4"/>
  </w:num>
  <w:num w:numId="10">
    <w:abstractNumId w:val="7"/>
  </w:num>
  <w:num w:numId="11">
    <w:abstractNumId w:val="6"/>
  </w:num>
  <w:num w:numId="12">
    <w:abstractNumId w:val="14"/>
  </w:num>
  <w:num w:numId="13">
    <w:abstractNumId w:val="17"/>
  </w:num>
  <w:num w:numId="14">
    <w:abstractNumId w:val="10"/>
  </w:num>
  <w:num w:numId="15">
    <w:abstractNumId w:val="8"/>
  </w:num>
  <w:num w:numId="16">
    <w:abstractNumId w:val="15"/>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1A1"/>
    <w:rsid w:val="000029B1"/>
    <w:rsid w:val="000035E5"/>
    <w:rsid w:val="000136EC"/>
    <w:rsid w:val="0001460C"/>
    <w:rsid w:val="00017703"/>
    <w:rsid w:val="00021F00"/>
    <w:rsid w:val="000248E3"/>
    <w:rsid w:val="000255B2"/>
    <w:rsid w:val="00027830"/>
    <w:rsid w:val="00030E70"/>
    <w:rsid w:val="000316A1"/>
    <w:rsid w:val="0003187D"/>
    <w:rsid w:val="00033946"/>
    <w:rsid w:val="00035455"/>
    <w:rsid w:val="00037545"/>
    <w:rsid w:val="00037B7A"/>
    <w:rsid w:val="000411F3"/>
    <w:rsid w:val="00042F2E"/>
    <w:rsid w:val="00044693"/>
    <w:rsid w:val="0004530D"/>
    <w:rsid w:val="00045E59"/>
    <w:rsid w:val="00046175"/>
    <w:rsid w:val="000511C4"/>
    <w:rsid w:val="00052646"/>
    <w:rsid w:val="00053835"/>
    <w:rsid w:val="000555D8"/>
    <w:rsid w:val="00055828"/>
    <w:rsid w:val="00057705"/>
    <w:rsid w:val="00060737"/>
    <w:rsid w:val="00062765"/>
    <w:rsid w:val="00063472"/>
    <w:rsid w:val="0006364E"/>
    <w:rsid w:val="000639F6"/>
    <w:rsid w:val="00064549"/>
    <w:rsid w:val="00071579"/>
    <w:rsid w:val="00071A1A"/>
    <w:rsid w:val="00075DE7"/>
    <w:rsid w:val="000771FA"/>
    <w:rsid w:val="000774D3"/>
    <w:rsid w:val="00080252"/>
    <w:rsid w:val="000807BD"/>
    <w:rsid w:val="00081277"/>
    <w:rsid w:val="00081D4C"/>
    <w:rsid w:val="00084289"/>
    <w:rsid w:val="00090B4B"/>
    <w:rsid w:val="000910F9"/>
    <w:rsid w:val="00094599"/>
    <w:rsid w:val="00094CD7"/>
    <w:rsid w:val="00095E24"/>
    <w:rsid w:val="000966E9"/>
    <w:rsid w:val="000A5597"/>
    <w:rsid w:val="000B0430"/>
    <w:rsid w:val="000B3BC5"/>
    <w:rsid w:val="000B3E34"/>
    <w:rsid w:val="000B6C64"/>
    <w:rsid w:val="000B75F6"/>
    <w:rsid w:val="000C061C"/>
    <w:rsid w:val="000C26D1"/>
    <w:rsid w:val="000C36EC"/>
    <w:rsid w:val="000C3C80"/>
    <w:rsid w:val="000C4457"/>
    <w:rsid w:val="000C6328"/>
    <w:rsid w:val="000C6EA2"/>
    <w:rsid w:val="000D1EE8"/>
    <w:rsid w:val="000D32C2"/>
    <w:rsid w:val="000D58CA"/>
    <w:rsid w:val="000D64EB"/>
    <w:rsid w:val="000E69CD"/>
    <w:rsid w:val="000E6F9D"/>
    <w:rsid w:val="000F1E39"/>
    <w:rsid w:val="000F467B"/>
    <w:rsid w:val="000F49B9"/>
    <w:rsid w:val="000F5269"/>
    <w:rsid w:val="00101642"/>
    <w:rsid w:val="00102BBF"/>
    <w:rsid w:val="001036F6"/>
    <w:rsid w:val="00104B0C"/>
    <w:rsid w:val="00107323"/>
    <w:rsid w:val="00110616"/>
    <w:rsid w:val="00110E27"/>
    <w:rsid w:val="00114216"/>
    <w:rsid w:val="00114439"/>
    <w:rsid w:val="00116505"/>
    <w:rsid w:val="00121E27"/>
    <w:rsid w:val="00122163"/>
    <w:rsid w:val="00125671"/>
    <w:rsid w:val="00126979"/>
    <w:rsid w:val="00127355"/>
    <w:rsid w:val="00127F1D"/>
    <w:rsid w:val="0013162F"/>
    <w:rsid w:val="00132B27"/>
    <w:rsid w:val="00132EA5"/>
    <w:rsid w:val="00140B0D"/>
    <w:rsid w:val="00141711"/>
    <w:rsid w:val="00143631"/>
    <w:rsid w:val="001439C4"/>
    <w:rsid w:val="0014495D"/>
    <w:rsid w:val="0014562B"/>
    <w:rsid w:val="001460AF"/>
    <w:rsid w:val="00153513"/>
    <w:rsid w:val="001549BC"/>
    <w:rsid w:val="00155195"/>
    <w:rsid w:val="0015575F"/>
    <w:rsid w:val="001624E0"/>
    <w:rsid w:val="00163AA8"/>
    <w:rsid w:val="0016464F"/>
    <w:rsid w:val="00164864"/>
    <w:rsid w:val="00164CC1"/>
    <w:rsid w:val="0016570E"/>
    <w:rsid w:val="0017037C"/>
    <w:rsid w:val="00171E39"/>
    <w:rsid w:val="0017665E"/>
    <w:rsid w:val="001778B6"/>
    <w:rsid w:val="0018190B"/>
    <w:rsid w:val="00181B84"/>
    <w:rsid w:val="0018550D"/>
    <w:rsid w:val="001863D3"/>
    <w:rsid w:val="0018727C"/>
    <w:rsid w:val="00190055"/>
    <w:rsid w:val="00190DF8"/>
    <w:rsid w:val="0019135D"/>
    <w:rsid w:val="001946F4"/>
    <w:rsid w:val="001960FE"/>
    <w:rsid w:val="001962C3"/>
    <w:rsid w:val="0019696A"/>
    <w:rsid w:val="00197556"/>
    <w:rsid w:val="001A4194"/>
    <w:rsid w:val="001A75C4"/>
    <w:rsid w:val="001A7BF9"/>
    <w:rsid w:val="001A7CA5"/>
    <w:rsid w:val="001B4224"/>
    <w:rsid w:val="001C1DE6"/>
    <w:rsid w:val="001C4276"/>
    <w:rsid w:val="001D0121"/>
    <w:rsid w:val="001D3B95"/>
    <w:rsid w:val="001D676B"/>
    <w:rsid w:val="001E0A8C"/>
    <w:rsid w:val="001E0EBE"/>
    <w:rsid w:val="001E5C95"/>
    <w:rsid w:val="001E6861"/>
    <w:rsid w:val="001E6B85"/>
    <w:rsid w:val="001E714B"/>
    <w:rsid w:val="001F13C7"/>
    <w:rsid w:val="001F4779"/>
    <w:rsid w:val="001F56C1"/>
    <w:rsid w:val="001F7FB0"/>
    <w:rsid w:val="002008CF"/>
    <w:rsid w:val="002033DC"/>
    <w:rsid w:val="0020440C"/>
    <w:rsid w:val="002066C0"/>
    <w:rsid w:val="002074AA"/>
    <w:rsid w:val="002105EB"/>
    <w:rsid w:val="002130CB"/>
    <w:rsid w:val="00215CEC"/>
    <w:rsid w:val="00216ACA"/>
    <w:rsid w:val="0022133D"/>
    <w:rsid w:val="0022648C"/>
    <w:rsid w:val="00226AFD"/>
    <w:rsid w:val="00227143"/>
    <w:rsid w:val="00227394"/>
    <w:rsid w:val="00227CB8"/>
    <w:rsid w:val="002309E9"/>
    <w:rsid w:val="00231FEC"/>
    <w:rsid w:val="00232E55"/>
    <w:rsid w:val="0023356B"/>
    <w:rsid w:val="0023360A"/>
    <w:rsid w:val="0023452F"/>
    <w:rsid w:val="00234721"/>
    <w:rsid w:val="00234E37"/>
    <w:rsid w:val="00236989"/>
    <w:rsid w:val="00236BEA"/>
    <w:rsid w:val="002408BE"/>
    <w:rsid w:val="002413C4"/>
    <w:rsid w:val="002417E6"/>
    <w:rsid w:val="002445F4"/>
    <w:rsid w:val="00244F3D"/>
    <w:rsid w:val="002544F0"/>
    <w:rsid w:val="00255E2B"/>
    <w:rsid w:val="00256695"/>
    <w:rsid w:val="00257477"/>
    <w:rsid w:val="00261CC6"/>
    <w:rsid w:val="002634DC"/>
    <w:rsid w:val="00282F5F"/>
    <w:rsid w:val="00283B4C"/>
    <w:rsid w:val="00290D26"/>
    <w:rsid w:val="0029226B"/>
    <w:rsid w:val="002928E2"/>
    <w:rsid w:val="00292B26"/>
    <w:rsid w:val="00293699"/>
    <w:rsid w:val="0029369C"/>
    <w:rsid w:val="00294668"/>
    <w:rsid w:val="002964BA"/>
    <w:rsid w:val="002978DF"/>
    <w:rsid w:val="00297C4D"/>
    <w:rsid w:val="002A0EA9"/>
    <w:rsid w:val="002A101D"/>
    <w:rsid w:val="002A16C6"/>
    <w:rsid w:val="002A2417"/>
    <w:rsid w:val="002A3156"/>
    <w:rsid w:val="002A432E"/>
    <w:rsid w:val="002A4A07"/>
    <w:rsid w:val="002A505C"/>
    <w:rsid w:val="002A612C"/>
    <w:rsid w:val="002A632D"/>
    <w:rsid w:val="002A66F1"/>
    <w:rsid w:val="002A78F8"/>
    <w:rsid w:val="002B0461"/>
    <w:rsid w:val="002B0685"/>
    <w:rsid w:val="002B242A"/>
    <w:rsid w:val="002B39AD"/>
    <w:rsid w:val="002B487B"/>
    <w:rsid w:val="002B4EEF"/>
    <w:rsid w:val="002B51BB"/>
    <w:rsid w:val="002B7583"/>
    <w:rsid w:val="002C0C0C"/>
    <w:rsid w:val="002C1687"/>
    <w:rsid w:val="002C198B"/>
    <w:rsid w:val="002C1D73"/>
    <w:rsid w:val="002C589E"/>
    <w:rsid w:val="002C73F6"/>
    <w:rsid w:val="002C7B66"/>
    <w:rsid w:val="002C7D14"/>
    <w:rsid w:val="002D14D1"/>
    <w:rsid w:val="002D2742"/>
    <w:rsid w:val="002D2F10"/>
    <w:rsid w:val="002D3209"/>
    <w:rsid w:val="002E2C5A"/>
    <w:rsid w:val="002E3D66"/>
    <w:rsid w:val="002E3EF3"/>
    <w:rsid w:val="002E6F3D"/>
    <w:rsid w:val="002F0248"/>
    <w:rsid w:val="002F1068"/>
    <w:rsid w:val="002F19F7"/>
    <w:rsid w:val="002F624C"/>
    <w:rsid w:val="002F6F56"/>
    <w:rsid w:val="003030EE"/>
    <w:rsid w:val="0030371D"/>
    <w:rsid w:val="0030662C"/>
    <w:rsid w:val="003105F7"/>
    <w:rsid w:val="00313FA5"/>
    <w:rsid w:val="00316F47"/>
    <w:rsid w:val="0032047C"/>
    <w:rsid w:val="00324E21"/>
    <w:rsid w:val="00325992"/>
    <w:rsid w:val="00326E97"/>
    <w:rsid w:val="00330623"/>
    <w:rsid w:val="003313F3"/>
    <w:rsid w:val="0033375A"/>
    <w:rsid w:val="0033488B"/>
    <w:rsid w:val="00335098"/>
    <w:rsid w:val="00336CEC"/>
    <w:rsid w:val="00337D41"/>
    <w:rsid w:val="00340167"/>
    <w:rsid w:val="0034099E"/>
    <w:rsid w:val="0034758B"/>
    <w:rsid w:val="00347B22"/>
    <w:rsid w:val="00354842"/>
    <w:rsid w:val="0035527E"/>
    <w:rsid w:val="0035753C"/>
    <w:rsid w:val="0036148C"/>
    <w:rsid w:val="00362E78"/>
    <w:rsid w:val="00364B89"/>
    <w:rsid w:val="003655A7"/>
    <w:rsid w:val="0036566C"/>
    <w:rsid w:val="0037461A"/>
    <w:rsid w:val="003765CE"/>
    <w:rsid w:val="003774F1"/>
    <w:rsid w:val="00377600"/>
    <w:rsid w:val="003815E4"/>
    <w:rsid w:val="00390FA5"/>
    <w:rsid w:val="003915FD"/>
    <w:rsid w:val="003A2B4E"/>
    <w:rsid w:val="003A3DAA"/>
    <w:rsid w:val="003A5173"/>
    <w:rsid w:val="003A53E3"/>
    <w:rsid w:val="003A6D8C"/>
    <w:rsid w:val="003A7E9E"/>
    <w:rsid w:val="003B327A"/>
    <w:rsid w:val="003B59FE"/>
    <w:rsid w:val="003B6426"/>
    <w:rsid w:val="003C2468"/>
    <w:rsid w:val="003C55D4"/>
    <w:rsid w:val="003C7C57"/>
    <w:rsid w:val="003D33A5"/>
    <w:rsid w:val="003E0BA5"/>
    <w:rsid w:val="003E43DC"/>
    <w:rsid w:val="003E74D3"/>
    <w:rsid w:val="003E7B56"/>
    <w:rsid w:val="003F0062"/>
    <w:rsid w:val="003F01A8"/>
    <w:rsid w:val="003F1724"/>
    <w:rsid w:val="00400558"/>
    <w:rsid w:val="00402CEE"/>
    <w:rsid w:val="00404809"/>
    <w:rsid w:val="0041018D"/>
    <w:rsid w:val="004103B8"/>
    <w:rsid w:val="00414DB9"/>
    <w:rsid w:val="00420165"/>
    <w:rsid w:val="00421AFD"/>
    <w:rsid w:val="0042347B"/>
    <w:rsid w:val="00425F95"/>
    <w:rsid w:val="00431D27"/>
    <w:rsid w:val="00436B57"/>
    <w:rsid w:val="00436C37"/>
    <w:rsid w:val="00436E83"/>
    <w:rsid w:val="004417ED"/>
    <w:rsid w:val="0044344C"/>
    <w:rsid w:val="004440B3"/>
    <w:rsid w:val="00452B19"/>
    <w:rsid w:val="00455EA9"/>
    <w:rsid w:val="00457046"/>
    <w:rsid w:val="0046198B"/>
    <w:rsid w:val="00462826"/>
    <w:rsid w:val="0046560A"/>
    <w:rsid w:val="004704CF"/>
    <w:rsid w:val="00472242"/>
    <w:rsid w:val="004726EA"/>
    <w:rsid w:val="004750D2"/>
    <w:rsid w:val="0047554F"/>
    <w:rsid w:val="004816E4"/>
    <w:rsid w:val="00481B01"/>
    <w:rsid w:val="004838A9"/>
    <w:rsid w:val="004844DE"/>
    <w:rsid w:val="004859B9"/>
    <w:rsid w:val="00485CA7"/>
    <w:rsid w:val="004939F0"/>
    <w:rsid w:val="00494271"/>
    <w:rsid w:val="004A172E"/>
    <w:rsid w:val="004A22C5"/>
    <w:rsid w:val="004A54D3"/>
    <w:rsid w:val="004A62BD"/>
    <w:rsid w:val="004A635B"/>
    <w:rsid w:val="004B2D9E"/>
    <w:rsid w:val="004B5934"/>
    <w:rsid w:val="004B5A06"/>
    <w:rsid w:val="004B69C7"/>
    <w:rsid w:val="004C0476"/>
    <w:rsid w:val="004C20A1"/>
    <w:rsid w:val="004C3038"/>
    <w:rsid w:val="004D111E"/>
    <w:rsid w:val="004D151D"/>
    <w:rsid w:val="004D423C"/>
    <w:rsid w:val="004D6EFC"/>
    <w:rsid w:val="004E2187"/>
    <w:rsid w:val="004E50B6"/>
    <w:rsid w:val="004E64D2"/>
    <w:rsid w:val="004E6542"/>
    <w:rsid w:val="004E746F"/>
    <w:rsid w:val="004F15F0"/>
    <w:rsid w:val="004F4133"/>
    <w:rsid w:val="004F47AA"/>
    <w:rsid w:val="004F493A"/>
    <w:rsid w:val="004F5D85"/>
    <w:rsid w:val="004F762D"/>
    <w:rsid w:val="005011AA"/>
    <w:rsid w:val="00501681"/>
    <w:rsid w:val="005035B3"/>
    <w:rsid w:val="00503887"/>
    <w:rsid w:val="00504774"/>
    <w:rsid w:val="005067A8"/>
    <w:rsid w:val="00506A4A"/>
    <w:rsid w:val="00506D74"/>
    <w:rsid w:val="005101AA"/>
    <w:rsid w:val="005127B9"/>
    <w:rsid w:val="0051333D"/>
    <w:rsid w:val="00514D53"/>
    <w:rsid w:val="005152A7"/>
    <w:rsid w:val="00520D95"/>
    <w:rsid w:val="00521E36"/>
    <w:rsid w:val="00526F37"/>
    <w:rsid w:val="00532269"/>
    <w:rsid w:val="005324EB"/>
    <w:rsid w:val="00532BC1"/>
    <w:rsid w:val="00535D6A"/>
    <w:rsid w:val="00536425"/>
    <w:rsid w:val="005377C0"/>
    <w:rsid w:val="00537831"/>
    <w:rsid w:val="00543D6B"/>
    <w:rsid w:val="005448B3"/>
    <w:rsid w:val="00544D98"/>
    <w:rsid w:val="005456F4"/>
    <w:rsid w:val="00546B50"/>
    <w:rsid w:val="005542E0"/>
    <w:rsid w:val="00561425"/>
    <w:rsid w:val="00561EC1"/>
    <w:rsid w:val="00565601"/>
    <w:rsid w:val="00565B28"/>
    <w:rsid w:val="00566DC2"/>
    <w:rsid w:val="00566F65"/>
    <w:rsid w:val="00567C51"/>
    <w:rsid w:val="00570650"/>
    <w:rsid w:val="00572C7E"/>
    <w:rsid w:val="005751BC"/>
    <w:rsid w:val="00577135"/>
    <w:rsid w:val="00580099"/>
    <w:rsid w:val="00590045"/>
    <w:rsid w:val="0059004D"/>
    <w:rsid w:val="00590156"/>
    <w:rsid w:val="00590A72"/>
    <w:rsid w:val="00592711"/>
    <w:rsid w:val="00593360"/>
    <w:rsid w:val="00594099"/>
    <w:rsid w:val="0059525D"/>
    <w:rsid w:val="00597439"/>
    <w:rsid w:val="005A0114"/>
    <w:rsid w:val="005A1CC9"/>
    <w:rsid w:val="005A3C5E"/>
    <w:rsid w:val="005B120F"/>
    <w:rsid w:val="005B21A1"/>
    <w:rsid w:val="005B4D76"/>
    <w:rsid w:val="005B56E5"/>
    <w:rsid w:val="005B5FA4"/>
    <w:rsid w:val="005B7BB9"/>
    <w:rsid w:val="005C3788"/>
    <w:rsid w:val="005C5366"/>
    <w:rsid w:val="005D4251"/>
    <w:rsid w:val="005D5E91"/>
    <w:rsid w:val="005D62AD"/>
    <w:rsid w:val="005D6B78"/>
    <w:rsid w:val="005D6E66"/>
    <w:rsid w:val="005E2CE0"/>
    <w:rsid w:val="005E6C6B"/>
    <w:rsid w:val="005F1343"/>
    <w:rsid w:val="005F15C9"/>
    <w:rsid w:val="005F1E79"/>
    <w:rsid w:val="005F3645"/>
    <w:rsid w:val="005F5DDA"/>
    <w:rsid w:val="00601064"/>
    <w:rsid w:val="006016AB"/>
    <w:rsid w:val="00601AEC"/>
    <w:rsid w:val="00611BC8"/>
    <w:rsid w:val="00613CFD"/>
    <w:rsid w:val="006153C7"/>
    <w:rsid w:val="00616538"/>
    <w:rsid w:val="00617730"/>
    <w:rsid w:val="00617E7A"/>
    <w:rsid w:val="00620B44"/>
    <w:rsid w:val="00620CE6"/>
    <w:rsid w:val="00623575"/>
    <w:rsid w:val="0063208C"/>
    <w:rsid w:val="0063258C"/>
    <w:rsid w:val="00633AD8"/>
    <w:rsid w:val="00636634"/>
    <w:rsid w:val="00637722"/>
    <w:rsid w:val="006378F3"/>
    <w:rsid w:val="006424B5"/>
    <w:rsid w:val="00642BF9"/>
    <w:rsid w:val="00643A54"/>
    <w:rsid w:val="00643CBD"/>
    <w:rsid w:val="00646053"/>
    <w:rsid w:val="006545D0"/>
    <w:rsid w:val="00655E8D"/>
    <w:rsid w:val="00656053"/>
    <w:rsid w:val="00660053"/>
    <w:rsid w:val="0066063E"/>
    <w:rsid w:val="006708CD"/>
    <w:rsid w:val="00671776"/>
    <w:rsid w:val="00675372"/>
    <w:rsid w:val="006756A0"/>
    <w:rsid w:val="0067708E"/>
    <w:rsid w:val="006809FB"/>
    <w:rsid w:val="00681DDA"/>
    <w:rsid w:val="00683FC2"/>
    <w:rsid w:val="00685867"/>
    <w:rsid w:val="00686D20"/>
    <w:rsid w:val="00687E61"/>
    <w:rsid w:val="0069139D"/>
    <w:rsid w:val="00692277"/>
    <w:rsid w:val="00697095"/>
    <w:rsid w:val="006A418A"/>
    <w:rsid w:val="006A51E0"/>
    <w:rsid w:val="006A5F17"/>
    <w:rsid w:val="006B0799"/>
    <w:rsid w:val="006B0B85"/>
    <w:rsid w:val="006B28A3"/>
    <w:rsid w:val="006B6B9A"/>
    <w:rsid w:val="006B77E8"/>
    <w:rsid w:val="006B7B5B"/>
    <w:rsid w:val="006C0D19"/>
    <w:rsid w:val="006C1126"/>
    <w:rsid w:val="006C2093"/>
    <w:rsid w:val="006C252B"/>
    <w:rsid w:val="006C675F"/>
    <w:rsid w:val="006C6EB1"/>
    <w:rsid w:val="006D0905"/>
    <w:rsid w:val="006E27D4"/>
    <w:rsid w:val="006E3499"/>
    <w:rsid w:val="006F061F"/>
    <w:rsid w:val="006F39F9"/>
    <w:rsid w:val="006F4120"/>
    <w:rsid w:val="006F4E87"/>
    <w:rsid w:val="006F626B"/>
    <w:rsid w:val="006F7030"/>
    <w:rsid w:val="007011AE"/>
    <w:rsid w:val="00701723"/>
    <w:rsid w:val="00701C04"/>
    <w:rsid w:val="0070204E"/>
    <w:rsid w:val="0070374E"/>
    <w:rsid w:val="0071187A"/>
    <w:rsid w:val="00713103"/>
    <w:rsid w:val="007171DE"/>
    <w:rsid w:val="007202E2"/>
    <w:rsid w:val="00720595"/>
    <w:rsid w:val="00722B36"/>
    <w:rsid w:val="00723338"/>
    <w:rsid w:val="00724F99"/>
    <w:rsid w:val="00726980"/>
    <w:rsid w:val="007315C5"/>
    <w:rsid w:val="00731C8D"/>
    <w:rsid w:val="00732DE3"/>
    <w:rsid w:val="00733C30"/>
    <w:rsid w:val="00734411"/>
    <w:rsid w:val="00736B87"/>
    <w:rsid w:val="00740681"/>
    <w:rsid w:val="007409AB"/>
    <w:rsid w:val="007410B1"/>
    <w:rsid w:val="007432FD"/>
    <w:rsid w:val="00745FDC"/>
    <w:rsid w:val="00750973"/>
    <w:rsid w:val="007569AE"/>
    <w:rsid w:val="00760822"/>
    <w:rsid w:val="00760AF8"/>
    <w:rsid w:val="00762432"/>
    <w:rsid w:val="00762D18"/>
    <w:rsid w:val="0076575E"/>
    <w:rsid w:val="00765A31"/>
    <w:rsid w:val="0076694B"/>
    <w:rsid w:val="00767BED"/>
    <w:rsid w:val="00773DE3"/>
    <w:rsid w:val="0077648E"/>
    <w:rsid w:val="00776AA0"/>
    <w:rsid w:val="007824AF"/>
    <w:rsid w:val="007901C9"/>
    <w:rsid w:val="00791F70"/>
    <w:rsid w:val="00792431"/>
    <w:rsid w:val="0079410F"/>
    <w:rsid w:val="007942A5"/>
    <w:rsid w:val="007A3472"/>
    <w:rsid w:val="007A4CDF"/>
    <w:rsid w:val="007A6AC2"/>
    <w:rsid w:val="007B6007"/>
    <w:rsid w:val="007B7A77"/>
    <w:rsid w:val="007C2CF2"/>
    <w:rsid w:val="007C505E"/>
    <w:rsid w:val="007C5308"/>
    <w:rsid w:val="007C60DD"/>
    <w:rsid w:val="007C7CAF"/>
    <w:rsid w:val="007D2D3E"/>
    <w:rsid w:val="007D3107"/>
    <w:rsid w:val="007D770C"/>
    <w:rsid w:val="007E0C51"/>
    <w:rsid w:val="007E11BA"/>
    <w:rsid w:val="007E4E81"/>
    <w:rsid w:val="007E5A9A"/>
    <w:rsid w:val="007E721B"/>
    <w:rsid w:val="007E7C94"/>
    <w:rsid w:val="007E7E0D"/>
    <w:rsid w:val="007F0C86"/>
    <w:rsid w:val="007F3727"/>
    <w:rsid w:val="007F401F"/>
    <w:rsid w:val="007F5C25"/>
    <w:rsid w:val="007F6865"/>
    <w:rsid w:val="007F75BB"/>
    <w:rsid w:val="007F7AFB"/>
    <w:rsid w:val="00800A00"/>
    <w:rsid w:val="008030DB"/>
    <w:rsid w:val="00810075"/>
    <w:rsid w:val="00810BD1"/>
    <w:rsid w:val="00811C29"/>
    <w:rsid w:val="008133C7"/>
    <w:rsid w:val="0081699D"/>
    <w:rsid w:val="00816F76"/>
    <w:rsid w:val="008216FA"/>
    <w:rsid w:val="00823516"/>
    <w:rsid w:val="00824B8F"/>
    <w:rsid w:val="00824C10"/>
    <w:rsid w:val="00825BA0"/>
    <w:rsid w:val="00827BD7"/>
    <w:rsid w:val="00830A3C"/>
    <w:rsid w:val="008324FC"/>
    <w:rsid w:val="00833330"/>
    <w:rsid w:val="00834B20"/>
    <w:rsid w:val="008357DD"/>
    <w:rsid w:val="008361DD"/>
    <w:rsid w:val="008367AB"/>
    <w:rsid w:val="00836E3C"/>
    <w:rsid w:val="008414FE"/>
    <w:rsid w:val="008420A7"/>
    <w:rsid w:val="00842218"/>
    <w:rsid w:val="0084286E"/>
    <w:rsid w:val="00851472"/>
    <w:rsid w:val="008553B1"/>
    <w:rsid w:val="008616A7"/>
    <w:rsid w:val="0086183E"/>
    <w:rsid w:val="00861ED5"/>
    <w:rsid w:val="00864DA5"/>
    <w:rsid w:val="00865495"/>
    <w:rsid w:val="00865A44"/>
    <w:rsid w:val="00867F09"/>
    <w:rsid w:val="00871827"/>
    <w:rsid w:val="00875667"/>
    <w:rsid w:val="00877676"/>
    <w:rsid w:val="0088087D"/>
    <w:rsid w:val="00883A98"/>
    <w:rsid w:val="008871C2"/>
    <w:rsid w:val="00887836"/>
    <w:rsid w:val="00887BB1"/>
    <w:rsid w:val="00890B6D"/>
    <w:rsid w:val="0089222E"/>
    <w:rsid w:val="0089316D"/>
    <w:rsid w:val="00894974"/>
    <w:rsid w:val="00895D90"/>
    <w:rsid w:val="00895F80"/>
    <w:rsid w:val="00896C86"/>
    <w:rsid w:val="00897090"/>
    <w:rsid w:val="008A0B80"/>
    <w:rsid w:val="008A3B91"/>
    <w:rsid w:val="008B0C74"/>
    <w:rsid w:val="008B1AC6"/>
    <w:rsid w:val="008B57D8"/>
    <w:rsid w:val="008B6850"/>
    <w:rsid w:val="008B6A9B"/>
    <w:rsid w:val="008C276C"/>
    <w:rsid w:val="008C36A1"/>
    <w:rsid w:val="008C510A"/>
    <w:rsid w:val="008C6756"/>
    <w:rsid w:val="008D12C8"/>
    <w:rsid w:val="008D1453"/>
    <w:rsid w:val="008D4483"/>
    <w:rsid w:val="008D5B4B"/>
    <w:rsid w:val="008D5DA2"/>
    <w:rsid w:val="008D649C"/>
    <w:rsid w:val="008D6FF7"/>
    <w:rsid w:val="008D7CD2"/>
    <w:rsid w:val="008F32C1"/>
    <w:rsid w:val="008F38DD"/>
    <w:rsid w:val="008F58AB"/>
    <w:rsid w:val="008F64F0"/>
    <w:rsid w:val="008F6B46"/>
    <w:rsid w:val="008F77FA"/>
    <w:rsid w:val="008F78EE"/>
    <w:rsid w:val="0090114C"/>
    <w:rsid w:val="009014B8"/>
    <w:rsid w:val="00901B8A"/>
    <w:rsid w:val="0090450A"/>
    <w:rsid w:val="00904980"/>
    <w:rsid w:val="00904A43"/>
    <w:rsid w:val="00906314"/>
    <w:rsid w:val="00911932"/>
    <w:rsid w:val="00913293"/>
    <w:rsid w:val="00916712"/>
    <w:rsid w:val="0091735F"/>
    <w:rsid w:val="00920501"/>
    <w:rsid w:val="00921F69"/>
    <w:rsid w:val="0092387A"/>
    <w:rsid w:val="00924940"/>
    <w:rsid w:val="00925F26"/>
    <w:rsid w:val="00926A83"/>
    <w:rsid w:val="00926CEE"/>
    <w:rsid w:val="009303C3"/>
    <w:rsid w:val="009319E1"/>
    <w:rsid w:val="00933270"/>
    <w:rsid w:val="00933C7E"/>
    <w:rsid w:val="00936054"/>
    <w:rsid w:val="0093642E"/>
    <w:rsid w:val="00937D30"/>
    <w:rsid w:val="009420E0"/>
    <w:rsid w:val="00946D07"/>
    <w:rsid w:val="00947A8E"/>
    <w:rsid w:val="00956276"/>
    <w:rsid w:val="00963370"/>
    <w:rsid w:val="009633E6"/>
    <w:rsid w:val="00963605"/>
    <w:rsid w:val="00964A51"/>
    <w:rsid w:val="00966F14"/>
    <w:rsid w:val="00967693"/>
    <w:rsid w:val="009703D4"/>
    <w:rsid w:val="009703EF"/>
    <w:rsid w:val="00970D23"/>
    <w:rsid w:val="00970EEF"/>
    <w:rsid w:val="00971395"/>
    <w:rsid w:val="009727DA"/>
    <w:rsid w:val="00972E0A"/>
    <w:rsid w:val="009760F4"/>
    <w:rsid w:val="009837D4"/>
    <w:rsid w:val="00984C07"/>
    <w:rsid w:val="009869F7"/>
    <w:rsid w:val="0098760D"/>
    <w:rsid w:val="00987671"/>
    <w:rsid w:val="009913A7"/>
    <w:rsid w:val="00993A8C"/>
    <w:rsid w:val="009954D4"/>
    <w:rsid w:val="009A0963"/>
    <w:rsid w:val="009A619D"/>
    <w:rsid w:val="009A7DE7"/>
    <w:rsid w:val="009B1C79"/>
    <w:rsid w:val="009B521B"/>
    <w:rsid w:val="009B5227"/>
    <w:rsid w:val="009B71F0"/>
    <w:rsid w:val="009C1A0A"/>
    <w:rsid w:val="009D1006"/>
    <w:rsid w:val="009D189C"/>
    <w:rsid w:val="009D3511"/>
    <w:rsid w:val="009D4C49"/>
    <w:rsid w:val="009D4E2B"/>
    <w:rsid w:val="009E2E45"/>
    <w:rsid w:val="009E5E1C"/>
    <w:rsid w:val="009E6F8E"/>
    <w:rsid w:val="009E6FA1"/>
    <w:rsid w:val="009E799D"/>
    <w:rsid w:val="009F3D3E"/>
    <w:rsid w:val="009F4D19"/>
    <w:rsid w:val="009F4E13"/>
    <w:rsid w:val="009F53BF"/>
    <w:rsid w:val="00A0027B"/>
    <w:rsid w:val="00A034E8"/>
    <w:rsid w:val="00A0617F"/>
    <w:rsid w:val="00A11FE8"/>
    <w:rsid w:val="00A13C5F"/>
    <w:rsid w:val="00A14C05"/>
    <w:rsid w:val="00A17422"/>
    <w:rsid w:val="00A218C6"/>
    <w:rsid w:val="00A21BE1"/>
    <w:rsid w:val="00A22890"/>
    <w:rsid w:val="00A23A33"/>
    <w:rsid w:val="00A30F8F"/>
    <w:rsid w:val="00A33F87"/>
    <w:rsid w:val="00A36E17"/>
    <w:rsid w:val="00A40E0B"/>
    <w:rsid w:val="00A41965"/>
    <w:rsid w:val="00A46164"/>
    <w:rsid w:val="00A46F75"/>
    <w:rsid w:val="00A50820"/>
    <w:rsid w:val="00A529FC"/>
    <w:rsid w:val="00A5602E"/>
    <w:rsid w:val="00A56126"/>
    <w:rsid w:val="00A57F82"/>
    <w:rsid w:val="00A61481"/>
    <w:rsid w:val="00A6155D"/>
    <w:rsid w:val="00A62EEB"/>
    <w:rsid w:val="00A6314B"/>
    <w:rsid w:val="00A66504"/>
    <w:rsid w:val="00A7065C"/>
    <w:rsid w:val="00A74490"/>
    <w:rsid w:val="00A75220"/>
    <w:rsid w:val="00A76506"/>
    <w:rsid w:val="00A82387"/>
    <w:rsid w:val="00A84CEA"/>
    <w:rsid w:val="00A8510C"/>
    <w:rsid w:val="00A85E9D"/>
    <w:rsid w:val="00A86CC0"/>
    <w:rsid w:val="00A90245"/>
    <w:rsid w:val="00A905BC"/>
    <w:rsid w:val="00A90F27"/>
    <w:rsid w:val="00A9417D"/>
    <w:rsid w:val="00A955E1"/>
    <w:rsid w:val="00A96541"/>
    <w:rsid w:val="00AA027F"/>
    <w:rsid w:val="00AA326D"/>
    <w:rsid w:val="00AA6ADC"/>
    <w:rsid w:val="00AB072C"/>
    <w:rsid w:val="00AB2A77"/>
    <w:rsid w:val="00AB5E80"/>
    <w:rsid w:val="00AB6A07"/>
    <w:rsid w:val="00AB7E27"/>
    <w:rsid w:val="00AD17AE"/>
    <w:rsid w:val="00AD40F9"/>
    <w:rsid w:val="00AD5266"/>
    <w:rsid w:val="00AD52F4"/>
    <w:rsid w:val="00AD5766"/>
    <w:rsid w:val="00AD6B26"/>
    <w:rsid w:val="00AD7806"/>
    <w:rsid w:val="00AF2CE9"/>
    <w:rsid w:val="00AF5E5D"/>
    <w:rsid w:val="00AF753B"/>
    <w:rsid w:val="00AF7898"/>
    <w:rsid w:val="00AF7FBE"/>
    <w:rsid w:val="00B0028F"/>
    <w:rsid w:val="00B05BCB"/>
    <w:rsid w:val="00B069CD"/>
    <w:rsid w:val="00B10949"/>
    <w:rsid w:val="00B116FE"/>
    <w:rsid w:val="00B11B66"/>
    <w:rsid w:val="00B12319"/>
    <w:rsid w:val="00B16D48"/>
    <w:rsid w:val="00B21A98"/>
    <w:rsid w:val="00B21D40"/>
    <w:rsid w:val="00B21F46"/>
    <w:rsid w:val="00B225DD"/>
    <w:rsid w:val="00B227E2"/>
    <w:rsid w:val="00B2434F"/>
    <w:rsid w:val="00B2473A"/>
    <w:rsid w:val="00B25F4D"/>
    <w:rsid w:val="00B304C8"/>
    <w:rsid w:val="00B34261"/>
    <w:rsid w:val="00B34B88"/>
    <w:rsid w:val="00B36B40"/>
    <w:rsid w:val="00B43341"/>
    <w:rsid w:val="00B44028"/>
    <w:rsid w:val="00B5173B"/>
    <w:rsid w:val="00B51AD2"/>
    <w:rsid w:val="00B5225A"/>
    <w:rsid w:val="00B53C6F"/>
    <w:rsid w:val="00B56C72"/>
    <w:rsid w:val="00B61285"/>
    <w:rsid w:val="00B62C9B"/>
    <w:rsid w:val="00B63836"/>
    <w:rsid w:val="00B65A78"/>
    <w:rsid w:val="00B67F0C"/>
    <w:rsid w:val="00B741A2"/>
    <w:rsid w:val="00B754DD"/>
    <w:rsid w:val="00B76AB8"/>
    <w:rsid w:val="00B81349"/>
    <w:rsid w:val="00B81726"/>
    <w:rsid w:val="00B86AF0"/>
    <w:rsid w:val="00B86C29"/>
    <w:rsid w:val="00B87931"/>
    <w:rsid w:val="00B911B6"/>
    <w:rsid w:val="00B9523B"/>
    <w:rsid w:val="00B95AF4"/>
    <w:rsid w:val="00B97125"/>
    <w:rsid w:val="00B97ABC"/>
    <w:rsid w:val="00BA1513"/>
    <w:rsid w:val="00BA5D2A"/>
    <w:rsid w:val="00BA685C"/>
    <w:rsid w:val="00BA70E9"/>
    <w:rsid w:val="00BA7869"/>
    <w:rsid w:val="00BA7B8C"/>
    <w:rsid w:val="00BB05B7"/>
    <w:rsid w:val="00BB4C69"/>
    <w:rsid w:val="00BB589E"/>
    <w:rsid w:val="00BC1DA5"/>
    <w:rsid w:val="00BC1E77"/>
    <w:rsid w:val="00BC3A3E"/>
    <w:rsid w:val="00BD249B"/>
    <w:rsid w:val="00BD30C4"/>
    <w:rsid w:val="00BD3376"/>
    <w:rsid w:val="00BD6AF1"/>
    <w:rsid w:val="00BD72AE"/>
    <w:rsid w:val="00BE4B28"/>
    <w:rsid w:val="00BE4EE8"/>
    <w:rsid w:val="00BE734E"/>
    <w:rsid w:val="00BF3E2C"/>
    <w:rsid w:val="00BF6F69"/>
    <w:rsid w:val="00BF78BA"/>
    <w:rsid w:val="00C00379"/>
    <w:rsid w:val="00C0269A"/>
    <w:rsid w:val="00C12BDB"/>
    <w:rsid w:val="00C15317"/>
    <w:rsid w:val="00C158EA"/>
    <w:rsid w:val="00C1626F"/>
    <w:rsid w:val="00C16753"/>
    <w:rsid w:val="00C22BDD"/>
    <w:rsid w:val="00C24B4D"/>
    <w:rsid w:val="00C33981"/>
    <w:rsid w:val="00C351EB"/>
    <w:rsid w:val="00C35DBF"/>
    <w:rsid w:val="00C4015C"/>
    <w:rsid w:val="00C4080D"/>
    <w:rsid w:val="00C417BC"/>
    <w:rsid w:val="00C41A27"/>
    <w:rsid w:val="00C42C15"/>
    <w:rsid w:val="00C4555B"/>
    <w:rsid w:val="00C50B78"/>
    <w:rsid w:val="00C53739"/>
    <w:rsid w:val="00C5483B"/>
    <w:rsid w:val="00C56DBB"/>
    <w:rsid w:val="00C57DAB"/>
    <w:rsid w:val="00C60E11"/>
    <w:rsid w:val="00C64100"/>
    <w:rsid w:val="00C64744"/>
    <w:rsid w:val="00C664A1"/>
    <w:rsid w:val="00C66C84"/>
    <w:rsid w:val="00C7327C"/>
    <w:rsid w:val="00C752F4"/>
    <w:rsid w:val="00C7541D"/>
    <w:rsid w:val="00C7658D"/>
    <w:rsid w:val="00C76649"/>
    <w:rsid w:val="00C77C52"/>
    <w:rsid w:val="00C829BA"/>
    <w:rsid w:val="00C83087"/>
    <w:rsid w:val="00C853CB"/>
    <w:rsid w:val="00C855D6"/>
    <w:rsid w:val="00C8733A"/>
    <w:rsid w:val="00C94B7D"/>
    <w:rsid w:val="00C97F76"/>
    <w:rsid w:val="00CA069A"/>
    <w:rsid w:val="00CA53E1"/>
    <w:rsid w:val="00CA560E"/>
    <w:rsid w:val="00CA5E79"/>
    <w:rsid w:val="00CB4615"/>
    <w:rsid w:val="00CB4D12"/>
    <w:rsid w:val="00CB6E16"/>
    <w:rsid w:val="00CB757E"/>
    <w:rsid w:val="00CC00DF"/>
    <w:rsid w:val="00CC22BD"/>
    <w:rsid w:val="00CC3C86"/>
    <w:rsid w:val="00CC3C8E"/>
    <w:rsid w:val="00CC44FA"/>
    <w:rsid w:val="00CC482F"/>
    <w:rsid w:val="00CC4E24"/>
    <w:rsid w:val="00CC5AB1"/>
    <w:rsid w:val="00CC5E25"/>
    <w:rsid w:val="00CC61A0"/>
    <w:rsid w:val="00CC673E"/>
    <w:rsid w:val="00CD44A4"/>
    <w:rsid w:val="00CD767D"/>
    <w:rsid w:val="00CE078A"/>
    <w:rsid w:val="00CE2D1B"/>
    <w:rsid w:val="00CE5D3E"/>
    <w:rsid w:val="00CE66C4"/>
    <w:rsid w:val="00CE6776"/>
    <w:rsid w:val="00CE6984"/>
    <w:rsid w:val="00CF33D0"/>
    <w:rsid w:val="00CF34D1"/>
    <w:rsid w:val="00CF7070"/>
    <w:rsid w:val="00CF7ABE"/>
    <w:rsid w:val="00D028F5"/>
    <w:rsid w:val="00D03A12"/>
    <w:rsid w:val="00D048C4"/>
    <w:rsid w:val="00D05988"/>
    <w:rsid w:val="00D05E38"/>
    <w:rsid w:val="00D07476"/>
    <w:rsid w:val="00D13B23"/>
    <w:rsid w:val="00D16DEC"/>
    <w:rsid w:val="00D16EA7"/>
    <w:rsid w:val="00D222FE"/>
    <w:rsid w:val="00D2471E"/>
    <w:rsid w:val="00D24814"/>
    <w:rsid w:val="00D2558F"/>
    <w:rsid w:val="00D26CF5"/>
    <w:rsid w:val="00D30D0D"/>
    <w:rsid w:val="00D3137D"/>
    <w:rsid w:val="00D3235E"/>
    <w:rsid w:val="00D331CC"/>
    <w:rsid w:val="00D33286"/>
    <w:rsid w:val="00D33D01"/>
    <w:rsid w:val="00D33E85"/>
    <w:rsid w:val="00D34100"/>
    <w:rsid w:val="00D34CAC"/>
    <w:rsid w:val="00D37416"/>
    <w:rsid w:val="00D410D0"/>
    <w:rsid w:val="00D42998"/>
    <w:rsid w:val="00D43AD2"/>
    <w:rsid w:val="00D474B5"/>
    <w:rsid w:val="00D5255B"/>
    <w:rsid w:val="00D567F7"/>
    <w:rsid w:val="00D56BE9"/>
    <w:rsid w:val="00D676CC"/>
    <w:rsid w:val="00D74962"/>
    <w:rsid w:val="00D8704E"/>
    <w:rsid w:val="00D87643"/>
    <w:rsid w:val="00D97C1E"/>
    <w:rsid w:val="00DA181D"/>
    <w:rsid w:val="00DA27B0"/>
    <w:rsid w:val="00DA33E1"/>
    <w:rsid w:val="00DA472F"/>
    <w:rsid w:val="00DA5C1A"/>
    <w:rsid w:val="00DA6146"/>
    <w:rsid w:val="00DA6584"/>
    <w:rsid w:val="00DA68F9"/>
    <w:rsid w:val="00DA7EE1"/>
    <w:rsid w:val="00DB12D8"/>
    <w:rsid w:val="00DB1B6F"/>
    <w:rsid w:val="00DB5E83"/>
    <w:rsid w:val="00DB604A"/>
    <w:rsid w:val="00DC09D0"/>
    <w:rsid w:val="00DC1501"/>
    <w:rsid w:val="00DC1855"/>
    <w:rsid w:val="00DC4349"/>
    <w:rsid w:val="00DC4F73"/>
    <w:rsid w:val="00DC6103"/>
    <w:rsid w:val="00DC6F4C"/>
    <w:rsid w:val="00DC77DB"/>
    <w:rsid w:val="00DC7D04"/>
    <w:rsid w:val="00DD07F5"/>
    <w:rsid w:val="00DD441A"/>
    <w:rsid w:val="00DD4F51"/>
    <w:rsid w:val="00DE0F57"/>
    <w:rsid w:val="00DE3845"/>
    <w:rsid w:val="00DF0012"/>
    <w:rsid w:val="00DF0335"/>
    <w:rsid w:val="00DF2CDA"/>
    <w:rsid w:val="00DF38CC"/>
    <w:rsid w:val="00DF5AE1"/>
    <w:rsid w:val="00E0022F"/>
    <w:rsid w:val="00E00B18"/>
    <w:rsid w:val="00E00C1F"/>
    <w:rsid w:val="00E012BE"/>
    <w:rsid w:val="00E03398"/>
    <w:rsid w:val="00E05E83"/>
    <w:rsid w:val="00E14FD9"/>
    <w:rsid w:val="00E15132"/>
    <w:rsid w:val="00E15BF1"/>
    <w:rsid w:val="00E2126B"/>
    <w:rsid w:val="00E21700"/>
    <w:rsid w:val="00E224DE"/>
    <w:rsid w:val="00E246DC"/>
    <w:rsid w:val="00E3019A"/>
    <w:rsid w:val="00E31CA0"/>
    <w:rsid w:val="00E32B1A"/>
    <w:rsid w:val="00E32C22"/>
    <w:rsid w:val="00E332DE"/>
    <w:rsid w:val="00E33E1D"/>
    <w:rsid w:val="00E34489"/>
    <w:rsid w:val="00E348A3"/>
    <w:rsid w:val="00E35F90"/>
    <w:rsid w:val="00E3644E"/>
    <w:rsid w:val="00E4031F"/>
    <w:rsid w:val="00E40447"/>
    <w:rsid w:val="00E4097C"/>
    <w:rsid w:val="00E45240"/>
    <w:rsid w:val="00E45CBB"/>
    <w:rsid w:val="00E52C81"/>
    <w:rsid w:val="00E55D32"/>
    <w:rsid w:val="00E56CB5"/>
    <w:rsid w:val="00E57A32"/>
    <w:rsid w:val="00E61118"/>
    <w:rsid w:val="00E61E9C"/>
    <w:rsid w:val="00E62DAF"/>
    <w:rsid w:val="00E62ED9"/>
    <w:rsid w:val="00E63EB1"/>
    <w:rsid w:val="00E64093"/>
    <w:rsid w:val="00E661C1"/>
    <w:rsid w:val="00E712FD"/>
    <w:rsid w:val="00E72161"/>
    <w:rsid w:val="00E72D75"/>
    <w:rsid w:val="00E7350B"/>
    <w:rsid w:val="00E7599E"/>
    <w:rsid w:val="00E76A23"/>
    <w:rsid w:val="00E77EA4"/>
    <w:rsid w:val="00E80510"/>
    <w:rsid w:val="00E832CD"/>
    <w:rsid w:val="00E8426F"/>
    <w:rsid w:val="00E86BAC"/>
    <w:rsid w:val="00E86CF8"/>
    <w:rsid w:val="00E9433A"/>
    <w:rsid w:val="00E95E02"/>
    <w:rsid w:val="00E976A3"/>
    <w:rsid w:val="00EA1B33"/>
    <w:rsid w:val="00EA2420"/>
    <w:rsid w:val="00EA29C1"/>
    <w:rsid w:val="00EA29CE"/>
    <w:rsid w:val="00EA29F4"/>
    <w:rsid w:val="00EA49F7"/>
    <w:rsid w:val="00EA5287"/>
    <w:rsid w:val="00EB25AC"/>
    <w:rsid w:val="00EB364D"/>
    <w:rsid w:val="00EC59CC"/>
    <w:rsid w:val="00EC6678"/>
    <w:rsid w:val="00ED0BBD"/>
    <w:rsid w:val="00ED0F2A"/>
    <w:rsid w:val="00ED32FE"/>
    <w:rsid w:val="00ED35FF"/>
    <w:rsid w:val="00ED41D7"/>
    <w:rsid w:val="00EE3FAD"/>
    <w:rsid w:val="00EE443F"/>
    <w:rsid w:val="00EE6117"/>
    <w:rsid w:val="00EF20DD"/>
    <w:rsid w:val="00EF3C33"/>
    <w:rsid w:val="00EF505F"/>
    <w:rsid w:val="00EF6EF7"/>
    <w:rsid w:val="00EF7E38"/>
    <w:rsid w:val="00F00E0B"/>
    <w:rsid w:val="00F0106A"/>
    <w:rsid w:val="00F01F87"/>
    <w:rsid w:val="00F02DF1"/>
    <w:rsid w:val="00F10174"/>
    <w:rsid w:val="00F10DDE"/>
    <w:rsid w:val="00F12DAB"/>
    <w:rsid w:val="00F14579"/>
    <w:rsid w:val="00F16054"/>
    <w:rsid w:val="00F1651F"/>
    <w:rsid w:val="00F16C34"/>
    <w:rsid w:val="00F205C2"/>
    <w:rsid w:val="00F20692"/>
    <w:rsid w:val="00F22723"/>
    <w:rsid w:val="00F22BBA"/>
    <w:rsid w:val="00F24EB3"/>
    <w:rsid w:val="00F269D6"/>
    <w:rsid w:val="00F309D6"/>
    <w:rsid w:val="00F336B1"/>
    <w:rsid w:val="00F36182"/>
    <w:rsid w:val="00F37F1C"/>
    <w:rsid w:val="00F407B6"/>
    <w:rsid w:val="00F4295F"/>
    <w:rsid w:val="00F4339D"/>
    <w:rsid w:val="00F43F65"/>
    <w:rsid w:val="00F44F02"/>
    <w:rsid w:val="00F45F16"/>
    <w:rsid w:val="00F54551"/>
    <w:rsid w:val="00F55FAC"/>
    <w:rsid w:val="00F562B6"/>
    <w:rsid w:val="00F60D48"/>
    <w:rsid w:val="00F64203"/>
    <w:rsid w:val="00F669F7"/>
    <w:rsid w:val="00F66AAF"/>
    <w:rsid w:val="00F704C3"/>
    <w:rsid w:val="00F70BA2"/>
    <w:rsid w:val="00F70CC3"/>
    <w:rsid w:val="00F72C04"/>
    <w:rsid w:val="00F80DBF"/>
    <w:rsid w:val="00F81282"/>
    <w:rsid w:val="00F907EA"/>
    <w:rsid w:val="00F93466"/>
    <w:rsid w:val="00F97792"/>
    <w:rsid w:val="00FA0DA8"/>
    <w:rsid w:val="00FA2B07"/>
    <w:rsid w:val="00FA2DC8"/>
    <w:rsid w:val="00FA6617"/>
    <w:rsid w:val="00FB001E"/>
    <w:rsid w:val="00FB3DBE"/>
    <w:rsid w:val="00FB49E0"/>
    <w:rsid w:val="00FB5802"/>
    <w:rsid w:val="00FC62E8"/>
    <w:rsid w:val="00FC6392"/>
    <w:rsid w:val="00FD68F0"/>
    <w:rsid w:val="00FD7409"/>
    <w:rsid w:val="00FE3877"/>
    <w:rsid w:val="00FE4B20"/>
    <w:rsid w:val="00FE5344"/>
    <w:rsid w:val="00FE5E7D"/>
    <w:rsid w:val="00FE670E"/>
    <w:rsid w:val="00FE7E33"/>
    <w:rsid w:val="00FE7FB2"/>
    <w:rsid w:val="00FF5A5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bg-BG"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8A"/>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uiPriority w:val="99"/>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bg-BG"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8A"/>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uiPriority w:val="99"/>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0170">
      <w:bodyDiv w:val="1"/>
      <w:marLeft w:val="0"/>
      <w:marRight w:val="0"/>
      <w:marTop w:val="0"/>
      <w:marBottom w:val="0"/>
      <w:divBdr>
        <w:top w:val="none" w:sz="0" w:space="0" w:color="auto"/>
        <w:left w:val="none" w:sz="0" w:space="0" w:color="auto"/>
        <w:bottom w:val="none" w:sz="0" w:space="0" w:color="auto"/>
        <w:right w:val="none" w:sz="0" w:space="0" w:color="auto"/>
      </w:divBdr>
    </w:div>
    <w:div w:id="352464051">
      <w:bodyDiv w:val="1"/>
      <w:marLeft w:val="0"/>
      <w:marRight w:val="0"/>
      <w:marTop w:val="0"/>
      <w:marBottom w:val="0"/>
      <w:divBdr>
        <w:top w:val="none" w:sz="0" w:space="0" w:color="auto"/>
        <w:left w:val="none" w:sz="0" w:space="0" w:color="auto"/>
        <w:bottom w:val="none" w:sz="0" w:space="0" w:color="auto"/>
        <w:right w:val="none" w:sz="0" w:space="0" w:color="auto"/>
      </w:divBdr>
    </w:div>
    <w:div w:id="650445247">
      <w:bodyDiv w:val="1"/>
      <w:marLeft w:val="0"/>
      <w:marRight w:val="0"/>
      <w:marTop w:val="0"/>
      <w:marBottom w:val="0"/>
      <w:divBdr>
        <w:top w:val="none" w:sz="0" w:space="0" w:color="auto"/>
        <w:left w:val="none" w:sz="0" w:space="0" w:color="auto"/>
        <w:bottom w:val="none" w:sz="0" w:space="0" w:color="auto"/>
        <w:right w:val="none" w:sz="0" w:space="0" w:color="auto"/>
      </w:divBdr>
    </w:div>
    <w:div w:id="740522421">
      <w:bodyDiv w:val="1"/>
      <w:marLeft w:val="0"/>
      <w:marRight w:val="0"/>
      <w:marTop w:val="0"/>
      <w:marBottom w:val="0"/>
      <w:divBdr>
        <w:top w:val="none" w:sz="0" w:space="0" w:color="auto"/>
        <w:left w:val="none" w:sz="0" w:space="0" w:color="auto"/>
        <w:bottom w:val="none" w:sz="0" w:space="0" w:color="auto"/>
        <w:right w:val="none" w:sz="0" w:space="0" w:color="auto"/>
      </w:divBdr>
    </w:div>
    <w:div w:id="1010137223">
      <w:bodyDiv w:val="1"/>
      <w:marLeft w:val="0"/>
      <w:marRight w:val="0"/>
      <w:marTop w:val="0"/>
      <w:marBottom w:val="0"/>
      <w:divBdr>
        <w:top w:val="none" w:sz="0" w:space="0" w:color="auto"/>
        <w:left w:val="none" w:sz="0" w:space="0" w:color="auto"/>
        <w:bottom w:val="none" w:sz="0" w:space="0" w:color="auto"/>
        <w:right w:val="none" w:sz="0" w:space="0" w:color="auto"/>
      </w:divBdr>
    </w:div>
    <w:div w:id="1623724295">
      <w:bodyDiv w:val="1"/>
      <w:marLeft w:val="0"/>
      <w:marRight w:val="0"/>
      <w:marTop w:val="0"/>
      <w:marBottom w:val="0"/>
      <w:divBdr>
        <w:top w:val="none" w:sz="0" w:space="0" w:color="auto"/>
        <w:left w:val="none" w:sz="0" w:space="0" w:color="auto"/>
        <w:bottom w:val="none" w:sz="0" w:space="0" w:color="auto"/>
        <w:right w:val="none" w:sz="0" w:space="0" w:color="auto"/>
      </w:divBdr>
    </w:div>
    <w:div w:id="1689019796">
      <w:bodyDiv w:val="1"/>
      <w:marLeft w:val="0"/>
      <w:marRight w:val="0"/>
      <w:marTop w:val="0"/>
      <w:marBottom w:val="0"/>
      <w:divBdr>
        <w:top w:val="none" w:sz="0" w:space="0" w:color="auto"/>
        <w:left w:val="none" w:sz="0" w:space="0" w:color="auto"/>
        <w:bottom w:val="none" w:sz="0" w:space="0" w:color="auto"/>
        <w:right w:val="none" w:sz="0" w:space="0" w:color="auto"/>
      </w:divBdr>
    </w:div>
    <w:div w:id="2010523530">
      <w:bodyDiv w:val="1"/>
      <w:marLeft w:val="0"/>
      <w:marRight w:val="0"/>
      <w:marTop w:val="0"/>
      <w:marBottom w:val="0"/>
      <w:divBdr>
        <w:top w:val="none" w:sz="0" w:space="0" w:color="auto"/>
        <w:left w:val="none" w:sz="0" w:space="0" w:color="auto"/>
        <w:bottom w:val="none" w:sz="0" w:space="0" w:color="auto"/>
        <w:right w:val="none" w:sz="0" w:space="0" w:color="auto"/>
      </w:divBdr>
    </w:div>
    <w:div w:id="204193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hif.b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irov\Application%20Data\Microsoft\Templates\&#1044;&#1086;&#1082;&#1083;&#1072;&#1076;&#1085;&#1072;%20&#1079;&#1072;&#1087;&#1080;&#1089;&#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5EB77-4E36-4A5F-B1D0-8B9C15897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Докладна записка</Template>
  <TotalTime>54</TotalTime>
  <Pages>9</Pages>
  <Words>3569</Words>
  <Characters>20347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ДО</vt:lpstr>
    </vt:vector>
  </TitlesOfParts>
  <Company>nzok</Company>
  <LinksUpToDate>false</LinksUpToDate>
  <CharactersWithSpaces>23869</CharactersWithSpaces>
  <SharedDoc>false</SharedDoc>
  <HLinks>
    <vt:vector size="6" baseType="variant">
      <vt:variant>
        <vt:i4>6619196</vt:i4>
      </vt:variant>
      <vt:variant>
        <vt:i4>0</vt:i4>
      </vt:variant>
      <vt:variant>
        <vt:i4>0</vt:i4>
      </vt:variant>
      <vt:variant>
        <vt:i4>5</vt:i4>
      </vt:variant>
      <vt:variant>
        <vt:lpwstr>http://www.nhif.bg/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bmirov</dc:creator>
  <cp:lastModifiedBy>Таня Т. Кунева</cp:lastModifiedBy>
  <cp:revision>10</cp:revision>
  <cp:lastPrinted>2019-01-31T11:11:00Z</cp:lastPrinted>
  <dcterms:created xsi:type="dcterms:W3CDTF">2019-10-14T07:58:00Z</dcterms:created>
  <dcterms:modified xsi:type="dcterms:W3CDTF">2019-10-24T07:03:00Z</dcterms:modified>
</cp:coreProperties>
</file>